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0C138" w14:textId="029FD248" w:rsidR="00C0533E" w:rsidRDefault="00C0533E" w:rsidP="00DD4C7A">
      <w:pPr>
        <w:pStyle w:val="TEBISOberschrift1Ebene"/>
        <w:rPr>
          <w:u w:color="231F20"/>
        </w:rPr>
      </w:pPr>
      <w:bookmarkStart w:id="0" w:name="Membranfiltration_Skript_afg.pdf"/>
      <w:bookmarkEnd w:id="0"/>
      <w:r>
        <w:rPr>
          <w:u w:color="231F20"/>
        </w:rPr>
        <w:t xml:space="preserve">Be- und Entgasen von Wasser mit poröser </w:t>
      </w:r>
      <w:r w:rsidR="000A7012">
        <w:rPr>
          <w:u w:color="231F20"/>
        </w:rPr>
        <w:t>PTFE-</w:t>
      </w:r>
      <w:r w:rsidRPr="00CD7972">
        <w:rPr>
          <w:u w:color="231F20"/>
        </w:rPr>
        <w:t>Membran</w:t>
      </w:r>
    </w:p>
    <w:p w14:paraId="42E174A5" w14:textId="6608B1A0" w:rsidR="002D5EE4" w:rsidRDefault="00C168FA" w:rsidP="00C168FA">
      <w:pPr>
        <w:pStyle w:val="TEBISOUnterzeile"/>
        <w:rPr>
          <w:u w:color="231F20"/>
        </w:rPr>
      </w:pPr>
      <w:r>
        <w:rPr>
          <w:u w:color="231F20"/>
        </w:rPr>
        <w:t>Arbeitsblatt</w:t>
      </w:r>
    </w:p>
    <w:p w14:paraId="0F1152A5" w14:textId="77777777" w:rsidR="00C0533E" w:rsidRPr="00DE6F5E" w:rsidRDefault="00C0533E" w:rsidP="00DD4C7A">
      <w:pPr>
        <w:tabs>
          <w:tab w:val="left" w:pos="1234"/>
        </w:tabs>
        <w:spacing w:before="92"/>
        <w:rPr>
          <w:color w:val="231F20"/>
          <w:u w:color="231F20"/>
        </w:rPr>
      </w:pPr>
    </w:p>
    <w:p w14:paraId="269C3A7E" w14:textId="74D6C8CE" w:rsidR="00C0533E" w:rsidRDefault="00C0533E" w:rsidP="00DD4C7A">
      <w:pPr>
        <w:rPr>
          <w:u w:color="231F20"/>
        </w:rPr>
      </w:pPr>
      <w:r>
        <w:rPr>
          <w:u w:color="231F20"/>
        </w:rPr>
        <w:t>Mit Membran</w:t>
      </w:r>
      <w:r w:rsidR="002D5EE4">
        <w:rPr>
          <w:u w:color="231F20"/>
        </w:rPr>
        <w:t>k</w:t>
      </w:r>
      <w:r>
        <w:rPr>
          <w:u w:color="231F20"/>
        </w:rPr>
        <w:t xml:space="preserve">ontaktoren lässt sich Wasser be- und entgasen. In der Verfahrenstechnik der FHNW gibt es eine kleine Anlage, mit </w:t>
      </w:r>
      <w:r w:rsidR="002D5EE4">
        <w:rPr>
          <w:u w:color="231F20"/>
        </w:rPr>
        <w:t xml:space="preserve">sich </w:t>
      </w:r>
      <w:r>
        <w:rPr>
          <w:u w:color="231F20"/>
        </w:rPr>
        <w:t>Versuche durchführ</w:t>
      </w:r>
      <w:r w:rsidR="002D5EE4">
        <w:rPr>
          <w:u w:color="231F20"/>
        </w:rPr>
        <w:t>en lassen</w:t>
      </w:r>
      <w:r>
        <w:rPr>
          <w:u w:color="231F20"/>
        </w:rPr>
        <w:t xml:space="preserve"> und der Vorgang </w:t>
      </w:r>
      <w:r w:rsidR="002D5EE4">
        <w:rPr>
          <w:u w:color="231F20"/>
        </w:rPr>
        <w:t xml:space="preserve">des </w:t>
      </w:r>
      <w:r>
        <w:rPr>
          <w:u w:color="231F20"/>
        </w:rPr>
        <w:t xml:space="preserve">Gasaustausches untersucht werden kann. </w:t>
      </w:r>
    </w:p>
    <w:p w14:paraId="527CB03D" w14:textId="77777777" w:rsidR="00C0533E" w:rsidRDefault="00C0533E" w:rsidP="00DD4C7A">
      <w:pPr>
        <w:rPr>
          <w:u w:color="231F20"/>
        </w:rPr>
      </w:pPr>
      <w:r>
        <w:rPr>
          <w:u w:color="231F20"/>
        </w:rPr>
        <w:t xml:space="preserve">Die Anlage besteht aus </w:t>
      </w:r>
    </w:p>
    <w:p w14:paraId="14820468" w14:textId="01B70FBA" w:rsidR="00C0533E" w:rsidRDefault="00C0533E" w:rsidP="00DD4C7A">
      <w:pPr>
        <w:pStyle w:val="TEBISOAufzhlung"/>
        <w:rPr>
          <w:u w:color="231F20"/>
        </w:rPr>
      </w:pPr>
      <w:r>
        <w:rPr>
          <w:u w:color="231F20"/>
        </w:rPr>
        <w:t>Membran</w:t>
      </w:r>
      <w:r w:rsidR="000A7012">
        <w:rPr>
          <w:u w:color="231F20"/>
        </w:rPr>
        <w:t>k</w:t>
      </w:r>
      <w:r>
        <w:rPr>
          <w:u w:color="231F20"/>
        </w:rPr>
        <w:t>ontaktor, PTFE, 0</w:t>
      </w:r>
      <w:r w:rsidR="002D5EE4">
        <w:rPr>
          <w:u w:color="231F20"/>
        </w:rPr>
        <w:t>,</w:t>
      </w:r>
      <w:r>
        <w:rPr>
          <w:u w:color="231F20"/>
        </w:rPr>
        <w:t>16 m</w:t>
      </w:r>
      <w:r w:rsidRPr="00CE5EA3">
        <w:rPr>
          <w:u w:color="231F20"/>
          <w:vertAlign w:val="superscript"/>
        </w:rPr>
        <w:t>2</w:t>
      </w:r>
      <w:r>
        <w:rPr>
          <w:u w:color="231F20"/>
        </w:rPr>
        <w:t>, Porendurchmesser ca</w:t>
      </w:r>
      <w:r w:rsidR="002D5EE4">
        <w:rPr>
          <w:u w:color="231F20"/>
        </w:rPr>
        <w:t>.</w:t>
      </w:r>
      <w:r>
        <w:rPr>
          <w:u w:color="231F20"/>
        </w:rPr>
        <w:t xml:space="preserve"> 1 </w:t>
      </w:r>
      <w:r w:rsidRPr="00CE5EA3">
        <w:rPr>
          <w:rFonts w:ascii="Symbol" w:hAnsi="Symbol"/>
          <w:u w:color="231F20"/>
        </w:rPr>
        <w:t></w:t>
      </w:r>
      <w:r>
        <w:rPr>
          <w:u w:color="231F20"/>
        </w:rPr>
        <w:t>m</w:t>
      </w:r>
    </w:p>
    <w:p w14:paraId="5AEFC101" w14:textId="66E313D5" w:rsidR="00C0533E" w:rsidRDefault="00C0533E" w:rsidP="00DD4C7A">
      <w:pPr>
        <w:pStyle w:val="TEBISOAufzhlung"/>
        <w:rPr>
          <w:u w:color="231F20"/>
        </w:rPr>
      </w:pPr>
      <w:r w:rsidRPr="00CE5EA3">
        <w:rPr>
          <w:u w:color="231F20"/>
        </w:rPr>
        <w:t xml:space="preserve">Doppelmantel-Glasvorlage </w:t>
      </w:r>
      <w:r>
        <w:rPr>
          <w:u w:color="231F20"/>
        </w:rPr>
        <w:t>1</w:t>
      </w:r>
      <w:r w:rsidR="002D5EE4">
        <w:rPr>
          <w:u w:color="231F20"/>
        </w:rPr>
        <w:t>,</w:t>
      </w:r>
      <w:r>
        <w:rPr>
          <w:u w:color="231F20"/>
        </w:rPr>
        <w:t>5</w:t>
      </w:r>
      <w:r w:rsidRPr="00CE5EA3">
        <w:rPr>
          <w:u w:color="231F20"/>
        </w:rPr>
        <w:t xml:space="preserve"> Liter</w:t>
      </w:r>
      <w:r>
        <w:rPr>
          <w:u w:color="231F20"/>
        </w:rPr>
        <w:t xml:space="preserve"> mit Rührwerk und Thermostat</w:t>
      </w:r>
    </w:p>
    <w:p w14:paraId="3ACC182F" w14:textId="77777777" w:rsidR="00C0533E" w:rsidRDefault="00C0533E" w:rsidP="00DD4C7A">
      <w:pPr>
        <w:pStyle w:val="TEBISOAufzhlung"/>
        <w:rPr>
          <w:u w:color="231F20"/>
        </w:rPr>
      </w:pPr>
      <w:r>
        <w:rPr>
          <w:u w:color="231F20"/>
        </w:rPr>
        <w:t>Zirkulationspumpe mit Frequenzumrichter</w:t>
      </w:r>
    </w:p>
    <w:p w14:paraId="42C88E3A" w14:textId="77777777" w:rsidR="00C0533E" w:rsidRDefault="00C0533E" w:rsidP="00DD4C7A">
      <w:pPr>
        <w:pStyle w:val="TEBISOAufzhlung"/>
        <w:rPr>
          <w:u w:color="231F20"/>
        </w:rPr>
      </w:pPr>
      <w:r>
        <w:rPr>
          <w:u w:color="231F20"/>
        </w:rPr>
        <w:t>Schwebekörper-Durchflussmesser</w:t>
      </w:r>
    </w:p>
    <w:p w14:paraId="23052808" w14:textId="77777777" w:rsidR="00C0533E" w:rsidRDefault="00C0533E" w:rsidP="00DD4C7A">
      <w:pPr>
        <w:pStyle w:val="TEBISOAufzhlung"/>
        <w:rPr>
          <w:u w:color="231F20"/>
        </w:rPr>
      </w:pPr>
      <w:r>
        <w:rPr>
          <w:u w:color="231F20"/>
        </w:rPr>
        <w:t>Sauerstoff-Sensor, eingebaut in Glasvorlage</w:t>
      </w:r>
    </w:p>
    <w:p w14:paraId="17DD7008" w14:textId="77777777" w:rsidR="00C0533E" w:rsidRDefault="00C0533E" w:rsidP="00DD4C7A">
      <w:pPr>
        <w:pStyle w:val="TEBISOAufzhlung"/>
        <w:rPr>
          <w:u w:color="231F20"/>
        </w:rPr>
      </w:pPr>
      <w:r w:rsidRPr="00C86820">
        <w:rPr>
          <w:u w:color="231F20"/>
        </w:rPr>
        <w:t>Gasanschluss (Druckluft oder Stickstoff)</w:t>
      </w:r>
    </w:p>
    <w:p w14:paraId="251FB46E" w14:textId="77777777" w:rsidR="00C0533E" w:rsidRDefault="00C0533E" w:rsidP="00C0533E">
      <w:pPr>
        <w:rPr>
          <w:color w:val="231F20"/>
          <w:u w:color="231F20"/>
        </w:rPr>
      </w:pPr>
    </w:p>
    <w:p w14:paraId="2711D7FA" w14:textId="193942AA" w:rsidR="00C0533E" w:rsidRDefault="00FE1674" w:rsidP="00DD4C7A">
      <w:r>
        <w:rPr>
          <w:noProof/>
        </w:rPr>
        <w:object w:dxaOrig="8173" w:dyaOrig="6995" w14:anchorId="322A7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in;height:369.1pt;mso-width-percent:0;mso-height-percent:0;mso-width-percent:0;mso-height-percent:0" o:ole="">
            <v:imagedata r:id="rId8" o:title=""/>
          </v:shape>
          <o:OLEObject Type="Embed" ProgID="AutoSketch.Drawing.9" ShapeID="_x0000_i1025" DrawAspect="Content" ObjectID="_1706524711" r:id="rId9"/>
        </w:object>
      </w:r>
    </w:p>
    <w:p w14:paraId="72975CD2" w14:textId="77777777" w:rsidR="00C0533E" w:rsidRDefault="00C0533E" w:rsidP="00DD4C7A">
      <w:pPr>
        <w:pStyle w:val="TEBISIOAbbilungslegende"/>
        <w:rPr>
          <w:u w:color="231F20"/>
        </w:rPr>
      </w:pPr>
      <w:r>
        <w:rPr>
          <w:u w:color="231F20"/>
        </w:rPr>
        <w:t>Bild 1: Schema Versuchsanlage</w:t>
      </w:r>
    </w:p>
    <w:p w14:paraId="33D0DDAD" w14:textId="77777777" w:rsidR="00C0533E" w:rsidRDefault="00C0533E" w:rsidP="00C0533E">
      <w:pPr>
        <w:rPr>
          <w:color w:val="231F20"/>
          <w:u w:color="231F20"/>
        </w:rPr>
      </w:pPr>
      <w:r>
        <w:rPr>
          <w:color w:val="231F20"/>
          <w:u w:color="231F20"/>
        </w:rPr>
        <w:br w:type="page"/>
      </w:r>
    </w:p>
    <w:p w14:paraId="7A8355C0" w14:textId="307CB43D" w:rsidR="00C0533E" w:rsidRDefault="00C0533E" w:rsidP="00DD4C7A">
      <w:pPr>
        <w:rPr>
          <w:u w:color="231F20"/>
        </w:rPr>
      </w:pPr>
      <w:r>
        <w:rPr>
          <w:u w:color="231F20"/>
        </w:rPr>
        <w:lastRenderedPageBreak/>
        <w:t>Hauptteil der Versuchsanlage ist der Membran</w:t>
      </w:r>
      <w:r w:rsidR="002D5EE4">
        <w:rPr>
          <w:u w:color="231F20"/>
        </w:rPr>
        <w:t>k</w:t>
      </w:r>
      <w:r>
        <w:rPr>
          <w:u w:color="231F20"/>
        </w:rPr>
        <w:t>ontaktor.</w:t>
      </w:r>
    </w:p>
    <w:p w14:paraId="1B7D9FC3" w14:textId="77777777" w:rsidR="00C0533E" w:rsidRDefault="00C0533E" w:rsidP="00C0533E">
      <w:pPr>
        <w:ind w:left="426"/>
        <w:rPr>
          <w:color w:val="231F20"/>
          <w:u w:color="231F20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1312" behindDoc="0" locked="0" layoutInCell="1" allowOverlap="1" wp14:anchorId="4394DF42" wp14:editId="3E1F5395">
            <wp:simplePos x="0" y="0"/>
            <wp:positionH relativeFrom="column">
              <wp:posOffset>8890</wp:posOffset>
            </wp:positionH>
            <wp:positionV relativeFrom="paragraph">
              <wp:posOffset>133350</wp:posOffset>
            </wp:positionV>
            <wp:extent cx="5695950" cy="921086"/>
            <wp:effectExtent l="0" t="0" r="0" b="0"/>
            <wp:wrapNone/>
            <wp:docPr id="9" name="Picture 2" descr="D:\FFA\WP_2016060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D:\FFA\WP_20160603_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9" b="57684"/>
                    <a:stretch/>
                  </pic:blipFill>
                  <pic:spPr bwMode="auto">
                    <a:xfrm>
                      <a:off x="0" y="0"/>
                      <a:ext cx="5695950" cy="92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66BCCE" w14:textId="77777777" w:rsidR="00C0533E" w:rsidRDefault="00C0533E" w:rsidP="00C0533E">
      <w:pPr>
        <w:ind w:left="426"/>
        <w:rPr>
          <w:color w:val="231F20"/>
          <w:u w:color="231F20"/>
        </w:rPr>
      </w:pPr>
    </w:p>
    <w:p w14:paraId="2965F0D2" w14:textId="77777777" w:rsidR="00C0533E" w:rsidRDefault="00C0533E" w:rsidP="00C0533E">
      <w:pPr>
        <w:ind w:left="426"/>
        <w:rPr>
          <w:color w:val="231F20"/>
          <w:u w:color="231F20"/>
        </w:rPr>
      </w:pPr>
    </w:p>
    <w:p w14:paraId="46D474CA" w14:textId="77777777" w:rsidR="00C0533E" w:rsidRDefault="00C0533E" w:rsidP="00C0533E">
      <w:pPr>
        <w:ind w:left="426"/>
        <w:rPr>
          <w:color w:val="231F20"/>
          <w:u w:color="231F20"/>
        </w:rPr>
      </w:pPr>
    </w:p>
    <w:p w14:paraId="778737AE" w14:textId="77777777" w:rsidR="00DD4C7A" w:rsidRDefault="00DD4C7A" w:rsidP="00DD4C7A">
      <w:pPr>
        <w:pStyle w:val="TEBISIOAbbilungslegende"/>
        <w:rPr>
          <w:u w:color="231F20"/>
        </w:rPr>
      </w:pPr>
    </w:p>
    <w:p w14:paraId="5F9154AE" w14:textId="3B1B5B2E" w:rsidR="00C0533E" w:rsidRDefault="00C0533E" w:rsidP="00DD4C7A">
      <w:pPr>
        <w:pStyle w:val="TEBISIOAbbilungslegende"/>
        <w:rPr>
          <w:u w:color="231F20"/>
        </w:rPr>
      </w:pPr>
      <w:r>
        <w:rPr>
          <w:u w:color="231F20"/>
        </w:rPr>
        <w:t>Bild 2: Membran</w:t>
      </w:r>
      <w:r w:rsidR="000A7012">
        <w:rPr>
          <w:u w:color="231F20"/>
        </w:rPr>
        <w:t>k</w:t>
      </w:r>
      <w:r>
        <w:rPr>
          <w:u w:color="231F20"/>
        </w:rPr>
        <w:t>ontaktor</w:t>
      </w:r>
    </w:p>
    <w:p w14:paraId="656A753E" w14:textId="77777777" w:rsidR="00C0533E" w:rsidRDefault="00C0533E" w:rsidP="00C0533E">
      <w:pPr>
        <w:ind w:left="426"/>
        <w:rPr>
          <w:color w:val="231F20"/>
          <w:u w:color="231F20"/>
        </w:rPr>
      </w:pPr>
    </w:p>
    <w:p w14:paraId="4020CA27" w14:textId="77777777" w:rsidR="00C0533E" w:rsidRDefault="00C0533E" w:rsidP="00C0533E">
      <w:r>
        <w:rPr>
          <w:noProof/>
          <w:color w:val="212121"/>
          <w:lang w:val="de-CH" w:eastAsia="de-CH"/>
        </w:rPr>
        <w:drawing>
          <wp:inline distT="0" distB="0" distL="0" distR="0" wp14:anchorId="2D7B72A8" wp14:editId="73EA6DA5">
            <wp:extent cx="5035844" cy="2847694"/>
            <wp:effectExtent l="8255" t="0" r="1905" b="1905"/>
            <wp:docPr id="6" name="Grafik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19e89-ac40-4173-b14f-ba00670bf1d1" descr="Image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08792" cy="288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color w:val="212121"/>
          <w:lang w:val="de-CH" w:eastAsia="de-CH"/>
        </w:rPr>
        <w:drawing>
          <wp:inline distT="0" distB="0" distL="0" distR="0" wp14:anchorId="037D5240" wp14:editId="79C905BD">
            <wp:extent cx="5050567" cy="2855976"/>
            <wp:effectExtent l="0" t="7620" r="0" b="0"/>
            <wp:docPr id="12" name="Grafik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2bf04b-bed9-4b11-b4ce-a3bb446456c1" descr="Image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75558" cy="287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812F5" w14:textId="2385D771" w:rsidR="00C0533E" w:rsidRDefault="00C0533E" w:rsidP="00DD4C7A">
      <w:pPr>
        <w:pStyle w:val="TEBISIOAbbilungslegende"/>
      </w:pPr>
      <w:r>
        <w:t>Bild 3 + 4: Versuchsanlage mit Membran</w:t>
      </w:r>
      <w:r w:rsidR="002D5EE4">
        <w:t>k</w:t>
      </w:r>
      <w:r>
        <w:t>ontaktor</w:t>
      </w:r>
    </w:p>
    <w:p w14:paraId="7BFC2435" w14:textId="77777777" w:rsidR="00C0533E" w:rsidRDefault="00C0533E" w:rsidP="00C0533E"/>
    <w:p w14:paraId="1305F1FA" w14:textId="1153E686" w:rsidR="00C0533E" w:rsidRDefault="00C0533E" w:rsidP="00DD4C7A">
      <w:r>
        <w:t xml:space="preserve">Mit Versuchen werden die spezifischen Stoffdurchgangskoeffizienten der eingesetzten Membranen bestimmt, in diesem Falle der PTFE-Membran. Ist dieser Wert bekannt </w:t>
      </w:r>
      <w:r w:rsidR="002D5EE4">
        <w:t xml:space="preserve">– </w:t>
      </w:r>
      <w:r>
        <w:t>und sind zusätzlich die Triebkraft und die zu übertragende Stoffmenge bekannt</w:t>
      </w:r>
      <w:r w:rsidR="002D5EE4">
        <w:t xml:space="preserve"> –</w:t>
      </w:r>
      <w:r>
        <w:t xml:space="preserve"> lässt sich mit einer sogenannten Scale-up</w:t>
      </w:r>
      <w:r w:rsidR="002D5EE4">
        <w:t>-</w:t>
      </w:r>
      <w:r>
        <w:t>Berechnung die erforderliche Membranfläche A berechnen und damit ein Membran</w:t>
      </w:r>
      <w:r w:rsidR="002D5EE4">
        <w:t>k</w:t>
      </w:r>
      <w:r>
        <w:t>ontaktor für einen bestimmten Prozess auslegen. In Bild 5 ist die Messung des Versuchsvorganges rot gezeichnet. Blau ist die mit dem aus der Messung ermittelten Stoffdurchgangskoeffizienten K</w:t>
      </w:r>
      <w:r w:rsidRPr="000359BE">
        <w:rPr>
          <w:vertAlign w:val="subscript"/>
        </w:rPr>
        <w:t>ges</w:t>
      </w:r>
      <w:r>
        <w:t xml:space="preserve"> = 0</w:t>
      </w:r>
      <w:r w:rsidR="002D5EE4">
        <w:t>,</w:t>
      </w:r>
      <w:r>
        <w:t>00905 mg/m</w:t>
      </w:r>
      <w:r w:rsidRPr="00B55BE3">
        <w:rPr>
          <w:vertAlign w:val="superscript"/>
        </w:rPr>
        <w:t>2</w:t>
      </w:r>
      <w:r>
        <w:t>/s berechnete Kurve.</w:t>
      </w:r>
    </w:p>
    <w:p w14:paraId="6620CCE0" w14:textId="77777777" w:rsidR="00C0533E" w:rsidRDefault="00C0533E" w:rsidP="00C0533E">
      <w:r>
        <w:rPr>
          <w:noProof/>
          <w:lang w:val="de-CH" w:eastAsia="de-CH"/>
        </w:rPr>
        <w:lastRenderedPageBreak/>
        <w:drawing>
          <wp:inline distT="0" distB="0" distL="0" distR="0" wp14:anchorId="2FEE0F1C" wp14:editId="5AC66AEE">
            <wp:extent cx="5029200" cy="3422650"/>
            <wp:effectExtent l="0" t="0" r="0" b="6350"/>
            <wp:docPr id="7" name="Diagram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3608B0A" w14:textId="77777777" w:rsidR="00C0533E" w:rsidRDefault="00C0533E" w:rsidP="00DD4C7A">
      <w:pPr>
        <w:pStyle w:val="TEBISIOAbbilungslegende"/>
      </w:pPr>
      <w:r>
        <w:t>Bild 5: Sauerstoff-Konzentrationsverlauf beim Be- und Entgasen</w:t>
      </w:r>
    </w:p>
    <w:p w14:paraId="0019C737" w14:textId="77777777" w:rsidR="00DD4C7A" w:rsidRDefault="00DD4C7A" w:rsidP="00C0533E"/>
    <w:p w14:paraId="79C2B40E" w14:textId="5ABF4C30" w:rsidR="00C0533E" w:rsidRPr="00DD4C7A" w:rsidRDefault="00C0533E" w:rsidP="00C0533E">
      <w:pPr>
        <w:rPr>
          <w:rStyle w:val="TEBISIOWorthervorhebung"/>
        </w:rPr>
      </w:pPr>
      <w:r w:rsidRPr="00DD4C7A">
        <w:rPr>
          <w:rStyle w:val="TEBISIOWorthervorhebung"/>
        </w:rPr>
        <w:t>Beispiel für eine Scale-up</w:t>
      </w:r>
      <w:r w:rsidR="00581F37">
        <w:rPr>
          <w:rStyle w:val="TEBISIOWorthervorhebung"/>
        </w:rPr>
        <w:t>-</w:t>
      </w:r>
      <w:r w:rsidRPr="00DD4C7A">
        <w:rPr>
          <w:rStyle w:val="TEBISIOWorthervorhebung"/>
        </w:rPr>
        <w:t>Aufgabe:</w:t>
      </w:r>
    </w:p>
    <w:p w14:paraId="3D826A7B" w14:textId="77DABF66" w:rsidR="00C0533E" w:rsidRDefault="00C0533E" w:rsidP="00DD4C7A">
      <w:r>
        <w:t xml:space="preserve">Ein Wasserstrom von 5000 l/h soll für den Einsatz in Getränken entgast werden. Die anfängliche Sauerstoffkonzentration betrage 8 mg/l. Die geforderte Endkonzentration betrage 8 </w:t>
      </w:r>
      <w:r w:rsidRPr="003C5FEF">
        <w:rPr>
          <w:rFonts w:ascii="Symbol" w:hAnsi="Symbol"/>
        </w:rPr>
        <w:t></w:t>
      </w:r>
      <w:r>
        <w:t>g/l. Die mittlere Triebkraft ergibt sich aufgrund der Partialdruckdifferenz von Sauerstoff zu F</w:t>
      </w:r>
      <w:r w:rsidRPr="00CF46D1">
        <w:rPr>
          <w:vertAlign w:val="subscript"/>
        </w:rPr>
        <w:t>T</w:t>
      </w:r>
      <w:r>
        <w:rPr>
          <w:vertAlign w:val="subscript"/>
        </w:rPr>
        <w:t xml:space="preserve"> </w:t>
      </w:r>
      <w:r>
        <w:t xml:space="preserve">= 20 [mg/mg]. </w:t>
      </w:r>
    </w:p>
    <w:p w14:paraId="4F3BD204" w14:textId="77777777" w:rsidR="00C0533E" w:rsidRDefault="00FE1674" w:rsidP="00DD4C7A">
      <w:pPr>
        <w:rPr>
          <w:u w:color="231F20"/>
        </w:rPr>
      </w:pPr>
      <m:oMath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w:rPr>
                <w:rFonts w:ascii="Cambria Math" w:hAnsi="Cambria Math"/>
                <w:u w:color="231F20"/>
              </w:rPr>
              <m:t>dm</m:t>
            </m:r>
          </m:num>
          <m:den>
            <m:r>
              <w:rPr>
                <w:rFonts w:ascii="Cambria Math" w:hAnsi="Cambria Math"/>
                <w:u w:color="231F20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  <w:u w:color="231F20"/>
          </w:rPr>
          <m:t>=</m:t>
        </m:r>
        <m:sSub>
          <m:sSubPr>
            <m:ctrlPr>
              <w:rPr>
                <w:rFonts w:ascii="Cambria Math" w:hAnsi="Cambria Math"/>
                <w:u w:color="231F20"/>
              </w:rPr>
            </m:ctrlPr>
          </m:sSubPr>
          <m:e>
            <m:r>
              <w:rPr>
                <w:rFonts w:ascii="Cambria Math" w:hAnsi="Cambria Math"/>
                <w:u w:color="231F20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u w:color="231F20"/>
              </w:rPr>
              <m:t>×</m:t>
            </m:r>
            <m:r>
              <w:rPr>
                <w:rFonts w:ascii="Cambria Math" w:hAnsi="Cambria Math"/>
                <w:u w:color="231F20"/>
              </w:rPr>
              <m:t>K</m:t>
            </m:r>
          </m:e>
          <m:sub>
            <m:r>
              <w:rPr>
                <w:rFonts w:ascii="Cambria Math" w:hAnsi="Cambria Math"/>
                <w:u w:color="231F20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u w:color="231F20"/>
          </w:rPr>
          <m:t>×</m:t>
        </m:r>
        <m:sSub>
          <m:sSubPr>
            <m:ctrlPr>
              <w:rPr>
                <w:rFonts w:ascii="Cambria Math" w:hAnsi="Cambria Math"/>
                <w:u w:color="231F20"/>
              </w:rPr>
            </m:ctrlPr>
          </m:sSubPr>
          <m:e>
            <m:r>
              <w:rPr>
                <w:rFonts w:ascii="Cambria Math" w:hAnsi="Cambria Math"/>
                <w:u w:color="231F20"/>
              </w:rPr>
              <m:t>F</m:t>
            </m:r>
          </m:e>
          <m:sub>
            <m:r>
              <w:rPr>
                <w:rFonts w:ascii="Cambria Math" w:hAnsi="Cambria Math"/>
                <w:u w:color="231F20"/>
              </w:rPr>
              <m:t>T</m:t>
            </m:r>
          </m:sub>
        </m:sSub>
      </m:oMath>
      <w:r w:rsidR="00C0533E">
        <w:rPr>
          <w:u w:color="231F20"/>
        </w:rPr>
        <w:t xml:space="preserve"> </w:t>
      </w:r>
      <w:r w:rsidR="00C0533E">
        <w:rPr>
          <w:u w:color="231F20"/>
        </w:rPr>
        <w:tab/>
      </w:r>
      <w:r w:rsidR="00C0533E">
        <w:rPr>
          <w:u w:color="231F20"/>
        </w:rPr>
        <w:tab/>
      </w:r>
      <w:r w:rsidR="00C0533E" w:rsidRPr="00B57817">
        <w:rPr>
          <w:u w:color="231F20"/>
        </w:rPr>
        <w:t>Gleichung 1</w:t>
      </w:r>
    </w:p>
    <w:p w14:paraId="44F4BB6B" w14:textId="77777777" w:rsidR="00C0533E" w:rsidRDefault="00C0533E" w:rsidP="00DD4C7A">
      <w:pPr>
        <w:rPr>
          <w:u w:color="231F20"/>
        </w:rPr>
      </w:pPr>
      <w:r>
        <w:rPr>
          <w:u w:color="231F20"/>
        </w:rPr>
        <w:t>m</w:t>
      </w:r>
      <w:r>
        <w:rPr>
          <w:u w:color="231F20"/>
        </w:rPr>
        <w:tab/>
        <w:t>Masse</w:t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  <w:t>[mg]</w:t>
      </w:r>
    </w:p>
    <w:p w14:paraId="7BC6DB26" w14:textId="77777777" w:rsidR="00C0533E" w:rsidRDefault="00C0533E" w:rsidP="00DD4C7A">
      <w:pPr>
        <w:rPr>
          <w:u w:color="231F20"/>
        </w:rPr>
      </w:pPr>
      <w:r>
        <w:rPr>
          <w:u w:color="231F20"/>
        </w:rPr>
        <w:t>t</w:t>
      </w:r>
      <w:r>
        <w:rPr>
          <w:u w:color="231F20"/>
        </w:rPr>
        <w:tab/>
        <w:t>Zeit</w:t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  <w:t>[s]</w:t>
      </w:r>
    </w:p>
    <w:p w14:paraId="16D2347F" w14:textId="77777777" w:rsidR="00C0533E" w:rsidRDefault="00C0533E" w:rsidP="00DD4C7A">
      <w:pPr>
        <w:rPr>
          <w:u w:color="231F20"/>
        </w:rPr>
      </w:pPr>
      <w:r>
        <w:rPr>
          <w:u w:color="231F20"/>
        </w:rPr>
        <w:t>A</w:t>
      </w:r>
      <w:r>
        <w:rPr>
          <w:u w:color="231F20"/>
        </w:rPr>
        <w:tab/>
        <w:t>Fläche</w:t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</w:r>
      <w:r>
        <w:rPr>
          <w:u w:color="231F20"/>
        </w:rPr>
        <w:tab/>
        <w:t>[m</w:t>
      </w:r>
      <w:r w:rsidRPr="00B57817">
        <w:rPr>
          <w:u w:color="231F20"/>
          <w:vertAlign w:val="superscript"/>
        </w:rPr>
        <w:t>2</w:t>
      </w:r>
      <w:r>
        <w:rPr>
          <w:u w:color="231F20"/>
        </w:rPr>
        <w:t>]</w:t>
      </w:r>
    </w:p>
    <w:p w14:paraId="1934B100" w14:textId="438B7F6A" w:rsidR="00C0533E" w:rsidRPr="00B57817" w:rsidRDefault="00C0533E" w:rsidP="00DD4C7A">
      <w:pPr>
        <w:rPr>
          <w:u w:color="231F20"/>
        </w:rPr>
      </w:pPr>
      <w:r>
        <w:rPr>
          <w:u w:color="231F20"/>
        </w:rPr>
        <w:t>K</w:t>
      </w:r>
      <w:r w:rsidRPr="00B57817">
        <w:rPr>
          <w:u w:color="231F20"/>
          <w:vertAlign w:val="subscript"/>
        </w:rPr>
        <w:t>ges</w:t>
      </w:r>
      <w:r>
        <w:rPr>
          <w:u w:color="231F20"/>
        </w:rPr>
        <w:tab/>
        <w:t>Stoffdurchgangskoeffizient</w:t>
      </w:r>
      <w:r>
        <w:rPr>
          <w:u w:color="231F20"/>
        </w:rPr>
        <w:tab/>
        <w:t>= 0</w:t>
      </w:r>
      <w:r w:rsidR="00581F37">
        <w:rPr>
          <w:u w:color="231F20"/>
        </w:rPr>
        <w:t>,</w:t>
      </w:r>
      <w:r>
        <w:rPr>
          <w:u w:color="231F20"/>
        </w:rPr>
        <w:t xml:space="preserve">00905 </w:t>
      </w:r>
      <w:r>
        <w:rPr>
          <w:u w:color="231F20"/>
        </w:rPr>
        <w:tab/>
        <w:t>[mg/m</w:t>
      </w:r>
      <w:r w:rsidRPr="00B57817">
        <w:rPr>
          <w:u w:color="231F20"/>
          <w:vertAlign w:val="superscript"/>
        </w:rPr>
        <w:t>2</w:t>
      </w:r>
      <w:r>
        <w:rPr>
          <w:u w:color="231F20"/>
        </w:rPr>
        <w:t>/s]</w:t>
      </w:r>
    </w:p>
    <w:p w14:paraId="1576FDB5" w14:textId="060EB065" w:rsidR="00C0533E" w:rsidRDefault="00C0533E" w:rsidP="00DD4C7A">
      <w:pPr>
        <w:rPr>
          <w:u w:color="231F20"/>
        </w:rPr>
      </w:pPr>
      <w:r>
        <w:rPr>
          <w:u w:color="231F20"/>
        </w:rPr>
        <w:t>F</w:t>
      </w:r>
      <w:r w:rsidRPr="000D672E">
        <w:rPr>
          <w:u w:color="231F20"/>
          <w:vertAlign w:val="subscript"/>
        </w:rPr>
        <w:t>T</w:t>
      </w:r>
      <w:r>
        <w:rPr>
          <w:u w:color="231F20"/>
        </w:rPr>
        <w:tab/>
        <w:t>Triebkraft</w:t>
      </w:r>
      <w:r>
        <w:rPr>
          <w:rStyle w:val="Funotenzeichen"/>
          <w:color w:val="231F20"/>
          <w:u w:color="231F20"/>
        </w:rPr>
        <w:footnoteReference w:id="1"/>
      </w:r>
      <w:r w:rsidR="0092285A">
        <w:rPr>
          <w:u w:color="231F20"/>
        </w:rPr>
        <w:tab/>
      </w:r>
      <w:r w:rsidR="0092285A">
        <w:rPr>
          <w:u w:color="231F20"/>
        </w:rPr>
        <w:tab/>
      </w:r>
      <w:r w:rsidR="0092285A">
        <w:rPr>
          <w:u w:color="231F20"/>
        </w:rPr>
        <w:tab/>
      </w:r>
      <w:r>
        <w:rPr>
          <w:u w:color="231F20"/>
        </w:rPr>
        <w:t>= 20</w:t>
      </w:r>
      <w:r>
        <w:rPr>
          <w:u w:color="231F20"/>
        </w:rPr>
        <w:tab/>
      </w:r>
      <w:r>
        <w:rPr>
          <w:u w:color="231F20"/>
        </w:rPr>
        <w:tab/>
        <w:t>[mg/mg]</w:t>
      </w:r>
    </w:p>
    <w:p w14:paraId="10EFBEC8" w14:textId="77777777" w:rsidR="00C0533E" w:rsidRDefault="00C0533E" w:rsidP="00DD4C7A">
      <w:pPr>
        <w:rPr>
          <w:u w:color="231F20"/>
        </w:rPr>
      </w:pPr>
    </w:p>
    <w:p w14:paraId="5876B0B5" w14:textId="59A3D947" w:rsidR="00C0533E" w:rsidRDefault="00FE1674" w:rsidP="00DD4C7A">
      <w:pPr>
        <w:rPr>
          <w:u w:color="231F20"/>
        </w:rPr>
      </w:pPr>
      <m:oMath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w:rPr>
                <w:rFonts w:ascii="Cambria Math" w:hAnsi="Cambria Math"/>
                <w:u w:color="231F20"/>
              </w:rPr>
              <m:t>dm</m:t>
            </m:r>
          </m:num>
          <m:den>
            <m:r>
              <w:rPr>
                <w:rFonts w:ascii="Cambria Math" w:hAnsi="Cambria Math"/>
                <w:u w:color="231F20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  <w:u w:color="231F20"/>
          </w:rPr>
          <m:t>=</m:t>
        </m:r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u w:color="231F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u w:color="231F20"/>
                  </w:rPr>
                  <m:t>8-0.008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u w:color="231F20"/>
              </w:rPr>
              <m:t>×5000</m:t>
            </m:r>
          </m:num>
          <m:den>
            <m:r>
              <m:rPr>
                <m:sty m:val="p"/>
              </m:rPr>
              <w:rPr>
                <w:rFonts w:ascii="Cambria Math" w:hAnsi="Cambria Math"/>
                <w:u w:color="231F20"/>
              </w:rPr>
              <m:t>3600</m:t>
            </m:r>
          </m:den>
        </m:f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w:rPr>
                <w:rFonts w:ascii="Cambria Math" w:hAnsi="Cambria Math"/>
                <w:u w:color="231F20"/>
              </w:rPr>
              <m:t>mg</m:t>
            </m:r>
          </m:num>
          <m:den>
            <m:r>
              <w:rPr>
                <w:rFonts w:ascii="Cambria Math" w:hAnsi="Cambria Math"/>
                <w:u w:color="231F20"/>
              </w:rPr>
              <m:t>s</m:t>
            </m:r>
          </m:den>
        </m:f>
        <m:r>
          <m:rPr>
            <m:sty m:val="p"/>
          </m:rPr>
          <w:rPr>
            <w:rFonts w:ascii="Cambria Math" w:hAnsi="Cambria Math"/>
            <w:u w:color="231F20"/>
          </w:rPr>
          <m:t>=11,1</m:t>
        </m:r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w:rPr>
                <w:rFonts w:ascii="Cambria Math" w:hAnsi="Cambria Math"/>
                <w:u w:color="231F20"/>
              </w:rPr>
              <m:t>mg</m:t>
            </m:r>
          </m:num>
          <m:den>
            <m:r>
              <w:rPr>
                <w:rFonts w:ascii="Cambria Math" w:hAnsi="Cambria Math"/>
                <w:u w:color="231F20"/>
              </w:rPr>
              <m:t>s</m:t>
            </m:r>
          </m:den>
        </m:f>
      </m:oMath>
      <w:r w:rsidR="00C0533E">
        <w:rPr>
          <w:u w:color="231F20"/>
        </w:rPr>
        <w:t xml:space="preserve"> </w:t>
      </w:r>
      <w:r w:rsidR="00C0533E">
        <w:rPr>
          <w:u w:color="231F20"/>
        </w:rPr>
        <w:tab/>
      </w:r>
      <w:r w:rsidR="00C0533E">
        <w:rPr>
          <w:u w:color="231F20"/>
        </w:rPr>
        <w:tab/>
      </w:r>
    </w:p>
    <w:p w14:paraId="5C65F67B" w14:textId="77777777" w:rsidR="00C0533E" w:rsidRDefault="00C0533E" w:rsidP="00DD4C7A">
      <w:pPr>
        <w:rPr>
          <w:u w:color="231F20"/>
        </w:rPr>
      </w:pPr>
      <m:oMath>
        <m:r>
          <w:rPr>
            <w:rFonts w:ascii="Cambria Math" w:hAnsi="Cambria Math"/>
            <w:u w:color="231F20"/>
          </w:rPr>
          <m:t>A</m:t>
        </m:r>
        <m:r>
          <m:rPr>
            <m:sty m:val="p"/>
          </m:rPr>
          <w:rPr>
            <w:rFonts w:ascii="Cambria Math" w:hAnsi="Cambria Math"/>
            <w:u w:color="231F20"/>
          </w:rPr>
          <m:t>=</m:t>
        </m:r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w:rPr>
                <w:rFonts w:ascii="Cambria Math" w:hAnsi="Cambria Math"/>
                <w:u w:color="231F20"/>
              </w:rPr>
              <m:t>dm</m:t>
            </m:r>
          </m:num>
          <m:den>
            <m:r>
              <w:rPr>
                <w:rFonts w:ascii="Cambria Math" w:hAnsi="Cambria Math"/>
                <w:u w:color="231F20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  <w:u w:color="231F20"/>
          </w:rPr>
          <m:t>×</m:t>
        </m:r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u w:color="231F20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u w:color="231F20"/>
                  </w:rPr>
                </m:ctrlPr>
              </m:sSubPr>
              <m:e>
                <m:r>
                  <w:rPr>
                    <w:rFonts w:ascii="Cambria Math" w:hAnsi="Cambria Math"/>
                    <w:u w:color="231F20"/>
                  </w:rPr>
                  <m:t>K</m:t>
                </m:r>
              </m:e>
              <m:sub>
                <m:r>
                  <w:rPr>
                    <w:rFonts w:ascii="Cambria Math" w:hAnsi="Cambria Math"/>
                    <w:u w:color="231F20"/>
                  </w:rPr>
                  <m:t>ges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u w:color="231F20"/>
              </w:rPr>
              <m:t>×</m:t>
            </m:r>
            <m:sSub>
              <m:sSubPr>
                <m:ctrlPr>
                  <w:rPr>
                    <w:rFonts w:ascii="Cambria Math" w:hAnsi="Cambria Math"/>
                    <w:u w:color="231F20"/>
                  </w:rPr>
                </m:ctrlPr>
              </m:sSubPr>
              <m:e>
                <m:r>
                  <w:rPr>
                    <w:rFonts w:ascii="Cambria Math" w:hAnsi="Cambria Math"/>
                    <w:u w:color="231F20"/>
                  </w:rPr>
                  <m:t>F</m:t>
                </m:r>
              </m:e>
              <m:sub>
                <m:r>
                  <w:rPr>
                    <w:rFonts w:ascii="Cambria Math" w:hAnsi="Cambria Math"/>
                    <w:u w:color="231F20"/>
                  </w:rPr>
                  <m:t>T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u w:color="231F20"/>
          </w:rPr>
          <m:t>=</m:t>
        </m:r>
        <m:f>
          <m:fPr>
            <m:ctrlPr>
              <w:rPr>
                <w:rFonts w:ascii="Cambria Math" w:hAnsi="Cambria Math"/>
                <w:u w:color="231F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u w:color="231F20"/>
              </w:rPr>
              <m:t>11.1</m:t>
            </m:r>
          </m:num>
          <m:den>
            <m:r>
              <m:rPr>
                <m:sty m:val="p"/>
              </m:rPr>
              <w:rPr>
                <w:rFonts w:ascii="Cambria Math" w:hAnsi="Cambria Math"/>
                <w:u w:color="231F20"/>
              </w:rPr>
              <m:t>0.00905×20</m:t>
            </m:r>
          </m:den>
        </m:f>
        <m:sSup>
          <m:sSupPr>
            <m:ctrlPr>
              <w:rPr>
                <w:rFonts w:ascii="Cambria Math" w:hAnsi="Cambria Math"/>
                <w:u w:color="231F20"/>
              </w:rPr>
            </m:ctrlPr>
          </m:sSupPr>
          <m:e>
            <m:r>
              <w:rPr>
                <w:rFonts w:ascii="Cambria Math" w:hAnsi="Cambria Math"/>
                <w:u w:color="231F20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u w:color="231F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u w:color="231F20"/>
          </w:rPr>
          <m:t>≅61</m:t>
        </m:r>
        <m:sSup>
          <m:sSupPr>
            <m:ctrlPr>
              <w:rPr>
                <w:rFonts w:ascii="Cambria Math" w:hAnsi="Cambria Math"/>
                <w:u w:color="231F20"/>
              </w:rPr>
            </m:ctrlPr>
          </m:sSupPr>
          <m:e>
            <m:r>
              <w:rPr>
                <w:rFonts w:ascii="Cambria Math" w:hAnsi="Cambria Math"/>
                <w:u w:color="231F20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u w:color="231F20"/>
              </w:rPr>
              <m:t>2</m:t>
            </m:r>
          </m:sup>
        </m:sSup>
      </m:oMath>
      <w:r>
        <w:rPr>
          <w:u w:color="231F20"/>
        </w:rPr>
        <w:t xml:space="preserve"> </w:t>
      </w:r>
      <w:r>
        <w:rPr>
          <w:u w:color="231F20"/>
        </w:rPr>
        <w:tab/>
      </w:r>
      <w:r>
        <w:rPr>
          <w:u w:color="231F20"/>
        </w:rPr>
        <w:tab/>
      </w:r>
    </w:p>
    <w:p w14:paraId="5A06344B" w14:textId="77777777" w:rsidR="00DD4C7A" w:rsidRDefault="00DD4C7A" w:rsidP="00DD4C7A">
      <w:pPr>
        <w:rPr>
          <w:u w:color="231F20"/>
        </w:rPr>
      </w:pPr>
    </w:p>
    <w:p w14:paraId="4EADA7A5" w14:textId="7DD3557A" w:rsidR="00C0533E" w:rsidRDefault="00C0533E" w:rsidP="00DD4C7A">
      <w:pPr>
        <w:rPr>
          <w:u w:color="231F20"/>
        </w:rPr>
      </w:pPr>
      <w:r>
        <w:rPr>
          <w:u w:color="231F20"/>
        </w:rPr>
        <w:t>Das ergibt eine Anlage mit vier Membran</w:t>
      </w:r>
      <w:r w:rsidR="00581F37">
        <w:rPr>
          <w:u w:color="231F20"/>
        </w:rPr>
        <w:t>k</w:t>
      </w:r>
      <w:r>
        <w:rPr>
          <w:u w:color="231F20"/>
        </w:rPr>
        <w:t>ontaktoren à 16 m</w:t>
      </w:r>
      <w:r w:rsidRPr="006B5D50">
        <w:rPr>
          <w:u w:color="231F20"/>
          <w:vertAlign w:val="superscript"/>
        </w:rPr>
        <w:t>2</w:t>
      </w:r>
      <w:r>
        <w:rPr>
          <w:u w:color="231F20"/>
        </w:rPr>
        <w:t>. In Bild 6 ist ein möglicher Aufbau für eine solche Anlage dargestellt.</w:t>
      </w:r>
    </w:p>
    <w:p w14:paraId="77055269" w14:textId="77777777" w:rsidR="00C0533E" w:rsidRDefault="00C0533E" w:rsidP="00C0533E">
      <w:pPr>
        <w:tabs>
          <w:tab w:val="left" w:pos="1234"/>
        </w:tabs>
        <w:spacing w:before="92"/>
        <w:ind w:left="437"/>
        <w:rPr>
          <w:color w:val="231F20"/>
          <w:u w:color="231F20"/>
        </w:rPr>
      </w:pPr>
      <w:r>
        <w:rPr>
          <w:noProof/>
          <w:lang w:val="de-CH" w:eastAsia="de-CH"/>
        </w:rPr>
        <w:lastRenderedPageBreak/>
        <w:drawing>
          <wp:inline distT="0" distB="0" distL="0" distR="0" wp14:anchorId="09010A6D" wp14:editId="07F9A289">
            <wp:extent cx="5760720" cy="2800990"/>
            <wp:effectExtent l="0" t="0" r="0" b="0"/>
            <wp:docPr id="8" name="Grafik 8" descr="Membranentga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mbranentgase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76E72" w14:textId="66B3B12B" w:rsidR="00C0533E" w:rsidRDefault="00C0533E" w:rsidP="00DD4C7A">
      <w:pPr>
        <w:pStyle w:val="TEBISIOAbbilungslegende"/>
        <w:rPr>
          <w:u w:color="231F20"/>
        </w:rPr>
      </w:pPr>
      <w:r>
        <w:rPr>
          <w:u w:color="231F20"/>
        </w:rPr>
        <w:t>Bild 6: Anlage zur Wasserentgasung mit 4 Membran</w:t>
      </w:r>
      <w:r w:rsidR="00581F37">
        <w:rPr>
          <w:u w:color="231F20"/>
        </w:rPr>
        <w:t>k</w:t>
      </w:r>
      <w:r>
        <w:rPr>
          <w:u w:color="231F20"/>
        </w:rPr>
        <w:t>ontaktoren</w:t>
      </w:r>
      <w:r w:rsidR="00581F37">
        <w:rPr>
          <w:rStyle w:val="Funotenzeichen"/>
          <w:color w:val="231F20"/>
          <w:u w:color="231F20"/>
        </w:rPr>
        <w:footnoteReference w:id="2"/>
      </w:r>
      <w:r>
        <w:rPr>
          <w:u w:color="231F20"/>
        </w:rPr>
        <w:t>.</w:t>
      </w:r>
    </w:p>
    <w:p w14:paraId="30A1EB09" w14:textId="4EC27E8D" w:rsidR="00DD4C7A" w:rsidRPr="00DD4C7A" w:rsidRDefault="00DD4C7A" w:rsidP="00DD4C7A"/>
    <w:p w14:paraId="167DCF9A" w14:textId="7391FB64" w:rsidR="00DD4C7A" w:rsidRPr="00DD4C7A" w:rsidRDefault="00DD4C7A" w:rsidP="00DD4C7A"/>
    <w:p w14:paraId="4266313A" w14:textId="657B4853" w:rsidR="00DD4C7A" w:rsidRPr="00DD4C7A" w:rsidRDefault="00DD4C7A" w:rsidP="00DD4C7A"/>
    <w:p w14:paraId="45927237" w14:textId="1E348E8F" w:rsidR="00DD4C7A" w:rsidRPr="00DD4C7A" w:rsidRDefault="00DD4C7A" w:rsidP="00DD4C7A"/>
    <w:p w14:paraId="614DD0F9" w14:textId="0156D62C" w:rsidR="00DD4C7A" w:rsidRPr="00DD4C7A" w:rsidRDefault="00DD4C7A" w:rsidP="00DD4C7A"/>
    <w:p w14:paraId="7B63172B" w14:textId="237CCDE0" w:rsidR="00DD4C7A" w:rsidRPr="00DD4C7A" w:rsidRDefault="00DD4C7A" w:rsidP="00DD4C7A"/>
    <w:p w14:paraId="05F2D622" w14:textId="500D7BF7" w:rsidR="00DD4C7A" w:rsidRPr="00DD4C7A" w:rsidRDefault="00DD4C7A" w:rsidP="00DD4C7A"/>
    <w:p w14:paraId="3059939D" w14:textId="7780C28D" w:rsidR="00DD4C7A" w:rsidRPr="00DD4C7A" w:rsidRDefault="00DD4C7A" w:rsidP="00DD4C7A"/>
    <w:p w14:paraId="21B4973B" w14:textId="281A7D97" w:rsidR="00DD4C7A" w:rsidRPr="00DD4C7A" w:rsidRDefault="00DD4C7A" w:rsidP="00DD4C7A"/>
    <w:p w14:paraId="1B50C474" w14:textId="048D4B45" w:rsidR="00DD4C7A" w:rsidRPr="00DD4C7A" w:rsidRDefault="00DD4C7A" w:rsidP="00DD4C7A"/>
    <w:p w14:paraId="3B8D413A" w14:textId="350C1986" w:rsidR="00DD4C7A" w:rsidRPr="00DD4C7A" w:rsidRDefault="00DD4C7A" w:rsidP="00DD4C7A"/>
    <w:p w14:paraId="2C3C0026" w14:textId="166B773B" w:rsidR="00DD4C7A" w:rsidRDefault="00F84B3F" w:rsidP="00DD4C7A">
      <w:r>
        <w:t>Abbildungsverzeichnis:</w:t>
      </w:r>
    </w:p>
    <w:p w14:paraId="33C9DDE3" w14:textId="298F3409" w:rsidR="00F84B3F" w:rsidRPr="00DD4C7A" w:rsidRDefault="00F84B3F" w:rsidP="00DD4C7A">
      <w:r>
        <w:fldChar w:fldCharType="begin"/>
      </w:r>
      <w:r>
        <w:instrText xml:space="preserve"> TOC \n \h \z \c "Abbildung" </w:instrText>
      </w:r>
      <w:r w:rsidR="00FE1674">
        <w:fldChar w:fldCharType="separate"/>
      </w:r>
      <w:r>
        <w:fldChar w:fldCharType="end"/>
      </w:r>
    </w:p>
    <w:p w14:paraId="0D9C6AD9" w14:textId="4397B522" w:rsidR="00F84B3F" w:rsidRDefault="00F84B3F">
      <w:pPr>
        <w:pStyle w:val="TEBISIOAbbilungslegende"/>
        <w:rPr>
          <w:u w:color="231F20"/>
        </w:rPr>
      </w:pPr>
      <w:r>
        <w:rPr>
          <w:u w:color="231F20"/>
        </w:rPr>
        <w:t>Bild 1: Schema Versuchsanlage</w:t>
      </w:r>
      <w:r w:rsidR="00926B95">
        <w:rPr>
          <w:u w:color="231F20"/>
        </w:rPr>
        <w:t xml:space="preserve">, </w:t>
      </w:r>
      <w:r w:rsidR="00926B95">
        <w:t>Daniel Mollet, FHNW-Tebisio,2020</w:t>
      </w:r>
    </w:p>
    <w:p w14:paraId="238B35E7" w14:textId="77777777" w:rsidR="00D51A4C" w:rsidRDefault="00F84B3F">
      <w:pPr>
        <w:pStyle w:val="TEBISIOAbbilungslegende"/>
      </w:pPr>
      <w:r>
        <w:rPr>
          <w:u w:color="231F20"/>
        </w:rPr>
        <w:t>Bild 2: Membrankontaktor</w:t>
      </w:r>
      <w:r w:rsidR="00D51A4C">
        <w:rPr>
          <w:u w:color="231F20"/>
        </w:rPr>
        <w:t xml:space="preserve">, </w:t>
      </w:r>
      <w:r w:rsidR="00D51A4C">
        <w:t xml:space="preserve">, Fotografie, Daniel Mollet, FHNW-Tebisio,2020 </w:t>
      </w:r>
    </w:p>
    <w:p w14:paraId="6256BD2E" w14:textId="090B5F96" w:rsidR="00F84B3F" w:rsidRDefault="00F84B3F">
      <w:pPr>
        <w:pStyle w:val="TEBISIOAbbilungslegende"/>
      </w:pPr>
      <w:r>
        <w:t xml:space="preserve">Bild 3 + 4: Versuchsanlage mit Membrankontaktor, Fotografie, Daniel Mollet, FHNW-Tebisio,2020 </w:t>
      </w:r>
    </w:p>
    <w:p w14:paraId="2E4ADFA9" w14:textId="3BDA2ED9" w:rsidR="00F84B3F" w:rsidRDefault="00F84B3F">
      <w:pPr>
        <w:pStyle w:val="TEBISIOAbbilungslegende"/>
      </w:pPr>
      <w:r>
        <w:t>Bild 5: Sauerstoff-Konzentrationsverlauf beim Be- und Entgasen</w:t>
      </w:r>
      <w:r w:rsidR="00926B95">
        <w:t>, Daniel Mollet, FHNW-Tebisio,2020</w:t>
      </w:r>
    </w:p>
    <w:p w14:paraId="782BCB13" w14:textId="17247F84" w:rsidR="00F84B3F" w:rsidRDefault="00F84B3F">
      <w:pPr>
        <w:pStyle w:val="TEBISIOAbbilungslegende"/>
        <w:rPr>
          <w:u w:color="231F20"/>
        </w:rPr>
      </w:pPr>
      <w:r>
        <w:rPr>
          <w:u w:color="231F20"/>
        </w:rPr>
        <w:t>Bild 6: Anlage zur Wasserentgasung mit 4 Membrankontaktoren,,</w:t>
      </w:r>
      <w:r>
        <w:t xml:space="preserve"> </w:t>
      </w:r>
      <w:hyperlink r:id="rId18" w:history="1">
        <w:r w:rsidRPr="008E138C">
          <w:t>https://www.ewt-wasser.de/de/produkt/membranentgasung.html</w:t>
        </w:r>
      </w:hyperlink>
      <w:r w:rsidRPr="00F84B3F">
        <w:t>, (19.6.2020, 9.15 Uhr)</w:t>
      </w:r>
    </w:p>
    <w:p w14:paraId="50F23D70" w14:textId="77777777" w:rsidR="00F84B3F" w:rsidRDefault="00F84B3F" w:rsidP="00F84B3F">
      <w:pPr>
        <w:pStyle w:val="TEBISIOAbbilungslegende"/>
      </w:pPr>
    </w:p>
    <w:p w14:paraId="5F5E8DC7" w14:textId="77777777" w:rsidR="00F84B3F" w:rsidRDefault="00F84B3F" w:rsidP="00F84B3F">
      <w:pPr>
        <w:pStyle w:val="TEBISIOAbbilungslegende"/>
        <w:rPr>
          <w:u w:color="231F20"/>
        </w:rPr>
      </w:pPr>
    </w:p>
    <w:p w14:paraId="3666E438" w14:textId="244E1C13" w:rsidR="00DD4C7A" w:rsidRPr="00DD4C7A" w:rsidRDefault="00DD4C7A" w:rsidP="00DD4C7A"/>
    <w:p w14:paraId="6397D5AC" w14:textId="52ED2058" w:rsidR="00DD4C7A" w:rsidRDefault="00DD4C7A" w:rsidP="00DD4C7A">
      <w:pPr>
        <w:rPr>
          <w:rFonts w:ascii="Univers 55 Roman" w:hAnsi="Univers 55 Roman"/>
          <w:sz w:val="16"/>
          <w:u w:color="231F20"/>
        </w:rPr>
      </w:pPr>
    </w:p>
    <w:p w14:paraId="6DFEA948" w14:textId="2AAA48E6" w:rsidR="00DD4C7A" w:rsidRPr="00DD4C7A" w:rsidRDefault="00DD4C7A" w:rsidP="00DD4C7A">
      <w:pPr>
        <w:tabs>
          <w:tab w:val="left" w:pos="5832"/>
        </w:tabs>
      </w:pPr>
    </w:p>
    <w:sectPr w:rsidR="00DD4C7A" w:rsidRPr="00DD4C7A" w:rsidSect="00564A1F">
      <w:headerReference w:type="default" r:id="rId1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0C9" w14:textId="77777777" w:rsidR="00FE1674" w:rsidRDefault="00FE1674" w:rsidP="005952F4">
      <w:r>
        <w:separator/>
      </w:r>
    </w:p>
  </w:endnote>
  <w:endnote w:type="continuationSeparator" w:id="0">
    <w:p w14:paraId="1160191D" w14:textId="77777777" w:rsidR="00FE1674" w:rsidRDefault="00FE1674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5B817" w14:textId="77777777" w:rsidR="00FE1674" w:rsidRDefault="00FE1674" w:rsidP="005952F4">
      <w:r>
        <w:separator/>
      </w:r>
    </w:p>
  </w:footnote>
  <w:footnote w:type="continuationSeparator" w:id="0">
    <w:p w14:paraId="79F79570" w14:textId="77777777" w:rsidR="00FE1674" w:rsidRDefault="00FE1674" w:rsidP="005952F4">
      <w:r>
        <w:continuationSeparator/>
      </w:r>
    </w:p>
  </w:footnote>
  <w:footnote w:id="1">
    <w:p w14:paraId="0EDD1852" w14:textId="03EAC450" w:rsidR="00C0533E" w:rsidRDefault="00C0533E" w:rsidP="00DD4C7A">
      <w:r>
        <w:rPr>
          <w:rStyle w:val="Funotenzeichen"/>
        </w:rPr>
        <w:footnoteRef/>
      </w:r>
      <w:r>
        <w:t xml:space="preserve"> </w:t>
      </w:r>
      <w:r>
        <w:rPr>
          <w:u w:color="231F20"/>
        </w:rPr>
        <w:t xml:space="preserve">Aufgrund </w:t>
      </w:r>
      <w:r w:rsidR="00581F37">
        <w:rPr>
          <w:u w:color="231F20"/>
        </w:rPr>
        <w:t xml:space="preserve">der </w:t>
      </w:r>
      <w:r>
        <w:rPr>
          <w:u w:color="231F20"/>
        </w:rPr>
        <w:t>Zustände der Stoffsysteme auf beiden Seiten der Membran</w:t>
      </w:r>
    </w:p>
  </w:footnote>
  <w:footnote w:id="2">
    <w:p w14:paraId="7624F5DF" w14:textId="24FBCBB3" w:rsidR="00581F37" w:rsidRDefault="00581F37" w:rsidP="00581F37">
      <w:r>
        <w:rPr>
          <w:rStyle w:val="Funotenzeichen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C4E1" w14:textId="51F0F06F" w:rsidR="00522437" w:rsidRPr="00553DE8" w:rsidRDefault="002E6CE6" w:rsidP="00553DE8">
    <w:pPr>
      <w:pStyle w:val="Kopfzeile"/>
      <w:rPr>
        <w:szCs w:val="16"/>
        <w:lang w:val="de-CH"/>
      </w:rPr>
    </w:pPr>
    <w:r w:rsidRPr="009726C6">
      <w:rPr>
        <w:szCs w:val="16"/>
        <w:lang w:val="de-CH"/>
      </w:rPr>
      <w:t xml:space="preserve">Lehreinheit </w:t>
    </w:r>
    <w:r w:rsidR="00553DE8">
      <w:rPr>
        <w:szCs w:val="16"/>
        <w:lang w:val="de-CH"/>
      </w:rPr>
      <w:t>Hightech Textilien</w:t>
    </w:r>
    <w:r w:rsidRPr="009726C6">
      <w:rPr>
        <w:szCs w:val="16"/>
        <w:lang w:val="de-CH"/>
      </w:rPr>
      <w:t xml:space="preserve">, Untereinheit </w:t>
    </w:r>
    <w:r w:rsidR="00553DE8">
      <w:rPr>
        <w:szCs w:val="16"/>
        <w:lang w:val="de-CH"/>
      </w:rPr>
      <w:t>3</w:t>
    </w:r>
    <w:r w:rsidRPr="009726C6">
      <w:rPr>
        <w:szCs w:val="16"/>
        <w:lang w:val="de-CH"/>
      </w:rPr>
      <w:t xml:space="preserve">, </w:t>
    </w:r>
    <w:r w:rsidR="00C168FA">
      <w:rPr>
        <w:szCs w:val="16"/>
        <w:lang w:val="de-CH"/>
      </w:rPr>
      <w:t xml:space="preserve">Arbeitsblatt </w:t>
    </w:r>
    <w:r w:rsidR="00553DE8">
      <w:rPr>
        <w:szCs w:val="16"/>
        <w:lang w:val="de-CH"/>
      </w:rPr>
      <w:t>3.1</w:t>
    </w:r>
    <w:r w:rsidR="00801AC8">
      <w:rPr>
        <w:szCs w:val="16"/>
        <w:lang w:val="de-CH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DA8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1EFA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D8A5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7EA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32D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B840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C454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369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7C0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2CB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21E0A"/>
    <w:multiLevelType w:val="hybridMultilevel"/>
    <w:tmpl w:val="E5E64904"/>
    <w:lvl w:ilvl="0" w:tplc="4A004B3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4"/>
  </w:num>
  <w:num w:numId="6">
    <w:abstractNumId w:val="33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5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2"/>
  </w:num>
  <w:num w:numId="20">
    <w:abstractNumId w:val="25"/>
  </w:num>
  <w:num w:numId="21">
    <w:abstractNumId w:val="21"/>
  </w:num>
  <w:num w:numId="22">
    <w:abstractNumId w:val="29"/>
  </w:num>
  <w:num w:numId="23">
    <w:abstractNumId w:val="36"/>
  </w:num>
  <w:num w:numId="24">
    <w:abstractNumId w:val="18"/>
  </w:num>
  <w:num w:numId="25">
    <w:abstractNumId w:val="27"/>
  </w:num>
  <w:num w:numId="26">
    <w:abstractNumId w:val="23"/>
  </w:num>
  <w:num w:numId="27">
    <w:abstractNumId w:val="3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27FAE"/>
    <w:rsid w:val="00030116"/>
    <w:rsid w:val="0003104C"/>
    <w:rsid w:val="00036455"/>
    <w:rsid w:val="00037E61"/>
    <w:rsid w:val="00041C8D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A7012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0D40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D5EE4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07680"/>
    <w:rsid w:val="00511E0C"/>
    <w:rsid w:val="00520284"/>
    <w:rsid w:val="005218F2"/>
    <w:rsid w:val="00521EEE"/>
    <w:rsid w:val="00522437"/>
    <w:rsid w:val="00524332"/>
    <w:rsid w:val="00525569"/>
    <w:rsid w:val="0052644F"/>
    <w:rsid w:val="00531081"/>
    <w:rsid w:val="0053296C"/>
    <w:rsid w:val="0053572B"/>
    <w:rsid w:val="005369C2"/>
    <w:rsid w:val="00541CB4"/>
    <w:rsid w:val="00541D82"/>
    <w:rsid w:val="00542A22"/>
    <w:rsid w:val="00546872"/>
    <w:rsid w:val="005473ED"/>
    <w:rsid w:val="00553DE8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1F37"/>
    <w:rsid w:val="0058621B"/>
    <w:rsid w:val="005873D0"/>
    <w:rsid w:val="00594DF9"/>
    <w:rsid w:val="005952F4"/>
    <w:rsid w:val="00595DD5"/>
    <w:rsid w:val="0059664D"/>
    <w:rsid w:val="005A4484"/>
    <w:rsid w:val="005B4512"/>
    <w:rsid w:val="005B650C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4B62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1AC8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138C"/>
    <w:rsid w:val="008E4657"/>
    <w:rsid w:val="008F1893"/>
    <w:rsid w:val="008F2CA2"/>
    <w:rsid w:val="008F47FD"/>
    <w:rsid w:val="008F6551"/>
    <w:rsid w:val="00901CA8"/>
    <w:rsid w:val="00901ED0"/>
    <w:rsid w:val="0091604F"/>
    <w:rsid w:val="0092012E"/>
    <w:rsid w:val="00920455"/>
    <w:rsid w:val="00920AC4"/>
    <w:rsid w:val="0092216A"/>
    <w:rsid w:val="0092285A"/>
    <w:rsid w:val="00922A2D"/>
    <w:rsid w:val="00924EC7"/>
    <w:rsid w:val="00925495"/>
    <w:rsid w:val="00926B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27BD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3B65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533E"/>
    <w:rsid w:val="00C0795B"/>
    <w:rsid w:val="00C115EC"/>
    <w:rsid w:val="00C13C99"/>
    <w:rsid w:val="00C15225"/>
    <w:rsid w:val="00C157CD"/>
    <w:rsid w:val="00C168FA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2602"/>
    <w:rsid w:val="00D46D32"/>
    <w:rsid w:val="00D51A4C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4C7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1572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4B3F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674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4C7A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C053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533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533E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C0533E"/>
    <w:rPr>
      <w:vertAlign w:val="superscript"/>
    </w:rPr>
  </w:style>
  <w:style w:type="paragraph" w:styleId="berarbeitung">
    <w:name w:val="Revision"/>
    <w:hidden/>
    <w:uiPriority w:val="99"/>
    <w:semiHidden/>
    <w:rsid w:val="00260D40"/>
    <w:rPr>
      <w:rFonts w:ascii="Egyptienne F 55 Roman" w:eastAsia="Times New Roman" w:hAnsi="Egyptienne F 55 Roman" w:cstheme="minorHAnsi"/>
      <w:sz w:val="19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cid:45419e89-ac40-4173-b14f-ba00670bf1d1" TargetMode="External"/><Relationship Id="rId18" Type="http://schemas.openxmlformats.org/officeDocument/2006/relationships/hyperlink" Target="https://www.ewt-wasser.de/de/produkt/membranentgasung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cid:f22bf04b-bed9-4b11-b4ce-a3bb446456c1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fs.adm.ds.fhnw.ch\Data\daniel.mollet\Projekte\Tebisio\20200520\Messung%20O2\Mint_O2_202006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CH"/>
              <a:t>Be- und Entgasen von Wasser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Messung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Mint_O2_20200612!$C$1000:$C$9094</c:f>
              <c:numCache>
                <c:formatCode>General</c:formatCode>
                <c:ptCount val="8095"/>
                <c:pt idx="0">
                  <c:v>1984</c:v>
                </c:pt>
                <c:pt idx="1">
                  <c:v>1986</c:v>
                </c:pt>
                <c:pt idx="2">
                  <c:v>1988</c:v>
                </c:pt>
                <c:pt idx="3">
                  <c:v>1990</c:v>
                </c:pt>
                <c:pt idx="4">
                  <c:v>1992</c:v>
                </c:pt>
                <c:pt idx="5">
                  <c:v>1994</c:v>
                </c:pt>
                <c:pt idx="6">
                  <c:v>1996</c:v>
                </c:pt>
                <c:pt idx="7">
                  <c:v>1998</c:v>
                </c:pt>
                <c:pt idx="8">
                  <c:v>2000</c:v>
                </c:pt>
                <c:pt idx="9">
                  <c:v>2002</c:v>
                </c:pt>
                <c:pt idx="10">
                  <c:v>2004</c:v>
                </c:pt>
                <c:pt idx="11">
                  <c:v>2006</c:v>
                </c:pt>
                <c:pt idx="12">
                  <c:v>2008</c:v>
                </c:pt>
                <c:pt idx="13">
                  <c:v>2010</c:v>
                </c:pt>
                <c:pt idx="14">
                  <c:v>2012</c:v>
                </c:pt>
                <c:pt idx="15">
                  <c:v>2014</c:v>
                </c:pt>
                <c:pt idx="16">
                  <c:v>2016</c:v>
                </c:pt>
                <c:pt idx="17">
                  <c:v>2018</c:v>
                </c:pt>
                <c:pt idx="18">
                  <c:v>2020</c:v>
                </c:pt>
                <c:pt idx="19">
                  <c:v>2022</c:v>
                </c:pt>
                <c:pt idx="20">
                  <c:v>2024</c:v>
                </c:pt>
                <c:pt idx="21">
                  <c:v>2026</c:v>
                </c:pt>
                <c:pt idx="22">
                  <c:v>2028</c:v>
                </c:pt>
                <c:pt idx="23">
                  <c:v>2030</c:v>
                </c:pt>
                <c:pt idx="24">
                  <c:v>2032</c:v>
                </c:pt>
                <c:pt idx="25">
                  <c:v>2034</c:v>
                </c:pt>
                <c:pt idx="26">
                  <c:v>2036</c:v>
                </c:pt>
                <c:pt idx="27">
                  <c:v>2038</c:v>
                </c:pt>
                <c:pt idx="28">
                  <c:v>2040</c:v>
                </c:pt>
                <c:pt idx="29">
                  <c:v>2042</c:v>
                </c:pt>
                <c:pt idx="30">
                  <c:v>2044</c:v>
                </c:pt>
                <c:pt idx="31">
                  <c:v>2046</c:v>
                </c:pt>
                <c:pt idx="32">
                  <c:v>2048</c:v>
                </c:pt>
                <c:pt idx="33">
                  <c:v>2050</c:v>
                </c:pt>
                <c:pt idx="34">
                  <c:v>2052</c:v>
                </c:pt>
                <c:pt idx="35">
                  <c:v>2054</c:v>
                </c:pt>
                <c:pt idx="36">
                  <c:v>2056</c:v>
                </c:pt>
                <c:pt idx="37">
                  <c:v>2058</c:v>
                </c:pt>
                <c:pt idx="38">
                  <c:v>2060</c:v>
                </c:pt>
                <c:pt idx="39">
                  <c:v>2062</c:v>
                </c:pt>
                <c:pt idx="40">
                  <c:v>2064</c:v>
                </c:pt>
                <c:pt idx="41">
                  <c:v>2066</c:v>
                </c:pt>
                <c:pt idx="42">
                  <c:v>2068</c:v>
                </c:pt>
                <c:pt idx="43">
                  <c:v>2070</c:v>
                </c:pt>
                <c:pt idx="44">
                  <c:v>2072</c:v>
                </c:pt>
                <c:pt idx="45">
                  <c:v>2074</c:v>
                </c:pt>
                <c:pt idx="46">
                  <c:v>2076</c:v>
                </c:pt>
                <c:pt idx="47">
                  <c:v>2078</c:v>
                </c:pt>
                <c:pt idx="48">
                  <c:v>2080</c:v>
                </c:pt>
                <c:pt idx="49">
                  <c:v>2082</c:v>
                </c:pt>
                <c:pt idx="50">
                  <c:v>2084</c:v>
                </c:pt>
                <c:pt idx="51">
                  <c:v>2086</c:v>
                </c:pt>
                <c:pt idx="52">
                  <c:v>2088</c:v>
                </c:pt>
                <c:pt idx="53">
                  <c:v>2090</c:v>
                </c:pt>
                <c:pt idx="54">
                  <c:v>2092</c:v>
                </c:pt>
                <c:pt idx="55">
                  <c:v>2094</c:v>
                </c:pt>
                <c:pt idx="56">
                  <c:v>2096</c:v>
                </c:pt>
                <c:pt idx="57">
                  <c:v>2098</c:v>
                </c:pt>
                <c:pt idx="58">
                  <c:v>2100</c:v>
                </c:pt>
                <c:pt idx="59">
                  <c:v>2102</c:v>
                </c:pt>
                <c:pt idx="60">
                  <c:v>2104</c:v>
                </c:pt>
                <c:pt idx="61">
                  <c:v>2106</c:v>
                </c:pt>
                <c:pt idx="62">
                  <c:v>2108</c:v>
                </c:pt>
                <c:pt idx="63">
                  <c:v>2110</c:v>
                </c:pt>
                <c:pt idx="64">
                  <c:v>2112</c:v>
                </c:pt>
                <c:pt idx="65">
                  <c:v>2114</c:v>
                </c:pt>
                <c:pt idx="66">
                  <c:v>2116</c:v>
                </c:pt>
                <c:pt idx="67">
                  <c:v>2118</c:v>
                </c:pt>
                <c:pt idx="68">
                  <c:v>2120</c:v>
                </c:pt>
                <c:pt idx="69">
                  <c:v>2122</c:v>
                </c:pt>
                <c:pt idx="70">
                  <c:v>2124</c:v>
                </c:pt>
                <c:pt idx="71">
                  <c:v>2126</c:v>
                </c:pt>
                <c:pt idx="72">
                  <c:v>2128</c:v>
                </c:pt>
                <c:pt idx="73">
                  <c:v>2130</c:v>
                </c:pt>
                <c:pt idx="74">
                  <c:v>2132</c:v>
                </c:pt>
                <c:pt idx="75">
                  <c:v>2134</c:v>
                </c:pt>
                <c:pt idx="76">
                  <c:v>2136</c:v>
                </c:pt>
                <c:pt idx="77">
                  <c:v>2138</c:v>
                </c:pt>
                <c:pt idx="78">
                  <c:v>2140</c:v>
                </c:pt>
                <c:pt idx="79">
                  <c:v>2142</c:v>
                </c:pt>
                <c:pt idx="80">
                  <c:v>2144</c:v>
                </c:pt>
                <c:pt idx="81">
                  <c:v>2146</c:v>
                </c:pt>
                <c:pt idx="82">
                  <c:v>2148</c:v>
                </c:pt>
                <c:pt idx="83">
                  <c:v>2150</c:v>
                </c:pt>
                <c:pt idx="84">
                  <c:v>2152</c:v>
                </c:pt>
                <c:pt idx="85">
                  <c:v>2154</c:v>
                </c:pt>
                <c:pt idx="86">
                  <c:v>2156</c:v>
                </c:pt>
                <c:pt idx="87">
                  <c:v>2158</c:v>
                </c:pt>
                <c:pt idx="88">
                  <c:v>2160</c:v>
                </c:pt>
                <c:pt idx="89">
                  <c:v>2162</c:v>
                </c:pt>
                <c:pt idx="90">
                  <c:v>2164</c:v>
                </c:pt>
                <c:pt idx="91">
                  <c:v>2166</c:v>
                </c:pt>
                <c:pt idx="92">
                  <c:v>2168</c:v>
                </c:pt>
                <c:pt idx="93">
                  <c:v>2170</c:v>
                </c:pt>
                <c:pt idx="94">
                  <c:v>2172</c:v>
                </c:pt>
                <c:pt idx="95">
                  <c:v>2174</c:v>
                </c:pt>
                <c:pt idx="96">
                  <c:v>2176</c:v>
                </c:pt>
                <c:pt idx="97">
                  <c:v>2178</c:v>
                </c:pt>
                <c:pt idx="98">
                  <c:v>2180</c:v>
                </c:pt>
                <c:pt idx="99">
                  <c:v>2182</c:v>
                </c:pt>
                <c:pt idx="100">
                  <c:v>2184</c:v>
                </c:pt>
                <c:pt idx="101">
                  <c:v>2186</c:v>
                </c:pt>
                <c:pt idx="102">
                  <c:v>2188</c:v>
                </c:pt>
                <c:pt idx="103">
                  <c:v>2190</c:v>
                </c:pt>
                <c:pt idx="104">
                  <c:v>2192</c:v>
                </c:pt>
                <c:pt idx="105">
                  <c:v>2194</c:v>
                </c:pt>
                <c:pt idx="106">
                  <c:v>2196</c:v>
                </c:pt>
                <c:pt idx="107">
                  <c:v>2198</c:v>
                </c:pt>
                <c:pt idx="108">
                  <c:v>2200</c:v>
                </c:pt>
                <c:pt idx="109">
                  <c:v>2202</c:v>
                </c:pt>
                <c:pt idx="110">
                  <c:v>2204</c:v>
                </c:pt>
                <c:pt idx="111">
                  <c:v>2206</c:v>
                </c:pt>
                <c:pt idx="112">
                  <c:v>2208</c:v>
                </c:pt>
                <c:pt idx="113">
                  <c:v>2210</c:v>
                </c:pt>
                <c:pt idx="114">
                  <c:v>2212</c:v>
                </c:pt>
                <c:pt idx="115">
                  <c:v>2214</c:v>
                </c:pt>
                <c:pt idx="116">
                  <c:v>2216</c:v>
                </c:pt>
                <c:pt idx="117">
                  <c:v>2218</c:v>
                </c:pt>
                <c:pt idx="118">
                  <c:v>2220</c:v>
                </c:pt>
                <c:pt idx="119">
                  <c:v>2222</c:v>
                </c:pt>
                <c:pt idx="120">
                  <c:v>2224</c:v>
                </c:pt>
                <c:pt idx="121">
                  <c:v>2226</c:v>
                </c:pt>
                <c:pt idx="122">
                  <c:v>2228</c:v>
                </c:pt>
                <c:pt idx="123">
                  <c:v>2230</c:v>
                </c:pt>
                <c:pt idx="124">
                  <c:v>2232</c:v>
                </c:pt>
                <c:pt idx="125">
                  <c:v>2234</c:v>
                </c:pt>
                <c:pt idx="126">
                  <c:v>2236</c:v>
                </c:pt>
                <c:pt idx="127">
                  <c:v>2238</c:v>
                </c:pt>
                <c:pt idx="128">
                  <c:v>2240</c:v>
                </c:pt>
                <c:pt idx="129">
                  <c:v>2242</c:v>
                </c:pt>
                <c:pt idx="130">
                  <c:v>2244</c:v>
                </c:pt>
                <c:pt idx="131">
                  <c:v>2246</c:v>
                </c:pt>
                <c:pt idx="132">
                  <c:v>2248</c:v>
                </c:pt>
                <c:pt idx="133">
                  <c:v>2250</c:v>
                </c:pt>
                <c:pt idx="134">
                  <c:v>2252</c:v>
                </c:pt>
                <c:pt idx="135">
                  <c:v>2254</c:v>
                </c:pt>
                <c:pt idx="136">
                  <c:v>2256</c:v>
                </c:pt>
                <c:pt idx="137">
                  <c:v>2258</c:v>
                </c:pt>
                <c:pt idx="138">
                  <c:v>2260</c:v>
                </c:pt>
                <c:pt idx="139">
                  <c:v>2262</c:v>
                </c:pt>
                <c:pt idx="140">
                  <c:v>2264</c:v>
                </c:pt>
                <c:pt idx="141">
                  <c:v>2266</c:v>
                </c:pt>
                <c:pt idx="142">
                  <c:v>2268</c:v>
                </c:pt>
                <c:pt idx="143">
                  <c:v>2270</c:v>
                </c:pt>
                <c:pt idx="144">
                  <c:v>2272</c:v>
                </c:pt>
                <c:pt idx="145">
                  <c:v>2274</c:v>
                </c:pt>
                <c:pt idx="146">
                  <c:v>2276</c:v>
                </c:pt>
                <c:pt idx="147">
                  <c:v>2278</c:v>
                </c:pt>
                <c:pt idx="148">
                  <c:v>2280</c:v>
                </c:pt>
                <c:pt idx="149">
                  <c:v>2282</c:v>
                </c:pt>
                <c:pt idx="150">
                  <c:v>2284</c:v>
                </c:pt>
                <c:pt idx="151">
                  <c:v>2286</c:v>
                </c:pt>
                <c:pt idx="152">
                  <c:v>2288</c:v>
                </c:pt>
                <c:pt idx="153">
                  <c:v>2290</c:v>
                </c:pt>
                <c:pt idx="154">
                  <c:v>2292</c:v>
                </c:pt>
                <c:pt idx="155">
                  <c:v>2294</c:v>
                </c:pt>
                <c:pt idx="156">
                  <c:v>2296</c:v>
                </c:pt>
                <c:pt idx="157">
                  <c:v>2298</c:v>
                </c:pt>
                <c:pt idx="158">
                  <c:v>2300</c:v>
                </c:pt>
                <c:pt idx="159">
                  <c:v>2302</c:v>
                </c:pt>
                <c:pt idx="160">
                  <c:v>2304</c:v>
                </c:pt>
                <c:pt idx="161">
                  <c:v>2306</c:v>
                </c:pt>
                <c:pt idx="162">
                  <c:v>2308</c:v>
                </c:pt>
                <c:pt idx="163">
                  <c:v>2310</c:v>
                </c:pt>
                <c:pt idx="164">
                  <c:v>2312</c:v>
                </c:pt>
                <c:pt idx="165">
                  <c:v>2314</c:v>
                </c:pt>
                <c:pt idx="166">
                  <c:v>2316</c:v>
                </c:pt>
                <c:pt idx="167">
                  <c:v>2318</c:v>
                </c:pt>
                <c:pt idx="168">
                  <c:v>2320</c:v>
                </c:pt>
                <c:pt idx="169">
                  <c:v>2322</c:v>
                </c:pt>
                <c:pt idx="170">
                  <c:v>2324</c:v>
                </c:pt>
                <c:pt idx="171">
                  <c:v>2326</c:v>
                </c:pt>
                <c:pt idx="172">
                  <c:v>2328</c:v>
                </c:pt>
                <c:pt idx="173">
                  <c:v>2330</c:v>
                </c:pt>
                <c:pt idx="174">
                  <c:v>2332</c:v>
                </c:pt>
                <c:pt idx="175">
                  <c:v>2334</c:v>
                </c:pt>
                <c:pt idx="176">
                  <c:v>2336</c:v>
                </c:pt>
                <c:pt idx="177">
                  <c:v>2338</c:v>
                </c:pt>
                <c:pt idx="178">
                  <c:v>2340</c:v>
                </c:pt>
                <c:pt idx="179">
                  <c:v>2342</c:v>
                </c:pt>
                <c:pt idx="180">
                  <c:v>2344</c:v>
                </c:pt>
                <c:pt idx="181">
                  <c:v>2346</c:v>
                </c:pt>
                <c:pt idx="182">
                  <c:v>2348</c:v>
                </c:pt>
                <c:pt idx="183">
                  <c:v>2350</c:v>
                </c:pt>
                <c:pt idx="184">
                  <c:v>2352</c:v>
                </c:pt>
                <c:pt idx="185">
                  <c:v>2354</c:v>
                </c:pt>
                <c:pt idx="186">
                  <c:v>2356</c:v>
                </c:pt>
                <c:pt idx="187">
                  <c:v>2358</c:v>
                </c:pt>
                <c:pt idx="188">
                  <c:v>2360</c:v>
                </c:pt>
                <c:pt idx="189">
                  <c:v>2362</c:v>
                </c:pt>
                <c:pt idx="190">
                  <c:v>2364</c:v>
                </c:pt>
                <c:pt idx="191">
                  <c:v>2366</c:v>
                </c:pt>
                <c:pt idx="192">
                  <c:v>2368</c:v>
                </c:pt>
                <c:pt idx="193">
                  <c:v>2370</c:v>
                </c:pt>
                <c:pt idx="194">
                  <c:v>2372</c:v>
                </c:pt>
                <c:pt idx="195">
                  <c:v>2374</c:v>
                </c:pt>
                <c:pt idx="196">
                  <c:v>2376</c:v>
                </c:pt>
                <c:pt idx="197">
                  <c:v>2378</c:v>
                </c:pt>
                <c:pt idx="198">
                  <c:v>2380</c:v>
                </c:pt>
                <c:pt idx="199">
                  <c:v>2382</c:v>
                </c:pt>
                <c:pt idx="200">
                  <c:v>2384</c:v>
                </c:pt>
                <c:pt idx="201">
                  <c:v>2386</c:v>
                </c:pt>
                <c:pt idx="202">
                  <c:v>2388</c:v>
                </c:pt>
                <c:pt idx="203">
                  <c:v>2390</c:v>
                </c:pt>
                <c:pt idx="204">
                  <c:v>2392</c:v>
                </c:pt>
                <c:pt idx="205">
                  <c:v>2394</c:v>
                </c:pt>
                <c:pt idx="206">
                  <c:v>2396</c:v>
                </c:pt>
                <c:pt idx="207">
                  <c:v>2398</c:v>
                </c:pt>
                <c:pt idx="208">
                  <c:v>2400</c:v>
                </c:pt>
                <c:pt idx="209">
                  <c:v>2402</c:v>
                </c:pt>
                <c:pt idx="210">
                  <c:v>2404</c:v>
                </c:pt>
                <c:pt idx="211">
                  <c:v>2406</c:v>
                </c:pt>
                <c:pt idx="212">
                  <c:v>2408</c:v>
                </c:pt>
                <c:pt idx="213">
                  <c:v>2410</c:v>
                </c:pt>
                <c:pt idx="214">
                  <c:v>2412</c:v>
                </c:pt>
                <c:pt idx="215">
                  <c:v>2414</c:v>
                </c:pt>
                <c:pt idx="216">
                  <c:v>2416</c:v>
                </c:pt>
                <c:pt idx="217">
                  <c:v>2418</c:v>
                </c:pt>
                <c:pt idx="218">
                  <c:v>2420</c:v>
                </c:pt>
                <c:pt idx="219">
                  <c:v>2422</c:v>
                </c:pt>
                <c:pt idx="220">
                  <c:v>2424</c:v>
                </c:pt>
                <c:pt idx="221">
                  <c:v>2426</c:v>
                </c:pt>
                <c:pt idx="222">
                  <c:v>2428</c:v>
                </c:pt>
                <c:pt idx="223">
                  <c:v>2430</c:v>
                </c:pt>
                <c:pt idx="224">
                  <c:v>2432</c:v>
                </c:pt>
                <c:pt idx="225">
                  <c:v>2434</c:v>
                </c:pt>
                <c:pt idx="226">
                  <c:v>2436</c:v>
                </c:pt>
                <c:pt idx="227">
                  <c:v>2438</c:v>
                </c:pt>
                <c:pt idx="228">
                  <c:v>2440</c:v>
                </c:pt>
                <c:pt idx="229">
                  <c:v>2442</c:v>
                </c:pt>
                <c:pt idx="230">
                  <c:v>2444</c:v>
                </c:pt>
                <c:pt idx="231">
                  <c:v>2446</c:v>
                </c:pt>
                <c:pt idx="232">
                  <c:v>2448</c:v>
                </c:pt>
                <c:pt idx="233">
                  <c:v>2450</c:v>
                </c:pt>
                <c:pt idx="234">
                  <c:v>2452</c:v>
                </c:pt>
                <c:pt idx="235">
                  <c:v>2454</c:v>
                </c:pt>
                <c:pt idx="236">
                  <c:v>2456</c:v>
                </c:pt>
                <c:pt idx="237">
                  <c:v>2458</c:v>
                </c:pt>
                <c:pt idx="238">
                  <c:v>2460</c:v>
                </c:pt>
                <c:pt idx="239">
                  <c:v>2462</c:v>
                </c:pt>
                <c:pt idx="240">
                  <c:v>2464</c:v>
                </c:pt>
                <c:pt idx="241">
                  <c:v>2466</c:v>
                </c:pt>
                <c:pt idx="242">
                  <c:v>2468</c:v>
                </c:pt>
                <c:pt idx="243">
                  <c:v>2470</c:v>
                </c:pt>
                <c:pt idx="244">
                  <c:v>2472</c:v>
                </c:pt>
                <c:pt idx="245">
                  <c:v>2474</c:v>
                </c:pt>
                <c:pt idx="246">
                  <c:v>2476</c:v>
                </c:pt>
                <c:pt idx="247">
                  <c:v>2478</c:v>
                </c:pt>
                <c:pt idx="248">
                  <c:v>2480</c:v>
                </c:pt>
                <c:pt idx="249">
                  <c:v>2482</c:v>
                </c:pt>
                <c:pt idx="250">
                  <c:v>2484</c:v>
                </c:pt>
                <c:pt idx="251">
                  <c:v>2486</c:v>
                </c:pt>
                <c:pt idx="252">
                  <c:v>2488</c:v>
                </c:pt>
                <c:pt idx="253">
                  <c:v>2490</c:v>
                </c:pt>
                <c:pt idx="254">
                  <c:v>2492</c:v>
                </c:pt>
                <c:pt idx="255">
                  <c:v>2494</c:v>
                </c:pt>
                <c:pt idx="256">
                  <c:v>2496</c:v>
                </c:pt>
                <c:pt idx="257">
                  <c:v>2498</c:v>
                </c:pt>
                <c:pt idx="258">
                  <c:v>2500</c:v>
                </c:pt>
                <c:pt idx="259">
                  <c:v>2502</c:v>
                </c:pt>
                <c:pt idx="260">
                  <c:v>2504</c:v>
                </c:pt>
                <c:pt idx="261">
                  <c:v>2506</c:v>
                </c:pt>
                <c:pt idx="262">
                  <c:v>2508</c:v>
                </c:pt>
                <c:pt idx="263">
                  <c:v>2510</c:v>
                </c:pt>
                <c:pt idx="264">
                  <c:v>2512</c:v>
                </c:pt>
                <c:pt idx="265">
                  <c:v>2514</c:v>
                </c:pt>
                <c:pt idx="266">
                  <c:v>2516</c:v>
                </c:pt>
                <c:pt idx="267">
                  <c:v>2518</c:v>
                </c:pt>
                <c:pt idx="268">
                  <c:v>2520</c:v>
                </c:pt>
                <c:pt idx="269">
                  <c:v>2522</c:v>
                </c:pt>
                <c:pt idx="270">
                  <c:v>2524</c:v>
                </c:pt>
                <c:pt idx="271">
                  <c:v>2526</c:v>
                </c:pt>
                <c:pt idx="272">
                  <c:v>2528</c:v>
                </c:pt>
                <c:pt idx="273">
                  <c:v>2530</c:v>
                </c:pt>
                <c:pt idx="274">
                  <c:v>2532</c:v>
                </c:pt>
                <c:pt idx="275">
                  <c:v>2534</c:v>
                </c:pt>
                <c:pt idx="276">
                  <c:v>2536</c:v>
                </c:pt>
                <c:pt idx="277">
                  <c:v>2538</c:v>
                </c:pt>
                <c:pt idx="278">
                  <c:v>2540</c:v>
                </c:pt>
                <c:pt idx="279">
                  <c:v>2542</c:v>
                </c:pt>
                <c:pt idx="280">
                  <c:v>2544</c:v>
                </c:pt>
                <c:pt idx="281">
                  <c:v>2546</c:v>
                </c:pt>
                <c:pt idx="282">
                  <c:v>2548</c:v>
                </c:pt>
                <c:pt idx="283">
                  <c:v>2550</c:v>
                </c:pt>
                <c:pt idx="284">
                  <c:v>2552</c:v>
                </c:pt>
                <c:pt idx="285">
                  <c:v>2554</c:v>
                </c:pt>
                <c:pt idx="286">
                  <c:v>2556</c:v>
                </c:pt>
                <c:pt idx="287">
                  <c:v>2558</c:v>
                </c:pt>
                <c:pt idx="288">
                  <c:v>2560</c:v>
                </c:pt>
                <c:pt idx="289">
                  <c:v>2562</c:v>
                </c:pt>
                <c:pt idx="290">
                  <c:v>2564</c:v>
                </c:pt>
                <c:pt idx="291">
                  <c:v>2566</c:v>
                </c:pt>
                <c:pt idx="292">
                  <c:v>2568</c:v>
                </c:pt>
                <c:pt idx="293">
                  <c:v>2570</c:v>
                </c:pt>
                <c:pt idx="294">
                  <c:v>2572</c:v>
                </c:pt>
                <c:pt idx="295">
                  <c:v>2574</c:v>
                </c:pt>
                <c:pt idx="296">
                  <c:v>2576</c:v>
                </c:pt>
                <c:pt idx="297">
                  <c:v>2578</c:v>
                </c:pt>
                <c:pt idx="298">
                  <c:v>2580</c:v>
                </c:pt>
                <c:pt idx="299">
                  <c:v>2582</c:v>
                </c:pt>
                <c:pt idx="300">
                  <c:v>2584</c:v>
                </c:pt>
                <c:pt idx="301">
                  <c:v>2586</c:v>
                </c:pt>
                <c:pt idx="302">
                  <c:v>2588</c:v>
                </c:pt>
                <c:pt idx="303">
                  <c:v>2590</c:v>
                </c:pt>
                <c:pt idx="304">
                  <c:v>2592</c:v>
                </c:pt>
                <c:pt idx="305">
                  <c:v>2594</c:v>
                </c:pt>
                <c:pt idx="306">
                  <c:v>2596</c:v>
                </c:pt>
                <c:pt idx="307">
                  <c:v>2598</c:v>
                </c:pt>
                <c:pt idx="308">
                  <c:v>2600</c:v>
                </c:pt>
                <c:pt idx="309">
                  <c:v>2602</c:v>
                </c:pt>
                <c:pt idx="310">
                  <c:v>2604</c:v>
                </c:pt>
                <c:pt idx="311">
                  <c:v>2606</c:v>
                </c:pt>
                <c:pt idx="312">
                  <c:v>2608</c:v>
                </c:pt>
                <c:pt idx="313">
                  <c:v>2610</c:v>
                </c:pt>
                <c:pt idx="314">
                  <c:v>2612</c:v>
                </c:pt>
                <c:pt idx="315">
                  <c:v>2614</c:v>
                </c:pt>
                <c:pt idx="316">
                  <c:v>2616</c:v>
                </c:pt>
                <c:pt idx="317">
                  <c:v>2618</c:v>
                </c:pt>
                <c:pt idx="318">
                  <c:v>2620</c:v>
                </c:pt>
                <c:pt idx="319">
                  <c:v>2622</c:v>
                </c:pt>
                <c:pt idx="320">
                  <c:v>2624</c:v>
                </c:pt>
                <c:pt idx="321">
                  <c:v>2626</c:v>
                </c:pt>
                <c:pt idx="322">
                  <c:v>2628</c:v>
                </c:pt>
                <c:pt idx="323">
                  <c:v>2630</c:v>
                </c:pt>
                <c:pt idx="324">
                  <c:v>2632</c:v>
                </c:pt>
                <c:pt idx="325">
                  <c:v>2634</c:v>
                </c:pt>
                <c:pt idx="326">
                  <c:v>2636</c:v>
                </c:pt>
                <c:pt idx="327">
                  <c:v>2638</c:v>
                </c:pt>
                <c:pt idx="328">
                  <c:v>2640</c:v>
                </c:pt>
                <c:pt idx="329">
                  <c:v>2642</c:v>
                </c:pt>
                <c:pt idx="330">
                  <c:v>2644</c:v>
                </c:pt>
                <c:pt idx="331">
                  <c:v>2646</c:v>
                </c:pt>
                <c:pt idx="332">
                  <c:v>2648</c:v>
                </c:pt>
                <c:pt idx="333">
                  <c:v>2650</c:v>
                </c:pt>
                <c:pt idx="334">
                  <c:v>2652</c:v>
                </c:pt>
                <c:pt idx="335">
                  <c:v>2654</c:v>
                </c:pt>
                <c:pt idx="336">
                  <c:v>2656</c:v>
                </c:pt>
                <c:pt idx="337">
                  <c:v>2658</c:v>
                </c:pt>
                <c:pt idx="338">
                  <c:v>2660</c:v>
                </c:pt>
                <c:pt idx="339">
                  <c:v>2662</c:v>
                </c:pt>
                <c:pt idx="340">
                  <c:v>2664</c:v>
                </c:pt>
                <c:pt idx="341">
                  <c:v>2666</c:v>
                </c:pt>
                <c:pt idx="342">
                  <c:v>2668</c:v>
                </c:pt>
                <c:pt idx="343">
                  <c:v>2670</c:v>
                </c:pt>
                <c:pt idx="344">
                  <c:v>2672</c:v>
                </c:pt>
                <c:pt idx="345">
                  <c:v>2674</c:v>
                </c:pt>
                <c:pt idx="346">
                  <c:v>2676</c:v>
                </c:pt>
                <c:pt idx="347">
                  <c:v>2678</c:v>
                </c:pt>
                <c:pt idx="348">
                  <c:v>2680</c:v>
                </c:pt>
                <c:pt idx="349">
                  <c:v>2682</c:v>
                </c:pt>
                <c:pt idx="350">
                  <c:v>2684</c:v>
                </c:pt>
                <c:pt idx="351">
                  <c:v>2686</c:v>
                </c:pt>
                <c:pt idx="352">
                  <c:v>2688</c:v>
                </c:pt>
                <c:pt idx="353">
                  <c:v>2690</c:v>
                </c:pt>
                <c:pt idx="354">
                  <c:v>2692</c:v>
                </c:pt>
                <c:pt idx="355">
                  <c:v>2694</c:v>
                </c:pt>
                <c:pt idx="356">
                  <c:v>2696</c:v>
                </c:pt>
                <c:pt idx="357">
                  <c:v>2698</c:v>
                </c:pt>
                <c:pt idx="358">
                  <c:v>2700</c:v>
                </c:pt>
                <c:pt idx="359">
                  <c:v>2702</c:v>
                </c:pt>
                <c:pt idx="360">
                  <c:v>2704</c:v>
                </c:pt>
                <c:pt idx="361">
                  <c:v>2706</c:v>
                </c:pt>
                <c:pt idx="362">
                  <c:v>2708</c:v>
                </c:pt>
                <c:pt idx="363">
                  <c:v>2710</c:v>
                </c:pt>
                <c:pt idx="364">
                  <c:v>2712</c:v>
                </c:pt>
                <c:pt idx="365">
                  <c:v>2714</c:v>
                </c:pt>
                <c:pt idx="366">
                  <c:v>2716</c:v>
                </c:pt>
                <c:pt idx="367">
                  <c:v>2718</c:v>
                </c:pt>
                <c:pt idx="368">
                  <c:v>2720</c:v>
                </c:pt>
                <c:pt idx="369">
                  <c:v>2722</c:v>
                </c:pt>
                <c:pt idx="370">
                  <c:v>2724</c:v>
                </c:pt>
                <c:pt idx="371">
                  <c:v>2726</c:v>
                </c:pt>
                <c:pt idx="372">
                  <c:v>2728</c:v>
                </c:pt>
                <c:pt idx="373">
                  <c:v>2730</c:v>
                </c:pt>
                <c:pt idx="374">
                  <c:v>2732</c:v>
                </c:pt>
                <c:pt idx="375">
                  <c:v>2734</c:v>
                </c:pt>
                <c:pt idx="376">
                  <c:v>2736</c:v>
                </c:pt>
                <c:pt idx="377">
                  <c:v>2738</c:v>
                </c:pt>
                <c:pt idx="378">
                  <c:v>2740</c:v>
                </c:pt>
                <c:pt idx="379">
                  <c:v>2742</c:v>
                </c:pt>
                <c:pt idx="380">
                  <c:v>2744</c:v>
                </c:pt>
                <c:pt idx="381">
                  <c:v>2746</c:v>
                </c:pt>
                <c:pt idx="382">
                  <c:v>2748</c:v>
                </c:pt>
                <c:pt idx="383">
                  <c:v>2750</c:v>
                </c:pt>
                <c:pt idx="384">
                  <c:v>2752</c:v>
                </c:pt>
                <c:pt idx="385">
                  <c:v>2754</c:v>
                </c:pt>
                <c:pt idx="386">
                  <c:v>2756</c:v>
                </c:pt>
                <c:pt idx="387">
                  <c:v>2758</c:v>
                </c:pt>
                <c:pt idx="388">
                  <c:v>2760</c:v>
                </c:pt>
                <c:pt idx="389">
                  <c:v>2762</c:v>
                </c:pt>
                <c:pt idx="390">
                  <c:v>2764</c:v>
                </c:pt>
                <c:pt idx="391">
                  <c:v>2766</c:v>
                </c:pt>
                <c:pt idx="392">
                  <c:v>2768</c:v>
                </c:pt>
                <c:pt idx="393">
                  <c:v>2770</c:v>
                </c:pt>
                <c:pt idx="394">
                  <c:v>2772</c:v>
                </c:pt>
                <c:pt idx="395">
                  <c:v>2774</c:v>
                </c:pt>
                <c:pt idx="396">
                  <c:v>2776</c:v>
                </c:pt>
                <c:pt idx="397">
                  <c:v>2778</c:v>
                </c:pt>
                <c:pt idx="398">
                  <c:v>2780</c:v>
                </c:pt>
                <c:pt idx="399">
                  <c:v>2782</c:v>
                </c:pt>
                <c:pt idx="400">
                  <c:v>2784</c:v>
                </c:pt>
                <c:pt idx="401">
                  <c:v>2786</c:v>
                </c:pt>
                <c:pt idx="402">
                  <c:v>2788</c:v>
                </c:pt>
                <c:pt idx="403">
                  <c:v>2790</c:v>
                </c:pt>
                <c:pt idx="404">
                  <c:v>2792</c:v>
                </c:pt>
                <c:pt idx="405">
                  <c:v>2794</c:v>
                </c:pt>
                <c:pt idx="406">
                  <c:v>2796</c:v>
                </c:pt>
                <c:pt idx="407">
                  <c:v>2798</c:v>
                </c:pt>
                <c:pt idx="408">
                  <c:v>2800</c:v>
                </c:pt>
                <c:pt idx="409">
                  <c:v>2802</c:v>
                </c:pt>
                <c:pt idx="410">
                  <c:v>2804</c:v>
                </c:pt>
                <c:pt idx="411">
                  <c:v>2806</c:v>
                </c:pt>
                <c:pt idx="412">
                  <c:v>2808</c:v>
                </c:pt>
                <c:pt idx="413">
                  <c:v>2810</c:v>
                </c:pt>
                <c:pt idx="414">
                  <c:v>2812</c:v>
                </c:pt>
                <c:pt idx="415">
                  <c:v>2814</c:v>
                </c:pt>
                <c:pt idx="416">
                  <c:v>2816</c:v>
                </c:pt>
                <c:pt idx="417">
                  <c:v>2818</c:v>
                </c:pt>
                <c:pt idx="418">
                  <c:v>2820</c:v>
                </c:pt>
                <c:pt idx="419">
                  <c:v>2822</c:v>
                </c:pt>
                <c:pt idx="420">
                  <c:v>2824</c:v>
                </c:pt>
                <c:pt idx="421">
                  <c:v>2826</c:v>
                </c:pt>
                <c:pt idx="422">
                  <c:v>2828</c:v>
                </c:pt>
                <c:pt idx="423">
                  <c:v>2830</c:v>
                </c:pt>
                <c:pt idx="424">
                  <c:v>2832</c:v>
                </c:pt>
                <c:pt idx="425">
                  <c:v>2834</c:v>
                </c:pt>
                <c:pt idx="426">
                  <c:v>2836</c:v>
                </c:pt>
                <c:pt idx="427">
                  <c:v>2838</c:v>
                </c:pt>
                <c:pt idx="428">
                  <c:v>2840</c:v>
                </c:pt>
                <c:pt idx="429">
                  <c:v>2842</c:v>
                </c:pt>
                <c:pt idx="430">
                  <c:v>2844</c:v>
                </c:pt>
                <c:pt idx="431">
                  <c:v>2846</c:v>
                </c:pt>
                <c:pt idx="432">
                  <c:v>2848</c:v>
                </c:pt>
                <c:pt idx="433">
                  <c:v>2850</c:v>
                </c:pt>
                <c:pt idx="434">
                  <c:v>2852</c:v>
                </c:pt>
                <c:pt idx="435">
                  <c:v>2854</c:v>
                </c:pt>
                <c:pt idx="436">
                  <c:v>2856</c:v>
                </c:pt>
                <c:pt idx="437">
                  <c:v>2858</c:v>
                </c:pt>
                <c:pt idx="438">
                  <c:v>2860</c:v>
                </c:pt>
                <c:pt idx="439">
                  <c:v>2862</c:v>
                </c:pt>
                <c:pt idx="440">
                  <c:v>2864</c:v>
                </c:pt>
                <c:pt idx="441">
                  <c:v>2866</c:v>
                </c:pt>
                <c:pt idx="442">
                  <c:v>2868</c:v>
                </c:pt>
                <c:pt idx="443">
                  <c:v>2870</c:v>
                </c:pt>
                <c:pt idx="444">
                  <c:v>2872</c:v>
                </c:pt>
                <c:pt idx="445">
                  <c:v>2874</c:v>
                </c:pt>
                <c:pt idx="446">
                  <c:v>2876</c:v>
                </c:pt>
                <c:pt idx="447">
                  <c:v>2878</c:v>
                </c:pt>
                <c:pt idx="448">
                  <c:v>2880</c:v>
                </c:pt>
                <c:pt idx="449">
                  <c:v>2882</c:v>
                </c:pt>
                <c:pt idx="450">
                  <c:v>2884</c:v>
                </c:pt>
                <c:pt idx="451">
                  <c:v>2886</c:v>
                </c:pt>
                <c:pt idx="452">
                  <c:v>2888</c:v>
                </c:pt>
                <c:pt idx="453">
                  <c:v>2890</c:v>
                </c:pt>
                <c:pt idx="454">
                  <c:v>2892</c:v>
                </c:pt>
                <c:pt idx="455">
                  <c:v>2894</c:v>
                </c:pt>
                <c:pt idx="456">
                  <c:v>2896</c:v>
                </c:pt>
                <c:pt idx="457">
                  <c:v>2898</c:v>
                </c:pt>
                <c:pt idx="458">
                  <c:v>2900</c:v>
                </c:pt>
                <c:pt idx="459">
                  <c:v>2902</c:v>
                </c:pt>
                <c:pt idx="460">
                  <c:v>2904</c:v>
                </c:pt>
                <c:pt idx="461">
                  <c:v>2906</c:v>
                </c:pt>
                <c:pt idx="462">
                  <c:v>2908</c:v>
                </c:pt>
                <c:pt idx="463">
                  <c:v>2910</c:v>
                </c:pt>
                <c:pt idx="464">
                  <c:v>2912</c:v>
                </c:pt>
                <c:pt idx="465">
                  <c:v>2914</c:v>
                </c:pt>
                <c:pt idx="466">
                  <c:v>2916</c:v>
                </c:pt>
                <c:pt idx="467">
                  <c:v>2918</c:v>
                </c:pt>
                <c:pt idx="468">
                  <c:v>2920</c:v>
                </c:pt>
                <c:pt idx="469">
                  <c:v>2922</c:v>
                </c:pt>
                <c:pt idx="470">
                  <c:v>2924</c:v>
                </c:pt>
                <c:pt idx="471">
                  <c:v>2926</c:v>
                </c:pt>
                <c:pt idx="472">
                  <c:v>2928</c:v>
                </c:pt>
                <c:pt idx="473">
                  <c:v>2930</c:v>
                </c:pt>
                <c:pt idx="474">
                  <c:v>2932</c:v>
                </c:pt>
                <c:pt idx="475">
                  <c:v>2934</c:v>
                </c:pt>
                <c:pt idx="476">
                  <c:v>2936</c:v>
                </c:pt>
                <c:pt idx="477">
                  <c:v>2938</c:v>
                </c:pt>
                <c:pt idx="478">
                  <c:v>2940</c:v>
                </c:pt>
                <c:pt idx="479">
                  <c:v>2942</c:v>
                </c:pt>
                <c:pt idx="480">
                  <c:v>2944</c:v>
                </c:pt>
                <c:pt idx="481">
                  <c:v>2946</c:v>
                </c:pt>
                <c:pt idx="482">
                  <c:v>2948</c:v>
                </c:pt>
                <c:pt idx="483">
                  <c:v>2950</c:v>
                </c:pt>
                <c:pt idx="484">
                  <c:v>2952</c:v>
                </c:pt>
                <c:pt idx="485">
                  <c:v>2954</c:v>
                </c:pt>
                <c:pt idx="486">
                  <c:v>2956</c:v>
                </c:pt>
                <c:pt idx="487">
                  <c:v>2958</c:v>
                </c:pt>
                <c:pt idx="488">
                  <c:v>2960</c:v>
                </c:pt>
                <c:pt idx="489">
                  <c:v>2962</c:v>
                </c:pt>
                <c:pt idx="490">
                  <c:v>2964</c:v>
                </c:pt>
                <c:pt idx="491">
                  <c:v>2966</c:v>
                </c:pt>
                <c:pt idx="492">
                  <c:v>2968</c:v>
                </c:pt>
                <c:pt idx="493">
                  <c:v>2970</c:v>
                </c:pt>
                <c:pt idx="494">
                  <c:v>2972</c:v>
                </c:pt>
                <c:pt idx="495">
                  <c:v>2974</c:v>
                </c:pt>
                <c:pt idx="496">
                  <c:v>2976</c:v>
                </c:pt>
                <c:pt idx="497">
                  <c:v>2978</c:v>
                </c:pt>
                <c:pt idx="498">
                  <c:v>2980</c:v>
                </c:pt>
                <c:pt idx="499">
                  <c:v>2982</c:v>
                </c:pt>
                <c:pt idx="500">
                  <c:v>2984</c:v>
                </c:pt>
                <c:pt idx="501">
                  <c:v>2986</c:v>
                </c:pt>
                <c:pt idx="502">
                  <c:v>2988</c:v>
                </c:pt>
                <c:pt idx="503">
                  <c:v>2990</c:v>
                </c:pt>
                <c:pt idx="504">
                  <c:v>2992</c:v>
                </c:pt>
                <c:pt idx="505">
                  <c:v>2994</c:v>
                </c:pt>
                <c:pt idx="506">
                  <c:v>2996</c:v>
                </c:pt>
                <c:pt idx="507">
                  <c:v>2998</c:v>
                </c:pt>
                <c:pt idx="508">
                  <c:v>3000</c:v>
                </c:pt>
                <c:pt idx="509">
                  <c:v>3002</c:v>
                </c:pt>
                <c:pt idx="510">
                  <c:v>3004</c:v>
                </c:pt>
                <c:pt idx="511">
                  <c:v>3006</c:v>
                </c:pt>
                <c:pt idx="512">
                  <c:v>3008</c:v>
                </c:pt>
                <c:pt idx="513">
                  <c:v>3010</c:v>
                </c:pt>
                <c:pt idx="514">
                  <c:v>3012</c:v>
                </c:pt>
                <c:pt idx="515">
                  <c:v>3014</c:v>
                </c:pt>
                <c:pt idx="516">
                  <c:v>3016</c:v>
                </c:pt>
                <c:pt idx="517">
                  <c:v>3018</c:v>
                </c:pt>
                <c:pt idx="518">
                  <c:v>3020</c:v>
                </c:pt>
                <c:pt idx="519">
                  <c:v>3022</c:v>
                </c:pt>
                <c:pt idx="520">
                  <c:v>3024</c:v>
                </c:pt>
                <c:pt idx="521">
                  <c:v>3026</c:v>
                </c:pt>
                <c:pt idx="522">
                  <c:v>3028</c:v>
                </c:pt>
                <c:pt idx="523">
                  <c:v>3030</c:v>
                </c:pt>
                <c:pt idx="524">
                  <c:v>3032</c:v>
                </c:pt>
                <c:pt idx="525">
                  <c:v>3034</c:v>
                </c:pt>
                <c:pt idx="526">
                  <c:v>3036</c:v>
                </c:pt>
                <c:pt idx="527">
                  <c:v>3038</c:v>
                </c:pt>
                <c:pt idx="528">
                  <c:v>3040</c:v>
                </c:pt>
                <c:pt idx="529">
                  <c:v>3042</c:v>
                </c:pt>
                <c:pt idx="530">
                  <c:v>3044</c:v>
                </c:pt>
                <c:pt idx="531">
                  <c:v>3046</c:v>
                </c:pt>
                <c:pt idx="532">
                  <c:v>3048</c:v>
                </c:pt>
                <c:pt idx="533">
                  <c:v>3050</c:v>
                </c:pt>
                <c:pt idx="534">
                  <c:v>3052</c:v>
                </c:pt>
                <c:pt idx="535">
                  <c:v>3054</c:v>
                </c:pt>
                <c:pt idx="536">
                  <c:v>3056</c:v>
                </c:pt>
                <c:pt idx="537">
                  <c:v>3058</c:v>
                </c:pt>
                <c:pt idx="538">
                  <c:v>3060</c:v>
                </c:pt>
                <c:pt idx="539">
                  <c:v>3062</c:v>
                </c:pt>
                <c:pt idx="540">
                  <c:v>3064</c:v>
                </c:pt>
                <c:pt idx="541">
                  <c:v>3066</c:v>
                </c:pt>
                <c:pt idx="542">
                  <c:v>3068</c:v>
                </c:pt>
                <c:pt idx="543">
                  <c:v>3070</c:v>
                </c:pt>
                <c:pt idx="544">
                  <c:v>3072</c:v>
                </c:pt>
                <c:pt idx="545">
                  <c:v>3074</c:v>
                </c:pt>
                <c:pt idx="546">
                  <c:v>3076</c:v>
                </c:pt>
                <c:pt idx="547">
                  <c:v>3078</c:v>
                </c:pt>
                <c:pt idx="548">
                  <c:v>3080</c:v>
                </c:pt>
                <c:pt idx="549">
                  <c:v>3082</c:v>
                </c:pt>
                <c:pt idx="550">
                  <c:v>3084</c:v>
                </c:pt>
                <c:pt idx="551">
                  <c:v>3086</c:v>
                </c:pt>
                <c:pt idx="552">
                  <c:v>3088</c:v>
                </c:pt>
                <c:pt idx="553">
                  <c:v>3090</c:v>
                </c:pt>
                <c:pt idx="554">
                  <c:v>3092</c:v>
                </c:pt>
                <c:pt idx="555">
                  <c:v>3094</c:v>
                </c:pt>
                <c:pt idx="556">
                  <c:v>3096</c:v>
                </c:pt>
                <c:pt idx="557">
                  <c:v>3098</c:v>
                </c:pt>
                <c:pt idx="558">
                  <c:v>3100</c:v>
                </c:pt>
                <c:pt idx="559">
                  <c:v>3102</c:v>
                </c:pt>
                <c:pt idx="560">
                  <c:v>3104</c:v>
                </c:pt>
                <c:pt idx="561">
                  <c:v>3106</c:v>
                </c:pt>
                <c:pt idx="562">
                  <c:v>3108</c:v>
                </c:pt>
                <c:pt idx="563">
                  <c:v>3110</c:v>
                </c:pt>
                <c:pt idx="564">
                  <c:v>3112</c:v>
                </c:pt>
                <c:pt idx="565">
                  <c:v>3114</c:v>
                </c:pt>
                <c:pt idx="566">
                  <c:v>3116</c:v>
                </c:pt>
                <c:pt idx="567">
                  <c:v>3118</c:v>
                </c:pt>
                <c:pt idx="568">
                  <c:v>3120</c:v>
                </c:pt>
                <c:pt idx="569">
                  <c:v>3122</c:v>
                </c:pt>
                <c:pt idx="570">
                  <c:v>3124</c:v>
                </c:pt>
                <c:pt idx="571">
                  <c:v>3126</c:v>
                </c:pt>
                <c:pt idx="572">
                  <c:v>3128</c:v>
                </c:pt>
                <c:pt idx="573">
                  <c:v>3130</c:v>
                </c:pt>
                <c:pt idx="574">
                  <c:v>3132</c:v>
                </c:pt>
                <c:pt idx="575">
                  <c:v>3134</c:v>
                </c:pt>
                <c:pt idx="576">
                  <c:v>3136</c:v>
                </c:pt>
                <c:pt idx="577">
                  <c:v>3138</c:v>
                </c:pt>
                <c:pt idx="578">
                  <c:v>3140</c:v>
                </c:pt>
                <c:pt idx="579">
                  <c:v>3142</c:v>
                </c:pt>
                <c:pt idx="580">
                  <c:v>3144</c:v>
                </c:pt>
                <c:pt idx="581">
                  <c:v>3146</c:v>
                </c:pt>
                <c:pt idx="582">
                  <c:v>3148</c:v>
                </c:pt>
                <c:pt idx="583">
                  <c:v>3150</c:v>
                </c:pt>
                <c:pt idx="584">
                  <c:v>3152</c:v>
                </c:pt>
                <c:pt idx="585">
                  <c:v>3154</c:v>
                </c:pt>
                <c:pt idx="586">
                  <c:v>3156</c:v>
                </c:pt>
                <c:pt idx="587">
                  <c:v>3158</c:v>
                </c:pt>
                <c:pt idx="588">
                  <c:v>3160</c:v>
                </c:pt>
                <c:pt idx="589">
                  <c:v>3162</c:v>
                </c:pt>
                <c:pt idx="590">
                  <c:v>3164</c:v>
                </c:pt>
                <c:pt idx="591">
                  <c:v>3166</c:v>
                </c:pt>
                <c:pt idx="592">
                  <c:v>3168</c:v>
                </c:pt>
                <c:pt idx="593">
                  <c:v>3170</c:v>
                </c:pt>
                <c:pt idx="594">
                  <c:v>3172</c:v>
                </c:pt>
                <c:pt idx="595">
                  <c:v>3174</c:v>
                </c:pt>
                <c:pt idx="596">
                  <c:v>3176</c:v>
                </c:pt>
                <c:pt idx="597">
                  <c:v>3178</c:v>
                </c:pt>
                <c:pt idx="598">
                  <c:v>3180</c:v>
                </c:pt>
                <c:pt idx="599">
                  <c:v>3182</c:v>
                </c:pt>
                <c:pt idx="600">
                  <c:v>3184</c:v>
                </c:pt>
                <c:pt idx="601">
                  <c:v>3186</c:v>
                </c:pt>
                <c:pt idx="602">
                  <c:v>3188</c:v>
                </c:pt>
                <c:pt idx="603">
                  <c:v>3190</c:v>
                </c:pt>
                <c:pt idx="604">
                  <c:v>3192</c:v>
                </c:pt>
                <c:pt idx="605">
                  <c:v>3194</c:v>
                </c:pt>
                <c:pt idx="606">
                  <c:v>3196</c:v>
                </c:pt>
                <c:pt idx="607">
                  <c:v>3198</c:v>
                </c:pt>
                <c:pt idx="608">
                  <c:v>3200</c:v>
                </c:pt>
                <c:pt idx="609">
                  <c:v>3202</c:v>
                </c:pt>
                <c:pt idx="610">
                  <c:v>3204</c:v>
                </c:pt>
                <c:pt idx="611">
                  <c:v>3206</c:v>
                </c:pt>
                <c:pt idx="612">
                  <c:v>3208</c:v>
                </c:pt>
                <c:pt idx="613">
                  <c:v>3210</c:v>
                </c:pt>
                <c:pt idx="614">
                  <c:v>3212</c:v>
                </c:pt>
                <c:pt idx="615">
                  <c:v>3214</c:v>
                </c:pt>
                <c:pt idx="616">
                  <c:v>3216</c:v>
                </c:pt>
                <c:pt idx="617">
                  <c:v>3218</c:v>
                </c:pt>
                <c:pt idx="618">
                  <c:v>3220</c:v>
                </c:pt>
                <c:pt idx="619">
                  <c:v>3222</c:v>
                </c:pt>
                <c:pt idx="620">
                  <c:v>3224</c:v>
                </c:pt>
                <c:pt idx="621">
                  <c:v>3226</c:v>
                </c:pt>
                <c:pt idx="622">
                  <c:v>3228</c:v>
                </c:pt>
                <c:pt idx="623">
                  <c:v>3230</c:v>
                </c:pt>
                <c:pt idx="624">
                  <c:v>3232</c:v>
                </c:pt>
                <c:pt idx="625">
                  <c:v>3234</c:v>
                </c:pt>
                <c:pt idx="626">
                  <c:v>3236</c:v>
                </c:pt>
                <c:pt idx="627">
                  <c:v>3238</c:v>
                </c:pt>
                <c:pt idx="628">
                  <c:v>3240</c:v>
                </c:pt>
                <c:pt idx="629">
                  <c:v>3242</c:v>
                </c:pt>
                <c:pt idx="630">
                  <c:v>3244</c:v>
                </c:pt>
                <c:pt idx="631">
                  <c:v>3246</c:v>
                </c:pt>
                <c:pt idx="632">
                  <c:v>3248</c:v>
                </c:pt>
                <c:pt idx="633">
                  <c:v>3250</c:v>
                </c:pt>
                <c:pt idx="634">
                  <c:v>3252</c:v>
                </c:pt>
                <c:pt idx="635">
                  <c:v>3254</c:v>
                </c:pt>
                <c:pt idx="636">
                  <c:v>3256</c:v>
                </c:pt>
                <c:pt idx="637">
                  <c:v>3258</c:v>
                </c:pt>
                <c:pt idx="638">
                  <c:v>3260</c:v>
                </c:pt>
                <c:pt idx="639">
                  <c:v>3262</c:v>
                </c:pt>
                <c:pt idx="640">
                  <c:v>3264</c:v>
                </c:pt>
                <c:pt idx="641">
                  <c:v>3266</c:v>
                </c:pt>
                <c:pt idx="642">
                  <c:v>3268</c:v>
                </c:pt>
                <c:pt idx="643">
                  <c:v>3270</c:v>
                </c:pt>
                <c:pt idx="644">
                  <c:v>3272</c:v>
                </c:pt>
                <c:pt idx="645">
                  <c:v>3274</c:v>
                </c:pt>
                <c:pt idx="646">
                  <c:v>3276</c:v>
                </c:pt>
                <c:pt idx="647">
                  <c:v>3278</c:v>
                </c:pt>
                <c:pt idx="648">
                  <c:v>3280</c:v>
                </c:pt>
                <c:pt idx="649">
                  <c:v>3282</c:v>
                </c:pt>
                <c:pt idx="650">
                  <c:v>3284</c:v>
                </c:pt>
                <c:pt idx="651">
                  <c:v>3286</c:v>
                </c:pt>
                <c:pt idx="652">
                  <c:v>3288</c:v>
                </c:pt>
                <c:pt idx="653">
                  <c:v>3290</c:v>
                </c:pt>
                <c:pt idx="654">
                  <c:v>3292</c:v>
                </c:pt>
                <c:pt idx="655">
                  <c:v>3294</c:v>
                </c:pt>
                <c:pt idx="656">
                  <c:v>3296</c:v>
                </c:pt>
                <c:pt idx="657">
                  <c:v>3298</c:v>
                </c:pt>
                <c:pt idx="658">
                  <c:v>3300</c:v>
                </c:pt>
                <c:pt idx="659">
                  <c:v>3302</c:v>
                </c:pt>
                <c:pt idx="660">
                  <c:v>3304</c:v>
                </c:pt>
                <c:pt idx="661">
                  <c:v>3306</c:v>
                </c:pt>
                <c:pt idx="662">
                  <c:v>3308</c:v>
                </c:pt>
                <c:pt idx="663">
                  <c:v>3310</c:v>
                </c:pt>
                <c:pt idx="664">
                  <c:v>3312</c:v>
                </c:pt>
                <c:pt idx="665">
                  <c:v>3314</c:v>
                </c:pt>
                <c:pt idx="666">
                  <c:v>3316</c:v>
                </c:pt>
                <c:pt idx="667">
                  <c:v>3318</c:v>
                </c:pt>
                <c:pt idx="668">
                  <c:v>3320</c:v>
                </c:pt>
                <c:pt idx="669">
                  <c:v>3322</c:v>
                </c:pt>
                <c:pt idx="670">
                  <c:v>3324</c:v>
                </c:pt>
                <c:pt idx="671">
                  <c:v>3326</c:v>
                </c:pt>
                <c:pt idx="672">
                  <c:v>3328</c:v>
                </c:pt>
                <c:pt idx="673">
                  <c:v>3330</c:v>
                </c:pt>
                <c:pt idx="674">
                  <c:v>3332</c:v>
                </c:pt>
                <c:pt idx="675">
                  <c:v>3334</c:v>
                </c:pt>
                <c:pt idx="676">
                  <c:v>3336</c:v>
                </c:pt>
                <c:pt idx="677">
                  <c:v>3338</c:v>
                </c:pt>
                <c:pt idx="678">
                  <c:v>3340</c:v>
                </c:pt>
                <c:pt idx="679">
                  <c:v>3342</c:v>
                </c:pt>
                <c:pt idx="680">
                  <c:v>3344</c:v>
                </c:pt>
                <c:pt idx="681">
                  <c:v>3346</c:v>
                </c:pt>
                <c:pt idx="682">
                  <c:v>3348</c:v>
                </c:pt>
                <c:pt idx="683">
                  <c:v>3350</c:v>
                </c:pt>
                <c:pt idx="684">
                  <c:v>3352</c:v>
                </c:pt>
                <c:pt idx="685">
                  <c:v>3354</c:v>
                </c:pt>
                <c:pt idx="686">
                  <c:v>3356</c:v>
                </c:pt>
                <c:pt idx="687">
                  <c:v>3358</c:v>
                </c:pt>
                <c:pt idx="688">
                  <c:v>3360</c:v>
                </c:pt>
                <c:pt idx="689">
                  <c:v>3362</c:v>
                </c:pt>
                <c:pt idx="690">
                  <c:v>3364</c:v>
                </c:pt>
                <c:pt idx="691">
                  <c:v>3366</c:v>
                </c:pt>
                <c:pt idx="692">
                  <c:v>3368</c:v>
                </c:pt>
                <c:pt idx="693">
                  <c:v>3370</c:v>
                </c:pt>
                <c:pt idx="694">
                  <c:v>3372</c:v>
                </c:pt>
                <c:pt idx="695">
                  <c:v>3374</c:v>
                </c:pt>
                <c:pt idx="696">
                  <c:v>3376</c:v>
                </c:pt>
                <c:pt idx="697">
                  <c:v>3378</c:v>
                </c:pt>
                <c:pt idx="698">
                  <c:v>3380</c:v>
                </c:pt>
                <c:pt idx="699">
                  <c:v>3382</c:v>
                </c:pt>
                <c:pt idx="700">
                  <c:v>3384</c:v>
                </c:pt>
                <c:pt idx="701">
                  <c:v>3386</c:v>
                </c:pt>
                <c:pt idx="702">
                  <c:v>3388</c:v>
                </c:pt>
                <c:pt idx="703">
                  <c:v>3390</c:v>
                </c:pt>
                <c:pt idx="704">
                  <c:v>3392</c:v>
                </c:pt>
                <c:pt idx="705">
                  <c:v>3394</c:v>
                </c:pt>
                <c:pt idx="706">
                  <c:v>3396</c:v>
                </c:pt>
                <c:pt idx="707">
                  <c:v>3398</c:v>
                </c:pt>
                <c:pt idx="708">
                  <c:v>3400</c:v>
                </c:pt>
                <c:pt idx="709">
                  <c:v>3402</c:v>
                </c:pt>
                <c:pt idx="710">
                  <c:v>3404</c:v>
                </c:pt>
                <c:pt idx="711">
                  <c:v>3406</c:v>
                </c:pt>
                <c:pt idx="712">
                  <c:v>3408</c:v>
                </c:pt>
                <c:pt idx="713">
                  <c:v>3410</c:v>
                </c:pt>
                <c:pt idx="714">
                  <c:v>3412</c:v>
                </c:pt>
                <c:pt idx="715">
                  <c:v>3414</c:v>
                </c:pt>
                <c:pt idx="716">
                  <c:v>3416</c:v>
                </c:pt>
                <c:pt idx="717">
                  <c:v>3418</c:v>
                </c:pt>
                <c:pt idx="718">
                  <c:v>3420</c:v>
                </c:pt>
                <c:pt idx="719">
                  <c:v>3422</c:v>
                </c:pt>
                <c:pt idx="720">
                  <c:v>3424</c:v>
                </c:pt>
                <c:pt idx="721">
                  <c:v>3426</c:v>
                </c:pt>
                <c:pt idx="722">
                  <c:v>3428</c:v>
                </c:pt>
                <c:pt idx="723">
                  <c:v>3430</c:v>
                </c:pt>
                <c:pt idx="724">
                  <c:v>3432</c:v>
                </c:pt>
                <c:pt idx="725">
                  <c:v>3434</c:v>
                </c:pt>
                <c:pt idx="726">
                  <c:v>3436</c:v>
                </c:pt>
                <c:pt idx="727">
                  <c:v>3438</c:v>
                </c:pt>
                <c:pt idx="728">
                  <c:v>3440</c:v>
                </c:pt>
                <c:pt idx="729">
                  <c:v>3442</c:v>
                </c:pt>
                <c:pt idx="730">
                  <c:v>3444</c:v>
                </c:pt>
                <c:pt idx="731">
                  <c:v>3446</c:v>
                </c:pt>
                <c:pt idx="732">
                  <c:v>3448</c:v>
                </c:pt>
                <c:pt idx="733">
                  <c:v>3450</c:v>
                </c:pt>
                <c:pt idx="734">
                  <c:v>3452</c:v>
                </c:pt>
                <c:pt idx="735">
                  <c:v>3454</c:v>
                </c:pt>
                <c:pt idx="736">
                  <c:v>3456</c:v>
                </c:pt>
                <c:pt idx="737">
                  <c:v>3458</c:v>
                </c:pt>
                <c:pt idx="738">
                  <c:v>3460</c:v>
                </c:pt>
                <c:pt idx="739">
                  <c:v>3462</c:v>
                </c:pt>
                <c:pt idx="740">
                  <c:v>3464</c:v>
                </c:pt>
                <c:pt idx="741">
                  <c:v>3466</c:v>
                </c:pt>
                <c:pt idx="742">
                  <c:v>3468</c:v>
                </c:pt>
                <c:pt idx="743">
                  <c:v>3470</c:v>
                </c:pt>
                <c:pt idx="744">
                  <c:v>3472</c:v>
                </c:pt>
                <c:pt idx="745">
                  <c:v>3474</c:v>
                </c:pt>
                <c:pt idx="746">
                  <c:v>3476</c:v>
                </c:pt>
                <c:pt idx="747">
                  <c:v>3478</c:v>
                </c:pt>
                <c:pt idx="748">
                  <c:v>3480</c:v>
                </c:pt>
                <c:pt idx="749">
                  <c:v>3482</c:v>
                </c:pt>
                <c:pt idx="750">
                  <c:v>3484</c:v>
                </c:pt>
                <c:pt idx="751">
                  <c:v>3486</c:v>
                </c:pt>
                <c:pt idx="752">
                  <c:v>3488</c:v>
                </c:pt>
                <c:pt idx="753">
                  <c:v>3490</c:v>
                </c:pt>
                <c:pt idx="754">
                  <c:v>3492</c:v>
                </c:pt>
                <c:pt idx="755">
                  <c:v>3494</c:v>
                </c:pt>
                <c:pt idx="756">
                  <c:v>3496</c:v>
                </c:pt>
                <c:pt idx="757">
                  <c:v>3498</c:v>
                </c:pt>
                <c:pt idx="758">
                  <c:v>3500</c:v>
                </c:pt>
                <c:pt idx="759">
                  <c:v>3502</c:v>
                </c:pt>
                <c:pt idx="760">
                  <c:v>3504</c:v>
                </c:pt>
                <c:pt idx="761">
                  <c:v>3506</c:v>
                </c:pt>
                <c:pt idx="762">
                  <c:v>3508</c:v>
                </c:pt>
                <c:pt idx="763">
                  <c:v>3510</c:v>
                </c:pt>
                <c:pt idx="764">
                  <c:v>3512</c:v>
                </c:pt>
                <c:pt idx="765">
                  <c:v>3514</c:v>
                </c:pt>
                <c:pt idx="766">
                  <c:v>3516</c:v>
                </c:pt>
                <c:pt idx="767">
                  <c:v>3518</c:v>
                </c:pt>
                <c:pt idx="768">
                  <c:v>3520</c:v>
                </c:pt>
                <c:pt idx="769">
                  <c:v>3522</c:v>
                </c:pt>
                <c:pt idx="770">
                  <c:v>3524</c:v>
                </c:pt>
                <c:pt idx="771">
                  <c:v>3526</c:v>
                </c:pt>
                <c:pt idx="772">
                  <c:v>3528</c:v>
                </c:pt>
                <c:pt idx="773">
                  <c:v>3530</c:v>
                </c:pt>
                <c:pt idx="774">
                  <c:v>3532</c:v>
                </c:pt>
                <c:pt idx="775">
                  <c:v>3534</c:v>
                </c:pt>
                <c:pt idx="776">
                  <c:v>3536</c:v>
                </c:pt>
                <c:pt idx="777">
                  <c:v>3538</c:v>
                </c:pt>
                <c:pt idx="778">
                  <c:v>3540</c:v>
                </c:pt>
                <c:pt idx="779">
                  <c:v>3542</c:v>
                </c:pt>
                <c:pt idx="780">
                  <c:v>3544</c:v>
                </c:pt>
                <c:pt idx="781">
                  <c:v>3546</c:v>
                </c:pt>
                <c:pt idx="782">
                  <c:v>3548</c:v>
                </c:pt>
                <c:pt idx="783">
                  <c:v>3550</c:v>
                </c:pt>
                <c:pt idx="784">
                  <c:v>3552</c:v>
                </c:pt>
                <c:pt idx="785">
                  <c:v>3554</c:v>
                </c:pt>
                <c:pt idx="786">
                  <c:v>3556</c:v>
                </c:pt>
                <c:pt idx="787">
                  <c:v>3558</c:v>
                </c:pt>
                <c:pt idx="788">
                  <c:v>3560</c:v>
                </c:pt>
                <c:pt idx="789">
                  <c:v>3562</c:v>
                </c:pt>
                <c:pt idx="790">
                  <c:v>3564</c:v>
                </c:pt>
                <c:pt idx="791">
                  <c:v>3566</c:v>
                </c:pt>
                <c:pt idx="792">
                  <c:v>3568</c:v>
                </c:pt>
                <c:pt idx="793">
                  <c:v>3570</c:v>
                </c:pt>
                <c:pt idx="794">
                  <c:v>3572</c:v>
                </c:pt>
                <c:pt idx="795">
                  <c:v>3574</c:v>
                </c:pt>
                <c:pt idx="796">
                  <c:v>3576</c:v>
                </c:pt>
                <c:pt idx="797">
                  <c:v>3578</c:v>
                </c:pt>
                <c:pt idx="798">
                  <c:v>3580</c:v>
                </c:pt>
                <c:pt idx="799">
                  <c:v>3582</c:v>
                </c:pt>
                <c:pt idx="800">
                  <c:v>3584</c:v>
                </c:pt>
                <c:pt idx="801">
                  <c:v>3586</c:v>
                </c:pt>
                <c:pt idx="802">
                  <c:v>3588</c:v>
                </c:pt>
                <c:pt idx="803">
                  <c:v>3590</c:v>
                </c:pt>
                <c:pt idx="804">
                  <c:v>3592</c:v>
                </c:pt>
                <c:pt idx="805">
                  <c:v>3594</c:v>
                </c:pt>
                <c:pt idx="806">
                  <c:v>3596</c:v>
                </c:pt>
                <c:pt idx="807">
                  <c:v>3598</c:v>
                </c:pt>
                <c:pt idx="808">
                  <c:v>3600</c:v>
                </c:pt>
                <c:pt idx="809">
                  <c:v>3602</c:v>
                </c:pt>
                <c:pt idx="810">
                  <c:v>3604</c:v>
                </c:pt>
                <c:pt idx="811">
                  <c:v>3606</c:v>
                </c:pt>
                <c:pt idx="812">
                  <c:v>3608</c:v>
                </c:pt>
                <c:pt idx="813">
                  <c:v>3610</c:v>
                </c:pt>
                <c:pt idx="814">
                  <c:v>3612</c:v>
                </c:pt>
                <c:pt idx="815">
                  <c:v>3614</c:v>
                </c:pt>
                <c:pt idx="816">
                  <c:v>3616</c:v>
                </c:pt>
                <c:pt idx="817">
                  <c:v>3618</c:v>
                </c:pt>
                <c:pt idx="818">
                  <c:v>3620</c:v>
                </c:pt>
                <c:pt idx="819">
                  <c:v>3622</c:v>
                </c:pt>
                <c:pt idx="820">
                  <c:v>3624</c:v>
                </c:pt>
                <c:pt idx="821">
                  <c:v>3626</c:v>
                </c:pt>
                <c:pt idx="822">
                  <c:v>3628</c:v>
                </c:pt>
                <c:pt idx="823">
                  <c:v>3630</c:v>
                </c:pt>
                <c:pt idx="824">
                  <c:v>3632</c:v>
                </c:pt>
                <c:pt idx="825">
                  <c:v>3634</c:v>
                </c:pt>
                <c:pt idx="826">
                  <c:v>3636</c:v>
                </c:pt>
                <c:pt idx="827">
                  <c:v>3638</c:v>
                </c:pt>
                <c:pt idx="828">
                  <c:v>3640</c:v>
                </c:pt>
                <c:pt idx="829">
                  <c:v>3642</c:v>
                </c:pt>
                <c:pt idx="830">
                  <c:v>3644</c:v>
                </c:pt>
                <c:pt idx="831">
                  <c:v>3646</c:v>
                </c:pt>
                <c:pt idx="832">
                  <c:v>3648</c:v>
                </c:pt>
                <c:pt idx="833">
                  <c:v>3650</c:v>
                </c:pt>
                <c:pt idx="834">
                  <c:v>3652</c:v>
                </c:pt>
                <c:pt idx="835">
                  <c:v>3654</c:v>
                </c:pt>
                <c:pt idx="836">
                  <c:v>3656</c:v>
                </c:pt>
                <c:pt idx="837">
                  <c:v>3658</c:v>
                </c:pt>
                <c:pt idx="838">
                  <c:v>3660</c:v>
                </c:pt>
                <c:pt idx="839">
                  <c:v>3662</c:v>
                </c:pt>
                <c:pt idx="840">
                  <c:v>3664</c:v>
                </c:pt>
                <c:pt idx="841">
                  <c:v>3666</c:v>
                </c:pt>
                <c:pt idx="842">
                  <c:v>3668</c:v>
                </c:pt>
                <c:pt idx="843">
                  <c:v>3670</c:v>
                </c:pt>
                <c:pt idx="844">
                  <c:v>3672</c:v>
                </c:pt>
                <c:pt idx="845">
                  <c:v>3674</c:v>
                </c:pt>
                <c:pt idx="846">
                  <c:v>3676</c:v>
                </c:pt>
                <c:pt idx="847">
                  <c:v>3678</c:v>
                </c:pt>
                <c:pt idx="848">
                  <c:v>3680</c:v>
                </c:pt>
                <c:pt idx="849">
                  <c:v>3682</c:v>
                </c:pt>
                <c:pt idx="850">
                  <c:v>3684</c:v>
                </c:pt>
                <c:pt idx="851">
                  <c:v>3686</c:v>
                </c:pt>
                <c:pt idx="852">
                  <c:v>3688</c:v>
                </c:pt>
                <c:pt idx="853">
                  <c:v>3690</c:v>
                </c:pt>
                <c:pt idx="854">
                  <c:v>3692</c:v>
                </c:pt>
                <c:pt idx="855">
                  <c:v>3694</c:v>
                </c:pt>
                <c:pt idx="856">
                  <c:v>3696</c:v>
                </c:pt>
                <c:pt idx="857">
                  <c:v>3698</c:v>
                </c:pt>
                <c:pt idx="858">
                  <c:v>3700</c:v>
                </c:pt>
                <c:pt idx="859">
                  <c:v>3702</c:v>
                </c:pt>
                <c:pt idx="860">
                  <c:v>3704</c:v>
                </c:pt>
                <c:pt idx="861">
                  <c:v>3706</c:v>
                </c:pt>
                <c:pt idx="862">
                  <c:v>3708</c:v>
                </c:pt>
                <c:pt idx="863">
                  <c:v>3710</c:v>
                </c:pt>
                <c:pt idx="864">
                  <c:v>3712</c:v>
                </c:pt>
                <c:pt idx="865">
                  <c:v>3714</c:v>
                </c:pt>
                <c:pt idx="866">
                  <c:v>3716</c:v>
                </c:pt>
                <c:pt idx="867">
                  <c:v>3718</c:v>
                </c:pt>
                <c:pt idx="868">
                  <c:v>3720</c:v>
                </c:pt>
                <c:pt idx="869">
                  <c:v>3722</c:v>
                </c:pt>
                <c:pt idx="870">
                  <c:v>3724</c:v>
                </c:pt>
                <c:pt idx="871">
                  <c:v>3726</c:v>
                </c:pt>
                <c:pt idx="872">
                  <c:v>3728</c:v>
                </c:pt>
                <c:pt idx="873">
                  <c:v>3730</c:v>
                </c:pt>
                <c:pt idx="874">
                  <c:v>3732</c:v>
                </c:pt>
                <c:pt idx="875">
                  <c:v>3734</c:v>
                </c:pt>
                <c:pt idx="876">
                  <c:v>3736</c:v>
                </c:pt>
                <c:pt idx="877">
                  <c:v>3738</c:v>
                </c:pt>
                <c:pt idx="878">
                  <c:v>3740</c:v>
                </c:pt>
                <c:pt idx="879">
                  <c:v>3742</c:v>
                </c:pt>
                <c:pt idx="880">
                  <c:v>3744</c:v>
                </c:pt>
                <c:pt idx="881">
                  <c:v>3746</c:v>
                </c:pt>
                <c:pt idx="882">
                  <c:v>3748</c:v>
                </c:pt>
                <c:pt idx="883">
                  <c:v>3750</c:v>
                </c:pt>
                <c:pt idx="884">
                  <c:v>3752</c:v>
                </c:pt>
                <c:pt idx="885">
                  <c:v>3754</c:v>
                </c:pt>
                <c:pt idx="886">
                  <c:v>3756</c:v>
                </c:pt>
                <c:pt idx="887">
                  <c:v>3758</c:v>
                </c:pt>
                <c:pt idx="888">
                  <c:v>3760</c:v>
                </c:pt>
                <c:pt idx="889">
                  <c:v>3762</c:v>
                </c:pt>
                <c:pt idx="890">
                  <c:v>3764</c:v>
                </c:pt>
                <c:pt idx="891">
                  <c:v>3766</c:v>
                </c:pt>
                <c:pt idx="892">
                  <c:v>3768</c:v>
                </c:pt>
                <c:pt idx="893">
                  <c:v>3770</c:v>
                </c:pt>
                <c:pt idx="894">
                  <c:v>3772</c:v>
                </c:pt>
                <c:pt idx="895">
                  <c:v>3774</c:v>
                </c:pt>
                <c:pt idx="896">
                  <c:v>3776</c:v>
                </c:pt>
                <c:pt idx="897">
                  <c:v>3778</c:v>
                </c:pt>
                <c:pt idx="898">
                  <c:v>3780</c:v>
                </c:pt>
                <c:pt idx="899">
                  <c:v>3782</c:v>
                </c:pt>
                <c:pt idx="900">
                  <c:v>3784</c:v>
                </c:pt>
                <c:pt idx="901">
                  <c:v>3786</c:v>
                </c:pt>
                <c:pt idx="902">
                  <c:v>3788</c:v>
                </c:pt>
                <c:pt idx="903">
                  <c:v>3790</c:v>
                </c:pt>
                <c:pt idx="904">
                  <c:v>3792</c:v>
                </c:pt>
                <c:pt idx="905">
                  <c:v>3794</c:v>
                </c:pt>
                <c:pt idx="906">
                  <c:v>3796</c:v>
                </c:pt>
                <c:pt idx="907">
                  <c:v>3798</c:v>
                </c:pt>
                <c:pt idx="908">
                  <c:v>3800</c:v>
                </c:pt>
                <c:pt idx="909">
                  <c:v>3802</c:v>
                </c:pt>
                <c:pt idx="910">
                  <c:v>3804</c:v>
                </c:pt>
                <c:pt idx="911">
                  <c:v>3806</c:v>
                </c:pt>
                <c:pt idx="912">
                  <c:v>3808</c:v>
                </c:pt>
                <c:pt idx="913">
                  <c:v>3810</c:v>
                </c:pt>
                <c:pt idx="914">
                  <c:v>3812</c:v>
                </c:pt>
                <c:pt idx="915">
                  <c:v>3814</c:v>
                </c:pt>
                <c:pt idx="916">
                  <c:v>3816</c:v>
                </c:pt>
                <c:pt idx="917">
                  <c:v>3818</c:v>
                </c:pt>
                <c:pt idx="918">
                  <c:v>3820</c:v>
                </c:pt>
                <c:pt idx="919">
                  <c:v>3822</c:v>
                </c:pt>
                <c:pt idx="920">
                  <c:v>3824</c:v>
                </c:pt>
                <c:pt idx="921">
                  <c:v>3826</c:v>
                </c:pt>
                <c:pt idx="922">
                  <c:v>3828</c:v>
                </c:pt>
                <c:pt idx="923">
                  <c:v>3830</c:v>
                </c:pt>
                <c:pt idx="924">
                  <c:v>3832</c:v>
                </c:pt>
                <c:pt idx="925">
                  <c:v>3834</c:v>
                </c:pt>
                <c:pt idx="926">
                  <c:v>3836</c:v>
                </c:pt>
                <c:pt idx="927">
                  <c:v>3838</c:v>
                </c:pt>
                <c:pt idx="928">
                  <c:v>3840</c:v>
                </c:pt>
                <c:pt idx="929">
                  <c:v>3842</c:v>
                </c:pt>
                <c:pt idx="930">
                  <c:v>3844</c:v>
                </c:pt>
                <c:pt idx="931">
                  <c:v>3846</c:v>
                </c:pt>
                <c:pt idx="932">
                  <c:v>3848</c:v>
                </c:pt>
                <c:pt idx="933">
                  <c:v>3850</c:v>
                </c:pt>
                <c:pt idx="934">
                  <c:v>3852</c:v>
                </c:pt>
                <c:pt idx="935">
                  <c:v>3854</c:v>
                </c:pt>
                <c:pt idx="936">
                  <c:v>3856</c:v>
                </c:pt>
                <c:pt idx="937">
                  <c:v>3858</c:v>
                </c:pt>
                <c:pt idx="938">
                  <c:v>3860</c:v>
                </c:pt>
                <c:pt idx="939">
                  <c:v>3862</c:v>
                </c:pt>
                <c:pt idx="940">
                  <c:v>3864</c:v>
                </c:pt>
                <c:pt idx="941">
                  <c:v>3866</c:v>
                </c:pt>
                <c:pt idx="942">
                  <c:v>3868</c:v>
                </c:pt>
                <c:pt idx="943">
                  <c:v>3870</c:v>
                </c:pt>
                <c:pt idx="944">
                  <c:v>3872</c:v>
                </c:pt>
                <c:pt idx="945">
                  <c:v>3874</c:v>
                </c:pt>
                <c:pt idx="946">
                  <c:v>3876</c:v>
                </c:pt>
                <c:pt idx="947">
                  <c:v>3878</c:v>
                </c:pt>
                <c:pt idx="948">
                  <c:v>3880</c:v>
                </c:pt>
                <c:pt idx="949">
                  <c:v>3882</c:v>
                </c:pt>
                <c:pt idx="950">
                  <c:v>3884</c:v>
                </c:pt>
                <c:pt idx="951">
                  <c:v>3886</c:v>
                </c:pt>
                <c:pt idx="952">
                  <c:v>3888</c:v>
                </c:pt>
                <c:pt idx="953">
                  <c:v>3890</c:v>
                </c:pt>
                <c:pt idx="954">
                  <c:v>3892</c:v>
                </c:pt>
                <c:pt idx="955">
                  <c:v>3894</c:v>
                </c:pt>
                <c:pt idx="956">
                  <c:v>3896</c:v>
                </c:pt>
                <c:pt idx="957">
                  <c:v>3898</c:v>
                </c:pt>
                <c:pt idx="958">
                  <c:v>3900</c:v>
                </c:pt>
                <c:pt idx="959">
                  <c:v>3902</c:v>
                </c:pt>
                <c:pt idx="960">
                  <c:v>3904</c:v>
                </c:pt>
                <c:pt idx="961">
                  <c:v>3906</c:v>
                </c:pt>
                <c:pt idx="962">
                  <c:v>3908</c:v>
                </c:pt>
                <c:pt idx="963">
                  <c:v>3910</c:v>
                </c:pt>
                <c:pt idx="964">
                  <c:v>3912</c:v>
                </c:pt>
                <c:pt idx="965">
                  <c:v>3914</c:v>
                </c:pt>
                <c:pt idx="966">
                  <c:v>3916</c:v>
                </c:pt>
                <c:pt idx="967">
                  <c:v>3918</c:v>
                </c:pt>
                <c:pt idx="968">
                  <c:v>3920</c:v>
                </c:pt>
                <c:pt idx="969">
                  <c:v>3922</c:v>
                </c:pt>
                <c:pt idx="970">
                  <c:v>3924</c:v>
                </c:pt>
                <c:pt idx="971">
                  <c:v>3926</c:v>
                </c:pt>
                <c:pt idx="972">
                  <c:v>3928</c:v>
                </c:pt>
                <c:pt idx="973">
                  <c:v>3930</c:v>
                </c:pt>
                <c:pt idx="974">
                  <c:v>3932</c:v>
                </c:pt>
                <c:pt idx="975">
                  <c:v>3934</c:v>
                </c:pt>
                <c:pt idx="976">
                  <c:v>3936</c:v>
                </c:pt>
                <c:pt idx="977">
                  <c:v>3938</c:v>
                </c:pt>
                <c:pt idx="978">
                  <c:v>3940</c:v>
                </c:pt>
                <c:pt idx="979">
                  <c:v>3942</c:v>
                </c:pt>
                <c:pt idx="980">
                  <c:v>3944</c:v>
                </c:pt>
                <c:pt idx="981">
                  <c:v>3946</c:v>
                </c:pt>
                <c:pt idx="982">
                  <c:v>3948</c:v>
                </c:pt>
                <c:pt idx="983">
                  <c:v>3950</c:v>
                </c:pt>
                <c:pt idx="984">
                  <c:v>3952</c:v>
                </c:pt>
                <c:pt idx="985">
                  <c:v>3954</c:v>
                </c:pt>
                <c:pt idx="986">
                  <c:v>3956</c:v>
                </c:pt>
                <c:pt idx="987">
                  <c:v>3958</c:v>
                </c:pt>
                <c:pt idx="988">
                  <c:v>3960</c:v>
                </c:pt>
                <c:pt idx="989">
                  <c:v>3962</c:v>
                </c:pt>
                <c:pt idx="990">
                  <c:v>3964</c:v>
                </c:pt>
                <c:pt idx="991">
                  <c:v>3966</c:v>
                </c:pt>
                <c:pt idx="992">
                  <c:v>3968</c:v>
                </c:pt>
                <c:pt idx="993">
                  <c:v>3970</c:v>
                </c:pt>
                <c:pt idx="994">
                  <c:v>3972</c:v>
                </c:pt>
                <c:pt idx="995">
                  <c:v>3974</c:v>
                </c:pt>
                <c:pt idx="996">
                  <c:v>3976</c:v>
                </c:pt>
                <c:pt idx="997">
                  <c:v>3978</c:v>
                </c:pt>
                <c:pt idx="998">
                  <c:v>3980</c:v>
                </c:pt>
                <c:pt idx="999">
                  <c:v>3982</c:v>
                </c:pt>
                <c:pt idx="1000">
                  <c:v>3984</c:v>
                </c:pt>
                <c:pt idx="1001">
                  <c:v>3986</c:v>
                </c:pt>
                <c:pt idx="1002">
                  <c:v>3988</c:v>
                </c:pt>
                <c:pt idx="1003">
                  <c:v>3990</c:v>
                </c:pt>
                <c:pt idx="1004">
                  <c:v>3992</c:v>
                </c:pt>
                <c:pt idx="1005">
                  <c:v>3994</c:v>
                </c:pt>
                <c:pt idx="1006">
                  <c:v>3996</c:v>
                </c:pt>
                <c:pt idx="1007">
                  <c:v>3998</c:v>
                </c:pt>
                <c:pt idx="1008">
                  <c:v>4000</c:v>
                </c:pt>
                <c:pt idx="1009">
                  <c:v>4002</c:v>
                </c:pt>
                <c:pt idx="1010">
                  <c:v>4004</c:v>
                </c:pt>
                <c:pt idx="1011">
                  <c:v>4006</c:v>
                </c:pt>
                <c:pt idx="1012">
                  <c:v>4008</c:v>
                </c:pt>
                <c:pt idx="1013">
                  <c:v>4010</c:v>
                </c:pt>
                <c:pt idx="1014">
                  <c:v>4012</c:v>
                </c:pt>
                <c:pt idx="1015">
                  <c:v>4014</c:v>
                </c:pt>
                <c:pt idx="1016">
                  <c:v>4016</c:v>
                </c:pt>
                <c:pt idx="1017">
                  <c:v>4018</c:v>
                </c:pt>
                <c:pt idx="1018">
                  <c:v>4020</c:v>
                </c:pt>
                <c:pt idx="1019">
                  <c:v>4022</c:v>
                </c:pt>
                <c:pt idx="1020">
                  <c:v>4024</c:v>
                </c:pt>
                <c:pt idx="1021">
                  <c:v>4026</c:v>
                </c:pt>
                <c:pt idx="1022">
                  <c:v>4028</c:v>
                </c:pt>
                <c:pt idx="1023">
                  <c:v>4030</c:v>
                </c:pt>
                <c:pt idx="1024">
                  <c:v>4032</c:v>
                </c:pt>
                <c:pt idx="1025">
                  <c:v>4034</c:v>
                </c:pt>
                <c:pt idx="1026">
                  <c:v>4036</c:v>
                </c:pt>
                <c:pt idx="1027">
                  <c:v>4038</c:v>
                </c:pt>
                <c:pt idx="1028">
                  <c:v>4040</c:v>
                </c:pt>
                <c:pt idx="1029">
                  <c:v>4042</c:v>
                </c:pt>
                <c:pt idx="1030">
                  <c:v>4044</c:v>
                </c:pt>
                <c:pt idx="1031">
                  <c:v>4046</c:v>
                </c:pt>
                <c:pt idx="1032">
                  <c:v>4048</c:v>
                </c:pt>
                <c:pt idx="1033">
                  <c:v>4050</c:v>
                </c:pt>
                <c:pt idx="1034">
                  <c:v>4052</c:v>
                </c:pt>
                <c:pt idx="1035">
                  <c:v>4054</c:v>
                </c:pt>
                <c:pt idx="1036">
                  <c:v>4056</c:v>
                </c:pt>
                <c:pt idx="1037">
                  <c:v>4058</c:v>
                </c:pt>
                <c:pt idx="1038">
                  <c:v>4060</c:v>
                </c:pt>
                <c:pt idx="1039">
                  <c:v>4062</c:v>
                </c:pt>
                <c:pt idx="1040">
                  <c:v>4064</c:v>
                </c:pt>
                <c:pt idx="1041">
                  <c:v>4066</c:v>
                </c:pt>
                <c:pt idx="1042">
                  <c:v>4068</c:v>
                </c:pt>
                <c:pt idx="1043">
                  <c:v>4070</c:v>
                </c:pt>
                <c:pt idx="1044">
                  <c:v>4072</c:v>
                </c:pt>
                <c:pt idx="1045">
                  <c:v>4074</c:v>
                </c:pt>
                <c:pt idx="1046">
                  <c:v>4076</c:v>
                </c:pt>
                <c:pt idx="1047">
                  <c:v>4078</c:v>
                </c:pt>
                <c:pt idx="1048">
                  <c:v>4080</c:v>
                </c:pt>
                <c:pt idx="1049">
                  <c:v>4082</c:v>
                </c:pt>
                <c:pt idx="1050">
                  <c:v>4084</c:v>
                </c:pt>
                <c:pt idx="1051">
                  <c:v>4086</c:v>
                </c:pt>
                <c:pt idx="1052">
                  <c:v>4088</c:v>
                </c:pt>
                <c:pt idx="1053">
                  <c:v>4090</c:v>
                </c:pt>
                <c:pt idx="1054">
                  <c:v>4092</c:v>
                </c:pt>
                <c:pt idx="1055">
                  <c:v>4094</c:v>
                </c:pt>
                <c:pt idx="1056">
                  <c:v>4096</c:v>
                </c:pt>
                <c:pt idx="1057">
                  <c:v>4098</c:v>
                </c:pt>
                <c:pt idx="1058">
                  <c:v>4100</c:v>
                </c:pt>
                <c:pt idx="1059">
                  <c:v>4102</c:v>
                </c:pt>
                <c:pt idx="1060">
                  <c:v>4104</c:v>
                </c:pt>
                <c:pt idx="1061">
                  <c:v>4106</c:v>
                </c:pt>
                <c:pt idx="1062">
                  <c:v>4108</c:v>
                </c:pt>
                <c:pt idx="1063">
                  <c:v>4110</c:v>
                </c:pt>
                <c:pt idx="1064">
                  <c:v>4112</c:v>
                </c:pt>
                <c:pt idx="1065">
                  <c:v>4114</c:v>
                </c:pt>
                <c:pt idx="1066">
                  <c:v>4116</c:v>
                </c:pt>
                <c:pt idx="1067">
                  <c:v>4118</c:v>
                </c:pt>
                <c:pt idx="1068">
                  <c:v>4120</c:v>
                </c:pt>
                <c:pt idx="1069">
                  <c:v>4122</c:v>
                </c:pt>
                <c:pt idx="1070">
                  <c:v>4124</c:v>
                </c:pt>
                <c:pt idx="1071">
                  <c:v>4126</c:v>
                </c:pt>
                <c:pt idx="1072">
                  <c:v>4128</c:v>
                </c:pt>
                <c:pt idx="1073">
                  <c:v>4130</c:v>
                </c:pt>
                <c:pt idx="1074">
                  <c:v>4132</c:v>
                </c:pt>
                <c:pt idx="1075">
                  <c:v>4134</c:v>
                </c:pt>
                <c:pt idx="1076">
                  <c:v>4136</c:v>
                </c:pt>
                <c:pt idx="1077">
                  <c:v>4138</c:v>
                </c:pt>
                <c:pt idx="1078">
                  <c:v>4140</c:v>
                </c:pt>
                <c:pt idx="1079">
                  <c:v>4142</c:v>
                </c:pt>
                <c:pt idx="1080">
                  <c:v>4144</c:v>
                </c:pt>
                <c:pt idx="1081">
                  <c:v>4146</c:v>
                </c:pt>
                <c:pt idx="1082">
                  <c:v>4148</c:v>
                </c:pt>
                <c:pt idx="1083">
                  <c:v>4150</c:v>
                </c:pt>
                <c:pt idx="1084">
                  <c:v>4152</c:v>
                </c:pt>
                <c:pt idx="1085">
                  <c:v>4154</c:v>
                </c:pt>
                <c:pt idx="1086">
                  <c:v>4156</c:v>
                </c:pt>
                <c:pt idx="1087">
                  <c:v>4158</c:v>
                </c:pt>
                <c:pt idx="1088">
                  <c:v>4160</c:v>
                </c:pt>
                <c:pt idx="1089">
                  <c:v>4162</c:v>
                </c:pt>
                <c:pt idx="1090">
                  <c:v>4164</c:v>
                </c:pt>
                <c:pt idx="1091">
                  <c:v>4166</c:v>
                </c:pt>
                <c:pt idx="1092">
                  <c:v>4168</c:v>
                </c:pt>
                <c:pt idx="1093">
                  <c:v>4170</c:v>
                </c:pt>
                <c:pt idx="1094">
                  <c:v>4172</c:v>
                </c:pt>
                <c:pt idx="1095">
                  <c:v>4174</c:v>
                </c:pt>
                <c:pt idx="1096">
                  <c:v>4176</c:v>
                </c:pt>
                <c:pt idx="1097">
                  <c:v>4178</c:v>
                </c:pt>
                <c:pt idx="1098">
                  <c:v>4180</c:v>
                </c:pt>
                <c:pt idx="1099">
                  <c:v>4182</c:v>
                </c:pt>
                <c:pt idx="1100">
                  <c:v>4184</c:v>
                </c:pt>
                <c:pt idx="1101">
                  <c:v>4186</c:v>
                </c:pt>
                <c:pt idx="1102">
                  <c:v>4188</c:v>
                </c:pt>
                <c:pt idx="1103">
                  <c:v>4190</c:v>
                </c:pt>
                <c:pt idx="1104">
                  <c:v>4192</c:v>
                </c:pt>
                <c:pt idx="1105">
                  <c:v>4194</c:v>
                </c:pt>
                <c:pt idx="1106">
                  <c:v>4196</c:v>
                </c:pt>
                <c:pt idx="1107">
                  <c:v>4198</c:v>
                </c:pt>
                <c:pt idx="1108">
                  <c:v>4200</c:v>
                </c:pt>
                <c:pt idx="1109">
                  <c:v>4202</c:v>
                </c:pt>
                <c:pt idx="1110">
                  <c:v>4204</c:v>
                </c:pt>
                <c:pt idx="1111">
                  <c:v>4206</c:v>
                </c:pt>
                <c:pt idx="1112">
                  <c:v>4208</c:v>
                </c:pt>
                <c:pt idx="1113">
                  <c:v>4210</c:v>
                </c:pt>
                <c:pt idx="1114">
                  <c:v>4212</c:v>
                </c:pt>
                <c:pt idx="1115">
                  <c:v>4214</c:v>
                </c:pt>
                <c:pt idx="1116">
                  <c:v>4216</c:v>
                </c:pt>
                <c:pt idx="1117">
                  <c:v>4218</c:v>
                </c:pt>
                <c:pt idx="1118">
                  <c:v>4220</c:v>
                </c:pt>
                <c:pt idx="1119">
                  <c:v>4222</c:v>
                </c:pt>
                <c:pt idx="1120">
                  <c:v>4224</c:v>
                </c:pt>
                <c:pt idx="1121">
                  <c:v>4226</c:v>
                </c:pt>
                <c:pt idx="1122">
                  <c:v>4228</c:v>
                </c:pt>
                <c:pt idx="1123">
                  <c:v>4230</c:v>
                </c:pt>
                <c:pt idx="1124">
                  <c:v>4232</c:v>
                </c:pt>
                <c:pt idx="1125">
                  <c:v>4234</c:v>
                </c:pt>
                <c:pt idx="1126">
                  <c:v>4236</c:v>
                </c:pt>
                <c:pt idx="1127">
                  <c:v>4238</c:v>
                </c:pt>
                <c:pt idx="1128">
                  <c:v>4240</c:v>
                </c:pt>
                <c:pt idx="1129">
                  <c:v>4242</c:v>
                </c:pt>
                <c:pt idx="1130">
                  <c:v>4244</c:v>
                </c:pt>
                <c:pt idx="1131">
                  <c:v>4246</c:v>
                </c:pt>
                <c:pt idx="1132">
                  <c:v>4248</c:v>
                </c:pt>
                <c:pt idx="1133">
                  <c:v>4250</c:v>
                </c:pt>
                <c:pt idx="1134">
                  <c:v>4252</c:v>
                </c:pt>
                <c:pt idx="1135">
                  <c:v>4254</c:v>
                </c:pt>
                <c:pt idx="1136">
                  <c:v>4256</c:v>
                </c:pt>
                <c:pt idx="1137">
                  <c:v>4258</c:v>
                </c:pt>
                <c:pt idx="1138">
                  <c:v>4260</c:v>
                </c:pt>
                <c:pt idx="1139">
                  <c:v>4262</c:v>
                </c:pt>
                <c:pt idx="1140">
                  <c:v>4264</c:v>
                </c:pt>
                <c:pt idx="1141">
                  <c:v>4266</c:v>
                </c:pt>
                <c:pt idx="1142">
                  <c:v>4268</c:v>
                </c:pt>
                <c:pt idx="1143">
                  <c:v>4270</c:v>
                </c:pt>
                <c:pt idx="1144">
                  <c:v>4272</c:v>
                </c:pt>
                <c:pt idx="1145">
                  <c:v>4274</c:v>
                </c:pt>
                <c:pt idx="1146">
                  <c:v>4276</c:v>
                </c:pt>
                <c:pt idx="1147">
                  <c:v>4278</c:v>
                </c:pt>
                <c:pt idx="1148">
                  <c:v>4280</c:v>
                </c:pt>
                <c:pt idx="1149">
                  <c:v>4282</c:v>
                </c:pt>
                <c:pt idx="1150">
                  <c:v>4284</c:v>
                </c:pt>
                <c:pt idx="1151">
                  <c:v>4286</c:v>
                </c:pt>
                <c:pt idx="1152">
                  <c:v>4288</c:v>
                </c:pt>
                <c:pt idx="1153">
                  <c:v>4290</c:v>
                </c:pt>
                <c:pt idx="1154">
                  <c:v>4292</c:v>
                </c:pt>
                <c:pt idx="1155">
                  <c:v>4294</c:v>
                </c:pt>
                <c:pt idx="1156">
                  <c:v>4296</c:v>
                </c:pt>
                <c:pt idx="1157">
                  <c:v>4298</c:v>
                </c:pt>
                <c:pt idx="1158">
                  <c:v>4300</c:v>
                </c:pt>
                <c:pt idx="1159">
                  <c:v>4302</c:v>
                </c:pt>
                <c:pt idx="1160">
                  <c:v>4304</c:v>
                </c:pt>
                <c:pt idx="1161">
                  <c:v>4306</c:v>
                </c:pt>
                <c:pt idx="1162">
                  <c:v>4308</c:v>
                </c:pt>
                <c:pt idx="1163">
                  <c:v>4310</c:v>
                </c:pt>
                <c:pt idx="1164">
                  <c:v>4312</c:v>
                </c:pt>
                <c:pt idx="1165">
                  <c:v>4314</c:v>
                </c:pt>
                <c:pt idx="1166">
                  <c:v>4316</c:v>
                </c:pt>
                <c:pt idx="1167">
                  <c:v>4318</c:v>
                </c:pt>
                <c:pt idx="1168">
                  <c:v>4320</c:v>
                </c:pt>
                <c:pt idx="1169">
                  <c:v>4322</c:v>
                </c:pt>
                <c:pt idx="1170">
                  <c:v>4324</c:v>
                </c:pt>
                <c:pt idx="1171">
                  <c:v>4326</c:v>
                </c:pt>
                <c:pt idx="1172">
                  <c:v>4328</c:v>
                </c:pt>
                <c:pt idx="1173">
                  <c:v>4330</c:v>
                </c:pt>
                <c:pt idx="1174">
                  <c:v>4332</c:v>
                </c:pt>
                <c:pt idx="1175">
                  <c:v>4334</c:v>
                </c:pt>
                <c:pt idx="1176">
                  <c:v>4336</c:v>
                </c:pt>
                <c:pt idx="1177">
                  <c:v>4338</c:v>
                </c:pt>
                <c:pt idx="1178">
                  <c:v>4340</c:v>
                </c:pt>
                <c:pt idx="1179">
                  <c:v>4342</c:v>
                </c:pt>
                <c:pt idx="1180">
                  <c:v>4344</c:v>
                </c:pt>
                <c:pt idx="1181">
                  <c:v>4346</c:v>
                </c:pt>
                <c:pt idx="1182">
                  <c:v>4348</c:v>
                </c:pt>
                <c:pt idx="1183">
                  <c:v>4350</c:v>
                </c:pt>
                <c:pt idx="1184">
                  <c:v>4352</c:v>
                </c:pt>
                <c:pt idx="1185">
                  <c:v>4354</c:v>
                </c:pt>
                <c:pt idx="1186">
                  <c:v>4356</c:v>
                </c:pt>
                <c:pt idx="1187">
                  <c:v>4358</c:v>
                </c:pt>
                <c:pt idx="1188">
                  <c:v>4360</c:v>
                </c:pt>
                <c:pt idx="1189">
                  <c:v>4362</c:v>
                </c:pt>
                <c:pt idx="1190">
                  <c:v>4364</c:v>
                </c:pt>
                <c:pt idx="1191">
                  <c:v>4366</c:v>
                </c:pt>
                <c:pt idx="1192">
                  <c:v>4368</c:v>
                </c:pt>
                <c:pt idx="1193">
                  <c:v>4370</c:v>
                </c:pt>
                <c:pt idx="1194">
                  <c:v>4372</c:v>
                </c:pt>
                <c:pt idx="1195">
                  <c:v>4374</c:v>
                </c:pt>
                <c:pt idx="1196">
                  <c:v>4376</c:v>
                </c:pt>
                <c:pt idx="1197">
                  <c:v>4378</c:v>
                </c:pt>
                <c:pt idx="1198">
                  <c:v>4380</c:v>
                </c:pt>
                <c:pt idx="1199">
                  <c:v>4382</c:v>
                </c:pt>
                <c:pt idx="1200">
                  <c:v>4384</c:v>
                </c:pt>
                <c:pt idx="1201">
                  <c:v>4386</c:v>
                </c:pt>
                <c:pt idx="1202">
                  <c:v>4388</c:v>
                </c:pt>
                <c:pt idx="1203">
                  <c:v>4390</c:v>
                </c:pt>
                <c:pt idx="1204">
                  <c:v>4392</c:v>
                </c:pt>
                <c:pt idx="1205">
                  <c:v>4394</c:v>
                </c:pt>
                <c:pt idx="1206">
                  <c:v>4396</c:v>
                </c:pt>
                <c:pt idx="1207">
                  <c:v>4398</c:v>
                </c:pt>
                <c:pt idx="1208">
                  <c:v>4400</c:v>
                </c:pt>
                <c:pt idx="1209">
                  <c:v>4402</c:v>
                </c:pt>
                <c:pt idx="1210">
                  <c:v>4404</c:v>
                </c:pt>
                <c:pt idx="1211">
                  <c:v>4406</c:v>
                </c:pt>
                <c:pt idx="1212">
                  <c:v>4408</c:v>
                </c:pt>
                <c:pt idx="1213">
                  <c:v>4410</c:v>
                </c:pt>
                <c:pt idx="1214">
                  <c:v>4412</c:v>
                </c:pt>
                <c:pt idx="1215">
                  <c:v>4414</c:v>
                </c:pt>
                <c:pt idx="1216">
                  <c:v>4416</c:v>
                </c:pt>
                <c:pt idx="1217">
                  <c:v>4418</c:v>
                </c:pt>
                <c:pt idx="1218">
                  <c:v>4420</c:v>
                </c:pt>
                <c:pt idx="1219">
                  <c:v>4422</c:v>
                </c:pt>
                <c:pt idx="1220">
                  <c:v>4424</c:v>
                </c:pt>
                <c:pt idx="1221">
                  <c:v>4426</c:v>
                </c:pt>
                <c:pt idx="1222">
                  <c:v>4428</c:v>
                </c:pt>
                <c:pt idx="1223">
                  <c:v>4430</c:v>
                </c:pt>
                <c:pt idx="1224">
                  <c:v>4432</c:v>
                </c:pt>
                <c:pt idx="1225">
                  <c:v>4434</c:v>
                </c:pt>
                <c:pt idx="1226">
                  <c:v>4436</c:v>
                </c:pt>
                <c:pt idx="1227">
                  <c:v>4438</c:v>
                </c:pt>
                <c:pt idx="1228">
                  <c:v>4440</c:v>
                </c:pt>
                <c:pt idx="1229">
                  <c:v>4442</c:v>
                </c:pt>
                <c:pt idx="1230">
                  <c:v>4444</c:v>
                </c:pt>
                <c:pt idx="1231">
                  <c:v>4446</c:v>
                </c:pt>
                <c:pt idx="1232">
                  <c:v>4448</c:v>
                </c:pt>
                <c:pt idx="1233">
                  <c:v>4450</c:v>
                </c:pt>
                <c:pt idx="1234">
                  <c:v>4452</c:v>
                </c:pt>
                <c:pt idx="1235">
                  <c:v>4454</c:v>
                </c:pt>
                <c:pt idx="1236">
                  <c:v>4456</c:v>
                </c:pt>
                <c:pt idx="1237">
                  <c:v>4458</c:v>
                </c:pt>
                <c:pt idx="1238">
                  <c:v>4460</c:v>
                </c:pt>
                <c:pt idx="1239">
                  <c:v>4462</c:v>
                </c:pt>
                <c:pt idx="1240">
                  <c:v>4464</c:v>
                </c:pt>
                <c:pt idx="1241">
                  <c:v>4466</c:v>
                </c:pt>
                <c:pt idx="1242">
                  <c:v>4468</c:v>
                </c:pt>
                <c:pt idx="1243">
                  <c:v>4470</c:v>
                </c:pt>
                <c:pt idx="1244">
                  <c:v>4472</c:v>
                </c:pt>
                <c:pt idx="1245">
                  <c:v>4474</c:v>
                </c:pt>
                <c:pt idx="1246">
                  <c:v>4476</c:v>
                </c:pt>
                <c:pt idx="1247">
                  <c:v>4478</c:v>
                </c:pt>
                <c:pt idx="1248">
                  <c:v>4480</c:v>
                </c:pt>
                <c:pt idx="1249">
                  <c:v>4482</c:v>
                </c:pt>
                <c:pt idx="1250">
                  <c:v>4484</c:v>
                </c:pt>
                <c:pt idx="1251">
                  <c:v>4486</c:v>
                </c:pt>
                <c:pt idx="1252">
                  <c:v>4488</c:v>
                </c:pt>
                <c:pt idx="1253">
                  <c:v>4490</c:v>
                </c:pt>
                <c:pt idx="1254">
                  <c:v>4492</c:v>
                </c:pt>
                <c:pt idx="1255">
                  <c:v>4494</c:v>
                </c:pt>
                <c:pt idx="1256">
                  <c:v>4496</c:v>
                </c:pt>
                <c:pt idx="1257">
                  <c:v>4498</c:v>
                </c:pt>
                <c:pt idx="1258">
                  <c:v>4500</c:v>
                </c:pt>
                <c:pt idx="1259">
                  <c:v>4502</c:v>
                </c:pt>
                <c:pt idx="1260">
                  <c:v>4504</c:v>
                </c:pt>
                <c:pt idx="1261">
                  <c:v>4506</c:v>
                </c:pt>
                <c:pt idx="1262">
                  <c:v>4508</c:v>
                </c:pt>
                <c:pt idx="1263">
                  <c:v>4510</c:v>
                </c:pt>
                <c:pt idx="1264">
                  <c:v>4512</c:v>
                </c:pt>
                <c:pt idx="1265">
                  <c:v>4514</c:v>
                </c:pt>
                <c:pt idx="1266">
                  <c:v>4516</c:v>
                </c:pt>
                <c:pt idx="1267">
                  <c:v>4518</c:v>
                </c:pt>
                <c:pt idx="1268">
                  <c:v>4520</c:v>
                </c:pt>
                <c:pt idx="1269">
                  <c:v>4522</c:v>
                </c:pt>
                <c:pt idx="1270">
                  <c:v>4524</c:v>
                </c:pt>
                <c:pt idx="1271">
                  <c:v>4526</c:v>
                </c:pt>
                <c:pt idx="1272">
                  <c:v>4528</c:v>
                </c:pt>
                <c:pt idx="1273">
                  <c:v>4530</c:v>
                </c:pt>
                <c:pt idx="1274">
                  <c:v>4532</c:v>
                </c:pt>
                <c:pt idx="1275">
                  <c:v>4534</c:v>
                </c:pt>
                <c:pt idx="1276">
                  <c:v>4536</c:v>
                </c:pt>
                <c:pt idx="1277">
                  <c:v>4538</c:v>
                </c:pt>
                <c:pt idx="1278">
                  <c:v>4540</c:v>
                </c:pt>
                <c:pt idx="1279">
                  <c:v>4542</c:v>
                </c:pt>
                <c:pt idx="1280">
                  <c:v>4544</c:v>
                </c:pt>
                <c:pt idx="1281">
                  <c:v>4546</c:v>
                </c:pt>
                <c:pt idx="1282">
                  <c:v>4548</c:v>
                </c:pt>
                <c:pt idx="1283">
                  <c:v>4550</c:v>
                </c:pt>
                <c:pt idx="1284">
                  <c:v>4552</c:v>
                </c:pt>
                <c:pt idx="1285">
                  <c:v>4554</c:v>
                </c:pt>
                <c:pt idx="1286">
                  <c:v>4556</c:v>
                </c:pt>
                <c:pt idx="1287">
                  <c:v>4558</c:v>
                </c:pt>
                <c:pt idx="1288">
                  <c:v>4560</c:v>
                </c:pt>
                <c:pt idx="1289">
                  <c:v>4562</c:v>
                </c:pt>
                <c:pt idx="1290">
                  <c:v>4564</c:v>
                </c:pt>
                <c:pt idx="1291">
                  <c:v>4566</c:v>
                </c:pt>
                <c:pt idx="1292">
                  <c:v>4568</c:v>
                </c:pt>
                <c:pt idx="1293">
                  <c:v>4570</c:v>
                </c:pt>
                <c:pt idx="1294">
                  <c:v>4572</c:v>
                </c:pt>
                <c:pt idx="1295">
                  <c:v>4574</c:v>
                </c:pt>
                <c:pt idx="1296">
                  <c:v>4576</c:v>
                </c:pt>
                <c:pt idx="1297">
                  <c:v>4578</c:v>
                </c:pt>
                <c:pt idx="1298">
                  <c:v>4580</c:v>
                </c:pt>
                <c:pt idx="1299">
                  <c:v>4582</c:v>
                </c:pt>
                <c:pt idx="1300">
                  <c:v>4584</c:v>
                </c:pt>
                <c:pt idx="1301">
                  <c:v>4586</c:v>
                </c:pt>
                <c:pt idx="1302">
                  <c:v>4588</c:v>
                </c:pt>
                <c:pt idx="1303">
                  <c:v>4590</c:v>
                </c:pt>
                <c:pt idx="1304">
                  <c:v>4592</c:v>
                </c:pt>
                <c:pt idx="1305">
                  <c:v>4594</c:v>
                </c:pt>
                <c:pt idx="1306">
                  <c:v>4596</c:v>
                </c:pt>
                <c:pt idx="1307">
                  <c:v>4598</c:v>
                </c:pt>
                <c:pt idx="1308">
                  <c:v>4600</c:v>
                </c:pt>
                <c:pt idx="1309">
                  <c:v>4602</c:v>
                </c:pt>
                <c:pt idx="1310">
                  <c:v>4604</c:v>
                </c:pt>
                <c:pt idx="1311">
                  <c:v>4606</c:v>
                </c:pt>
                <c:pt idx="1312">
                  <c:v>4608</c:v>
                </c:pt>
                <c:pt idx="1313">
                  <c:v>4610</c:v>
                </c:pt>
                <c:pt idx="1314">
                  <c:v>4612</c:v>
                </c:pt>
                <c:pt idx="1315">
                  <c:v>4614</c:v>
                </c:pt>
                <c:pt idx="1316">
                  <c:v>4616</c:v>
                </c:pt>
                <c:pt idx="1317">
                  <c:v>4618</c:v>
                </c:pt>
                <c:pt idx="1318">
                  <c:v>4620</c:v>
                </c:pt>
                <c:pt idx="1319">
                  <c:v>4622</c:v>
                </c:pt>
                <c:pt idx="1320">
                  <c:v>4624</c:v>
                </c:pt>
                <c:pt idx="1321">
                  <c:v>4626</c:v>
                </c:pt>
                <c:pt idx="1322">
                  <c:v>4628</c:v>
                </c:pt>
                <c:pt idx="1323">
                  <c:v>4630</c:v>
                </c:pt>
                <c:pt idx="1324">
                  <c:v>4632</c:v>
                </c:pt>
                <c:pt idx="1325">
                  <c:v>4634</c:v>
                </c:pt>
                <c:pt idx="1326">
                  <c:v>4636</c:v>
                </c:pt>
                <c:pt idx="1327">
                  <c:v>4638</c:v>
                </c:pt>
                <c:pt idx="1328">
                  <c:v>4640</c:v>
                </c:pt>
                <c:pt idx="1329">
                  <c:v>4642</c:v>
                </c:pt>
                <c:pt idx="1330">
                  <c:v>4644</c:v>
                </c:pt>
                <c:pt idx="1331">
                  <c:v>4646</c:v>
                </c:pt>
                <c:pt idx="1332">
                  <c:v>4648</c:v>
                </c:pt>
                <c:pt idx="1333">
                  <c:v>4650</c:v>
                </c:pt>
                <c:pt idx="1334">
                  <c:v>4652</c:v>
                </c:pt>
                <c:pt idx="1335">
                  <c:v>4654</c:v>
                </c:pt>
                <c:pt idx="1336">
                  <c:v>4656</c:v>
                </c:pt>
                <c:pt idx="1337">
                  <c:v>4658</c:v>
                </c:pt>
                <c:pt idx="1338">
                  <c:v>4660</c:v>
                </c:pt>
                <c:pt idx="1339">
                  <c:v>4662</c:v>
                </c:pt>
                <c:pt idx="1340">
                  <c:v>4664</c:v>
                </c:pt>
                <c:pt idx="1341">
                  <c:v>4666</c:v>
                </c:pt>
                <c:pt idx="1342">
                  <c:v>4668</c:v>
                </c:pt>
                <c:pt idx="1343">
                  <c:v>4670</c:v>
                </c:pt>
                <c:pt idx="1344">
                  <c:v>4672</c:v>
                </c:pt>
                <c:pt idx="1345">
                  <c:v>4674</c:v>
                </c:pt>
                <c:pt idx="1346">
                  <c:v>4676</c:v>
                </c:pt>
                <c:pt idx="1347">
                  <c:v>4678</c:v>
                </c:pt>
                <c:pt idx="1348">
                  <c:v>4680</c:v>
                </c:pt>
                <c:pt idx="1349">
                  <c:v>4682</c:v>
                </c:pt>
                <c:pt idx="1350">
                  <c:v>4684</c:v>
                </c:pt>
                <c:pt idx="1351">
                  <c:v>4686</c:v>
                </c:pt>
                <c:pt idx="1352">
                  <c:v>4688</c:v>
                </c:pt>
                <c:pt idx="1353">
                  <c:v>4690</c:v>
                </c:pt>
                <c:pt idx="1354">
                  <c:v>4692</c:v>
                </c:pt>
                <c:pt idx="1355">
                  <c:v>4694</c:v>
                </c:pt>
                <c:pt idx="1356">
                  <c:v>4696</c:v>
                </c:pt>
                <c:pt idx="1357">
                  <c:v>4698</c:v>
                </c:pt>
                <c:pt idx="1358">
                  <c:v>4700</c:v>
                </c:pt>
                <c:pt idx="1359">
                  <c:v>4702</c:v>
                </c:pt>
                <c:pt idx="1360">
                  <c:v>4704</c:v>
                </c:pt>
                <c:pt idx="1361">
                  <c:v>4706</c:v>
                </c:pt>
                <c:pt idx="1362">
                  <c:v>4708</c:v>
                </c:pt>
                <c:pt idx="1363">
                  <c:v>4710</c:v>
                </c:pt>
                <c:pt idx="1364">
                  <c:v>4712</c:v>
                </c:pt>
                <c:pt idx="1365">
                  <c:v>4714</c:v>
                </c:pt>
                <c:pt idx="1366">
                  <c:v>4716</c:v>
                </c:pt>
                <c:pt idx="1367">
                  <c:v>4718</c:v>
                </c:pt>
                <c:pt idx="1368">
                  <c:v>4720</c:v>
                </c:pt>
                <c:pt idx="1369">
                  <c:v>4722</c:v>
                </c:pt>
                <c:pt idx="1370">
                  <c:v>4724</c:v>
                </c:pt>
                <c:pt idx="1371">
                  <c:v>4726</c:v>
                </c:pt>
                <c:pt idx="1372">
                  <c:v>4728</c:v>
                </c:pt>
                <c:pt idx="1373">
                  <c:v>4730</c:v>
                </c:pt>
                <c:pt idx="1374">
                  <c:v>4732</c:v>
                </c:pt>
                <c:pt idx="1375">
                  <c:v>4734</c:v>
                </c:pt>
                <c:pt idx="1376">
                  <c:v>4736</c:v>
                </c:pt>
                <c:pt idx="1377">
                  <c:v>4738</c:v>
                </c:pt>
                <c:pt idx="1378">
                  <c:v>4740</c:v>
                </c:pt>
                <c:pt idx="1379">
                  <c:v>4742</c:v>
                </c:pt>
                <c:pt idx="1380">
                  <c:v>4744</c:v>
                </c:pt>
                <c:pt idx="1381">
                  <c:v>4746</c:v>
                </c:pt>
                <c:pt idx="1382">
                  <c:v>4748</c:v>
                </c:pt>
                <c:pt idx="1383">
                  <c:v>4750</c:v>
                </c:pt>
                <c:pt idx="1384">
                  <c:v>4752</c:v>
                </c:pt>
                <c:pt idx="1385">
                  <c:v>4754</c:v>
                </c:pt>
                <c:pt idx="1386">
                  <c:v>4756</c:v>
                </c:pt>
                <c:pt idx="1387">
                  <c:v>4758</c:v>
                </c:pt>
                <c:pt idx="1388">
                  <c:v>4760</c:v>
                </c:pt>
                <c:pt idx="1389">
                  <c:v>4762</c:v>
                </c:pt>
                <c:pt idx="1390">
                  <c:v>4764</c:v>
                </c:pt>
                <c:pt idx="1391">
                  <c:v>4766</c:v>
                </c:pt>
                <c:pt idx="1392">
                  <c:v>4768</c:v>
                </c:pt>
                <c:pt idx="1393">
                  <c:v>4770</c:v>
                </c:pt>
                <c:pt idx="1394">
                  <c:v>4772</c:v>
                </c:pt>
                <c:pt idx="1395">
                  <c:v>4774</c:v>
                </c:pt>
                <c:pt idx="1396">
                  <c:v>4776</c:v>
                </c:pt>
                <c:pt idx="1397">
                  <c:v>4778</c:v>
                </c:pt>
                <c:pt idx="1398">
                  <c:v>4780</c:v>
                </c:pt>
                <c:pt idx="1399">
                  <c:v>4782</c:v>
                </c:pt>
                <c:pt idx="1400">
                  <c:v>4784</c:v>
                </c:pt>
                <c:pt idx="1401">
                  <c:v>4786</c:v>
                </c:pt>
                <c:pt idx="1402">
                  <c:v>4788</c:v>
                </c:pt>
                <c:pt idx="1403">
                  <c:v>4790</c:v>
                </c:pt>
                <c:pt idx="1404">
                  <c:v>4792</c:v>
                </c:pt>
                <c:pt idx="1405">
                  <c:v>4794</c:v>
                </c:pt>
                <c:pt idx="1406">
                  <c:v>4796</c:v>
                </c:pt>
                <c:pt idx="1407">
                  <c:v>4798</c:v>
                </c:pt>
                <c:pt idx="1408">
                  <c:v>4800</c:v>
                </c:pt>
                <c:pt idx="1409">
                  <c:v>4802</c:v>
                </c:pt>
                <c:pt idx="1410">
                  <c:v>4804</c:v>
                </c:pt>
                <c:pt idx="1411">
                  <c:v>4806</c:v>
                </c:pt>
                <c:pt idx="1412">
                  <c:v>4808</c:v>
                </c:pt>
                <c:pt idx="1413">
                  <c:v>4810</c:v>
                </c:pt>
                <c:pt idx="1414">
                  <c:v>4812</c:v>
                </c:pt>
                <c:pt idx="1415">
                  <c:v>4814</c:v>
                </c:pt>
                <c:pt idx="1416">
                  <c:v>4816</c:v>
                </c:pt>
                <c:pt idx="1417">
                  <c:v>4818</c:v>
                </c:pt>
                <c:pt idx="1418">
                  <c:v>4820</c:v>
                </c:pt>
                <c:pt idx="1419">
                  <c:v>4822</c:v>
                </c:pt>
                <c:pt idx="1420">
                  <c:v>4824</c:v>
                </c:pt>
                <c:pt idx="1421">
                  <c:v>4826</c:v>
                </c:pt>
                <c:pt idx="1422">
                  <c:v>4828</c:v>
                </c:pt>
                <c:pt idx="1423">
                  <c:v>4830</c:v>
                </c:pt>
                <c:pt idx="1424">
                  <c:v>4832</c:v>
                </c:pt>
                <c:pt idx="1425">
                  <c:v>4834</c:v>
                </c:pt>
                <c:pt idx="1426">
                  <c:v>4836</c:v>
                </c:pt>
                <c:pt idx="1427">
                  <c:v>4838</c:v>
                </c:pt>
                <c:pt idx="1428">
                  <c:v>4840</c:v>
                </c:pt>
                <c:pt idx="1429">
                  <c:v>4842</c:v>
                </c:pt>
                <c:pt idx="1430">
                  <c:v>4844</c:v>
                </c:pt>
                <c:pt idx="1431">
                  <c:v>4846</c:v>
                </c:pt>
                <c:pt idx="1432">
                  <c:v>4848</c:v>
                </c:pt>
                <c:pt idx="1433">
                  <c:v>4850</c:v>
                </c:pt>
                <c:pt idx="1434">
                  <c:v>4852</c:v>
                </c:pt>
                <c:pt idx="1435">
                  <c:v>4854</c:v>
                </c:pt>
                <c:pt idx="1436">
                  <c:v>4856</c:v>
                </c:pt>
                <c:pt idx="1437">
                  <c:v>4858</c:v>
                </c:pt>
                <c:pt idx="1438">
                  <c:v>4860</c:v>
                </c:pt>
                <c:pt idx="1439">
                  <c:v>4862</c:v>
                </c:pt>
                <c:pt idx="1440">
                  <c:v>4864</c:v>
                </c:pt>
                <c:pt idx="1441">
                  <c:v>4866</c:v>
                </c:pt>
                <c:pt idx="1442">
                  <c:v>4868</c:v>
                </c:pt>
                <c:pt idx="1443">
                  <c:v>4870</c:v>
                </c:pt>
                <c:pt idx="1444">
                  <c:v>4872</c:v>
                </c:pt>
                <c:pt idx="1445">
                  <c:v>4874</c:v>
                </c:pt>
                <c:pt idx="1446">
                  <c:v>4876</c:v>
                </c:pt>
                <c:pt idx="1447">
                  <c:v>4878</c:v>
                </c:pt>
                <c:pt idx="1448">
                  <c:v>4880</c:v>
                </c:pt>
                <c:pt idx="1449">
                  <c:v>4882</c:v>
                </c:pt>
                <c:pt idx="1450">
                  <c:v>4884</c:v>
                </c:pt>
                <c:pt idx="1451">
                  <c:v>4886</c:v>
                </c:pt>
                <c:pt idx="1452">
                  <c:v>4888</c:v>
                </c:pt>
                <c:pt idx="1453">
                  <c:v>4890</c:v>
                </c:pt>
                <c:pt idx="1454">
                  <c:v>4892</c:v>
                </c:pt>
                <c:pt idx="1455">
                  <c:v>4894</c:v>
                </c:pt>
                <c:pt idx="1456">
                  <c:v>4896</c:v>
                </c:pt>
                <c:pt idx="1457">
                  <c:v>4898</c:v>
                </c:pt>
                <c:pt idx="1458">
                  <c:v>4900</c:v>
                </c:pt>
                <c:pt idx="1459">
                  <c:v>4902</c:v>
                </c:pt>
                <c:pt idx="1460">
                  <c:v>4904</c:v>
                </c:pt>
                <c:pt idx="1461">
                  <c:v>4906</c:v>
                </c:pt>
                <c:pt idx="1462">
                  <c:v>4908</c:v>
                </c:pt>
                <c:pt idx="1463">
                  <c:v>4910</c:v>
                </c:pt>
                <c:pt idx="1464">
                  <c:v>4912</c:v>
                </c:pt>
                <c:pt idx="1465">
                  <c:v>4914</c:v>
                </c:pt>
                <c:pt idx="1466">
                  <c:v>4916</c:v>
                </c:pt>
                <c:pt idx="1467">
                  <c:v>4918</c:v>
                </c:pt>
                <c:pt idx="1468">
                  <c:v>4920</c:v>
                </c:pt>
                <c:pt idx="1469">
                  <c:v>4922</c:v>
                </c:pt>
                <c:pt idx="1470">
                  <c:v>4924</c:v>
                </c:pt>
                <c:pt idx="1471">
                  <c:v>4926</c:v>
                </c:pt>
                <c:pt idx="1472">
                  <c:v>4928</c:v>
                </c:pt>
                <c:pt idx="1473">
                  <c:v>4930</c:v>
                </c:pt>
                <c:pt idx="1474">
                  <c:v>4932</c:v>
                </c:pt>
                <c:pt idx="1475">
                  <c:v>4934</c:v>
                </c:pt>
                <c:pt idx="1476">
                  <c:v>4936</c:v>
                </c:pt>
                <c:pt idx="1477">
                  <c:v>4938</c:v>
                </c:pt>
                <c:pt idx="1478">
                  <c:v>4940</c:v>
                </c:pt>
                <c:pt idx="1479">
                  <c:v>4942</c:v>
                </c:pt>
                <c:pt idx="1480">
                  <c:v>4944</c:v>
                </c:pt>
                <c:pt idx="1481">
                  <c:v>4946</c:v>
                </c:pt>
                <c:pt idx="1482">
                  <c:v>4948</c:v>
                </c:pt>
                <c:pt idx="1483">
                  <c:v>4950</c:v>
                </c:pt>
                <c:pt idx="1484">
                  <c:v>4952</c:v>
                </c:pt>
                <c:pt idx="1485">
                  <c:v>4954</c:v>
                </c:pt>
                <c:pt idx="1486">
                  <c:v>4956</c:v>
                </c:pt>
                <c:pt idx="1487">
                  <c:v>4958</c:v>
                </c:pt>
                <c:pt idx="1488">
                  <c:v>4960</c:v>
                </c:pt>
                <c:pt idx="1489">
                  <c:v>4962</c:v>
                </c:pt>
                <c:pt idx="1490">
                  <c:v>4964</c:v>
                </c:pt>
                <c:pt idx="1491">
                  <c:v>4966</c:v>
                </c:pt>
                <c:pt idx="1492">
                  <c:v>4968</c:v>
                </c:pt>
                <c:pt idx="1493">
                  <c:v>4970</c:v>
                </c:pt>
                <c:pt idx="1494">
                  <c:v>4972</c:v>
                </c:pt>
                <c:pt idx="1495">
                  <c:v>4974</c:v>
                </c:pt>
                <c:pt idx="1496">
                  <c:v>4976</c:v>
                </c:pt>
                <c:pt idx="1497">
                  <c:v>4978</c:v>
                </c:pt>
                <c:pt idx="1498">
                  <c:v>4980</c:v>
                </c:pt>
                <c:pt idx="1499">
                  <c:v>4982</c:v>
                </c:pt>
                <c:pt idx="1500">
                  <c:v>4984</c:v>
                </c:pt>
                <c:pt idx="1501">
                  <c:v>4986</c:v>
                </c:pt>
                <c:pt idx="1502">
                  <c:v>4988</c:v>
                </c:pt>
                <c:pt idx="1503">
                  <c:v>4990</c:v>
                </c:pt>
                <c:pt idx="1504">
                  <c:v>4992</c:v>
                </c:pt>
                <c:pt idx="1505">
                  <c:v>4994</c:v>
                </c:pt>
                <c:pt idx="1506">
                  <c:v>4996</c:v>
                </c:pt>
                <c:pt idx="1507">
                  <c:v>4998</c:v>
                </c:pt>
                <c:pt idx="1508">
                  <c:v>5000</c:v>
                </c:pt>
                <c:pt idx="1509">
                  <c:v>5002</c:v>
                </c:pt>
                <c:pt idx="1510">
                  <c:v>5004</c:v>
                </c:pt>
                <c:pt idx="1511">
                  <c:v>5006</c:v>
                </c:pt>
                <c:pt idx="1512">
                  <c:v>5008</c:v>
                </c:pt>
                <c:pt idx="1513">
                  <c:v>5010</c:v>
                </c:pt>
                <c:pt idx="1514">
                  <c:v>5012</c:v>
                </c:pt>
                <c:pt idx="1515">
                  <c:v>5014</c:v>
                </c:pt>
                <c:pt idx="1516">
                  <c:v>5016</c:v>
                </c:pt>
                <c:pt idx="1517">
                  <c:v>5018</c:v>
                </c:pt>
                <c:pt idx="1518">
                  <c:v>5020</c:v>
                </c:pt>
                <c:pt idx="1519">
                  <c:v>5022</c:v>
                </c:pt>
                <c:pt idx="1520">
                  <c:v>5024</c:v>
                </c:pt>
                <c:pt idx="1521">
                  <c:v>5026</c:v>
                </c:pt>
                <c:pt idx="1522">
                  <c:v>5028</c:v>
                </c:pt>
                <c:pt idx="1523">
                  <c:v>5030</c:v>
                </c:pt>
                <c:pt idx="1524">
                  <c:v>5032</c:v>
                </c:pt>
                <c:pt idx="1525">
                  <c:v>5034</c:v>
                </c:pt>
                <c:pt idx="1526">
                  <c:v>5036</c:v>
                </c:pt>
                <c:pt idx="1527">
                  <c:v>5038</c:v>
                </c:pt>
                <c:pt idx="1528">
                  <c:v>5040</c:v>
                </c:pt>
                <c:pt idx="1529">
                  <c:v>5042</c:v>
                </c:pt>
                <c:pt idx="1530">
                  <c:v>5044</c:v>
                </c:pt>
                <c:pt idx="1531">
                  <c:v>5046</c:v>
                </c:pt>
                <c:pt idx="1532">
                  <c:v>5048</c:v>
                </c:pt>
                <c:pt idx="1533">
                  <c:v>5050</c:v>
                </c:pt>
                <c:pt idx="1534">
                  <c:v>5052</c:v>
                </c:pt>
                <c:pt idx="1535">
                  <c:v>5054</c:v>
                </c:pt>
                <c:pt idx="1536">
                  <c:v>5056</c:v>
                </c:pt>
                <c:pt idx="1537">
                  <c:v>5058</c:v>
                </c:pt>
                <c:pt idx="1538">
                  <c:v>5060</c:v>
                </c:pt>
                <c:pt idx="1539">
                  <c:v>5062</c:v>
                </c:pt>
                <c:pt idx="1540">
                  <c:v>5064</c:v>
                </c:pt>
                <c:pt idx="1541">
                  <c:v>5066</c:v>
                </c:pt>
                <c:pt idx="1542">
                  <c:v>5068</c:v>
                </c:pt>
                <c:pt idx="1543">
                  <c:v>5070</c:v>
                </c:pt>
                <c:pt idx="1544">
                  <c:v>5072</c:v>
                </c:pt>
                <c:pt idx="1545">
                  <c:v>5074</c:v>
                </c:pt>
                <c:pt idx="1546">
                  <c:v>5076</c:v>
                </c:pt>
                <c:pt idx="1547">
                  <c:v>5078</c:v>
                </c:pt>
                <c:pt idx="1548">
                  <c:v>5080</c:v>
                </c:pt>
                <c:pt idx="1549">
                  <c:v>5082</c:v>
                </c:pt>
                <c:pt idx="1550">
                  <c:v>5084</c:v>
                </c:pt>
                <c:pt idx="1551">
                  <c:v>5086</c:v>
                </c:pt>
                <c:pt idx="1552">
                  <c:v>5088</c:v>
                </c:pt>
                <c:pt idx="1553">
                  <c:v>5090</c:v>
                </c:pt>
                <c:pt idx="1554">
                  <c:v>5092</c:v>
                </c:pt>
                <c:pt idx="1555">
                  <c:v>5094</c:v>
                </c:pt>
                <c:pt idx="1556">
                  <c:v>5096</c:v>
                </c:pt>
                <c:pt idx="1557">
                  <c:v>5098</c:v>
                </c:pt>
                <c:pt idx="1558">
                  <c:v>5100</c:v>
                </c:pt>
                <c:pt idx="1559">
                  <c:v>5102</c:v>
                </c:pt>
                <c:pt idx="1560">
                  <c:v>5104</c:v>
                </c:pt>
                <c:pt idx="1561">
                  <c:v>5106</c:v>
                </c:pt>
                <c:pt idx="1562">
                  <c:v>5108</c:v>
                </c:pt>
                <c:pt idx="1563">
                  <c:v>5110</c:v>
                </c:pt>
                <c:pt idx="1564">
                  <c:v>5112</c:v>
                </c:pt>
                <c:pt idx="1565">
                  <c:v>5114</c:v>
                </c:pt>
                <c:pt idx="1566">
                  <c:v>5116</c:v>
                </c:pt>
                <c:pt idx="1567">
                  <c:v>5118</c:v>
                </c:pt>
                <c:pt idx="1568">
                  <c:v>5120</c:v>
                </c:pt>
                <c:pt idx="1569">
                  <c:v>5122</c:v>
                </c:pt>
                <c:pt idx="1570">
                  <c:v>5124</c:v>
                </c:pt>
                <c:pt idx="1571">
                  <c:v>5126</c:v>
                </c:pt>
                <c:pt idx="1572">
                  <c:v>5128</c:v>
                </c:pt>
                <c:pt idx="1573">
                  <c:v>5130</c:v>
                </c:pt>
                <c:pt idx="1574">
                  <c:v>5132</c:v>
                </c:pt>
                <c:pt idx="1575">
                  <c:v>5134</c:v>
                </c:pt>
                <c:pt idx="1576">
                  <c:v>5136</c:v>
                </c:pt>
                <c:pt idx="1577">
                  <c:v>5138</c:v>
                </c:pt>
                <c:pt idx="1578">
                  <c:v>5140</c:v>
                </c:pt>
                <c:pt idx="1579">
                  <c:v>5142</c:v>
                </c:pt>
                <c:pt idx="1580">
                  <c:v>5144</c:v>
                </c:pt>
                <c:pt idx="1581">
                  <c:v>5146</c:v>
                </c:pt>
                <c:pt idx="1582">
                  <c:v>5148</c:v>
                </c:pt>
                <c:pt idx="1583">
                  <c:v>5150</c:v>
                </c:pt>
                <c:pt idx="1584">
                  <c:v>5152</c:v>
                </c:pt>
                <c:pt idx="1585">
                  <c:v>5154</c:v>
                </c:pt>
                <c:pt idx="1586">
                  <c:v>5156</c:v>
                </c:pt>
                <c:pt idx="1587">
                  <c:v>5158</c:v>
                </c:pt>
                <c:pt idx="1588">
                  <c:v>5160</c:v>
                </c:pt>
                <c:pt idx="1589">
                  <c:v>5162</c:v>
                </c:pt>
                <c:pt idx="1590">
                  <c:v>5164</c:v>
                </c:pt>
                <c:pt idx="1591">
                  <c:v>5166</c:v>
                </c:pt>
                <c:pt idx="1592">
                  <c:v>5168</c:v>
                </c:pt>
                <c:pt idx="1593">
                  <c:v>5170</c:v>
                </c:pt>
                <c:pt idx="1594">
                  <c:v>5172</c:v>
                </c:pt>
                <c:pt idx="1595">
                  <c:v>5174</c:v>
                </c:pt>
                <c:pt idx="1596">
                  <c:v>5176</c:v>
                </c:pt>
                <c:pt idx="1597">
                  <c:v>5178</c:v>
                </c:pt>
                <c:pt idx="1598">
                  <c:v>5180</c:v>
                </c:pt>
                <c:pt idx="1599">
                  <c:v>5182</c:v>
                </c:pt>
                <c:pt idx="1600">
                  <c:v>5184</c:v>
                </c:pt>
                <c:pt idx="1601">
                  <c:v>5186</c:v>
                </c:pt>
                <c:pt idx="1602">
                  <c:v>5188</c:v>
                </c:pt>
                <c:pt idx="1603">
                  <c:v>5190</c:v>
                </c:pt>
                <c:pt idx="1604">
                  <c:v>5192</c:v>
                </c:pt>
                <c:pt idx="1605">
                  <c:v>5194</c:v>
                </c:pt>
                <c:pt idx="1606">
                  <c:v>5196</c:v>
                </c:pt>
                <c:pt idx="1607">
                  <c:v>5198</c:v>
                </c:pt>
                <c:pt idx="1608">
                  <c:v>5200</c:v>
                </c:pt>
                <c:pt idx="1609">
                  <c:v>5202</c:v>
                </c:pt>
                <c:pt idx="1610">
                  <c:v>5204</c:v>
                </c:pt>
                <c:pt idx="1611">
                  <c:v>5206</c:v>
                </c:pt>
                <c:pt idx="1612">
                  <c:v>5208</c:v>
                </c:pt>
                <c:pt idx="1613">
                  <c:v>5210</c:v>
                </c:pt>
                <c:pt idx="1614">
                  <c:v>5212</c:v>
                </c:pt>
                <c:pt idx="1615">
                  <c:v>5214</c:v>
                </c:pt>
                <c:pt idx="1616">
                  <c:v>5216</c:v>
                </c:pt>
                <c:pt idx="1617">
                  <c:v>5218</c:v>
                </c:pt>
                <c:pt idx="1618">
                  <c:v>5220</c:v>
                </c:pt>
                <c:pt idx="1619">
                  <c:v>5222</c:v>
                </c:pt>
                <c:pt idx="1620">
                  <c:v>5224</c:v>
                </c:pt>
                <c:pt idx="1621">
                  <c:v>5226</c:v>
                </c:pt>
                <c:pt idx="1622">
                  <c:v>5228</c:v>
                </c:pt>
                <c:pt idx="1623">
                  <c:v>5230</c:v>
                </c:pt>
                <c:pt idx="1624">
                  <c:v>5232</c:v>
                </c:pt>
                <c:pt idx="1625">
                  <c:v>5234</c:v>
                </c:pt>
                <c:pt idx="1626">
                  <c:v>5236</c:v>
                </c:pt>
                <c:pt idx="1627">
                  <c:v>5238</c:v>
                </c:pt>
                <c:pt idx="1628">
                  <c:v>5240</c:v>
                </c:pt>
                <c:pt idx="1629">
                  <c:v>5242</c:v>
                </c:pt>
                <c:pt idx="1630">
                  <c:v>5244</c:v>
                </c:pt>
                <c:pt idx="1631">
                  <c:v>5246</c:v>
                </c:pt>
                <c:pt idx="1632">
                  <c:v>5248</c:v>
                </c:pt>
                <c:pt idx="1633">
                  <c:v>5250</c:v>
                </c:pt>
                <c:pt idx="1634">
                  <c:v>5252</c:v>
                </c:pt>
                <c:pt idx="1635">
                  <c:v>5254</c:v>
                </c:pt>
                <c:pt idx="1636">
                  <c:v>5256</c:v>
                </c:pt>
                <c:pt idx="1637">
                  <c:v>5258</c:v>
                </c:pt>
                <c:pt idx="1638">
                  <c:v>5260</c:v>
                </c:pt>
                <c:pt idx="1639">
                  <c:v>5262</c:v>
                </c:pt>
                <c:pt idx="1640">
                  <c:v>5264</c:v>
                </c:pt>
                <c:pt idx="1641">
                  <c:v>5266</c:v>
                </c:pt>
                <c:pt idx="1642">
                  <c:v>5268</c:v>
                </c:pt>
                <c:pt idx="1643">
                  <c:v>5270</c:v>
                </c:pt>
                <c:pt idx="1644">
                  <c:v>5272</c:v>
                </c:pt>
                <c:pt idx="1645">
                  <c:v>5274</c:v>
                </c:pt>
                <c:pt idx="1646">
                  <c:v>5276</c:v>
                </c:pt>
                <c:pt idx="1647">
                  <c:v>5278</c:v>
                </c:pt>
                <c:pt idx="1648">
                  <c:v>5280</c:v>
                </c:pt>
                <c:pt idx="1649">
                  <c:v>5282</c:v>
                </c:pt>
                <c:pt idx="1650">
                  <c:v>5284</c:v>
                </c:pt>
                <c:pt idx="1651">
                  <c:v>5286</c:v>
                </c:pt>
                <c:pt idx="1652">
                  <c:v>5288</c:v>
                </c:pt>
                <c:pt idx="1653">
                  <c:v>5290</c:v>
                </c:pt>
                <c:pt idx="1654">
                  <c:v>5292</c:v>
                </c:pt>
                <c:pt idx="1655">
                  <c:v>5294</c:v>
                </c:pt>
                <c:pt idx="1656">
                  <c:v>5296</c:v>
                </c:pt>
                <c:pt idx="1657">
                  <c:v>5298</c:v>
                </c:pt>
                <c:pt idx="1658">
                  <c:v>5300</c:v>
                </c:pt>
                <c:pt idx="1659">
                  <c:v>5302</c:v>
                </c:pt>
                <c:pt idx="1660">
                  <c:v>5304</c:v>
                </c:pt>
                <c:pt idx="1661">
                  <c:v>5306</c:v>
                </c:pt>
                <c:pt idx="1662">
                  <c:v>5308</c:v>
                </c:pt>
                <c:pt idx="1663">
                  <c:v>5310</c:v>
                </c:pt>
                <c:pt idx="1664">
                  <c:v>5312</c:v>
                </c:pt>
                <c:pt idx="1665">
                  <c:v>5314</c:v>
                </c:pt>
                <c:pt idx="1666">
                  <c:v>5316</c:v>
                </c:pt>
                <c:pt idx="1667">
                  <c:v>5318</c:v>
                </c:pt>
                <c:pt idx="1668">
                  <c:v>5320</c:v>
                </c:pt>
                <c:pt idx="1669">
                  <c:v>5322</c:v>
                </c:pt>
                <c:pt idx="1670">
                  <c:v>5324</c:v>
                </c:pt>
                <c:pt idx="1671">
                  <c:v>5326</c:v>
                </c:pt>
                <c:pt idx="1672">
                  <c:v>5328</c:v>
                </c:pt>
                <c:pt idx="1673">
                  <c:v>5330</c:v>
                </c:pt>
                <c:pt idx="1674">
                  <c:v>5332</c:v>
                </c:pt>
                <c:pt idx="1675">
                  <c:v>5334</c:v>
                </c:pt>
                <c:pt idx="1676">
                  <c:v>5336</c:v>
                </c:pt>
                <c:pt idx="1677">
                  <c:v>5338</c:v>
                </c:pt>
                <c:pt idx="1678">
                  <c:v>5340</c:v>
                </c:pt>
                <c:pt idx="1679">
                  <c:v>5342</c:v>
                </c:pt>
                <c:pt idx="1680">
                  <c:v>5344</c:v>
                </c:pt>
                <c:pt idx="1681">
                  <c:v>5346</c:v>
                </c:pt>
                <c:pt idx="1682">
                  <c:v>5348</c:v>
                </c:pt>
                <c:pt idx="1683">
                  <c:v>5350</c:v>
                </c:pt>
                <c:pt idx="1684">
                  <c:v>5352</c:v>
                </c:pt>
                <c:pt idx="1685">
                  <c:v>5354</c:v>
                </c:pt>
                <c:pt idx="1686">
                  <c:v>5356</c:v>
                </c:pt>
                <c:pt idx="1687">
                  <c:v>5358</c:v>
                </c:pt>
                <c:pt idx="1688">
                  <c:v>5360</c:v>
                </c:pt>
                <c:pt idx="1689">
                  <c:v>5362</c:v>
                </c:pt>
                <c:pt idx="1690">
                  <c:v>5364</c:v>
                </c:pt>
                <c:pt idx="1691">
                  <c:v>5366</c:v>
                </c:pt>
                <c:pt idx="1692">
                  <c:v>5368</c:v>
                </c:pt>
                <c:pt idx="1693">
                  <c:v>5370</c:v>
                </c:pt>
                <c:pt idx="1694">
                  <c:v>5372</c:v>
                </c:pt>
                <c:pt idx="1695">
                  <c:v>5374</c:v>
                </c:pt>
                <c:pt idx="1696">
                  <c:v>5376</c:v>
                </c:pt>
                <c:pt idx="1697">
                  <c:v>5378</c:v>
                </c:pt>
                <c:pt idx="1698">
                  <c:v>5380</c:v>
                </c:pt>
                <c:pt idx="1699">
                  <c:v>5382</c:v>
                </c:pt>
                <c:pt idx="1700">
                  <c:v>5384</c:v>
                </c:pt>
                <c:pt idx="1701">
                  <c:v>5386</c:v>
                </c:pt>
                <c:pt idx="1702">
                  <c:v>5388</c:v>
                </c:pt>
                <c:pt idx="1703">
                  <c:v>5390</c:v>
                </c:pt>
                <c:pt idx="1704">
                  <c:v>5392</c:v>
                </c:pt>
                <c:pt idx="1705">
                  <c:v>5394</c:v>
                </c:pt>
                <c:pt idx="1706">
                  <c:v>5396</c:v>
                </c:pt>
                <c:pt idx="1707">
                  <c:v>5398</c:v>
                </c:pt>
                <c:pt idx="1708">
                  <c:v>5400</c:v>
                </c:pt>
                <c:pt idx="1709">
                  <c:v>5402</c:v>
                </c:pt>
                <c:pt idx="1710">
                  <c:v>5404</c:v>
                </c:pt>
                <c:pt idx="1711">
                  <c:v>5406</c:v>
                </c:pt>
                <c:pt idx="1712">
                  <c:v>5408</c:v>
                </c:pt>
                <c:pt idx="1713">
                  <c:v>5410</c:v>
                </c:pt>
                <c:pt idx="1714">
                  <c:v>5412</c:v>
                </c:pt>
                <c:pt idx="1715">
                  <c:v>5414</c:v>
                </c:pt>
                <c:pt idx="1716">
                  <c:v>5416</c:v>
                </c:pt>
                <c:pt idx="1717">
                  <c:v>5418</c:v>
                </c:pt>
                <c:pt idx="1718">
                  <c:v>5420</c:v>
                </c:pt>
                <c:pt idx="1719">
                  <c:v>5422</c:v>
                </c:pt>
                <c:pt idx="1720">
                  <c:v>5424</c:v>
                </c:pt>
                <c:pt idx="1721">
                  <c:v>5426</c:v>
                </c:pt>
                <c:pt idx="1722">
                  <c:v>5428</c:v>
                </c:pt>
                <c:pt idx="1723">
                  <c:v>5430</c:v>
                </c:pt>
                <c:pt idx="1724">
                  <c:v>5432</c:v>
                </c:pt>
                <c:pt idx="1725">
                  <c:v>5434</c:v>
                </c:pt>
                <c:pt idx="1726">
                  <c:v>5436</c:v>
                </c:pt>
                <c:pt idx="1727">
                  <c:v>5438</c:v>
                </c:pt>
                <c:pt idx="1728">
                  <c:v>5440</c:v>
                </c:pt>
                <c:pt idx="1729">
                  <c:v>5442</c:v>
                </c:pt>
                <c:pt idx="1730">
                  <c:v>5444</c:v>
                </c:pt>
                <c:pt idx="1731">
                  <c:v>5446</c:v>
                </c:pt>
                <c:pt idx="1732">
                  <c:v>5448</c:v>
                </c:pt>
                <c:pt idx="1733">
                  <c:v>5450</c:v>
                </c:pt>
                <c:pt idx="1734">
                  <c:v>5452</c:v>
                </c:pt>
                <c:pt idx="1735">
                  <c:v>5454</c:v>
                </c:pt>
                <c:pt idx="1736">
                  <c:v>5456</c:v>
                </c:pt>
                <c:pt idx="1737">
                  <c:v>5458</c:v>
                </c:pt>
                <c:pt idx="1738">
                  <c:v>5460</c:v>
                </c:pt>
                <c:pt idx="1739">
                  <c:v>5462</c:v>
                </c:pt>
                <c:pt idx="1740">
                  <c:v>5464</c:v>
                </c:pt>
                <c:pt idx="1741">
                  <c:v>5466</c:v>
                </c:pt>
                <c:pt idx="1742">
                  <c:v>5468</c:v>
                </c:pt>
                <c:pt idx="1743">
                  <c:v>5470</c:v>
                </c:pt>
                <c:pt idx="1744">
                  <c:v>5472</c:v>
                </c:pt>
                <c:pt idx="1745">
                  <c:v>5474</c:v>
                </c:pt>
                <c:pt idx="1746">
                  <c:v>5476</c:v>
                </c:pt>
                <c:pt idx="1747">
                  <c:v>5478</c:v>
                </c:pt>
                <c:pt idx="1748">
                  <c:v>5480</c:v>
                </c:pt>
                <c:pt idx="1749">
                  <c:v>5482</c:v>
                </c:pt>
                <c:pt idx="1750">
                  <c:v>5484</c:v>
                </c:pt>
                <c:pt idx="1751">
                  <c:v>5486</c:v>
                </c:pt>
                <c:pt idx="1752">
                  <c:v>5488</c:v>
                </c:pt>
                <c:pt idx="1753">
                  <c:v>5490</c:v>
                </c:pt>
                <c:pt idx="1754">
                  <c:v>5492</c:v>
                </c:pt>
                <c:pt idx="1755">
                  <c:v>5494</c:v>
                </c:pt>
                <c:pt idx="1756">
                  <c:v>5496</c:v>
                </c:pt>
                <c:pt idx="1757">
                  <c:v>5498</c:v>
                </c:pt>
                <c:pt idx="1758">
                  <c:v>5500</c:v>
                </c:pt>
                <c:pt idx="1759">
                  <c:v>5502</c:v>
                </c:pt>
                <c:pt idx="1760">
                  <c:v>5504</c:v>
                </c:pt>
                <c:pt idx="1761">
                  <c:v>5506</c:v>
                </c:pt>
                <c:pt idx="1762">
                  <c:v>5508</c:v>
                </c:pt>
                <c:pt idx="1763">
                  <c:v>5510</c:v>
                </c:pt>
                <c:pt idx="1764">
                  <c:v>5512</c:v>
                </c:pt>
                <c:pt idx="1765">
                  <c:v>5514</c:v>
                </c:pt>
                <c:pt idx="1766">
                  <c:v>5516</c:v>
                </c:pt>
                <c:pt idx="1767">
                  <c:v>5518</c:v>
                </c:pt>
                <c:pt idx="1768">
                  <c:v>5520</c:v>
                </c:pt>
                <c:pt idx="1769">
                  <c:v>5522</c:v>
                </c:pt>
                <c:pt idx="1770">
                  <c:v>5524</c:v>
                </c:pt>
                <c:pt idx="1771">
                  <c:v>5526</c:v>
                </c:pt>
                <c:pt idx="1772">
                  <c:v>5528</c:v>
                </c:pt>
                <c:pt idx="1773">
                  <c:v>5530</c:v>
                </c:pt>
                <c:pt idx="1774">
                  <c:v>5532</c:v>
                </c:pt>
                <c:pt idx="1775">
                  <c:v>5534</c:v>
                </c:pt>
                <c:pt idx="1776">
                  <c:v>5536</c:v>
                </c:pt>
                <c:pt idx="1777">
                  <c:v>5538</c:v>
                </c:pt>
                <c:pt idx="1778">
                  <c:v>5540</c:v>
                </c:pt>
                <c:pt idx="1779">
                  <c:v>5542</c:v>
                </c:pt>
                <c:pt idx="1780">
                  <c:v>5544</c:v>
                </c:pt>
                <c:pt idx="1781">
                  <c:v>5546</c:v>
                </c:pt>
                <c:pt idx="1782">
                  <c:v>5548</c:v>
                </c:pt>
                <c:pt idx="1783">
                  <c:v>5550</c:v>
                </c:pt>
                <c:pt idx="1784">
                  <c:v>5552</c:v>
                </c:pt>
                <c:pt idx="1785">
                  <c:v>5554</c:v>
                </c:pt>
                <c:pt idx="1786">
                  <c:v>5556</c:v>
                </c:pt>
                <c:pt idx="1787">
                  <c:v>5558</c:v>
                </c:pt>
                <c:pt idx="1788">
                  <c:v>5560</c:v>
                </c:pt>
                <c:pt idx="1789">
                  <c:v>5562</c:v>
                </c:pt>
                <c:pt idx="1790">
                  <c:v>5564</c:v>
                </c:pt>
                <c:pt idx="1791">
                  <c:v>5566</c:v>
                </c:pt>
                <c:pt idx="1792">
                  <c:v>5568</c:v>
                </c:pt>
                <c:pt idx="1793">
                  <c:v>5570</c:v>
                </c:pt>
                <c:pt idx="1794">
                  <c:v>5572</c:v>
                </c:pt>
                <c:pt idx="1795">
                  <c:v>5574</c:v>
                </c:pt>
                <c:pt idx="1796">
                  <c:v>5576</c:v>
                </c:pt>
                <c:pt idx="1797">
                  <c:v>5578</c:v>
                </c:pt>
                <c:pt idx="1798">
                  <c:v>5580</c:v>
                </c:pt>
                <c:pt idx="1799">
                  <c:v>5582</c:v>
                </c:pt>
                <c:pt idx="1800">
                  <c:v>5584</c:v>
                </c:pt>
                <c:pt idx="1801">
                  <c:v>5586</c:v>
                </c:pt>
                <c:pt idx="1802">
                  <c:v>5588</c:v>
                </c:pt>
                <c:pt idx="1803">
                  <c:v>5590</c:v>
                </c:pt>
                <c:pt idx="1804">
                  <c:v>5592</c:v>
                </c:pt>
                <c:pt idx="1805">
                  <c:v>5594</c:v>
                </c:pt>
                <c:pt idx="1806">
                  <c:v>5596</c:v>
                </c:pt>
                <c:pt idx="1807">
                  <c:v>5598</c:v>
                </c:pt>
                <c:pt idx="1808">
                  <c:v>5600</c:v>
                </c:pt>
                <c:pt idx="1809">
                  <c:v>5602</c:v>
                </c:pt>
                <c:pt idx="1810">
                  <c:v>5604</c:v>
                </c:pt>
                <c:pt idx="1811">
                  <c:v>5606</c:v>
                </c:pt>
                <c:pt idx="1812">
                  <c:v>5608</c:v>
                </c:pt>
                <c:pt idx="1813">
                  <c:v>5610</c:v>
                </c:pt>
                <c:pt idx="1814">
                  <c:v>5612</c:v>
                </c:pt>
                <c:pt idx="1815">
                  <c:v>5614</c:v>
                </c:pt>
                <c:pt idx="1816">
                  <c:v>5616</c:v>
                </c:pt>
                <c:pt idx="1817">
                  <c:v>5618</c:v>
                </c:pt>
                <c:pt idx="1818">
                  <c:v>5620</c:v>
                </c:pt>
                <c:pt idx="1819">
                  <c:v>5622</c:v>
                </c:pt>
                <c:pt idx="1820">
                  <c:v>5624</c:v>
                </c:pt>
                <c:pt idx="1821">
                  <c:v>5626</c:v>
                </c:pt>
                <c:pt idx="1822">
                  <c:v>5628</c:v>
                </c:pt>
                <c:pt idx="1823">
                  <c:v>5630</c:v>
                </c:pt>
                <c:pt idx="1824">
                  <c:v>5632</c:v>
                </c:pt>
                <c:pt idx="1825">
                  <c:v>5634</c:v>
                </c:pt>
                <c:pt idx="1826">
                  <c:v>5636</c:v>
                </c:pt>
                <c:pt idx="1827">
                  <c:v>5638</c:v>
                </c:pt>
                <c:pt idx="1828">
                  <c:v>5640</c:v>
                </c:pt>
                <c:pt idx="1829">
                  <c:v>5642</c:v>
                </c:pt>
                <c:pt idx="1830">
                  <c:v>5644</c:v>
                </c:pt>
                <c:pt idx="1831">
                  <c:v>5646</c:v>
                </c:pt>
                <c:pt idx="1832">
                  <c:v>5648</c:v>
                </c:pt>
                <c:pt idx="1833">
                  <c:v>5650</c:v>
                </c:pt>
                <c:pt idx="1834">
                  <c:v>5652</c:v>
                </c:pt>
                <c:pt idx="1835">
                  <c:v>5654</c:v>
                </c:pt>
                <c:pt idx="1836">
                  <c:v>5656</c:v>
                </c:pt>
                <c:pt idx="1837">
                  <c:v>5658</c:v>
                </c:pt>
                <c:pt idx="1838">
                  <c:v>5660</c:v>
                </c:pt>
                <c:pt idx="1839">
                  <c:v>5662</c:v>
                </c:pt>
                <c:pt idx="1840">
                  <c:v>5664</c:v>
                </c:pt>
                <c:pt idx="1841">
                  <c:v>5666</c:v>
                </c:pt>
                <c:pt idx="1842">
                  <c:v>5668</c:v>
                </c:pt>
                <c:pt idx="1843">
                  <c:v>5670</c:v>
                </c:pt>
                <c:pt idx="1844">
                  <c:v>5672</c:v>
                </c:pt>
                <c:pt idx="1845">
                  <c:v>5674</c:v>
                </c:pt>
                <c:pt idx="1846">
                  <c:v>5676</c:v>
                </c:pt>
                <c:pt idx="1847">
                  <c:v>5678</c:v>
                </c:pt>
                <c:pt idx="1848">
                  <c:v>5680</c:v>
                </c:pt>
                <c:pt idx="1849">
                  <c:v>5682</c:v>
                </c:pt>
                <c:pt idx="1850">
                  <c:v>5684</c:v>
                </c:pt>
                <c:pt idx="1851">
                  <c:v>5686</c:v>
                </c:pt>
                <c:pt idx="1852">
                  <c:v>5688</c:v>
                </c:pt>
                <c:pt idx="1853">
                  <c:v>5690</c:v>
                </c:pt>
                <c:pt idx="1854">
                  <c:v>5692</c:v>
                </c:pt>
                <c:pt idx="1855">
                  <c:v>5694</c:v>
                </c:pt>
                <c:pt idx="1856">
                  <c:v>5696</c:v>
                </c:pt>
                <c:pt idx="1857">
                  <c:v>5698</c:v>
                </c:pt>
                <c:pt idx="1858">
                  <c:v>5700</c:v>
                </c:pt>
                <c:pt idx="1859">
                  <c:v>5702</c:v>
                </c:pt>
                <c:pt idx="1860">
                  <c:v>5704</c:v>
                </c:pt>
                <c:pt idx="1861">
                  <c:v>5706</c:v>
                </c:pt>
                <c:pt idx="1862">
                  <c:v>5708</c:v>
                </c:pt>
                <c:pt idx="1863">
                  <c:v>5710</c:v>
                </c:pt>
                <c:pt idx="1864">
                  <c:v>5712</c:v>
                </c:pt>
                <c:pt idx="1865">
                  <c:v>5714</c:v>
                </c:pt>
                <c:pt idx="1866">
                  <c:v>5716</c:v>
                </c:pt>
                <c:pt idx="1867">
                  <c:v>5718</c:v>
                </c:pt>
                <c:pt idx="1868">
                  <c:v>5720</c:v>
                </c:pt>
                <c:pt idx="1869">
                  <c:v>5722</c:v>
                </c:pt>
                <c:pt idx="1870">
                  <c:v>5724</c:v>
                </c:pt>
                <c:pt idx="1871">
                  <c:v>5726</c:v>
                </c:pt>
                <c:pt idx="1872">
                  <c:v>5728</c:v>
                </c:pt>
                <c:pt idx="1873">
                  <c:v>5730</c:v>
                </c:pt>
                <c:pt idx="1874">
                  <c:v>5732</c:v>
                </c:pt>
                <c:pt idx="1875">
                  <c:v>5734</c:v>
                </c:pt>
                <c:pt idx="1876">
                  <c:v>5736</c:v>
                </c:pt>
                <c:pt idx="1877">
                  <c:v>5738</c:v>
                </c:pt>
                <c:pt idx="1878">
                  <c:v>5740</c:v>
                </c:pt>
                <c:pt idx="1879">
                  <c:v>5742</c:v>
                </c:pt>
                <c:pt idx="1880">
                  <c:v>5744</c:v>
                </c:pt>
                <c:pt idx="1881">
                  <c:v>5746</c:v>
                </c:pt>
                <c:pt idx="1882">
                  <c:v>5748</c:v>
                </c:pt>
                <c:pt idx="1883">
                  <c:v>5750</c:v>
                </c:pt>
                <c:pt idx="1884">
                  <c:v>5752</c:v>
                </c:pt>
                <c:pt idx="1885">
                  <c:v>5754</c:v>
                </c:pt>
                <c:pt idx="1886">
                  <c:v>5756</c:v>
                </c:pt>
                <c:pt idx="1887">
                  <c:v>5758</c:v>
                </c:pt>
                <c:pt idx="1888">
                  <c:v>5760</c:v>
                </c:pt>
                <c:pt idx="1889">
                  <c:v>5762</c:v>
                </c:pt>
                <c:pt idx="1890">
                  <c:v>5764</c:v>
                </c:pt>
                <c:pt idx="1891">
                  <c:v>5766</c:v>
                </c:pt>
                <c:pt idx="1892">
                  <c:v>5768</c:v>
                </c:pt>
                <c:pt idx="1893">
                  <c:v>5770</c:v>
                </c:pt>
                <c:pt idx="1894">
                  <c:v>5772</c:v>
                </c:pt>
                <c:pt idx="1895">
                  <c:v>5774</c:v>
                </c:pt>
                <c:pt idx="1896">
                  <c:v>5776</c:v>
                </c:pt>
                <c:pt idx="1897">
                  <c:v>5778</c:v>
                </c:pt>
                <c:pt idx="1898">
                  <c:v>5780</c:v>
                </c:pt>
                <c:pt idx="1899">
                  <c:v>5782</c:v>
                </c:pt>
                <c:pt idx="1900">
                  <c:v>5784</c:v>
                </c:pt>
                <c:pt idx="1901">
                  <c:v>5786</c:v>
                </c:pt>
                <c:pt idx="1902">
                  <c:v>5788</c:v>
                </c:pt>
                <c:pt idx="1903">
                  <c:v>5790</c:v>
                </c:pt>
                <c:pt idx="1904">
                  <c:v>5792</c:v>
                </c:pt>
                <c:pt idx="1905">
                  <c:v>5794</c:v>
                </c:pt>
                <c:pt idx="1906">
                  <c:v>5796</c:v>
                </c:pt>
                <c:pt idx="1907">
                  <c:v>5798</c:v>
                </c:pt>
                <c:pt idx="1908">
                  <c:v>5800</c:v>
                </c:pt>
                <c:pt idx="1909">
                  <c:v>5802</c:v>
                </c:pt>
                <c:pt idx="1910">
                  <c:v>5804</c:v>
                </c:pt>
                <c:pt idx="1911">
                  <c:v>5806</c:v>
                </c:pt>
                <c:pt idx="1912">
                  <c:v>5808</c:v>
                </c:pt>
                <c:pt idx="1913">
                  <c:v>5810</c:v>
                </c:pt>
                <c:pt idx="1914">
                  <c:v>5812</c:v>
                </c:pt>
                <c:pt idx="1915">
                  <c:v>5814</c:v>
                </c:pt>
                <c:pt idx="1916">
                  <c:v>5816</c:v>
                </c:pt>
                <c:pt idx="1917">
                  <c:v>5818</c:v>
                </c:pt>
                <c:pt idx="1918">
                  <c:v>5820</c:v>
                </c:pt>
                <c:pt idx="1919">
                  <c:v>5822</c:v>
                </c:pt>
                <c:pt idx="1920">
                  <c:v>5824</c:v>
                </c:pt>
                <c:pt idx="1921">
                  <c:v>5826</c:v>
                </c:pt>
                <c:pt idx="1922">
                  <c:v>5828</c:v>
                </c:pt>
                <c:pt idx="1923">
                  <c:v>5830</c:v>
                </c:pt>
                <c:pt idx="1924">
                  <c:v>5832</c:v>
                </c:pt>
                <c:pt idx="1925">
                  <c:v>5834</c:v>
                </c:pt>
                <c:pt idx="1926">
                  <c:v>5836</c:v>
                </c:pt>
                <c:pt idx="1927">
                  <c:v>5838</c:v>
                </c:pt>
                <c:pt idx="1928">
                  <c:v>5840</c:v>
                </c:pt>
                <c:pt idx="1929">
                  <c:v>5842</c:v>
                </c:pt>
                <c:pt idx="1930">
                  <c:v>5844</c:v>
                </c:pt>
                <c:pt idx="1931">
                  <c:v>5846</c:v>
                </c:pt>
                <c:pt idx="1932">
                  <c:v>5848</c:v>
                </c:pt>
                <c:pt idx="1933">
                  <c:v>5850</c:v>
                </c:pt>
                <c:pt idx="1934">
                  <c:v>5852</c:v>
                </c:pt>
                <c:pt idx="1935">
                  <c:v>5854</c:v>
                </c:pt>
                <c:pt idx="1936">
                  <c:v>5856</c:v>
                </c:pt>
                <c:pt idx="1937">
                  <c:v>5858</c:v>
                </c:pt>
                <c:pt idx="1938">
                  <c:v>5860</c:v>
                </c:pt>
                <c:pt idx="1939">
                  <c:v>5862</c:v>
                </c:pt>
                <c:pt idx="1940">
                  <c:v>5864</c:v>
                </c:pt>
                <c:pt idx="1941">
                  <c:v>5866</c:v>
                </c:pt>
                <c:pt idx="1942">
                  <c:v>5868</c:v>
                </c:pt>
                <c:pt idx="1943">
                  <c:v>5870</c:v>
                </c:pt>
                <c:pt idx="1944">
                  <c:v>5872</c:v>
                </c:pt>
                <c:pt idx="1945">
                  <c:v>5874</c:v>
                </c:pt>
                <c:pt idx="1946">
                  <c:v>5876</c:v>
                </c:pt>
                <c:pt idx="1947">
                  <c:v>5878</c:v>
                </c:pt>
                <c:pt idx="1948">
                  <c:v>5880</c:v>
                </c:pt>
                <c:pt idx="1949">
                  <c:v>5882</c:v>
                </c:pt>
                <c:pt idx="1950">
                  <c:v>5884</c:v>
                </c:pt>
                <c:pt idx="1951">
                  <c:v>5886</c:v>
                </c:pt>
                <c:pt idx="1952">
                  <c:v>5888</c:v>
                </c:pt>
                <c:pt idx="1953">
                  <c:v>5890</c:v>
                </c:pt>
                <c:pt idx="1954">
                  <c:v>5892</c:v>
                </c:pt>
                <c:pt idx="1955">
                  <c:v>5894</c:v>
                </c:pt>
                <c:pt idx="1956">
                  <c:v>5896</c:v>
                </c:pt>
                <c:pt idx="1957">
                  <c:v>5898</c:v>
                </c:pt>
                <c:pt idx="1958">
                  <c:v>5900</c:v>
                </c:pt>
                <c:pt idx="1959">
                  <c:v>5902</c:v>
                </c:pt>
                <c:pt idx="1960">
                  <c:v>5904</c:v>
                </c:pt>
                <c:pt idx="1961">
                  <c:v>5906</c:v>
                </c:pt>
                <c:pt idx="1962">
                  <c:v>5908</c:v>
                </c:pt>
                <c:pt idx="1963">
                  <c:v>5910</c:v>
                </c:pt>
                <c:pt idx="1964">
                  <c:v>5912</c:v>
                </c:pt>
                <c:pt idx="1965">
                  <c:v>5914</c:v>
                </c:pt>
                <c:pt idx="1966">
                  <c:v>5916</c:v>
                </c:pt>
                <c:pt idx="1967">
                  <c:v>5918</c:v>
                </c:pt>
                <c:pt idx="1968">
                  <c:v>5920</c:v>
                </c:pt>
                <c:pt idx="1969">
                  <c:v>5922</c:v>
                </c:pt>
                <c:pt idx="1970">
                  <c:v>5924</c:v>
                </c:pt>
                <c:pt idx="1971">
                  <c:v>5926</c:v>
                </c:pt>
                <c:pt idx="1972">
                  <c:v>5928</c:v>
                </c:pt>
                <c:pt idx="1973">
                  <c:v>5930</c:v>
                </c:pt>
                <c:pt idx="1974">
                  <c:v>5932</c:v>
                </c:pt>
                <c:pt idx="1975">
                  <c:v>5934</c:v>
                </c:pt>
                <c:pt idx="1976">
                  <c:v>5936</c:v>
                </c:pt>
                <c:pt idx="1977">
                  <c:v>5938</c:v>
                </c:pt>
                <c:pt idx="1978">
                  <c:v>5940</c:v>
                </c:pt>
                <c:pt idx="1979">
                  <c:v>5942</c:v>
                </c:pt>
                <c:pt idx="1980">
                  <c:v>5944</c:v>
                </c:pt>
                <c:pt idx="1981">
                  <c:v>5946</c:v>
                </c:pt>
                <c:pt idx="1982">
                  <c:v>5948</c:v>
                </c:pt>
                <c:pt idx="1983">
                  <c:v>5950</c:v>
                </c:pt>
                <c:pt idx="1984">
                  <c:v>5952</c:v>
                </c:pt>
                <c:pt idx="1985">
                  <c:v>5954</c:v>
                </c:pt>
                <c:pt idx="1986">
                  <c:v>5956</c:v>
                </c:pt>
                <c:pt idx="1987">
                  <c:v>5958</c:v>
                </c:pt>
                <c:pt idx="1988">
                  <c:v>5960</c:v>
                </c:pt>
                <c:pt idx="1989">
                  <c:v>5962</c:v>
                </c:pt>
                <c:pt idx="1990">
                  <c:v>5964</c:v>
                </c:pt>
                <c:pt idx="1991">
                  <c:v>5966</c:v>
                </c:pt>
                <c:pt idx="1992">
                  <c:v>5968</c:v>
                </c:pt>
                <c:pt idx="1993">
                  <c:v>5970</c:v>
                </c:pt>
                <c:pt idx="1994">
                  <c:v>5972</c:v>
                </c:pt>
                <c:pt idx="1995">
                  <c:v>5974</c:v>
                </c:pt>
                <c:pt idx="1996">
                  <c:v>5976</c:v>
                </c:pt>
                <c:pt idx="1997">
                  <c:v>5978</c:v>
                </c:pt>
                <c:pt idx="1998">
                  <c:v>5980</c:v>
                </c:pt>
                <c:pt idx="1999">
                  <c:v>5982</c:v>
                </c:pt>
                <c:pt idx="2000">
                  <c:v>5984</c:v>
                </c:pt>
                <c:pt idx="2001">
                  <c:v>5986</c:v>
                </c:pt>
                <c:pt idx="2002">
                  <c:v>5988</c:v>
                </c:pt>
                <c:pt idx="2003">
                  <c:v>5990</c:v>
                </c:pt>
                <c:pt idx="2004">
                  <c:v>5992</c:v>
                </c:pt>
                <c:pt idx="2005">
                  <c:v>5994</c:v>
                </c:pt>
                <c:pt idx="2006">
                  <c:v>5996</c:v>
                </c:pt>
                <c:pt idx="2007">
                  <c:v>5998</c:v>
                </c:pt>
                <c:pt idx="2008">
                  <c:v>6000</c:v>
                </c:pt>
                <c:pt idx="2009">
                  <c:v>6002</c:v>
                </c:pt>
                <c:pt idx="2010">
                  <c:v>6004</c:v>
                </c:pt>
                <c:pt idx="2011">
                  <c:v>6006</c:v>
                </c:pt>
                <c:pt idx="2012">
                  <c:v>6008</c:v>
                </c:pt>
                <c:pt idx="2013">
                  <c:v>6010</c:v>
                </c:pt>
                <c:pt idx="2014">
                  <c:v>6012</c:v>
                </c:pt>
                <c:pt idx="2015">
                  <c:v>6014</c:v>
                </c:pt>
                <c:pt idx="2016">
                  <c:v>6016</c:v>
                </c:pt>
                <c:pt idx="2017">
                  <c:v>6018</c:v>
                </c:pt>
                <c:pt idx="2018">
                  <c:v>6020</c:v>
                </c:pt>
                <c:pt idx="2019">
                  <c:v>6022</c:v>
                </c:pt>
                <c:pt idx="2020">
                  <c:v>6024</c:v>
                </c:pt>
                <c:pt idx="2021">
                  <c:v>6026</c:v>
                </c:pt>
                <c:pt idx="2022">
                  <c:v>6028</c:v>
                </c:pt>
                <c:pt idx="2023">
                  <c:v>6030</c:v>
                </c:pt>
                <c:pt idx="2024">
                  <c:v>6032</c:v>
                </c:pt>
                <c:pt idx="2025">
                  <c:v>6034</c:v>
                </c:pt>
                <c:pt idx="2026">
                  <c:v>6036</c:v>
                </c:pt>
                <c:pt idx="2027">
                  <c:v>6038</c:v>
                </c:pt>
                <c:pt idx="2028">
                  <c:v>6040</c:v>
                </c:pt>
                <c:pt idx="2029">
                  <c:v>6042</c:v>
                </c:pt>
                <c:pt idx="2030">
                  <c:v>6044</c:v>
                </c:pt>
                <c:pt idx="2031">
                  <c:v>6046</c:v>
                </c:pt>
                <c:pt idx="2032">
                  <c:v>6048</c:v>
                </c:pt>
                <c:pt idx="2033">
                  <c:v>6050</c:v>
                </c:pt>
                <c:pt idx="2034">
                  <c:v>6052</c:v>
                </c:pt>
                <c:pt idx="2035">
                  <c:v>6054</c:v>
                </c:pt>
                <c:pt idx="2036">
                  <c:v>6056</c:v>
                </c:pt>
                <c:pt idx="2037">
                  <c:v>6058</c:v>
                </c:pt>
                <c:pt idx="2038">
                  <c:v>6060</c:v>
                </c:pt>
                <c:pt idx="2039">
                  <c:v>6062</c:v>
                </c:pt>
                <c:pt idx="2040">
                  <c:v>6064</c:v>
                </c:pt>
                <c:pt idx="2041">
                  <c:v>6066</c:v>
                </c:pt>
                <c:pt idx="2042">
                  <c:v>6068</c:v>
                </c:pt>
                <c:pt idx="2043">
                  <c:v>6070</c:v>
                </c:pt>
                <c:pt idx="2044">
                  <c:v>6072</c:v>
                </c:pt>
                <c:pt idx="2045">
                  <c:v>6074</c:v>
                </c:pt>
                <c:pt idx="2046">
                  <c:v>6076</c:v>
                </c:pt>
                <c:pt idx="2047">
                  <c:v>6078</c:v>
                </c:pt>
                <c:pt idx="2048">
                  <c:v>6080</c:v>
                </c:pt>
                <c:pt idx="2049">
                  <c:v>6082</c:v>
                </c:pt>
                <c:pt idx="2050">
                  <c:v>6084</c:v>
                </c:pt>
                <c:pt idx="2051">
                  <c:v>6086</c:v>
                </c:pt>
                <c:pt idx="2052">
                  <c:v>6088</c:v>
                </c:pt>
                <c:pt idx="2053">
                  <c:v>6090</c:v>
                </c:pt>
                <c:pt idx="2054">
                  <c:v>6092</c:v>
                </c:pt>
                <c:pt idx="2055">
                  <c:v>6094</c:v>
                </c:pt>
                <c:pt idx="2056">
                  <c:v>6096</c:v>
                </c:pt>
                <c:pt idx="2057">
                  <c:v>6098</c:v>
                </c:pt>
                <c:pt idx="2058">
                  <c:v>6100</c:v>
                </c:pt>
                <c:pt idx="2059">
                  <c:v>6102</c:v>
                </c:pt>
                <c:pt idx="2060">
                  <c:v>6104</c:v>
                </c:pt>
                <c:pt idx="2061">
                  <c:v>6106</c:v>
                </c:pt>
                <c:pt idx="2062">
                  <c:v>6108</c:v>
                </c:pt>
                <c:pt idx="2063">
                  <c:v>6110</c:v>
                </c:pt>
                <c:pt idx="2064">
                  <c:v>6112</c:v>
                </c:pt>
                <c:pt idx="2065">
                  <c:v>6114</c:v>
                </c:pt>
                <c:pt idx="2066">
                  <c:v>6116</c:v>
                </c:pt>
                <c:pt idx="2067">
                  <c:v>6118</c:v>
                </c:pt>
                <c:pt idx="2068">
                  <c:v>6120</c:v>
                </c:pt>
                <c:pt idx="2069">
                  <c:v>6122</c:v>
                </c:pt>
                <c:pt idx="2070">
                  <c:v>6124</c:v>
                </c:pt>
                <c:pt idx="2071">
                  <c:v>6126</c:v>
                </c:pt>
                <c:pt idx="2072">
                  <c:v>6128</c:v>
                </c:pt>
                <c:pt idx="2073">
                  <c:v>6130</c:v>
                </c:pt>
                <c:pt idx="2074">
                  <c:v>6132</c:v>
                </c:pt>
                <c:pt idx="2075">
                  <c:v>6134</c:v>
                </c:pt>
                <c:pt idx="2076">
                  <c:v>6136</c:v>
                </c:pt>
                <c:pt idx="2077">
                  <c:v>6138</c:v>
                </c:pt>
                <c:pt idx="2078">
                  <c:v>6140</c:v>
                </c:pt>
                <c:pt idx="2079">
                  <c:v>6142</c:v>
                </c:pt>
                <c:pt idx="2080">
                  <c:v>6144</c:v>
                </c:pt>
                <c:pt idx="2081">
                  <c:v>6146</c:v>
                </c:pt>
                <c:pt idx="2082">
                  <c:v>6148</c:v>
                </c:pt>
                <c:pt idx="2083">
                  <c:v>6150</c:v>
                </c:pt>
                <c:pt idx="2084">
                  <c:v>6152</c:v>
                </c:pt>
                <c:pt idx="2085">
                  <c:v>6154</c:v>
                </c:pt>
                <c:pt idx="2086">
                  <c:v>6156</c:v>
                </c:pt>
                <c:pt idx="2087">
                  <c:v>6158</c:v>
                </c:pt>
                <c:pt idx="2088">
                  <c:v>6160</c:v>
                </c:pt>
                <c:pt idx="2089">
                  <c:v>6162</c:v>
                </c:pt>
                <c:pt idx="2090">
                  <c:v>6164</c:v>
                </c:pt>
                <c:pt idx="2091">
                  <c:v>6166</c:v>
                </c:pt>
                <c:pt idx="2092">
                  <c:v>6168</c:v>
                </c:pt>
                <c:pt idx="2093">
                  <c:v>6170</c:v>
                </c:pt>
                <c:pt idx="2094">
                  <c:v>6172</c:v>
                </c:pt>
                <c:pt idx="2095">
                  <c:v>6174</c:v>
                </c:pt>
                <c:pt idx="2096">
                  <c:v>6176</c:v>
                </c:pt>
                <c:pt idx="2097">
                  <c:v>6178</c:v>
                </c:pt>
                <c:pt idx="2098">
                  <c:v>6180</c:v>
                </c:pt>
                <c:pt idx="2099">
                  <c:v>6182</c:v>
                </c:pt>
                <c:pt idx="2100">
                  <c:v>6184</c:v>
                </c:pt>
                <c:pt idx="2101">
                  <c:v>6186</c:v>
                </c:pt>
                <c:pt idx="2102">
                  <c:v>6188</c:v>
                </c:pt>
                <c:pt idx="2103">
                  <c:v>6190</c:v>
                </c:pt>
                <c:pt idx="2104">
                  <c:v>6192</c:v>
                </c:pt>
                <c:pt idx="2105">
                  <c:v>6194</c:v>
                </c:pt>
                <c:pt idx="2106">
                  <c:v>6196</c:v>
                </c:pt>
                <c:pt idx="2107">
                  <c:v>6198</c:v>
                </c:pt>
                <c:pt idx="2108">
                  <c:v>6200</c:v>
                </c:pt>
                <c:pt idx="2109">
                  <c:v>6202</c:v>
                </c:pt>
                <c:pt idx="2110">
                  <c:v>6204</c:v>
                </c:pt>
                <c:pt idx="2111">
                  <c:v>6206</c:v>
                </c:pt>
                <c:pt idx="2112">
                  <c:v>6208</c:v>
                </c:pt>
                <c:pt idx="2113">
                  <c:v>6210</c:v>
                </c:pt>
                <c:pt idx="2114">
                  <c:v>6212</c:v>
                </c:pt>
                <c:pt idx="2115">
                  <c:v>6214</c:v>
                </c:pt>
                <c:pt idx="2116">
                  <c:v>6216</c:v>
                </c:pt>
                <c:pt idx="2117">
                  <c:v>6218</c:v>
                </c:pt>
                <c:pt idx="2118">
                  <c:v>6220</c:v>
                </c:pt>
                <c:pt idx="2119">
                  <c:v>6222</c:v>
                </c:pt>
                <c:pt idx="2120">
                  <c:v>6224</c:v>
                </c:pt>
                <c:pt idx="2121">
                  <c:v>6226</c:v>
                </c:pt>
                <c:pt idx="2122">
                  <c:v>6228</c:v>
                </c:pt>
                <c:pt idx="2123">
                  <c:v>6230</c:v>
                </c:pt>
                <c:pt idx="2124">
                  <c:v>6232</c:v>
                </c:pt>
                <c:pt idx="2125">
                  <c:v>6234</c:v>
                </c:pt>
                <c:pt idx="2126">
                  <c:v>6236</c:v>
                </c:pt>
                <c:pt idx="2127">
                  <c:v>6238</c:v>
                </c:pt>
                <c:pt idx="2128">
                  <c:v>6240</c:v>
                </c:pt>
                <c:pt idx="2129">
                  <c:v>6242</c:v>
                </c:pt>
                <c:pt idx="2130">
                  <c:v>6244</c:v>
                </c:pt>
                <c:pt idx="2131">
                  <c:v>6246</c:v>
                </c:pt>
                <c:pt idx="2132">
                  <c:v>6248</c:v>
                </c:pt>
                <c:pt idx="2133">
                  <c:v>6250</c:v>
                </c:pt>
                <c:pt idx="2134">
                  <c:v>6252</c:v>
                </c:pt>
                <c:pt idx="2135">
                  <c:v>6254</c:v>
                </c:pt>
                <c:pt idx="2136">
                  <c:v>6256</c:v>
                </c:pt>
                <c:pt idx="2137">
                  <c:v>6258</c:v>
                </c:pt>
                <c:pt idx="2138">
                  <c:v>6260</c:v>
                </c:pt>
                <c:pt idx="2139">
                  <c:v>6262</c:v>
                </c:pt>
                <c:pt idx="2140">
                  <c:v>6264</c:v>
                </c:pt>
                <c:pt idx="2141">
                  <c:v>6266</c:v>
                </c:pt>
                <c:pt idx="2142">
                  <c:v>6268</c:v>
                </c:pt>
                <c:pt idx="2143">
                  <c:v>6270</c:v>
                </c:pt>
                <c:pt idx="2144">
                  <c:v>6272</c:v>
                </c:pt>
                <c:pt idx="2145">
                  <c:v>6274</c:v>
                </c:pt>
                <c:pt idx="2146">
                  <c:v>6276</c:v>
                </c:pt>
                <c:pt idx="2147">
                  <c:v>6278</c:v>
                </c:pt>
                <c:pt idx="2148">
                  <c:v>6280</c:v>
                </c:pt>
                <c:pt idx="2149">
                  <c:v>6282</c:v>
                </c:pt>
                <c:pt idx="2150">
                  <c:v>6284</c:v>
                </c:pt>
                <c:pt idx="2151">
                  <c:v>6286</c:v>
                </c:pt>
                <c:pt idx="2152">
                  <c:v>6288</c:v>
                </c:pt>
                <c:pt idx="2153">
                  <c:v>6290</c:v>
                </c:pt>
                <c:pt idx="2154">
                  <c:v>6292</c:v>
                </c:pt>
                <c:pt idx="2155">
                  <c:v>6294</c:v>
                </c:pt>
                <c:pt idx="2156">
                  <c:v>6296</c:v>
                </c:pt>
                <c:pt idx="2157">
                  <c:v>6298</c:v>
                </c:pt>
                <c:pt idx="2158">
                  <c:v>6300</c:v>
                </c:pt>
                <c:pt idx="2159">
                  <c:v>6302</c:v>
                </c:pt>
                <c:pt idx="2160">
                  <c:v>6304</c:v>
                </c:pt>
                <c:pt idx="2161">
                  <c:v>6306</c:v>
                </c:pt>
                <c:pt idx="2162">
                  <c:v>6308</c:v>
                </c:pt>
                <c:pt idx="2163">
                  <c:v>6310</c:v>
                </c:pt>
                <c:pt idx="2164">
                  <c:v>6312</c:v>
                </c:pt>
                <c:pt idx="2165">
                  <c:v>6314</c:v>
                </c:pt>
                <c:pt idx="2166">
                  <c:v>6316</c:v>
                </c:pt>
                <c:pt idx="2167">
                  <c:v>6318</c:v>
                </c:pt>
                <c:pt idx="2168">
                  <c:v>6320</c:v>
                </c:pt>
                <c:pt idx="2169">
                  <c:v>6322</c:v>
                </c:pt>
                <c:pt idx="2170">
                  <c:v>6324</c:v>
                </c:pt>
                <c:pt idx="2171">
                  <c:v>6326</c:v>
                </c:pt>
                <c:pt idx="2172">
                  <c:v>6328</c:v>
                </c:pt>
                <c:pt idx="2173">
                  <c:v>6330</c:v>
                </c:pt>
                <c:pt idx="2174">
                  <c:v>6332</c:v>
                </c:pt>
                <c:pt idx="2175">
                  <c:v>6334</c:v>
                </c:pt>
                <c:pt idx="2176">
                  <c:v>6336</c:v>
                </c:pt>
                <c:pt idx="2177">
                  <c:v>6338</c:v>
                </c:pt>
                <c:pt idx="2178">
                  <c:v>6340</c:v>
                </c:pt>
                <c:pt idx="2179">
                  <c:v>6342</c:v>
                </c:pt>
                <c:pt idx="2180">
                  <c:v>6344</c:v>
                </c:pt>
                <c:pt idx="2181">
                  <c:v>6346</c:v>
                </c:pt>
                <c:pt idx="2182">
                  <c:v>6348</c:v>
                </c:pt>
                <c:pt idx="2183">
                  <c:v>6350</c:v>
                </c:pt>
                <c:pt idx="2184">
                  <c:v>6352</c:v>
                </c:pt>
                <c:pt idx="2185">
                  <c:v>6354</c:v>
                </c:pt>
                <c:pt idx="2186">
                  <c:v>6356</c:v>
                </c:pt>
                <c:pt idx="2187">
                  <c:v>6358</c:v>
                </c:pt>
                <c:pt idx="2188">
                  <c:v>6360</c:v>
                </c:pt>
                <c:pt idx="2189">
                  <c:v>6362</c:v>
                </c:pt>
                <c:pt idx="2190">
                  <c:v>6364</c:v>
                </c:pt>
                <c:pt idx="2191">
                  <c:v>6366</c:v>
                </c:pt>
                <c:pt idx="2192">
                  <c:v>6368</c:v>
                </c:pt>
                <c:pt idx="2193">
                  <c:v>6370</c:v>
                </c:pt>
                <c:pt idx="2194">
                  <c:v>6372</c:v>
                </c:pt>
                <c:pt idx="2195">
                  <c:v>6374</c:v>
                </c:pt>
                <c:pt idx="2196">
                  <c:v>6376</c:v>
                </c:pt>
                <c:pt idx="2197">
                  <c:v>6378</c:v>
                </c:pt>
                <c:pt idx="2198">
                  <c:v>6380</c:v>
                </c:pt>
                <c:pt idx="2199">
                  <c:v>6382</c:v>
                </c:pt>
                <c:pt idx="2200">
                  <c:v>6384</c:v>
                </c:pt>
                <c:pt idx="2201">
                  <c:v>6386</c:v>
                </c:pt>
                <c:pt idx="2202">
                  <c:v>6388</c:v>
                </c:pt>
                <c:pt idx="2203">
                  <c:v>6390</c:v>
                </c:pt>
                <c:pt idx="2204">
                  <c:v>6392</c:v>
                </c:pt>
                <c:pt idx="2205">
                  <c:v>6394</c:v>
                </c:pt>
                <c:pt idx="2206">
                  <c:v>6396</c:v>
                </c:pt>
                <c:pt idx="2207">
                  <c:v>6398</c:v>
                </c:pt>
                <c:pt idx="2208">
                  <c:v>6400</c:v>
                </c:pt>
                <c:pt idx="2209">
                  <c:v>6402</c:v>
                </c:pt>
                <c:pt idx="2210">
                  <c:v>6404</c:v>
                </c:pt>
                <c:pt idx="2211">
                  <c:v>6406</c:v>
                </c:pt>
                <c:pt idx="2212">
                  <c:v>6408</c:v>
                </c:pt>
                <c:pt idx="2213">
                  <c:v>6410</c:v>
                </c:pt>
                <c:pt idx="2214">
                  <c:v>6412</c:v>
                </c:pt>
                <c:pt idx="2215">
                  <c:v>6414</c:v>
                </c:pt>
                <c:pt idx="2216">
                  <c:v>6416</c:v>
                </c:pt>
                <c:pt idx="2217">
                  <c:v>6418</c:v>
                </c:pt>
                <c:pt idx="2218">
                  <c:v>6420</c:v>
                </c:pt>
                <c:pt idx="2219">
                  <c:v>6422</c:v>
                </c:pt>
                <c:pt idx="2220">
                  <c:v>6424</c:v>
                </c:pt>
                <c:pt idx="2221">
                  <c:v>6426</c:v>
                </c:pt>
                <c:pt idx="2222">
                  <c:v>6428</c:v>
                </c:pt>
                <c:pt idx="2223">
                  <c:v>6430</c:v>
                </c:pt>
                <c:pt idx="2224">
                  <c:v>6432</c:v>
                </c:pt>
                <c:pt idx="2225">
                  <c:v>6434</c:v>
                </c:pt>
                <c:pt idx="2226">
                  <c:v>6436</c:v>
                </c:pt>
                <c:pt idx="2227">
                  <c:v>6438</c:v>
                </c:pt>
                <c:pt idx="2228">
                  <c:v>6440</c:v>
                </c:pt>
                <c:pt idx="2229">
                  <c:v>6442</c:v>
                </c:pt>
                <c:pt idx="2230">
                  <c:v>6444</c:v>
                </c:pt>
                <c:pt idx="2231">
                  <c:v>6446</c:v>
                </c:pt>
                <c:pt idx="2232">
                  <c:v>6448</c:v>
                </c:pt>
                <c:pt idx="2233">
                  <c:v>6450</c:v>
                </c:pt>
                <c:pt idx="2234">
                  <c:v>6452</c:v>
                </c:pt>
                <c:pt idx="2235">
                  <c:v>6454</c:v>
                </c:pt>
                <c:pt idx="2236">
                  <c:v>6456</c:v>
                </c:pt>
                <c:pt idx="2237">
                  <c:v>6458</c:v>
                </c:pt>
                <c:pt idx="2238">
                  <c:v>6460</c:v>
                </c:pt>
                <c:pt idx="2239">
                  <c:v>6462</c:v>
                </c:pt>
                <c:pt idx="2240">
                  <c:v>6464</c:v>
                </c:pt>
                <c:pt idx="2241">
                  <c:v>6466</c:v>
                </c:pt>
                <c:pt idx="2242">
                  <c:v>6468</c:v>
                </c:pt>
                <c:pt idx="2243">
                  <c:v>6470</c:v>
                </c:pt>
                <c:pt idx="2244">
                  <c:v>6472</c:v>
                </c:pt>
                <c:pt idx="2245">
                  <c:v>6474</c:v>
                </c:pt>
                <c:pt idx="2246">
                  <c:v>6476</c:v>
                </c:pt>
                <c:pt idx="2247">
                  <c:v>6478</c:v>
                </c:pt>
                <c:pt idx="2248">
                  <c:v>6480</c:v>
                </c:pt>
                <c:pt idx="2249">
                  <c:v>6482</c:v>
                </c:pt>
                <c:pt idx="2250">
                  <c:v>6484</c:v>
                </c:pt>
                <c:pt idx="2251">
                  <c:v>6486</c:v>
                </c:pt>
                <c:pt idx="2252">
                  <c:v>6488</c:v>
                </c:pt>
                <c:pt idx="2253">
                  <c:v>6490</c:v>
                </c:pt>
                <c:pt idx="2254">
                  <c:v>6492</c:v>
                </c:pt>
                <c:pt idx="2255">
                  <c:v>6494</c:v>
                </c:pt>
                <c:pt idx="2256">
                  <c:v>6496</c:v>
                </c:pt>
                <c:pt idx="2257">
                  <c:v>6498</c:v>
                </c:pt>
                <c:pt idx="2258">
                  <c:v>6500</c:v>
                </c:pt>
                <c:pt idx="2259">
                  <c:v>6502</c:v>
                </c:pt>
                <c:pt idx="2260">
                  <c:v>6504</c:v>
                </c:pt>
                <c:pt idx="2261">
                  <c:v>6506</c:v>
                </c:pt>
                <c:pt idx="2262">
                  <c:v>6508</c:v>
                </c:pt>
                <c:pt idx="2263">
                  <c:v>6510</c:v>
                </c:pt>
                <c:pt idx="2264">
                  <c:v>6512</c:v>
                </c:pt>
                <c:pt idx="2265">
                  <c:v>6514</c:v>
                </c:pt>
                <c:pt idx="2266">
                  <c:v>6516</c:v>
                </c:pt>
                <c:pt idx="2267">
                  <c:v>6518</c:v>
                </c:pt>
                <c:pt idx="2268">
                  <c:v>6520</c:v>
                </c:pt>
                <c:pt idx="2269">
                  <c:v>6522</c:v>
                </c:pt>
                <c:pt idx="2270">
                  <c:v>6524</c:v>
                </c:pt>
                <c:pt idx="2271">
                  <c:v>6526</c:v>
                </c:pt>
                <c:pt idx="2272">
                  <c:v>6528</c:v>
                </c:pt>
                <c:pt idx="2273">
                  <c:v>6530</c:v>
                </c:pt>
                <c:pt idx="2274">
                  <c:v>6532</c:v>
                </c:pt>
                <c:pt idx="2275">
                  <c:v>6534</c:v>
                </c:pt>
                <c:pt idx="2276">
                  <c:v>6536</c:v>
                </c:pt>
                <c:pt idx="2277">
                  <c:v>6538</c:v>
                </c:pt>
                <c:pt idx="2278">
                  <c:v>6540</c:v>
                </c:pt>
                <c:pt idx="2279">
                  <c:v>6542</c:v>
                </c:pt>
                <c:pt idx="2280">
                  <c:v>6544</c:v>
                </c:pt>
                <c:pt idx="2281">
                  <c:v>6546</c:v>
                </c:pt>
                <c:pt idx="2282">
                  <c:v>6548</c:v>
                </c:pt>
                <c:pt idx="2283">
                  <c:v>6550</c:v>
                </c:pt>
                <c:pt idx="2284">
                  <c:v>6552</c:v>
                </c:pt>
                <c:pt idx="2285">
                  <c:v>6554</c:v>
                </c:pt>
                <c:pt idx="2286">
                  <c:v>6556</c:v>
                </c:pt>
                <c:pt idx="2287">
                  <c:v>6558</c:v>
                </c:pt>
                <c:pt idx="2288">
                  <c:v>6560</c:v>
                </c:pt>
                <c:pt idx="2289">
                  <c:v>6562</c:v>
                </c:pt>
                <c:pt idx="2290">
                  <c:v>6564</c:v>
                </c:pt>
                <c:pt idx="2291">
                  <c:v>6566</c:v>
                </c:pt>
                <c:pt idx="2292">
                  <c:v>6568</c:v>
                </c:pt>
                <c:pt idx="2293">
                  <c:v>6570</c:v>
                </c:pt>
                <c:pt idx="2294">
                  <c:v>6572</c:v>
                </c:pt>
                <c:pt idx="2295">
                  <c:v>6574</c:v>
                </c:pt>
                <c:pt idx="2296">
                  <c:v>6576</c:v>
                </c:pt>
                <c:pt idx="2297">
                  <c:v>6578</c:v>
                </c:pt>
                <c:pt idx="2298">
                  <c:v>6580</c:v>
                </c:pt>
                <c:pt idx="2299">
                  <c:v>6582</c:v>
                </c:pt>
                <c:pt idx="2300">
                  <c:v>6584</c:v>
                </c:pt>
                <c:pt idx="2301">
                  <c:v>6586</c:v>
                </c:pt>
                <c:pt idx="2302">
                  <c:v>6588</c:v>
                </c:pt>
                <c:pt idx="2303">
                  <c:v>6590</c:v>
                </c:pt>
                <c:pt idx="2304">
                  <c:v>6592</c:v>
                </c:pt>
                <c:pt idx="2305">
                  <c:v>6594</c:v>
                </c:pt>
                <c:pt idx="2306">
                  <c:v>6596</c:v>
                </c:pt>
                <c:pt idx="2307">
                  <c:v>6598</c:v>
                </c:pt>
                <c:pt idx="2308">
                  <c:v>6600</c:v>
                </c:pt>
                <c:pt idx="2309">
                  <c:v>6602</c:v>
                </c:pt>
                <c:pt idx="2310">
                  <c:v>6604</c:v>
                </c:pt>
                <c:pt idx="2311">
                  <c:v>6606</c:v>
                </c:pt>
                <c:pt idx="2312">
                  <c:v>6608</c:v>
                </c:pt>
                <c:pt idx="2313">
                  <c:v>6610</c:v>
                </c:pt>
                <c:pt idx="2314">
                  <c:v>6612</c:v>
                </c:pt>
                <c:pt idx="2315">
                  <c:v>6614</c:v>
                </c:pt>
                <c:pt idx="2316">
                  <c:v>6616</c:v>
                </c:pt>
                <c:pt idx="2317">
                  <c:v>6618</c:v>
                </c:pt>
                <c:pt idx="2318">
                  <c:v>6620</c:v>
                </c:pt>
                <c:pt idx="2319">
                  <c:v>6622</c:v>
                </c:pt>
                <c:pt idx="2320">
                  <c:v>6624</c:v>
                </c:pt>
                <c:pt idx="2321">
                  <c:v>6626</c:v>
                </c:pt>
                <c:pt idx="2322">
                  <c:v>6628</c:v>
                </c:pt>
                <c:pt idx="2323">
                  <c:v>6630</c:v>
                </c:pt>
                <c:pt idx="2324">
                  <c:v>6632</c:v>
                </c:pt>
                <c:pt idx="2325">
                  <c:v>6634</c:v>
                </c:pt>
                <c:pt idx="2326">
                  <c:v>6636</c:v>
                </c:pt>
                <c:pt idx="2327">
                  <c:v>6638</c:v>
                </c:pt>
                <c:pt idx="2328">
                  <c:v>6640</c:v>
                </c:pt>
                <c:pt idx="2329">
                  <c:v>6642</c:v>
                </c:pt>
                <c:pt idx="2330">
                  <c:v>6644</c:v>
                </c:pt>
                <c:pt idx="2331">
                  <c:v>6646</c:v>
                </c:pt>
                <c:pt idx="2332">
                  <c:v>6648</c:v>
                </c:pt>
                <c:pt idx="2333">
                  <c:v>6650</c:v>
                </c:pt>
                <c:pt idx="2334">
                  <c:v>6652</c:v>
                </c:pt>
                <c:pt idx="2335">
                  <c:v>6654</c:v>
                </c:pt>
                <c:pt idx="2336">
                  <c:v>6656</c:v>
                </c:pt>
                <c:pt idx="2337">
                  <c:v>6658</c:v>
                </c:pt>
                <c:pt idx="2338">
                  <c:v>6660</c:v>
                </c:pt>
                <c:pt idx="2339">
                  <c:v>6662</c:v>
                </c:pt>
                <c:pt idx="2340">
                  <c:v>6664</c:v>
                </c:pt>
                <c:pt idx="2341">
                  <c:v>6666</c:v>
                </c:pt>
                <c:pt idx="2342">
                  <c:v>6668</c:v>
                </c:pt>
                <c:pt idx="2343">
                  <c:v>6670</c:v>
                </c:pt>
                <c:pt idx="2344">
                  <c:v>6672</c:v>
                </c:pt>
                <c:pt idx="2345">
                  <c:v>6674</c:v>
                </c:pt>
                <c:pt idx="2346">
                  <c:v>6676</c:v>
                </c:pt>
                <c:pt idx="2347">
                  <c:v>6678</c:v>
                </c:pt>
                <c:pt idx="2348">
                  <c:v>6680</c:v>
                </c:pt>
                <c:pt idx="2349">
                  <c:v>6682</c:v>
                </c:pt>
                <c:pt idx="2350">
                  <c:v>6684</c:v>
                </c:pt>
                <c:pt idx="2351">
                  <c:v>6686</c:v>
                </c:pt>
                <c:pt idx="2352">
                  <c:v>6688</c:v>
                </c:pt>
                <c:pt idx="2353">
                  <c:v>6690</c:v>
                </c:pt>
                <c:pt idx="2354">
                  <c:v>6692</c:v>
                </c:pt>
                <c:pt idx="2355">
                  <c:v>6694</c:v>
                </c:pt>
                <c:pt idx="2356">
                  <c:v>6696</c:v>
                </c:pt>
                <c:pt idx="2357">
                  <c:v>6698</c:v>
                </c:pt>
                <c:pt idx="2358">
                  <c:v>6700</c:v>
                </c:pt>
                <c:pt idx="2359">
                  <c:v>6702</c:v>
                </c:pt>
                <c:pt idx="2360">
                  <c:v>6704</c:v>
                </c:pt>
                <c:pt idx="2361">
                  <c:v>6706</c:v>
                </c:pt>
                <c:pt idx="2362">
                  <c:v>6708</c:v>
                </c:pt>
                <c:pt idx="2363">
                  <c:v>6710</c:v>
                </c:pt>
                <c:pt idx="2364">
                  <c:v>6712</c:v>
                </c:pt>
                <c:pt idx="2365">
                  <c:v>6714</c:v>
                </c:pt>
                <c:pt idx="2366">
                  <c:v>6716</c:v>
                </c:pt>
                <c:pt idx="2367">
                  <c:v>6718</c:v>
                </c:pt>
                <c:pt idx="2368">
                  <c:v>6720</c:v>
                </c:pt>
                <c:pt idx="2369">
                  <c:v>6722</c:v>
                </c:pt>
                <c:pt idx="2370">
                  <c:v>6724</c:v>
                </c:pt>
                <c:pt idx="2371">
                  <c:v>6726</c:v>
                </c:pt>
                <c:pt idx="2372">
                  <c:v>6728</c:v>
                </c:pt>
                <c:pt idx="2373">
                  <c:v>6730</c:v>
                </c:pt>
                <c:pt idx="2374">
                  <c:v>6732</c:v>
                </c:pt>
                <c:pt idx="2375">
                  <c:v>6734</c:v>
                </c:pt>
                <c:pt idx="2376">
                  <c:v>6736</c:v>
                </c:pt>
                <c:pt idx="2377">
                  <c:v>6738</c:v>
                </c:pt>
                <c:pt idx="2378">
                  <c:v>6740</c:v>
                </c:pt>
                <c:pt idx="2379">
                  <c:v>6742</c:v>
                </c:pt>
                <c:pt idx="2380">
                  <c:v>6744</c:v>
                </c:pt>
                <c:pt idx="2381">
                  <c:v>6746</c:v>
                </c:pt>
                <c:pt idx="2382">
                  <c:v>6748</c:v>
                </c:pt>
                <c:pt idx="2383">
                  <c:v>6750</c:v>
                </c:pt>
                <c:pt idx="2384">
                  <c:v>6752</c:v>
                </c:pt>
                <c:pt idx="2385">
                  <c:v>6754</c:v>
                </c:pt>
                <c:pt idx="2386">
                  <c:v>6756</c:v>
                </c:pt>
                <c:pt idx="2387">
                  <c:v>6758</c:v>
                </c:pt>
                <c:pt idx="2388">
                  <c:v>6760</c:v>
                </c:pt>
                <c:pt idx="2389">
                  <c:v>6762</c:v>
                </c:pt>
                <c:pt idx="2390">
                  <c:v>6764</c:v>
                </c:pt>
                <c:pt idx="2391">
                  <c:v>6766</c:v>
                </c:pt>
                <c:pt idx="2392">
                  <c:v>6768</c:v>
                </c:pt>
                <c:pt idx="2393">
                  <c:v>6770</c:v>
                </c:pt>
                <c:pt idx="2394">
                  <c:v>6772</c:v>
                </c:pt>
                <c:pt idx="2395">
                  <c:v>6774</c:v>
                </c:pt>
                <c:pt idx="2396">
                  <c:v>6776</c:v>
                </c:pt>
                <c:pt idx="2397">
                  <c:v>6778</c:v>
                </c:pt>
                <c:pt idx="2398">
                  <c:v>6780</c:v>
                </c:pt>
                <c:pt idx="2399">
                  <c:v>6782</c:v>
                </c:pt>
                <c:pt idx="2400">
                  <c:v>6784</c:v>
                </c:pt>
                <c:pt idx="2401">
                  <c:v>6786</c:v>
                </c:pt>
                <c:pt idx="2402">
                  <c:v>6788</c:v>
                </c:pt>
                <c:pt idx="2403">
                  <c:v>6790</c:v>
                </c:pt>
                <c:pt idx="2404">
                  <c:v>6792</c:v>
                </c:pt>
                <c:pt idx="2405">
                  <c:v>6794</c:v>
                </c:pt>
                <c:pt idx="2406">
                  <c:v>6796</c:v>
                </c:pt>
                <c:pt idx="2407">
                  <c:v>6798</c:v>
                </c:pt>
                <c:pt idx="2408">
                  <c:v>6800</c:v>
                </c:pt>
                <c:pt idx="2409">
                  <c:v>6802</c:v>
                </c:pt>
                <c:pt idx="2410">
                  <c:v>6804</c:v>
                </c:pt>
                <c:pt idx="2411">
                  <c:v>6806</c:v>
                </c:pt>
                <c:pt idx="2412">
                  <c:v>6808</c:v>
                </c:pt>
                <c:pt idx="2413">
                  <c:v>6810</c:v>
                </c:pt>
                <c:pt idx="2414">
                  <c:v>6812</c:v>
                </c:pt>
                <c:pt idx="2415">
                  <c:v>6814</c:v>
                </c:pt>
                <c:pt idx="2416">
                  <c:v>6816</c:v>
                </c:pt>
                <c:pt idx="2417">
                  <c:v>6818</c:v>
                </c:pt>
                <c:pt idx="2418">
                  <c:v>6820</c:v>
                </c:pt>
                <c:pt idx="2419">
                  <c:v>6822</c:v>
                </c:pt>
                <c:pt idx="2420">
                  <c:v>6824</c:v>
                </c:pt>
                <c:pt idx="2421">
                  <c:v>6826</c:v>
                </c:pt>
                <c:pt idx="2422">
                  <c:v>6828</c:v>
                </c:pt>
                <c:pt idx="2423">
                  <c:v>6830</c:v>
                </c:pt>
                <c:pt idx="2424">
                  <c:v>6832</c:v>
                </c:pt>
                <c:pt idx="2425">
                  <c:v>6834</c:v>
                </c:pt>
                <c:pt idx="2426">
                  <c:v>6836</c:v>
                </c:pt>
                <c:pt idx="2427">
                  <c:v>6838</c:v>
                </c:pt>
                <c:pt idx="2428">
                  <c:v>6840</c:v>
                </c:pt>
                <c:pt idx="2429">
                  <c:v>6842</c:v>
                </c:pt>
                <c:pt idx="2430">
                  <c:v>6844</c:v>
                </c:pt>
                <c:pt idx="2431">
                  <c:v>6846</c:v>
                </c:pt>
                <c:pt idx="2432">
                  <c:v>6848</c:v>
                </c:pt>
                <c:pt idx="2433">
                  <c:v>6850</c:v>
                </c:pt>
                <c:pt idx="2434">
                  <c:v>6852</c:v>
                </c:pt>
                <c:pt idx="2435">
                  <c:v>6854</c:v>
                </c:pt>
                <c:pt idx="2436">
                  <c:v>6856</c:v>
                </c:pt>
                <c:pt idx="2437">
                  <c:v>6858</c:v>
                </c:pt>
                <c:pt idx="2438">
                  <c:v>6860</c:v>
                </c:pt>
                <c:pt idx="2439">
                  <c:v>6862</c:v>
                </c:pt>
                <c:pt idx="2440">
                  <c:v>6864</c:v>
                </c:pt>
                <c:pt idx="2441">
                  <c:v>6866</c:v>
                </c:pt>
                <c:pt idx="2442">
                  <c:v>6868</c:v>
                </c:pt>
                <c:pt idx="2443">
                  <c:v>6870</c:v>
                </c:pt>
                <c:pt idx="2444">
                  <c:v>6872</c:v>
                </c:pt>
                <c:pt idx="2445">
                  <c:v>6874</c:v>
                </c:pt>
                <c:pt idx="2446">
                  <c:v>6876</c:v>
                </c:pt>
                <c:pt idx="2447">
                  <c:v>6878</c:v>
                </c:pt>
                <c:pt idx="2448">
                  <c:v>6880</c:v>
                </c:pt>
                <c:pt idx="2449">
                  <c:v>6882</c:v>
                </c:pt>
                <c:pt idx="2450">
                  <c:v>6884</c:v>
                </c:pt>
                <c:pt idx="2451">
                  <c:v>6886</c:v>
                </c:pt>
                <c:pt idx="2452">
                  <c:v>6888</c:v>
                </c:pt>
                <c:pt idx="2453">
                  <c:v>6890</c:v>
                </c:pt>
                <c:pt idx="2454">
                  <c:v>6892</c:v>
                </c:pt>
                <c:pt idx="2455">
                  <c:v>6894</c:v>
                </c:pt>
                <c:pt idx="2456">
                  <c:v>6896</c:v>
                </c:pt>
                <c:pt idx="2457">
                  <c:v>6898</c:v>
                </c:pt>
                <c:pt idx="2458">
                  <c:v>6900</c:v>
                </c:pt>
                <c:pt idx="2459">
                  <c:v>6902</c:v>
                </c:pt>
                <c:pt idx="2460">
                  <c:v>6904</c:v>
                </c:pt>
                <c:pt idx="2461">
                  <c:v>6906</c:v>
                </c:pt>
                <c:pt idx="2462">
                  <c:v>6908</c:v>
                </c:pt>
                <c:pt idx="2463">
                  <c:v>6910</c:v>
                </c:pt>
                <c:pt idx="2464">
                  <c:v>6912</c:v>
                </c:pt>
                <c:pt idx="2465">
                  <c:v>6914</c:v>
                </c:pt>
                <c:pt idx="2466">
                  <c:v>6916</c:v>
                </c:pt>
                <c:pt idx="2467">
                  <c:v>6918</c:v>
                </c:pt>
                <c:pt idx="2468">
                  <c:v>6920</c:v>
                </c:pt>
                <c:pt idx="2469">
                  <c:v>6922</c:v>
                </c:pt>
                <c:pt idx="2470">
                  <c:v>6924</c:v>
                </c:pt>
                <c:pt idx="2471">
                  <c:v>6926</c:v>
                </c:pt>
                <c:pt idx="2472">
                  <c:v>6928</c:v>
                </c:pt>
                <c:pt idx="2473">
                  <c:v>6930</c:v>
                </c:pt>
                <c:pt idx="2474">
                  <c:v>6932</c:v>
                </c:pt>
                <c:pt idx="2475">
                  <c:v>6934</c:v>
                </c:pt>
                <c:pt idx="2476">
                  <c:v>6936</c:v>
                </c:pt>
                <c:pt idx="2477">
                  <c:v>6938</c:v>
                </c:pt>
                <c:pt idx="2478">
                  <c:v>6940</c:v>
                </c:pt>
                <c:pt idx="2479">
                  <c:v>6942</c:v>
                </c:pt>
                <c:pt idx="2480">
                  <c:v>6944</c:v>
                </c:pt>
                <c:pt idx="2481">
                  <c:v>6946</c:v>
                </c:pt>
                <c:pt idx="2482">
                  <c:v>6948</c:v>
                </c:pt>
                <c:pt idx="2483">
                  <c:v>6950</c:v>
                </c:pt>
                <c:pt idx="2484">
                  <c:v>6952</c:v>
                </c:pt>
                <c:pt idx="2485">
                  <c:v>6954</c:v>
                </c:pt>
                <c:pt idx="2486">
                  <c:v>6956</c:v>
                </c:pt>
                <c:pt idx="2487">
                  <c:v>6958</c:v>
                </c:pt>
                <c:pt idx="2488">
                  <c:v>6960</c:v>
                </c:pt>
                <c:pt idx="2489">
                  <c:v>6962</c:v>
                </c:pt>
                <c:pt idx="2490">
                  <c:v>6964</c:v>
                </c:pt>
                <c:pt idx="2491">
                  <c:v>6966</c:v>
                </c:pt>
                <c:pt idx="2492">
                  <c:v>6968</c:v>
                </c:pt>
                <c:pt idx="2493">
                  <c:v>6970</c:v>
                </c:pt>
                <c:pt idx="2494">
                  <c:v>6972</c:v>
                </c:pt>
                <c:pt idx="2495">
                  <c:v>6974</c:v>
                </c:pt>
                <c:pt idx="2496">
                  <c:v>6976</c:v>
                </c:pt>
                <c:pt idx="2497">
                  <c:v>6978</c:v>
                </c:pt>
                <c:pt idx="2498">
                  <c:v>6980</c:v>
                </c:pt>
                <c:pt idx="2499">
                  <c:v>6982</c:v>
                </c:pt>
                <c:pt idx="2500">
                  <c:v>6984</c:v>
                </c:pt>
                <c:pt idx="2501">
                  <c:v>6986</c:v>
                </c:pt>
                <c:pt idx="2502">
                  <c:v>6988</c:v>
                </c:pt>
                <c:pt idx="2503">
                  <c:v>6990</c:v>
                </c:pt>
                <c:pt idx="2504">
                  <c:v>6992</c:v>
                </c:pt>
                <c:pt idx="2505">
                  <c:v>6994</c:v>
                </c:pt>
                <c:pt idx="2506">
                  <c:v>6996</c:v>
                </c:pt>
                <c:pt idx="2507">
                  <c:v>6998</c:v>
                </c:pt>
                <c:pt idx="2508">
                  <c:v>7000</c:v>
                </c:pt>
                <c:pt idx="2509">
                  <c:v>7002</c:v>
                </c:pt>
                <c:pt idx="2510">
                  <c:v>7004</c:v>
                </c:pt>
                <c:pt idx="2511">
                  <c:v>7006</c:v>
                </c:pt>
                <c:pt idx="2512">
                  <c:v>7008</c:v>
                </c:pt>
                <c:pt idx="2513">
                  <c:v>7010</c:v>
                </c:pt>
                <c:pt idx="2514">
                  <c:v>7012</c:v>
                </c:pt>
                <c:pt idx="2515">
                  <c:v>7014</c:v>
                </c:pt>
                <c:pt idx="2516">
                  <c:v>7016</c:v>
                </c:pt>
                <c:pt idx="2517">
                  <c:v>7018</c:v>
                </c:pt>
                <c:pt idx="2518">
                  <c:v>7020</c:v>
                </c:pt>
                <c:pt idx="2519">
                  <c:v>7022</c:v>
                </c:pt>
                <c:pt idx="2520">
                  <c:v>7024</c:v>
                </c:pt>
                <c:pt idx="2521">
                  <c:v>7026</c:v>
                </c:pt>
                <c:pt idx="2522">
                  <c:v>7028</c:v>
                </c:pt>
                <c:pt idx="2523">
                  <c:v>7030</c:v>
                </c:pt>
                <c:pt idx="2524">
                  <c:v>7032</c:v>
                </c:pt>
                <c:pt idx="2525">
                  <c:v>7034</c:v>
                </c:pt>
                <c:pt idx="2526">
                  <c:v>7036</c:v>
                </c:pt>
                <c:pt idx="2527">
                  <c:v>7038</c:v>
                </c:pt>
                <c:pt idx="2528">
                  <c:v>7040</c:v>
                </c:pt>
                <c:pt idx="2529">
                  <c:v>7042</c:v>
                </c:pt>
                <c:pt idx="2530">
                  <c:v>7044</c:v>
                </c:pt>
                <c:pt idx="2531">
                  <c:v>7046</c:v>
                </c:pt>
                <c:pt idx="2532">
                  <c:v>7048</c:v>
                </c:pt>
                <c:pt idx="2533">
                  <c:v>7050</c:v>
                </c:pt>
                <c:pt idx="2534">
                  <c:v>7052</c:v>
                </c:pt>
                <c:pt idx="2535">
                  <c:v>7054</c:v>
                </c:pt>
                <c:pt idx="2536">
                  <c:v>7056</c:v>
                </c:pt>
                <c:pt idx="2537">
                  <c:v>7058</c:v>
                </c:pt>
                <c:pt idx="2538">
                  <c:v>7060</c:v>
                </c:pt>
                <c:pt idx="2539">
                  <c:v>7062</c:v>
                </c:pt>
                <c:pt idx="2540">
                  <c:v>7064</c:v>
                </c:pt>
                <c:pt idx="2541">
                  <c:v>7066</c:v>
                </c:pt>
                <c:pt idx="2542">
                  <c:v>7068</c:v>
                </c:pt>
                <c:pt idx="2543">
                  <c:v>7070</c:v>
                </c:pt>
                <c:pt idx="2544">
                  <c:v>7072</c:v>
                </c:pt>
                <c:pt idx="2545">
                  <c:v>7074</c:v>
                </c:pt>
                <c:pt idx="2546">
                  <c:v>7076</c:v>
                </c:pt>
                <c:pt idx="2547">
                  <c:v>7078</c:v>
                </c:pt>
                <c:pt idx="2548">
                  <c:v>7080</c:v>
                </c:pt>
                <c:pt idx="2549">
                  <c:v>7082</c:v>
                </c:pt>
                <c:pt idx="2550">
                  <c:v>7084</c:v>
                </c:pt>
                <c:pt idx="2551">
                  <c:v>7086</c:v>
                </c:pt>
                <c:pt idx="2552">
                  <c:v>7088</c:v>
                </c:pt>
                <c:pt idx="2553">
                  <c:v>7090</c:v>
                </c:pt>
                <c:pt idx="2554">
                  <c:v>7092</c:v>
                </c:pt>
                <c:pt idx="2555">
                  <c:v>7094</c:v>
                </c:pt>
                <c:pt idx="2556">
                  <c:v>7096</c:v>
                </c:pt>
                <c:pt idx="2557">
                  <c:v>7098</c:v>
                </c:pt>
                <c:pt idx="2558">
                  <c:v>7100</c:v>
                </c:pt>
                <c:pt idx="2559">
                  <c:v>7102</c:v>
                </c:pt>
                <c:pt idx="2560">
                  <c:v>7104</c:v>
                </c:pt>
                <c:pt idx="2561">
                  <c:v>7106</c:v>
                </c:pt>
                <c:pt idx="2562">
                  <c:v>7108</c:v>
                </c:pt>
                <c:pt idx="2563">
                  <c:v>7110</c:v>
                </c:pt>
                <c:pt idx="2564">
                  <c:v>7112</c:v>
                </c:pt>
                <c:pt idx="2565">
                  <c:v>7114</c:v>
                </c:pt>
                <c:pt idx="2566">
                  <c:v>7116</c:v>
                </c:pt>
                <c:pt idx="2567">
                  <c:v>7118</c:v>
                </c:pt>
                <c:pt idx="2568">
                  <c:v>7120</c:v>
                </c:pt>
                <c:pt idx="2569">
                  <c:v>7122</c:v>
                </c:pt>
                <c:pt idx="2570">
                  <c:v>7124</c:v>
                </c:pt>
                <c:pt idx="2571">
                  <c:v>7126</c:v>
                </c:pt>
                <c:pt idx="2572">
                  <c:v>7128</c:v>
                </c:pt>
                <c:pt idx="2573">
                  <c:v>7130</c:v>
                </c:pt>
                <c:pt idx="2574">
                  <c:v>7132</c:v>
                </c:pt>
                <c:pt idx="2575">
                  <c:v>7134</c:v>
                </c:pt>
                <c:pt idx="2576">
                  <c:v>7136</c:v>
                </c:pt>
                <c:pt idx="2577">
                  <c:v>7138</c:v>
                </c:pt>
                <c:pt idx="2578">
                  <c:v>7140</c:v>
                </c:pt>
                <c:pt idx="2579">
                  <c:v>7142</c:v>
                </c:pt>
                <c:pt idx="2580">
                  <c:v>7144</c:v>
                </c:pt>
                <c:pt idx="2581">
                  <c:v>7146</c:v>
                </c:pt>
                <c:pt idx="2582">
                  <c:v>7148</c:v>
                </c:pt>
                <c:pt idx="2583">
                  <c:v>7150</c:v>
                </c:pt>
                <c:pt idx="2584">
                  <c:v>7152</c:v>
                </c:pt>
                <c:pt idx="2585">
                  <c:v>7154</c:v>
                </c:pt>
                <c:pt idx="2586">
                  <c:v>7156</c:v>
                </c:pt>
                <c:pt idx="2587">
                  <c:v>7158</c:v>
                </c:pt>
                <c:pt idx="2588">
                  <c:v>7160</c:v>
                </c:pt>
                <c:pt idx="2589">
                  <c:v>7162</c:v>
                </c:pt>
                <c:pt idx="2590">
                  <c:v>7164</c:v>
                </c:pt>
                <c:pt idx="2591">
                  <c:v>7166</c:v>
                </c:pt>
                <c:pt idx="2592">
                  <c:v>7168</c:v>
                </c:pt>
                <c:pt idx="2593">
                  <c:v>7170</c:v>
                </c:pt>
                <c:pt idx="2594">
                  <c:v>7172</c:v>
                </c:pt>
                <c:pt idx="2595">
                  <c:v>7174</c:v>
                </c:pt>
                <c:pt idx="2596">
                  <c:v>7176</c:v>
                </c:pt>
                <c:pt idx="2597">
                  <c:v>7178</c:v>
                </c:pt>
                <c:pt idx="2598">
                  <c:v>7180</c:v>
                </c:pt>
                <c:pt idx="2599">
                  <c:v>7182</c:v>
                </c:pt>
                <c:pt idx="2600">
                  <c:v>7184</c:v>
                </c:pt>
                <c:pt idx="2601">
                  <c:v>7186</c:v>
                </c:pt>
                <c:pt idx="2602">
                  <c:v>7188</c:v>
                </c:pt>
                <c:pt idx="2603">
                  <c:v>7190</c:v>
                </c:pt>
                <c:pt idx="2604">
                  <c:v>7192</c:v>
                </c:pt>
                <c:pt idx="2605">
                  <c:v>7194</c:v>
                </c:pt>
                <c:pt idx="2606">
                  <c:v>7196</c:v>
                </c:pt>
                <c:pt idx="2607">
                  <c:v>7198</c:v>
                </c:pt>
                <c:pt idx="2608">
                  <c:v>7200</c:v>
                </c:pt>
                <c:pt idx="2609">
                  <c:v>7202</c:v>
                </c:pt>
                <c:pt idx="2610">
                  <c:v>7204</c:v>
                </c:pt>
                <c:pt idx="2611">
                  <c:v>7206</c:v>
                </c:pt>
                <c:pt idx="2612">
                  <c:v>7208</c:v>
                </c:pt>
                <c:pt idx="2613">
                  <c:v>7210</c:v>
                </c:pt>
                <c:pt idx="2614">
                  <c:v>7212</c:v>
                </c:pt>
                <c:pt idx="2615">
                  <c:v>7214</c:v>
                </c:pt>
                <c:pt idx="2616">
                  <c:v>7216</c:v>
                </c:pt>
                <c:pt idx="2617">
                  <c:v>7218</c:v>
                </c:pt>
                <c:pt idx="2618">
                  <c:v>7220</c:v>
                </c:pt>
                <c:pt idx="2619">
                  <c:v>7222</c:v>
                </c:pt>
                <c:pt idx="2620">
                  <c:v>7224</c:v>
                </c:pt>
                <c:pt idx="2621">
                  <c:v>7226</c:v>
                </c:pt>
                <c:pt idx="2622">
                  <c:v>7228</c:v>
                </c:pt>
                <c:pt idx="2623">
                  <c:v>7230</c:v>
                </c:pt>
                <c:pt idx="2624">
                  <c:v>7232</c:v>
                </c:pt>
                <c:pt idx="2625">
                  <c:v>7234</c:v>
                </c:pt>
                <c:pt idx="2626">
                  <c:v>7236</c:v>
                </c:pt>
                <c:pt idx="2627">
                  <c:v>7238</c:v>
                </c:pt>
                <c:pt idx="2628">
                  <c:v>7240</c:v>
                </c:pt>
                <c:pt idx="2629">
                  <c:v>7242</c:v>
                </c:pt>
                <c:pt idx="2630">
                  <c:v>7244</c:v>
                </c:pt>
                <c:pt idx="2631">
                  <c:v>7246</c:v>
                </c:pt>
                <c:pt idx="2632">
                  <c:v>7248</c:v>
                </c:pt>
                <c:pt idx="2633">
                  <c:v>7250</c:v>
                </c:pt>
                <c:pt idx="2634">
                  <c:v>7252</c:v>
                </c:pt>
                <c:pt idx="2635">
                  <c:v>7254</c:v>
                </c:pt>
                <c:pt idx="2636">
                  <c:v>7256</c:v>
                </c:pt>
                <c:pt idx="2637">
                  <c:v>7258</c:v>
                </c:pt>
                <c:pt idx="2638">
                  <c:v>7260</c:v>
                </c:pt>
                <c:pt idx="2639">
                  <c:v>7262</c:v>
                </c:pt>
                <c:pt idx="2640">
                  <c:v>7264</c:v>
                </c:pt>
                <c:pt idx="2641">
                  <c:v>7266</c:v>
                </c:pt>
                <c:pt idx="2642">
                  <c:v>7268</c:v>
                </c:pt>
                <c:pt idx="2643">
                  <c:v>7270</c:v>
                </c:pt>
                <c:pt idx="2644">
                  <c:v>7272</c:v>
                </c:pt>
                <c:pt idx="2645">
                  <c:v>7274</c:v>
                </c:pt>
                <c:pt idx="2646">
                  <c:v>7276</c:v>
                </c:pt>
                <c:pt idx="2647">
                  <c:v>7278</c:v>
                </c:pt>
                <c:pt idx="2648">
                  <c:v>7280</c:v>
                </c:pt>
                <c:pt idx="2649">
                  <c:v>7282</c:v>
                </c:pt>
                <c:pt idx="2650">
                  <c:v>7284</c:v>
                </c:pt>
                <c:pt idx="2651">
                  <c:v>7286</c:v>
                </c:pt>
                <c:pt idx="2652">
                  <c:v>7288</c:v>
                </c:pt>
                <c:pt idx="2653">
                  <c:v>7290</c:v>
                </c:pt>
                <c:pt idx="2654">
                  <c:v>7292</c:v>
                </c:pt>
                <c:pt idx="2655">
                  <c:v>7294</c:v>
                </c:pt>
                <c:pt idx="2656">
                  <c:v>7296</c:v>
                </c:pt>
                <c:pt idx="2657">
                  <c:v>7298</c:v>
                </c:pt>
                <c:pt idx="2658">
                  <c:v>7300</c:v>
                </c:pt>
                <c:pt idx="2659">
                  <c:v>7302</c:v>
                </c:pt>
                <c:pt idx="2660">
                  <c:v>7304</c:v>
                </c:pt>
                <c:pt idx="2661">
                  <c:v>7306</c:v>
                </c:pt>
                <c:pt idx="2662">
                  <c:v>7308</c:v>
                </c:pt>
                <c:pt idx="2663">
                  <c:v>7310</c:v>
                </c:pt>
                <c:pt idx="2664">
                  <c:v>7312</c:v>
                </c:pt>
                <c:pt idx="2665">
                  <c:v>7314</c:v>
                </c:pt>
                <c:pt idx="2666">
                  <c:v>7316</c:v>
                </c:pt>
                <c:pt idx="2667">
                  <c:v>7318</c:v>
                </c:pt>
                <c:pt idx="2668">
                  <c:v>7320</c:v>
                </c:pt>
                <c:pt idx="2669">
                  <c:v>7322</c:v>
                </c:pt>
                <c:pt idx="2670">
                  <c:v>7324</c:v>
                </c:pt>
                <c:pt idx="2671">
                  <c:v>7326</c:v>
                </c:pt>
                <c:pt idx="2672">
                  <c:v>7328</c:v>
                </c:pt>
                <c:pt idx="2673">
                  <c:v>7330</c:v>
                </c:pt>
                <c:pt idx="2674">
                  <c:v>7332</c:v>
                </c:pt>
                <c:pt idx="2675">
                  <c:v>7334</c:v>
                </c:pt>
                <c:pt idx="2676">
                  <c:v>7336</c:v>
                </c:pt>
                <c:pt idx="2677">
                  <c:v>7338</c:v>
                </c:pt>
                <c:pt idx="2678">
                  <c:v>7340</c:v>
                </c:pt>
                <c:pt idx="2679">
                  <c:v>7342</c:v>
                </c:pt>
                <c:pt idx="2680">
                  <c:v>7344</c:v>
                </c:pt>
                <c:pt idx="2681">
                  <c:v>7346</c:v>
                </c:pt>
                <c:pt idx="2682">
                  <c:v>7348</c:v>
                </c:pt>
                <c:pt idx="2683">
                  <c:v>7350</c:v>
                </c:pt>
                <c:pt idx="2684">
                  <c:v>7352</c:v>
                </c:pt>
                <c:pt idx="2685">
                  <c:v>7354</c:v>
                </c:pt>
                <c:pt idx="2686">
                  <c:v>7356</c:v>
                </c:pt>
                <c:pt idx="2687">
                  <c:v>7358</c:v>
                </c:pt>
                <c:pt idx="2688">
                  <c:v>7360</c:v>
                </c:pt>
                <c:pt idx="2689">
                  <c:v>7362</c:v>
                </c:pt>
                <c:pt idx="2690">
                  <c:v>7364</c:v>
                </c:pt>
                <c:pt idx="2691">
                  <c:v>7366</c:v>
                </c:pt>
                <c:pt idx="2692">
                  <c:v>7368</c:v>
                </c:pt>
                <c:pt idx="2693">
                  <c:v>7370</c:v>
                </c:pt>
                <c:pt idx="2694">
                  <c:v>7372</c:v>
                </c:pt>
                <c:pt idx="2695">
                  <c:v>7374</c:v>
                </c:pt>
                <c:pt idx="2696">
                  <c:v>7376</c:v>
                </c:pt>
                <c:pt idx="2697">
                  <c:v>7378</c:v>
                </c:pt>
                <c:pt idx="2698">
                  <c:v>7380</c:v>
                </c:pt>
                <c:pt idx="2699">
                  <c:v>7382</c:v>
                </c:pt>
                <c:pt idx="2700">
                  <c:v>7384</c:v>
                </c:pt>
                <c:pt idx="2701">
                  <c:v>7386</c:v>
                </c:pt>
                <c:pt idx="2702">
                  <c:v>7388</c:v>
                </c:pt>
                <c:pt idx="2703">
                  <c:v>7390</c:v>
                </c:pt>
                <c:pt idx="2704">
                  <c:v>7392</c:v>
                </c:pt>
                <c:pt idx="2705">
                  <c:v>7394</c:v>
                </c:pt>
                <c:pt idx="2706">
                  <c:v>7396</c:v>
                </c:pt>
                <c:pt idx="2707">
                  <c:v>7398</c:v>
                </c:pt>
                <c:pt idx="2708">
                  <c:v>7400</c:v>
                </c:pt>
                <c:pt idx="2709">
                  <c:v>7402</c:v>
                </c:pt>
                <c:pt idx="2710">
                  <c:v>7404</c:v>
                </c:pt>
                <c:pt idx="2711">
                  <c:v>7406</c:v>
                </c:pt>
                <c:pt idx="2712">
                  <c:v>7408</c:v>
                </c:pt>
                <c:pt idx="2713">
                  <c:v>7410</c:v>
                </c:pt>
                <c:pt idx="2714">
                  <c:v>7412</c:v>
                </c:pt>
                <c:pt idx="2715">
                  <c:v>7414</c:v>
                </c:pt>
                <c:pt idx="2716">
                  <c:v>7416</c:v>
                </c:pt>
                <c:pt idx="2717">
                  <c:v>7418</c:v>
                </c:pt>
                <c:pt idx="2718">
                  <c:v>7420</c:v>
                </c:pt>
                <c:pt idx="2719">
                  <c:v>7422</c:v>
                </c:pt>
                <c:pt idx="2720">
                  <c:v>7424</c:v>
                </c:pt>
                <c:pt idx="2721">
                  <c:v>7426</c:v>
                </c:pt>
                <c:pt idx="2722">
                  <c:v>7428</c:v>
                </c:pt>
                <c:pt idx="2723">
                  <c:v>7430</c:v>
                </c:pt>
                <c:pt idx="2724">
                  <c:v>7432</c:v>
                </c:pt>
                <c:pt idx="2725">
                  <c:v>7434</c:v>
                </c:pt>
                <c:pt idx="2726">
                  <c:v>7436</c:v>
                </c:pt>
                <c:pt idx="2727">
                  <c:v>7438</c:v>
                </c:pt>
                <c:pt idx="2728">
                  <c:v>7440</c:v>
                </c:pt>
                <c:pt idx="2729">
                  <c:v>7442</c:v>
                </c:pt>
                <c:pt idx="2730">
                  <c:v>7444</c:v>
                </c:pt>
                <c:pt idx="2731">
                  <c:v>7446</c:v>
                </c:pt>
                <c:pt idx="2732">
                  <c:v>7448</c:v>
                </c:pt>
                <c:pt idx="2733">
                  <c:v>7450</c:v>
                </c:pt>
                <c:pt idx="2734">
                  <c:v>7452</c:v>
                </c:pt>
                <c:pt idx="2735">
                  <c:v>7454</c:v>
                </c:pt>
                <c:pt idx="2736">
                  <c:v>7456</c:v>
                </c:pt>
                <c:pt idx="2737">
                  <c:v>7458</c:v>
                </c:pt>
                <c:pt idx="2738">
                  <c:v>7460</c:v>
                </c:pt>
                <c:pt idx="2739">
                  <c:v>7462</c:v>
                </c:pt>
                <c:pt idx="2740">
                  <c:v>7464</c:v>
                </c:pt>
                <c:pt idx="2741">
                  <c:v>7466</c:v>
                </c:pt>
                <c:pt idx="2742">
                  <c:v>7468</c:v>
                </c:pt>
                <c:pt idx="2743">
                  <c:v>7470</c:v>
                </c:pt>
                <c:pt idx="2744">
                  <c:v>7472</c:v>
                </c:pt>
                <c:pt idx="2745">
                  <c:v>7474</c:v>
                </c:pt>
                <c:pt idx="2746">
                  <c:v>7476</c:v>
                </c:pt>
                <c:pt idx="2747">
                  <c:v>7478</c:v>
                </c:pt>
                <c:pt idx="2748">
                  <c:v>7480</c:v>
                </c:pt>
                <c:pt idx="2749">
                  <c:v>7482</c:v>
                </c:pt>
                <c:pt idx="2750">
                  <c:v>7484</c:v>
                </c:pt>
                <c:pt idx="2751">
                  <c:v>7486</c:v>
                </c:pt>
                <c:pt idx="2752">
                  <c:v>7488</c:v>
                </c:pt>
                <c:pt idx="2753">
                  <c:v>7490</c:v>
                </c:pt>
                <c:pt idx="2754">
                  <c:v>7492</c:v>
                </c:pt>
                <c:pt idx="2755">
                  <c:v>7494</c:v>
                </c:pt>
                <c:pt idx="2756">
                  <c:v>7496</c:v>
                </c:pt>
                <c:pt idx="2757">
                  <c:v>7498</c:v>
                </c:pt>
                <c:pt idx="2758">
                  <c:v>7500</c:v>
                </c:pt>
                <c:pt idx="2759">
                  <c:v>7502</c:v>
                </c:pt>
                <c:pt idx="2760">
                  <c:v>7504</c:v>
                </c:pt>
                <c:pt idx="2761">
                  <c:v>7506</c:v>
                </c:pt>
                <c:pt idx="2762">
                  <c:v>7508</c:v>
                </c:pt>
                <c:pt idx="2763">
                  <c:v>7510</c:v>
                </c:pt>
                <c:pt idx="2764">
                  <c:v>7512</c:v>
                </c:pt>
                <c:pt idx="2765">
                  <c:v>7514</c:v>
                </c:pt>
                <c:pt idx="2766">
                  <c:v>7516</c:v>
                </c:pt>
                <c:pt idx="2767">
                  <c:v>7518</c:v>
                </c:pt>
                <c:pt idx="2768">
                  <c:v>7520</c:v>
                </c:pt>
                <c:pt idx="2769">
                  <c:v>7522</c:v>
                </c:pt>
                <c:pt idx="2770">
                  <c:v>7524</c:v>
                </c:pt>
                <c:pt idx="2771">
                  <c:v>7526</c:v>
                </c:pt>
                <c:pt idx="2772">
                  <c:v>7528</c:v>
                </c:pt>
                <c:pt idx="2773">
                  <c:v>7530</c:v>
                </c:pt>
                <c:pt idx="2774">
                  <c:v>7532</c:v>
                </c:pt>
                <c:pt idx="2775">
                  <c:v>7534</c:v>
                </c:pt>
                <c:pt idx="2776">
                  <c:v>7536</c:v>
                </c:pt>
                <c:pt idx="2777">
                  <c:v>7538</c:v>
                </c:pt>
                <c:pt idx="2778">
                  <c:v>7540</c:v>
                </c:pt>
                <c:pt idx="2779">
                  <c:v>7542</c:v>
                </c:pt>
                <c:pt idx="2780">
                  <c:v>7544</c:v>
                </c:pt>
                <c:pt idx="2781">
                  <c:v>7546</c:v>
                </c:pt>
                <c:pt idx="2782">
                  <c:v>7548</c:v>
                </c:pt>
                <c:pt idx="2783">
                  <c:v>7550</c:v>
                </c:pt>
                <c:pt idx="2784">
                  <c:v>7552</c:v>
                </c:pt>
                <c:pt idx="2785">
                  <c:v>7554</c:v>
                </c:pt>
                <c:pt idx="2786">
                  <c:v>7556</c:v>
                </c:pt>
                <c:pt idx="2787">
                  <c:v>7558</c:v>
                </c:pt>
                <c:pt idx="2788">
                  <c:v>7560</c:v>
                </c:pt>
                <c:pt idx="2789">
                  <c:v>7562</c:v>
                </c:pt>
                <c:pt idx="2790">
                  <c:v>7564</c:v>
                </c:pt>
                <c:pt idx="2791">
                  <c:v>7566</c:v>
                </c:pt>
                <c:pt idx="2792">
                  <c:v>7568</c:v>
                </c:pt>
                <c:pt idx="2793">
                  <c:v>7570</c:v>
                </c:pt>
                <c:pt idx="2794">
                  <c:v>7572</c:v>
                </c:pt>
                <c:pt idx="2795">
                  <c:v>7574</c:v>
                </c:pt>
                <c:pt idx="2796">
                  <c:v>7576</c:v>
                </c:pt>
                <c:pt idx="2797">
                  <c:v>7578</c:v>
                </c:pt>
                <c:pt idx="2798">
                  <c:v>7580</c:v>
                </c:pt>
                <c:pt idx="2799">
                  <c:v>7582</c:v>
                </c:pt>
                <c:pt idx="2800">
                  <c:v>7584</c:v>
                </c:pt>
                <c:pt idx="2801">
                  <c:v>7586</c:v>
                </c:pt>
                <c:pt idx="2802">
                  <c:v>7588</c:v>
                </c:pt>
                <c:pt idx="2803">
                  <c:v>7590</c:v>
                </c:pt>
                <c:pt idx="2804">
                  <c:v>7592</c:v>
                </c:pt>
                <c:pt idx="2805">
                  <c:v>7594</c:v>
                </c:pt>
                <c:pt idx="2806">
                  <c:v>7596</c:v>
                </c:pt>
                <c:pt idx="2807">
                  <c:v>7598</c:v>
                </c:pt>
                <c:pt idx="2808">
                  <c:v>7600</c:v>
                </c:pt>
                <c:pt idx="2809">
                  <c:v>7602</c:v>
                </c:pt>
                <c:pt idx="2810">
                  <c:v>7604</c:v>
                </c:pt>
                <c:pt idx="2811">
                  <c:v>7606</c:v>
                </c:pt>
                <c:pt idx="2812">
                  <c:v>7608</c:v>
                </c:pt>
                <c:pt idx="2813">
                  <c:v>7610</c:v>
                </c:pt>
                <c:pt idx="2814">
                  <c:v>7612</c:v>
                </c:pt>
                <c:pt idx="2815">
                  <c:v>7614</c:v>
                </c:pt>
                <c:pt idx="2816">
                  <c:v>7616</c:v>
                </c:pt>
                <c:pt idx="2817">
                  <c:v>7618</c:v>
                </c:pt>
                <c:pt idx="2818">
                  <c:v>7620</c:v>
                </c:pt>
                <c:pt idx="2819">
                  <c:v>7622</c:v>
                </c:pt>
                <c:pt idx="2820">
                  <c:v>7624</c:v>
                </c:pt>
                <c:pt idx="2821">
                  <c:v>7626</c:v>
                </c:pt>
                <c:pt idx="2822">
                  <c:v>7628</c:v>
                </c:pt>
                <c:pt idx="2823">
                  <c:v>7630</c:v>
                </c:pt>
                <c:pt idx="2824">
                  <c:v>7632</c:v>
                </c:pt>
                <c:pt idx="2825">
                  <c:v>7634</c:v>
                </c:pt>
                <c:pt idx="2826">
                  <c:v>7636</c:v>
                </c:pt>
                <c:pt idx="2827">
                  <c:v>7638</c:v>
                </c:pt>
                <c:pt idx="2828">
                  <c:v>7640</c:v>
                </c:pt>
                <c:pt idx="2829">
                  <c:v>7642</c:v>
                </c:pt>
                <c:pt idx="2830">
                  <c:v>7644</c:v>
                </c:pt>
                <c:pt idx="2831">
                  <c:v>7646</c:v>
                </c:pt>
                <c:pt idx="2832">
                  <c:v>7648</c:v>
                </c:pt>
                <c:pt idx="2833">
                  <c:v>7650</c:v>
                </c:pt>
                <c:pt idx="2834">
                  <c:v>7652</c:v>
                </c:pt>
                <c:pt idx="2835">
                  <c:v>7654</c:v>
                </c:pt>
                <c:pt idx="2836">
                  <c:v>7656</c:v>
                </c:pt>
                <c:pt idx="2837">
                  <c:v>7658</c:v>
                </c:pt>
                <c:pt idx="2838">
                  <c:v>7660</c:v>
                </c:pt>
                <c:pt idx="2839">
                  <c:v>7662</c:v>
                </c:pt>
                <c:pt idx="2840">
                  <c:v>7664</c:v>
                </c:pt>
                <c:pt idx="2841">
                  <c:v>7666</c:v>
                </c:pt>
                <c:pt idx="2842">
                  <c:v>7668</c:v>
                </c:pt>
                <c:pt idx="2843">
                  <c:v>7670</c:v>
                </c:pt>
                <c:pt idx="2844">
                  <c:v>7672</c:v>
                </c:pt>
                <c:pt idx="2845">
                  <c:v>7674</c:v>
                </c:pt>
                <c:pt idx="2846">
                  <c:v>7676</c:v>
                </c:pt>
                <c:pt idx="2847">
                  <c:v>7678</c:v>
                </c:pt>
                <c:pt idx="2848">
                  <c:v>7680</c:v>
                </c:pt>
                <c:pt idx="2849">
                  <c:v>7682</c:v>
                </c:pt>
                <c:pt idx="2850">
                  <c:v>7684</c:v>
                </c:pt>
                <c:pt idx="2851">
                  <c:v>7686</c:v>
                </c:pt>
                <c:pt idx="2852">
                  <c:v>7688</c:v>
                </c:pt>
                <c:pt idx="2853">
                  <c:v>7690</c:v>
                </c:pt>
                <c:pt idx="2854">
                  <c:v>7692</c:v>
                </c:pt>
                <c:pt idx="2855">
                  <c:v>7694</c:v>
                </c:pt>
                <c:pt idx="2856">
                  <c:v>7696</c:v>
                </c:pt>
                <c:pt idx="2857">
                  <c:v>7698</c:v>
                </c:pt>
                <c:pt idx="2858">
                  <c:v>7700</c:v>
                </c:pt>
                <c:pt idx="2859">
                  <c:v>7702</c:v>
                </c:pt>
                <c:pt idx="2860">
                  <c:v>7704</c:v>
                </c:pt>
                <c:pt idx="2861">
                  <c:v>7706</c:v>
                </c:pt>
                <c:pt idx="2862">
                  <c:v>7708</c:v>
                </c:pt>
                <c:pt idx="2863">
                  <c:v>7710</c:v>
                </c:pt>
                <c:pt idx="2864">
                  <c:v>7712</c:v>
                </c:pt>
                <c:pt idx="2865">
                  <c:v>7714</c:v>
                </c:pt>
                <c:pt idx="2866">
                  <c:v>7716</c:v>
                </c:pt>
                <c:pt idx="2867">
                  <c:v>7718</c:v>
                </c:pt>
                <c:pt idx="2868">
                  <c:v>7720</c:v>
                </c:pt>
                <c:pt idx="2869">
                  <c:v>7722</c:v>
                </c:pt>
                <c:pt idx="2870">
                  <c:v>7724</c:v>
                </c:pt>
                <c:pt idx="2871">
                  <c:v>7726</c:v>
                </c:pt>
                <c:pt idx="2872">
                  <c:v>7728</c:v>
                </c:pt>
                <c:pt idx="2873">
                  <c:v>7730</c:v>
                </c:pt>
                <c:pt idx="2874">
                  <c:v>7732</c:v>
                </c:pt>
                <c:pt idx="2875">
                  <c:v>7734</c:v>
                </c:pt>
                <c:pt idx="2876">
                  <c:v>7736</c:v>
                </c:pt>
                <c:pt idx="2877">
                  <c:v>7738</c:v>
                </c:pt>
                <c:pt idx="2878">
                  <c:v>7740</c:v>
                </c:pt>
                <c:pt idx="2879">
                  <c:v>7742</c:v>
                </c:pt>
                <c:pt idx="2880">
                  <c:v>7744</c:v>
                </c:pt>
                <c:pt idx="2881">
                  <c:v>7746</c:v>
                </c:pt>
                <c:pt idx="2882">
                  <c:v>7748</c:v>
                </c:pt>
                <c:pt idx="2883">
                  <c:v>7750</c:v>
                </c:pt>
                <c:pt idx="2884">
                  <c:v>7752</c:v>
                </c:pt>
                <c:pt idx="2885">
                  <c:v>7754</c:v>
                </c:pt>
                <c:pt idx="2886">
                  <c:v>7756</c:v>
                </c:pt>
                <c:pt idx="2887">
                  <c:v>7758</c:v>
                </c:pt>
                <c:pt idx="2888">
                  <c:v>7760</c:v>
                </c:pt>
                <c:pt idx="2889">
                  <c:v>7762</c:v>
                </c:pt>
                <c:pt idx="2890">
                  <c:v>7764</c:v>
                </c:pt>
                <c:pt idx="2891">
                  <c:v>7766</c:v>
                </c:pt>
                <c:pt idx="2892">
                  <c:v>7768</c:v>
                </c:pt>
                <c:pt idx="2893">
                  <c:v>7770</c:v>
                </c:pt>
                <c:pt idx="2894">
                  <c:v>7772</c:v>
                </c:pt>
                <c:pt idx="2895">
                  <c:v>7774</c:v>
                </c:pt>
                <c:pt idx="2896">
                  <c:v>7776</c:v>
                </c:pt>
                <c:pt idx="2897">
                  <c:v>7778</c:v>
                </c:pt>
                <c:pt idx="2898">
                  <c:v>7780</c:v>
                </c:pt>
                <c:pt idx="2899">
                  <c:v>7782</c:v>
                </c:pt>
                <c:pt idx="2900">
                  <c:v>7784</c:v>
                </c:pt>
                <c:pt idx="2901">
                  <c:v>7786</c:v>
                </c:pt>
                <c:pt idx="2902">
                  <c:v>7788</c:v>
                </c:pt>
                <c:pt idx="2903">
                  <c:v>7790</c:v>
                </c:pt>
                <c:pt idx="2904">
                  <c:v>7792</c:v>
                </c:pt>
                <c:pt idx="2905">
                  <c:v>7794</c:v>
                </c:pt>
                <c:pt idx="2906">
                  <c:v>7796</c:v>
                </c:pt>
                <c:pt idx="2907">
                  <c:v>7798</c:v>
                </c:pt>
                <c:pt idx="2908">
                  <c:v>7800</c:v>
                </c:pt>
                <c:pt idx="2909">
                  <c:v>7802</c:v>
                </c:pt>
                <c:pt idx="2910">
                  <c:v>7804</c:v>
                </c:pt>
                <c:pt idx="2911">
                  <c:v>7806</c:v>
                </c:pt>
                <c:pt idx="2912">
                  <c:v>7808</c:v>
                </c:pt>
                <c:pt idx="2913">
                  <c:v>7810</c:v>
                </c:pt>
                <c:pt idx="2914">
                  <c:v>7812</c:v>
                </c:pt>
                <c:pt idx="2915">
                  <c:v>7814</c:v>
                </c:pt>
                <c:pt idx="2916">
                  <c:v>7816</c:v>
                </c:pt>
                <c:pt idx="2917">
                  <c:v>7818</c:v>
                </c:pt>
                <c:pt idx="2918">
                  <c:v>7820</c:v>
                </c:pt>
                <c:pt idx="2919">
                  <c:v>7822</c:v>
                </c:pt>
                <c:pt idx="2920">
                  <c:v>7824</c:v>
                </c:pt>
                <c:pt idx="2921">
                  <c:v>7826</c:v>
                </c:pt>
                <c:pt idx="2922">
                  <c:v>7828</c:v>
                </c:pt>
                <c:pt idx="2923">
                  <c:v>7830</c:v>
                </c:pt>
                <c:pt idx="2924">
                  <c:v>7832</c:v>
                </c:pt>
                <c:pt idx="2925">
                  <c:v>7834</c:v>
                </c:pt>
                <c:pt idx="2926">
                  <c:v>7836</c:v>
                </c:pt>
                <c:pt idx="2927">
                  <c:v>7838</c:v>
                </c:pt>
                <c:pt idx="2928">
                  <c:v>7840</c:v>
                </c:pt>
                <c:pt idx="2929">
                  <c:v>7842</c:v>
                </c:pt>
                <c:pt idx="2930">
                  <c:v>7844</c:v>
                </c:pt>
                <c:pt idx="2931">
                  <c:v>7846</c:v>
                </c:pt>
                <c:pt idx="2932">
                  <c:v>7848</c:v>
                </c:pt>
                <c:pt idx="2933">
                  <c:v>7850</c:v>
                </c:pt>
                <c:pt idx="2934">
                  <c:v>7852</c:v>
                </c:pt>
                <c:pt idx="2935">
                  <c:v>7854</c:v>
                </c:pt>
                <c:pt idx="2936">
                  <c:v>7856</c:v>
                </c:pt>
                <c:pt idx="2937">
                  <c:v>7858</c:v>
                </c:pt>
                <c:pt idx="2938">
                  <c:v>7860</c:v>
                </c:pt>
                <c:pt idx="2939">
                  <c:v>7862</c:v>
                </c:pt>
                <c:pt idx="2940">
                  <c:v>7864</c:v>
                </c:pt>
                <c:pt idx="2941">
                  <c:v>7866</c:v>
                </c:pt>
                <c:pt idx="2942">
                  <c:v>7868</c:v>
                </c:pt>
                <c:pt idx="2943">
                  <c:v>7870</c:v>
                </c:pt>
                <c:pt idx="2944">
                  <c:v>7872</c:v>
                </c:pt>
                <c:pt idx="2945">
                  <c:v>7874</c:v>
                </c:pt>
                <c:pt idx="2946">
                  <c:v>7876</c:v>
                </c:pt>
                <c:pt idx="2947">
                  <c:v>7878</c:v>
                </c:pt>
                <c:pt idx="2948">
                  <c:v>7880</c:v>
                </c:pt>
                <c:pt idx="2949">
                  <c:v>7882</c:v>
                </c:pt>
                <c:pt idx="2950">
                  <c:v>7884</c:v>
                </c:pt>
                <c:pt idx="2951">
                  <c:v>7886</c:v>
                </c:pt>
                <c:pt idx="2952">
                  <c:v>7888</c:v>
                </c:pt>
                <c:pt idx="2953">
                  <c:v>7890</c:v>
                </c:pt>
                <c:pt idx="2954">
                  <c:v>7892</c:v>
                </c:pt>
                <c:pt idx="2955">
                  <c:v>7894</c:v>
                </c:pt>
                <c:pt idx="2956">
                  <c:v>7896</c:v>
                </c:pt>
                <c:pt idx="2957">
                  <c:v>7898</c:v>
                </c:pt>
                <c:pt idx="2958">
                  <c:v>7900</c:v>
                </c:pt>
                <c:pt idx="2959">
                  <c:v>7902</c:v>
                </c:pt>
                <c:pt idx="2960">
                  <c:v>7904</c:v>
                </c:pt>
                <c:pt idx="2961">
                  <c:v>7906</c:v>
                </c:pt>
                <c:pt idx="2962">
                  <c:v>7908</c:v>
                </c:pt>
                <c:pt idx="2963">
                  <c:v>7910</c:v>
                </c:pt>
                <c:pt idx="2964">
                  <c:v>7912</c:v>
                </c:pt>
                <c:pt idx="2965">
                  <c:v>7914</c:v>
                </c:pt>
                <c:pt idx="2966">
                  <c:v>7916</c:v>
                </c:pt>
                <c:pt idx="2967">
                  <c:v>7918</c:v>
                </c:pt>
                <c:pt idx="2968">
                  <c:v>7920</c:v>
                </c:pt>
                <c:pt idx="2969">
                  <c:v>7922</c:v>
                </c:pt>
                <c:pt idx="2970">
                  <c:v>7924</c:v>
                </c:pt>
                <c:pt idx="2971">
                  <c:v>7926</c:v>
                </c:pt>
                <c:pt idx="2972">
                  <c:v>7928</c:v>
                </c:pt>
                <c:pt idx="2973">
                  <c:v>7930</c:v>
                </c:pt>
                <c:pt idx="2974">
                  <c:v>7932</c:v>
                </c:pt>
                <c:pt idx="2975">
                  <c:v>7934</c:v>
                </c:pt>
                <c:pt idx="2976">
                  <c:v>7936</c:v>
                </c:pt>
                <c:pt idx="2977">
                  <c:v>7938</c:v>
                </c:pt>
                <c:pt idx="2978">
                  <c:v>7940</c:v>
                </c:pt>
                <c:pt idx="2979">
                  <c:v>7942</c:v>
                </c:pt>
                <c:pt idx="2980">
                  <c:v>7944</c:v>
                </c:pt>
                <c:pt idx="2981">
                  <c:v>7946</c:v>
                </c:pt>
                <c:pt idx="2982">
                  <c:v>7948</c:v>
                </c:pt>
                <c:pt idx="2983">
                  <c:v>7950</c:v>
                </c:pt>
                <c:pt idx="2984">
                  <c:v>7952</c:v>
                </c:pt>
                <c:pt idx="2985">
                  <c:v>7954</c:v>
                </c:pt>
                <c:pt idx="2986">
                  <c:v>7956</c:v>
                </c:pt>
                <c:pt idx="2987">
                  <c:v>7958</c:v>
                </c:pt>
                <c:pt idx="2988">
                  <c:v>7960</c:v>
                </c:pt>
                <c:pt idx="2989">
                  <c:v>7962</c:v>
                </c:pt>
                <c:pt idx="2990">
                  <c:v>7964</c:v>
                </c:pt>
                <c:pt idx="2991">
                  <c:v>7966</c:v>
                </c:pt>
                <c:pt idx="2992">
                  <c:v>7968</c:v>
                </c:pt>
                <c:pt idx="2993">
                  <c:v>7970</c:v>
                </c:pt>
                <c:pt idx="2994">
                  <c:v>7972</c:v>
                </c:pt>
                <c:pt idx="2995">
                  <c:v>7974</c:v>
                </c:pt>
                <c:pt idx="2996">
                  <c:v>7976</c:v>
                </c:pt>
                <c:pt idx="2997">
                  <c:v>7978</c:v>
                </c:pt>
                <c:pt idx="2998">
                  <c:v>7980</c:v>
                </c:pt>
                <c:pt idx="2999">
                  <c:v>7982</c:v>
                </c:pt>
                <c:pt idx="3000">
                  <c:v>7984</c:v>
                </c:pt>
                <c:pt idx="3001">
                  <c:v>7986</c:v>
                </c:pt>
                <c:pt idx="3002">
                  <c:v>7988</c:v>
                </c:pt>
                <c:pt idx="3003">
                  <c:v>7990</c:v>
                </c:pt>
                <c:pt idx="3004">
                  <c:v>7992</c:v>
                </c:pt>
                <c:pt idx="3005">
                  <c:v>7994</c:v>
                </c:pt>
                <c:pt idx="3006">
                  <c:v>7996</c:v>
                </c:pt>
                <c:pt idx="3007">
                  <c:v>7998</c:v>
                </c:pt>
                <c:pt idx="3008">
                  <c:v>8000</c:v>
                </c:pt>
                <c:pt idx="3009">
                  <c:v>8002</c:v>
                </c:pt>
                <c:pt idx="3010">
                  <c:v>8004</c:v>
                </c:pt>
                <c:pt idx="3011">
                  <c:v>8006</c:v>
                </c:pt>
                <c:pt idx="3012">
                  <c:v>8008</c:v>
                </c:pt>
                <c:pt idx="3013">
                  <c:v>8010</c:v>
                </c:pt>
                <c:pt idx="3014">
                  <c:v>8012</c:v>
                </c:pt>
                <c:pt idx="3015">
                  <c:v>8014</c:v>
                </c:pt>
                <c:pt idx="3016">
                  <c:v>8016</c:v>
                </c:pt>
                <c:pt idx="3017">
                  <c:v>8018</c:v>
                </c:pt>
                <c:pt idx="3018">
                  <c:v>8020</c:v>
                </c:pt>
                <c:pt idx="3019">
                  <c:v>8022</c:v>
                </c:pt>
                <c:pt idx="3020">
                  <c:v>8024</c:v>
                </c:pt>
                <c:pt idx="3021">
                  <c:v>8026</c:v>
                </c:pt>
                <c:pt idx="3022">
                  <c:v>8028</c:v>
                </c:pt>
                <c:pt idx="3023">
                  <c:v>8030</c:v>
                </c:pt>
                <c:pt idx="3024">
                  <c:v>8032</c:v>
                </c:pt>
                <c:pt idx="3025">
                  <c:v>8034</c:v>
                </c:pt>
                <c:pt idx="3026">
                  <c:v>8036</c:v>
                </c:pt>
                <c:pt idx="3027">
                  <c:v>8038</c:v>
                </c:pt>
                <c:pt idx="3028">
                  <c:v>8040</c:v>
                </c:pt>
                <c:pt idx="3029">
                  <c:v>8042</c:v>
                </c:pt>
                <c:pt idx="3030">
                  <c:v>8044</c:v>
                </c:pt>
                <c:pt idx="3031">
                  <c:v>8046</c:v>
                </c:pt>
                <c:pt idx="3032">
                  <c:v>8048</c:v>
                </c:pt>
                <c:pt idx="3033">
                  <c:v>8050</c:v>
                </c:pt>
                <c:pt idx="3034">
                  <c:v>8052</c:v>
                </c:pt>
                <c:pt idx="3035">
                  <c:v>8054</c:v>
                </c:pt>
                <c:pt idx="3036">
                  <c:v>8056</c:v>
                </c:pt>
                <c:pt idx="3037">
                  <c:v>8058</c:v>
                </c:pt>
                <c:pt idx="3038">
                  <c:v>8060</c:v>
                </c:pt>
                <c:pt idx="3039">
                  <c:v>8062</c:v>
                </c:pt>
                <c:pt idx="3040">
                  <c:v>8064</c:v>
                </c:pt>
                <c:pt idx="3041">
                  <c:v>8066</c:v>
                </c:pt>
                <c:pt idx="3042">
                  <c:v>8068</c:v>
                </c:pt>
                <c:pt idx="3043">
                  <c:v>8070</c:v>
                </c:pt>
                <c:pt idx="3044">
                  <c:v>8072</c:v>
                </c:pt>
                <c:pt idx="3045">
                  <c:v>8074</c:v>
                </c:pt>
                <c:pt idx="3046">
                  <c:v>8076</c:v>
                </c:pt>
                <c:pt idx="3047">
                  <c:v>8078</c:v>
                </c:pt>
                <c:pt idx="3048">
                  <c:v>8080</c:v>
                </c:pt>
                <c:pt idx="3049">
                  <c:v>8082</c:v>
                </c:pt>
                <c:pt idx="3050">
                  <c:v>8084</c:v>
                </c:pt>
                <c:pt idx="3051">
                  <c:v>8086</c:v>
                </c:pt>
                <c:pt idx="3052">
                  <c:v>8088</c:v>
                </c:pt>
                <c:pt idx="3053">
                  <c:v>8090</c:v>
                </c:pt>
                <c:pt idx="3054">
                  <c:v>8092</c:v>
                </c:pt>
                <c:pt idx="3055">
                  <c:v>8094</c:v>
                </c:pt>
                <c:pt idx="3056">
                  <c:v>8096</c:v>
                </c:pt>
                <c:pt idx="3057">
                  <c:v>8098</c:v>
                </c:pt>
                <c:pt idx="3058">
                  <c:v>8100</c:v>
                </c:pt>
                <c:pt idx="3059">
                  <c:v>8102</c:v>
                </c:pt>
                <c:pt idx="3060">
                  <c:v>8104</c:v>
                </c:pt>
                <c:pt idx="3061">
                  <c:v>8106</c:v>
                </c:pt>
                <c:pt idx="3062">
                  <c:v>8108</c:v>
                </c:pt>
                <c:pt idx="3063">
                  <c:v>8110</c:v>
                </c:pt>
                <c:pt idx="3064">
                  <c:v>8112</c:v>
                </c:pt>
                <c:pt idx="3065">
                  <c:v>8114</c:v>
                </c:pt>
                <c:pt idx="3066">
                  <c:v>8116</c:v>
                </c:pt>
                <c:pt idx="3067">
                  <c:v>8118</c:v>
                </c:pt>
                <c:pt idx="3068">
                  <c:v>8120</c:v>
                </c:pt>
                <c:pt idx="3069">
                  <c:v>8122</c:v>
                </c:pt>
                <c:pt idx="3070">
                  <c:v>8124</c:v>
                </c:pt>
                <c:pt idx="3071">
                  <c:v>8126</c:v>
                </c:pt>
                <c:pt idx="3072">
                  <c:v>8128</c:v>
                </c:pt>
                <c:pt idx="3073">
                  <c:v>8130</c:v>
                </c:pt>
                <c:pt idx="3074">
                  <c:v>8132</c:v>
                </c:pt>
                <c:pt idx="3075">
                  <c:v>8134</c:v>
                </c:pt>
                <c:pt idx="3076">
                  <c:v>8136</c:v>
                </c:pt>
                <c:pt idx="3077">
                  <c:v>8138</c:v>
                </c:pt>
                <c:pt idx="3078">
                  <c:v>8140</c:v>
                </c:pt>
                <c:pt idx="3079">
                  <c:v>8142</c:v>
                </c:pt>
                <c:pt idx="3080">
                  <c:v>8144</c:v>
                </c:pt>
                <c:pt idx="3081">
                  <c:v>8146</c:v>
                </c:pt>
                <c:pt idx="3082">
                  <c:v>8148</c:v>
                </c:pt>
                <c:pt idx="3083">
                  <c:v>8150</c:v>
                </c:pt>
                <c:pt idx="3084">
                  <c:v>8152</c:v>
                </c:pt>
                <c:pt idx="3085">
                  <c:v>8154</c:v>
                </c:pt>
                <c:pt idx="3086">
                  <c:v>8156</c:v>
                </c:pt>
                <c:pt idx="3087">
                  <c:v>8158</c:v>
                </c:pt>
                <c:pt idx="3088">
                  <c:v>8160</c:v>
                </c:pt>
                <c:pt idx="3089">
                  <c:v>8162</c:v>
                </c:pt>
                <c:pt idx="3090">
                  <c:v>8164</c:v>
                </c:pt>
                <c:pt idx="3091">
                  <c:v>8166</c:v>
                </c:pt>
                <c:pt idx="3092">
                  <c:v>8168</c:v>
                </c:pt>
                <c:pt idx="3093">
                  <c:v>8170</c:v>
                </c:pt>
                <c:pt idx="3094">
                  <c:v>8172</c:v>
                </c:pt>
                <c:pt idx="3095">
                  <c:v>8174</c:v>
                </c:pt>
                <c:pt idx="3096">
                  <c:v>8176</c:v>
                </c:pt>
                <c:pt idx="3097">
                  <c:v>8178</c:v>
                </c:pt>
                <c:pt idx="3098">
                  <c:v>8180</c:v>
                </c:pt>
                <c:pt idx="3099">
                  <c:v>8182</c:v>
                </c:pt>
                <c:pt idx="3100">
                  <c:v>8184</c:v>
                </c:pt>
                <c:pt idx="3101">
                  <c:v>8186</c:v>
                </c:pt>
                <c:pt idx="3102">
                  <c:v>8188</c:v>
                </c:pt>
                <c:pt idx="3103">
                  <c:v>8190</c:v>
                </c:pt>
                <c:pt idx="3104">
                  <c:v>8192</c:v>
                </c:pt>
                <c:pt idx="3105">
                  <c:v>8194</c:v>
                </c:pt>
                <c:pt idx="3106">
                  <c:v>8196</c:v>
                </c:pt>
                <c:pt idx="3107">
                  <c:v>8198</c:v>
                </c:pt>
                <c:pt idx="3108">
                  <c:v>8200</c:v>
                </c:pt>
                <c:pt idx="3109">
                  <c:v>8202</c:v>
                </c:pt>
                <c:pt idx="3110">
                  <c:v>8204</c:v>
                </c:pt>
                <c:pt idx="3111">
                  <c:v>8206</c:v>
                </c:pt>
                <c:pt idx="3112">
                  <c:v>8208</c:v>
                </c:pt>
                <c:pt idx="3113">
                  <c:v>8210</c:v>
                </c:pt>
                <c:pt idx="3114">
                  <c:v>8212</c:v>
                </c:pt>
                <c:pt idx="3115">
                  <c:v>8214</c:v>
                </c:pt>
                <c:pt idx="3116">
                  <c:v>8216</c:v>
                </c:pt>
                <c:pt idx="3117">
                  <c:v>8218</c:v>
                </c:pt>
                <c:pt idx="3118">
                  <c:v>8220</c:v>
                </c:pt>
                <c:pt idx="3119">
                  <c:v>8222</c:v>
                </c:pt>
                <c:pt idx="3120">
                  <c:v>8224</c:v>
                </c:pt>
                <c:pt idx="3121">
                  <c:v>8226</c:v>
                </c:pt>
                <c:pt idx="3122">
                  <c:v>8228</c:v>
                </c:pt>
                <c:pt idx="3123">
                  <c:v>8230</c:v>
                </c:pt>
                <c:pt idx="3124">
                  <c:v>8232</c:v>
                </c:pt>
                <c:pt idx="3125">
                  <c:v>8234</c:v>
                </c:pt>
                <c:pt idx="3126">
                  <c:v>8236</c:v>
                </c:pt>
                <c:pt idx="3127">
                  <c:v>8238</c:v>
                </c:pt>
                <c:pt idx="3128">
                  <c:v>8240</c:v>
                </c:pt>
                <c:pt idx="3129">
                  <c:v>8242</c:v>
                </c:pt>
                <c:pt idx="3130">
                  <c:v>8244</c:v>
                </c:pt>
                <c:pt idx="3131">
                  <c:v>8246</c:v>
                </c:pt>
                <c:pt idx="3132">
                  <c:v>8248</c:v>
                </c:pt>
                <c:pt idx="3133">
                  <c:v>8250</c:v>
                </c:pt>
                <c:pt idx="3134">
                  <c:v>8252</c:v>
                </c:pt>
                <c:pt idx="3135">
                  <c:v>8254</c:v>
                </c:pt>
                <c:pt idx="3136">
                  <c:v>8256</c:v>
                </c:pt>
                <c:pt idx="3137">
                  <c:v>8258</c:v>
                </c:pt>
                <c:pt idx="3138">
                  <c:v>8260</c:v>
                </c:pt>
                <c:pt idx="3139">
                  <c:v>8262</c:v>
                </c:pt>
                <c:pt idx="3140">
                  <c:v>8264</c:v>
                </c:pt>
                <c:pt idx="3141">
                  <c:v>8266</c:v>
                </c:pt>
                <c:pt idx="3142">
                  <c:v>8268</c:v>
                </c:pt>
                <c:pt idx="3143">
                  <c:v>8270</c:v>
                </c:pt>
                <c:pt idx="3144">
                  <c:v>8272</c:v>
                </c:pt>
                <c:pt idx="3145">
                  <c:v>8274</c:v>
                </c:pt>
                <c:pt idx="3146">
                  <c:v>8276</c:v>
                </c:pt>
                <c:pt idx="3147">
                  <c:v>8278</c:v>
                </c:pt>
                <c:pt idx="3148">
                  <c:v>8280</c:v>
                </c:pt>
                <c:pt idx="3149">
                  <c:v>8282</c:v>
                </c:pt>
                <c:pt idx="3150">
                  <c:v>8284</c:v>
                </c:pt>
                <c:pt idx="3151">
                  <c:v>8286</c:v>
                </c:pt>
                <c:pt idx="3152">
                  <c:v>8288</c:v>
                </c:pt>
                <c:pt idx="3153">
                  <c:v>8290</c:v>
                </c:pt>
                <c:pt idx="3154">
                  <c:v>8292</c:v>
                </c:pt>
                <c:pt idx="3155">
                  <c:v>8294</c:v>
                </c:pt>
                <c:pt idx="3156">
                  <c:v>8296</c:v>
                </c:pt>
                <c:pt idx="3157">
                  <c:v>8298</c:v>
                </c:pt>
                <c:pt idx="3158">
                  <c:v>8300</c:v>
                </c:pt>
                <c:pt idx="3159">
                  <c:v>8302</c:v>
                </c:pt>
                <c:pt idx="3160">
                  <c:v>8304</c:v>
                </c:pt>
                <c:pt idx="3161">
                  <c:v>8306</c:v>
                </c:pt>
                <c:pt idx="3162">
                  <c:v>8308</c:v>
                </c:pt>
                <c:pt idx="3163">
                  <c:v>8310</c:v>
                </c:pt>
                <c:pt idx="3164">
                  <c:v>8312</c:v>
                </c:pt>
                <c:pt idx="3165">
                  <c:v>8314</c:v>
                </c:pt>
                <c:pt idx="3166">
                  <c:v>8316</c:v>
                </c:pt>
                <c:pt idx="3167">
                  <c:v>8318</c:v>
                </c:pt>
                <c:pt idx="3168">
                  <c:v>8320</c:v>
                </c:pt>
                <c:pt idx="3169">
                  <c:v>8322</c:v>
                </c:pt>
                <c:pt idx="3170">
                  <c:v>8324</c:v>
                </c:pt>
                <c:pt idx="3171">
                  <c:v>8326</c:v>
                </c:pt>
                <c:pt idx="3172">
                  <c:v>8328</c:v>
                </c:pt>
                <c:pt idx="3173">
                  <c:v>8330</c:v>
                </c:pt>
                <c:pt idx="3174">
                  <c:v>8332</c:v>
                </c:pt>
                <c:pt idx="3175">
                  <c:v>8334</c:v>
                </c:pt>
                <c:pt idx="3176">
                  <c:v>8336</c:v>
                </c:pt>
                <c:pt idx="3177">
                  <c:v>8338</c:v>
                </c:pt>
                <c:pt idx="3178">
                  <c:v>8340</c:v>
                </c:pt>
                <c:pt idx="3179">
                  <c:v>8342</c:v>
                </c:pt>
                <c:pt idx="3180">
                  <c:v>8344</c:v>
                </c:pt>
                <c:pt idx="3181">
                  <c:v>8346</c:v>
                </c:pt>
                <c:pt idx="3182">
                  <c:v>8348</c:v>
                </c:pt>
                <c:pt idx="3183">
                  <c:v>8350</c:v>
                </c:pt>
                <c:pt idx="3184">
                  <c:v>8352</c:v>
                </c:pt>
                <c:pt idx="3185">
                  <c:v>8354</c:v>
                </c:pt>
                <c:pt idx="3186">
                  <c:v>8356</c:v>
                </c:pt>
                <c:pt idx="3187">
                  <c:v>8358</c:v>
                </c:pt>
                <c:pt idx="3188">
                  <c:v>8360</c:v>
                </c:pt>
                <c:pt idx="3189">
                  <c:v>8362</c:v>
                </c:pt>
                <c:pt idx="3190">
                  <c:v>8364</c:v>
                </c:pt>
                <c:pt idx="3191">
                  <c:v>8366</c:v>
                </c:pt>
                <c:pt idx="3192">
                  <c:v>8368</c:v>
                </c:pt>
                <c:pt idx="3193">
                  <c:v>8370</c:v>
                </c:pt>
                <c:pt idx="3194">
                  <c:v>8372</c:v>
                </c:pt>
                <c:pt idx="3195">
                  <c:v>8374</c:v>
                </c:pt>
                <c:pt idx="3196">
                  <c:v>8376</c:v>
                </c:pt>
                <c:pt idx="3197">
                  <c:v>8378</c:v>
                </c:pt>
                <c:pt idx="3198">
                  <c:v>8380</c:v>
                </c:pt>
                <c:pt idx="3199">
                  <c:v>8382</c:v>
                </c:pt>
                <c:pt idx="3200">
                  <c:v>8384</c:v>
                </c:pt>
                <c:pt idx="3201">
                  <c:v>8386</c:v>
                </c:pt>
                <c:pt idx="3202">
                  <c:v>8388</c:v>
                </c:pt>
                <c:pt idx="3203">
                  <c:v>8390</c:v>
                </c:pt>
                <c:pt idx="3204">
                  <c:v>8392</c:v>
                </c:pt>
                <c:pt idx="3205">
                  <c:v>8394</c:v>
                </c:pt>
                <c:pt idx="3206">
                  <c:v>8396</c:v>
                </c:pt>
                <c:pt idx="3207">
                  <c:v>8398</c:v>
                </c:pt>
                <c:pt idx="3208">
                  <c:v>8400</c:v>
                </c:pt>
                <c:pt idx="3209">
                  <c:v>8402</c:v>
                </c:pt>
                <c:pt idx="3210">
                  <c:v>8404</c:v>
                </c:pt>
                <c:pt idx="3211">
                  <c:v>8406</c:v>
                </c:pt>
                <c:pt idx="3212">
                  <c:v>8408</c:v>
                </c:pt>
                <c:pt idx="3213">
                  <c:v>8410</c:v>
                </c:pt>
                <c:pt idx="3214">
                  <c:v>8412</c:v>
                </c:pt>
                <c:pt idx="3215">
                  <c:v>8414</c:v>
                </c:pt>
                <c:pt idx="3216">
                  <c:v>8416</c:v>
                </c:pt>
                <c:pt idx="3217">
                  <c:v>8418</c:v>
                </c:pt>
                <c:pt idx="3218">
                  <c:v>8420</c:v>
                </c:pt>
                <c:pt idx="3219">
                  <c:v>8422</c:v>
                </c:pt>
                <c:pt idx="3220">
                  <c:v>8424</c:v>
                </c:pt>
                <c:pt idx="3221">
                  <c:v>8426</c:v>
                </c:pt>
                <c:pt idx="3222">
                  <c:v>8428</c:v>
                </c:pt>
                <c:pt idx="3223">
                  <c:v>8430</c:v>
                </c:pt>
                <c:pt idx="3224">
                  <c:v>8432</c:v>
                </c:pt>
                <c:pt idx="3225">
                  <c:v>8434</c:v>
                </c:pt>
                <c:pt idx="3226">
                  <c:v>8436</c:v>
                </c:pt>
                <c:pt idx="3227">
                  <c:v>8438</c:v>
                </c:pt>
                <c:pt idx="3228">
                  <c:v>8440</c:v>
                </c:pt>
                <c:pt idx="3229">
                  <c:v>8442</c:v>
                </c:pt>
                <c:pt idx="3230">
                  <c:v>8444</c:v>
                </c:pt>
                <c:pt idx="3231">
                  <c:v>8446</c:v>
                </c:pt>
                <c:pt idx="3232">
                  <c:v>8448</c:v>
                </c:pt>
                <c:pt idx="3233">
                  <c:v>8450</c:v>
                </c:pt>
                <c:pt idx="3234">
                  <c:v>8452</c:v>
                </c:pt>
                <c:pt idx="3235">
                  <c:v>8454</c:v>
                </c:pt>
                <c:pt idx="3236">
                  <c:v>8456</c:v>
                </c:pt>
                <c:pt idx="3237">
                  <c:v>8458</c:v>
                </c:pt>
                <c:pt idx="3238">
                  <c:v>8460</c:v>
                </c:pt>
                <c:pt idx="3239">
                  <c:v>8462</c:v>
                </c:pt>
                <c:pt idx="3240">
                  <c:v>8464</c:v>
                </c:pt>
                <c:pt idx="3241">
                  <c:v>8466</c:v>
                </c:pt>
                <c:pt idx="3242">
                  <c:v>8468</c:v>
                </c:pt>
                <c:pt idx="3243">
                  <c:v>8470</c:v>
                </c:pt>
                <c:pt idx="3244">
                  <c:v>8472</c:v>
                </c:pt>
                <c:pt idx="3245">
                  <c:v>8474</c:v>
                </c:pt>
                <c:pt idx="3246">
                  <c:v>8476</c:v>
                </c:pt>
                <c:pt idx="3247">
                  <c:v>8478</c:v>
                </c:pt>
                <c:pt idx="3248">
                  <c:v>8480</c:v>
                </c:pt>
                <c:pt idx="3249">
                  <c:v>8482</c:v>
                </c:pt>
                <c:pt idx="3250">
                  <c:v>8484</c:v>
                </c:pt>
                <c:pt idx="3251">
                  <c:v>8486</c:v>
                </c:pt>
                <c:pt idx="3252">
                  <c:v>8488</c:v>
                </c:pt>
                <c:pt idx="3253">
                  <c:v>8490</c:v>
                </c:pt>
                <c:pt idx="3254">
                  <c:v>8492</c:v>
                </c:pt>
                <c:pt idx="3255">
                  <c:v>8494</c:v>
                </c:pt>
                <c:pt idx="3256">
                  <c:v>8496</c:v>
                </c:pt>
                <c:pt idx="3257">
                  <c:v>8498</c:v>
                </c:pt>
                <c:pt idx="3258">
                  <c:v>8500</c:v>
                </c:pt>
                <c:pt idx="3259">
                  <c:v>8502</c:v>
                </c:pt>
                <c:pt idx="3260">
                  <c:v>8504</c:v>
                </c:pt>
                <c:pt idx="3261">
                  <c:v>8506</c:v>
                </c:pt>
                <c:pt idx="3262">
                  <c:v>8508</c:v>
                </c:pt>
                <c:pt idx="3263">
                  <c:v>8510</c:v>
                </c:pt>
                <c:pt idx="3264">
                  <c:v>8512</c:v>
                </c:pt>
                <c:pt idx="3265">
                  <c:v>8514</c:v>
                </c:pt>
                <c:pt idx="3266">
                  <c:v>8516</c:v>
                </c:pt>
                <c:pt idx="3267">
                  <c:v>8518</c:v>
                </c:pt>
                <c:pt idx="3268">
                  <c:v>8520</c:v>
                </c:pt>
                <c:pt idx="3269">
                  <c:v>8522</c:v>
                </c:pt>
                <c:pt idx="3270">
                  <c:v>8524</c:v>
                </c:pt>
                <c:pt idx="3271">
                  <c:v>8526</c:v>
                </c:pt>
                <c:pt idx="3272">
                  <c:v>8528</c:v>
                </c:pt>
                <c:pt idx="3273">
                  <c:v>8530</c:v>
                </c:pt>
                <c:pt idx="3274">
                  <c:v>8532</c:v>
                </c:pt>
                <c:pt idx="3275">
                  <c:v>8534</c:v>
                </c:pt>
                <c:pt idx="3276">
                  <c:v>8536</c:v>
                </c:pt>
                <c:pt idx="3277">
                  <c:v>8538</c:v>
                </c:pt>
                <c:pt idx="3278">
                  <c:v>8540</c:v>
                </c:pt>
                <c:pt idx="3279">
                  <c:v>8542</c:v>
                </c:pt>
                <c:pt idx="3280">
                  <c:v>8544</c:v>
                </c:pt>
                <c:pt idx="3281">
                  <c:v>8546</c:v>
                </c:pt>
                <c:pt idx="3282">
                  <c:v>8548</c:v>
                </c:pt>
                <c:pt idx="3283">
                  <c:v>8550</c:v>
                </c:pt>
                <c:pt idx="3284">
                  <c:v>8552</c:v>
                </c:pt>
                <c:pt idx="3285">
                  <c:v>8554</c:v>
                </c:pt>
                <c:pt idx="3286">
                  <c:v>8556</c:v>
                </c:pt>
                <c:pt idx="3287">
                  <c:v>8558</c:v>
                </c:pt>
                <c:pt idx="3288">
                  <c:v>8560</c:v>
                </c:pt>
                <c:pt idx="3289">
                  <c:v>8562</c:v>
                </c:pt>
                <c:pt idx="3290">
                  <c:v>8564</c:v>
                </c:pt>
                <c:pt idx="3291">
                  <c:v>8566</c:v>
                </c:pt>
                <c:pt idx="3292">
                  <c:v>8568</c:v>
                </c:pt>
                <c:pt idx="3293">
                  <c:v>8570</c:v>
                </c:pt>
                <c:pt idx="3294">
                  <c:v>8572</c:v>
                </c:pt>
                <c:pt idx="3295">
                  <c:v>8574</c:v>
                </c:pt>
                <c:pt idx="3296">
                  <c:v>8576</c:v>
                </c:pt>
                <c:pt idx="3297">
                  <c:v>8578</c:v>
                </c:pt>
                <c:pt idx="3298">
                  <c:v>8580</c:v>
                </c:pt>
                <c:pt idx="3299">
                  <c:v>8582</c:v>
                </c:pt>
                <c:pt idx="3300">
                  <c:v>8584</c:v>
                </c:pt>
                <c:pt idx="3301">
                  <c:v>8586</c:v>
                </c:pt>
                <c:pt idx="3302">
                  <c:v>8588</c:v>
                </c:pt>
                <c:pt idx="3303">
                  <c:v>8590</c:v>
                </c:pt>
                <c:pt idx="3304">
                  <c:v>8592</c:v>
                </c:pt>
                <c:pt idx="3305">
                  <c:v>8594</c:v>
                </c:pt>
                <c:pt idx="3306">
                  <c:v>8596</c:v>
                </c:pt>
                <c:pt idx="3307">
                  <c:v>8598</c:v>
                </c:pt>
                <c:pt idx="3308">
                  <c:v>8600</c:v>
                </c:pt>
                <c:pt idx="3309">
                  <c:v>8602</c:v>
                </c:pt>
                <c:pt idx="3310">
                  <c:v>8604</c:v>
                </c:pt>
                <c:pt idx="3311">
                  <c:v>8606</c:v>
                </c:pt>
                <c:pt idx="3312">
                  <c:v>8608</c:v>
                </c:pt>
                <c:pt idx="3313">
                  <c:v>8610</c:v>
                </c:pt>
                <c:pt idx="3314">
                  <c:v>8612</c:v>
                </c:pt>
                <c:pt idx="3315">
                  <c:v>8614</c:v>
                </c:pt>
                <c:pt idx="3316">
                  <c:v>8616</c:v>
                </c:pt>
                <c:pt idx="3317">
                  <c:v>8618</c:v>
                </c:pt>
                <c:pt idx="3318">
                  <c:v>8620</c:v>
                </c:pt>
                <c:pt idx="3319">
                  <c:v>8622</c:v>
                </c:pt>
                <c:pt idx="3320">
                  <c:v>8624</c:v>
                </c:pt>
                <c:pt idx="3321">
                  <c:v>8626</c:v>
                </c:pt>
                <c:pt idx="3322">
                  <c:v>8628</c:v>
                </c:pt>
                <c:pt idx="3323">
                  <c:v>8630</c:v>
                </c:pt>
                <c:pt idx="3324">
                  <c:v>8632</c:v>
                </c:pt>
                <c:pt idx="3325">
                  <c:v>8634</c:v>
                </c:pt>
                <c:pt idx="3326">
                  <c:v>8636</c:v>
                </c:pt>
                <c:pt idx="3327">
                  <c:v>8638</c:v>
                </c:pt>
                <c:pt idx="3328">
                  <c:v>8640</c:v>
                </c:pt>
                <c:pt idx="3329">
                  <c:v>8642</c:v>
                </c:pt>
                <c:pt idx="3330">
                  <c:v>8644</c:v>
                </c:pt>
                <c:pt idx="3331">
                  <c:v>8646</c:v>
                </c:pt>
                <c:pt idx="3332">
                  <c:v>8648</c:v>
                </c:pt>
                <c:pt idx="3333">
                  <c:v>8650</c:v>
                </c:pt>
                <c:pt idx="3334">
                  <c:v>8652</c:v>
                </c:pt>
                <c:pt idx="3335">
                  <c:v>8654</c:v>
                </c:pt>
                <c:pt idx="3336">
                  <c:v>8656</c:v>
                </c:pt>
                <c:pt idx="3337">
                  <c:v>8658</c:v>
                </c:pt>
                <c:pt idx="3338">
                  <c:v>8660</c:v>
                </c:pt>
                <c:pt idx="3339">
                  <c:v>8662</c:v>
                </c:pt>
                <c:pt idx="3340">
                  <c:v>8664</c:v>
                </c:pt>
                <c:pt idx="3341">
                  <c:v>8666</c:v>
                </c:pt>
                <c:pt idx="3342">
                  <c:v>8668</c:v>
                </c:pt>
                <c:pt idx="3343">
                  <c:v>8670</c:v>
                </c:pt>
                <c:pt idx="3344">
                  <c:v>8672</c:v>
                </c:pt>
                <c:pt idx="3345">
                  <c:v>8674</c:v>
                </c:pt>
                <c:pt idx="3346">
                  <c:v>8676</c:v>
                </c:pt>
                <c:pt idx="3347">
                  <c:v>8678</c:v>
                </c:pt>
                <c:pt idx="3348">
                  <c:v>8680</c:v>
                </c:pt>
                <c:pt idx="3349">
                  <c:v>8682</c:v>
                </c:pt>
                <c:pt idx="3350">
                  <c:v>8684</c:v>
                </c:pt>
                <c:pt idx="3351">
                  <c:v>8686</c:v>
                </c:pt>
                <c:pt idx="3352">
                  <c:v>8688</c:v>
                </c:pt>
                <c:pt idx="3353">
                  <c:v>8690</c:v>
                </c:pt>
                <c:pt idx="3354">
                  <c:v>8692</c:v>
                </c:pt>
                <c:pt idx="3355">
                  <c:v>8694</c:v>
                </c:pt>
                <c:pt idx="3356">
                  <c:v>8696</c:v>
                </c:pt>
                <c:pt idx="3357">
                  <c:v>8698</c:v>
                </c:pt>
                <c:pt idx="3358">
                  <c:v>8700</c:v>
                </c:pt>
                <c:pt idx="3359">
                  <c:v>8702</c:v>
                </c:pt>
                <c:pt idx="3360">
                  <c:v>8704</c:v>
                </c:pt>
                <c:pt idx="3361">
                  <c:v>8706</c:v>
                </c:pt>
                <c:pt idx="3362">
                  <c:v>8708</c:v>
                </c:pt>
                <c:pt idx="3363">
                  <c:v>8710</c:v>
                </c:pt>
                <c:pt idx="3364">
                  <c:v>8712</c:v>
                </c:pt>
                <c:pt idx="3365">
                  <c:v>8714</c:v>
                </c:pt>
                <c:pt idx="3366">
                  <c:v>8716</c:v>
                </c:pt>
                <c:pt idx="3367">
                  <c:v>8718</c:v>
                </c:pt>
                <c:pt idx="3368">
                  <c:v>8720</c:v>
                </c:pt>
                <c:pt idx="3369">
                  <c:v>8722</c:v>
                </c:pt>
                <c:pt idx="3370">
                  <c:v>8724</c:v>
                </c:pt>
                <c:pt idx="3371">
                  <c:v>8726</c:v>
                </c:pt>
                <c:pt idx="3372">
                  <c:v>8728</c:v>
                </c:pt>
                <c:pt idx="3373">
                  <c:v>8730</c:v>
                </c:pt>
                <c:pt idx="3374">
                  <c:v>8732</c:v>
                </c:pt>
                <c:pt idx="3375">
                  <c:v>8734</c:v>
                </c:pt>
                <c:pt idx="3376">
                  <c:v>8736</c:v>
                </c:pt>
                <c:pt idx="3377">
                  <c:v>8738</c:v>
                </c:pt>
                <c:pt idx="3378">
                  <c:v>8740</c:v>
                </c:pt>
                <c:pt idx="3379">
                  <c:v>8742</c:v>
                </c:pt>
                <c:pt idx="3380">
                  <c:v>8744</c:v>
                </c:pt>
                <c:pt idx="3381">
                  <c:v>8746</c:v>
                </c:pt>
                <c:pt idx="3382">
                  <c:v>8748</c:v>
                </c:pt>
                <c:pt idx="3383">
                  <c:v>8750</c:v>
                </c:pt>
                <c:pt idx="3384">
                  <c:v>8752</c:v>
                </c:pt>
                <c:pt idx="3385">
                  <c:v>8754</c:v>
                </c:pt>
                <c:pt idx="3386">
                  <c:v>8756</c:v>
                </c:pt>
                <c:pt idx="3387">
                  <c:v>8758</c:v>
                </c:pt>
                <c:pt idx="3388">
                  <c:v>8760</c:v>
                </c:pt>
                <c:pt idx="3389">
                  <c:v>8762</c:v>
                </c:pt>
                <c:pt idx="3390">
                  <c:v>8764</c:v>
                </c:pt>
                <c:pt idx="3391">
                  <c:v>8766</c:v>
                </c:pt>
                <c:pt idx="3392">
                  <c:v>8768</c:v>
                </c:pt>
                <c:pt idx="3393">
                  <c:v>8770</c:v>
                </c:pt>
                <c:pt idx="3394">
                  <c:v>8772</c:v>
                </c:pt>
                <c:pt idx="3395">
                  <c:v>8774</c:v>
                </c:pt>
                <c:pt idx="3396">
                  <c:v>8776</c:v>
                </c:pt>
                <c:pt idx="3397">
                  <c:v>8778</c:v>
                </c:pt>
                <c:pt idx="3398">
                  <c:v>8780</c:v>
                </c:pt>
                <c:pt idx="3399">
                  <c:v>8782</c:v>
                </c:pt>
                <c:pt idx="3400">
                  <c:v>8784</c:v>
                </c:pt>
                <c:pt idx="3401">
                  <c:v>8786</c:v>
                </c:pt>
                <c:pt idx="3402">
                  <c:v>8788</c:v>
                </c:pt>
                <c:pt idx="3403">
                  <c:v>8790</c:v>
                </c:pt>
                <c:pt idx="3404">
                  <c:v>8792</c:v>
                </c:pt>
                <c:pt idx="3405">
                  <c:v>8794</c:v>
                </c:pt>
                <c:pt idx="3406">
                  <c:v>8796</c:v>
                </c:pt>
                <c:pt idx="3407">
                  <c:v>8798</c:v>
                </c:pt>
                <c:pt idx="3408">
                  <c:v>8800</c:v>
                </c:pt>
                <c:pt idx="3409">
                  <c:v>8802</c:v>
                </c:pt>
                <c:pt idx="3410">
                  <c:v>8804</c:v>
                </c:pt>
                <c:pt idx="3411">
                  <c:v>8806</c:v>
                </c:pt>
                <c:pt idx="3412">
                  <c:v>8808</c:v>
                </c:pt>
                <c:pt idx="3413">
                  <c:v>8810</c:v>
                </c:pt>
                <c:pt idx="3414">
                  <c:v>8812</c:v>
                </c:pt>
                <c:pt idx="3415">
                  <c:v>8814</c:v>
                </c:pt>
                <c:pt idx="3416">
                  <c:v>8816</c:v>
                </c:pt>
                <c:pt idx="3417">
                  <c:v>8818</c:v>
                </c:pt>
                <c:pt idx="3418">
                  <c:v>8820</c:v>
                </c:pt>
                <c:pt idx="3419">
                  <c:v>8822</c:v>
                </c:pt>
                <c:pt idx="3420">
                  <c:v>8824</c:v>
                </c:pt>
                <c:pt idx="3421">
                  <c:v>8826</c:v>
                </c:pt>
                <c:pt idx="3422">
                  <c:v>8828</c:v>
                </c:pt>
                <c:pt idx="3423">
                  <c:v>8830</c:v>
                </c:pt>
                <c:pt idx="3424">
                  <c:v>8832</c:v>
                </c:pt>
                <c:pt idx="3425">
                  <c:v>8834</c:v>
                </c:pt>
                <c:pt idx="3426">
                  <c:v>8836</c:v>
                </c:pt>
                <c:pt idx="3427">
                  <c:v>8838</c:v>
                </c:pt>
                <c:pt idx="3428">
                  <c:v>8840</c:v>
                </c:pt>
                <c:pt idx="3429">
                  <c:v>8842</c:v>
                </c:pt>
                <c:pt idx="3430">
                  <c:v>8844</c:v>
                </c:pt>
                <c:pt idx="3431">
                  <c:v>8846</c:v>
                </c:pt>
                <c:pt idx="3432">
                  <c:v>8848</c:v>
                </c:pt>
                <c:pt idx="3433">
                  <c:v>8850</c:v>
                </c:pt>
                <c:pt idx="3434">
                  <c:v>8852</c:v>
                </c:pt>
                <c:pt idx="3435">
                  <c:v>8854</c:v>
                </c:pt>
                <c:pt idx="3436">
                  <c:v>8856</c:v>
                </c:pt>
                <c:pt idx="3437">
                  <c:v>8858</c:v>
                </c:pt>
                <c:pt idx="3438">
                  <c:v>8860</c:v>
                </c:pt>
                <c:pt idx="3439">
                  <c:v>8862</c:v>
                </c:pt>
                <c:pt idx="3440">
                  <c:v>8864</c:v>
                </c:pt>
                <c:pt idx="3441">
                  <c:v>8866</c:v>
                </c:pt>
                <c:pt idx="3442">
                  <c:v>8868</c:v>
                </c:pt>
                <c:pt idx="3443">
                  <c:v>8870</c:v>
                </c:pt>
                <c:pt idx="3444">
                  <c:v>8872</c:v>
                </c:pt>
                <c:pt idx="3445">
                  <c:v>8874</c:v>
                </c:pt>
                <c:pt idx="3446">
                  <c:v>8876</c:v>
                </c:pt>
                <c:pt idx="3447">
                  <c:v>8878</c:v>
                </c:pt>
                <c:pt idx="3448">
                  <c:v>8880</c:v>
                </c:pt>
                <c:pt idx="3449">
                  <c:v>8882</c:v>
                </c:pt>
                <c:pt idx="3450">
                  <c:v>8884</c:v>
                </c:pt>
                <c:pt idx="3451">
                  <c:v>8886</c:v>
                </c:pt>
                <c:pt idx="3452">
                  <c:v>8888</c:v>
                </c:pt>
                <c:pt idx="3453">
                  <c:v>8890</c:v>
                </c:pt>
                <c:pt idx="3454">
                  <c:v>8892</c:v>
                </c:pt>
                <c:pt idx="3455">
                  <c:v>8894</c:v>
                </c:pt>
                <c:pt idx="3456">
                  <c:v>8896</c:v>
                </c:pt>
                <c:pt idx="3457">
                  <c:v>8898</c:v>
                </c:pt>
                <c:pt idx="3458">
                  <c:v>8900</c:v>
                </c:pt>
                <c:pt idx="3459">
                  <c:v>8902</c:v>
                </c:pt>
                <c:pt idx="3460">
                  <c:v>8904</c:v>
                </c:pt>
                <c:pt idx="3461">
                  <c:v>8906</c:v>
                </c:pt>
                <c:pt idx="3462">
                  <c:v>8908</c:v>
                </c:pt>
                <c:pt idx="3463">
                  <c:v>8910</c:v>
                </c:pt>
                <c:pt idx="3464">
                  <c:v>8912</c:v>
                </c:pt>
                <c:pt idx="3465">
                  <c:v>8914</c:v>
                </c:pt>
                <c:pt idx="3466">
                  <c:v>8916</c:v>
                </c:pt>
                <c:pt idx="3467">
                  <c:v>8918</c:v>
                </c:pt>
                <c:pt idx="3468">
                  <c:v>8920</c:v>
                </c:pt>
                <c:pt idx="3469">
                  <c:v>8922</c:v>
                </c:pt>
                <c:pt idx="3470">
                  <c:v>8924</c:v>
                </c:pt>
                <c:pt idx="3471">
                  <c:v>8926</c:v>
                </c:pt>
                <c:pt idx="3472">
                  <c:v>8928</c:v>
                </c:pt>
                <c:pt idx="3473">
                  <c:v>8930</c:v>
                </c:pt>
                <c:pt idx="3474">
                  <c:v>8932</c:v>
                </c:pt>
                <c:pt idx="3475">
                  <c:v>8934</c:v>
                </c:pt>
                <c:pt idx="3476">
                  <c:v>8936</c:v>
                </c:pt>
                <c:pt idx="3477">
                  <c:v>8938</c:v>
                </c:pt>
                <c:pt idx="3478">
                  <c:v>8940</c:v>
                </c:pt>
                <c:pt idx="3479">
                  <c:v>8942</c:v>
                </c:pt>
                <c:pt idx="3480">
                  <c:v>8944</c:v>
                </c:pt>
                <c:pt idx="3481">
                  <c:v>8946</c:v>
                </c:pt>
                <c:pt idx="3482">
                  <c:v>8948</c:v>
                </c:pt>
                <c:pt idx="3483">
                  <c:v>8950</c:v>
                </c:pt>
                <c:pt idx="3484">
                  <c:v>8952</c:v>
                </c:pt>
                <c:pt idx="3485">
                  <c:v>8954</c:v>
                </c:pt>
                <c:pt idx="3486">
                  <c:v>8956</c:v>
                </c:pt>
                <c:pt idx="3487">
                  <c:v>8958</c:v>
                </c:pt>
                <c:pt idx="3488">
                  <c:v>8960</c:v>
                </c:pt>
                <c:pt idx="3489">
                  <c:v>8962</c:v>
                </c:pt>
                <c:pt idx="3490">
                  <c:v>8964</c:v>
                </c:pt>
                <c:pt idx="3491">
                  <c:v>8966</c:v>
                </c:pt>
                <c:pt idx="3492">
                  <c:v>8968</c:v>
                </c:pt>
                <c:pt idx="3493">
                  <c:v>8970</c:v>
                </c:pt>
                <c:pt idx="3494">
                  <c:v>8972</c:v>
                </c:pt>
                <c:pt idx="3495">
                  <c:v>8974</c:v>
                </c:pt>
                <c:pt idx="3496">
                  <c:v>8976</c:v>
                </c:pt>
                <c:pt idx="3497">
                  <c:v>8978</c:v>
                </c:pt>
                <c:pt idx="3498">
                  <c:v>8980</c:v>
                </c:pt>
                <c:pt idx="3499">
                  <c:v>8982</c:v>
                </c:pt>
                <c:pt idx="3500">
                  <c:v>8984</c:v>
                </c:pt>
                <c:pt idx="3501">
                  <c:v>8986</c:v>
                </c:pt>
                <c:pt idx="3502">
                  <c:v>8988</c:v>
                </c:pt>
                <c:pt idx="3503">
                  <c:v>8990</c:v>
                </c:pt>
                <c:pt idx="3504">
                  <c:v>8992</c:v>
                </c:pt>
                <c:pt idx="3505">
                  <c:v>8994</c:v>
                </c:pt>
                <c:pt idx="3506">
                  <c:v>8996</c:v>
                </c:pt>
                <c:pt idx="3507">
                  <c:v>8998</c:v>
                </c:pt>
                <c:pt idx="3508">
                  <c:v>9000</c:v>
                </c:pt>
                <c:pt idx="3509">
                  <c:v>9002</c:v>
                </c:pt>
                <c:pt idx="3510">
                  <c:v>9004</c:v>
                </c:pt>
                <c:pt idx="3511">
                  <c:v>9006</c:v>
                </c:pt>
                <c:pt idx="3512">
                  <c:v>9008</c:v>
                </c:pt>
                <c:pt idx="3513">
                  <c:v>9010</c:v>
                </c:pt>
                <c:pt idx="3514">
                  <c:v>9012</c:v>
                </c:pt>
                <c:pt idx="3515">
                  <c:v>9014</c:v>
                </c:pt>
                <c:pt idx="3516">
                  <c:v>9016</c:v>
                </c:pt>
                <c:pt idx="3517">
                  <c:v>9018</c:v>
                </c:pt>
                <c:pt idx="3518">
                  <c:v>9020</c:v>
                </c:pt>
                <c:pt idx="3519">
                  <c:v>9022</c:v>
                </c:pt>
                <c:pt idx="3520">
                  <c:v>9024</c:v>
                </c:pt>
                <c:pt idx="3521">
                  <c:v>9026</c:v>
                </c:pt>
                <c:pt idx="3522">
                  <c:v>9028</c:v>
                </c:pt>
                <c:pt idx="3523">
                  <c:v>9030</c:v>
                </c:pt>
                <c:pt idx="3524">
                  <c:v>9032</c:v>
                </c:pt>
                <c:pt idx="3525">
                  <c:v>9034</c:v>
                </c:pt>
                <c:pt idx="3526">
                  <c:v>9036</c:v>
                </c:pt>
                <c:pt idx="3527">
                  <c:v>9038</c:v>
                </c:pt>
                <c:pt idx="3528">
                  <c:v>9040</c:v>
                </c:pt>
                <c:pt idx="3529">
                  <c:v>9042</c:v>
                </c:pt>
                <c:pt idx="3530">
                  <c:v>9044</c:v>
                </c:pt>
                <c:pt idx="3531">
                  <c:v>9046</c:v>
                </c:pt>
                <c:pt idx="3532">
                  <c:v>9048</c:v>
                </c:pt>
                <c:pt idx="3533">
                  <c:v>9050</c:v>
                </c:pt>
                <c:pt idx="3534">
                  <c:v>9052</c:v>
                </c:pt>
                <c:pt idx="3535">
                  <c:v>9054</c:v>
                </c:pt>
                <c:pt idx="3536">
                  <c:v>9056</c:v>
                </c:pt>
                <c:pt idx="3537">
                  <c:v>9058</c:v>
                </c:pt>
                <c:pt idx="3538">
                  <c:v>9060</c:v>
                </c:pt>
                <c:pt idx="3539">
                  <c:v>9062</c:v>
                </c:pt>
                <c:pt idx="3540">
                  <c:v>9064</c:v>
                </c:pt>
                <c:pt idx="3541">
                  <c:v>9066</c:v>
                </c:pt>
                <c:pt idx="3542">
                  <c:v>9068</c:v>
                </c:pt>
                <c:pt idx="3543">
                  <c:v>9070</c:v>
                </c:pt>
                <c:pt idx="3544">
                  <c:v>9072</c:v>
                </c:pt>
                <c:pt idx="3545">
                  <c:v>9074</c:v>
                </c:pt>
                <c:pt idx="3546">
                  <c:v>9076</c:v>
                </c:pt>
                <c:pt idx="3547">
                  <c:v>9078</c:v>
                </c:pt>
                <c:pt idx="3548">
                  <c:v>9080</c:v>
                </c:pt>
                <c:pt idx="3549">
                  <c:v>9082</c:v>
                </c:pt>
                <c:pt idx="3550">
                  <c:v>9084</c:v>
                </c:pt>
                <c:pt idx="3551">
                  <c:v>9086</c:v>
                </c:pt>
                <c:pt idx="3552">
                  <c:v>9088</c:v>
                </c:pt>
                <c:pt idx="3553">
                  <c:v>9090</c:v>
                </c:pt>
                <c:pt idx="3554">
                  <c:v>9092</c:v>
                </c:pt>
                <c:pt idx="3555">
                  <c:v>9094</c:v>
                </c:pt>
                <c:pt idx="3556">
                  <c:v>9096</c:v>
                </c:pt>
                <c:pt idx="3557">
                  <c:v>9098</c:v>
                </c:pt>
                <c:pt idx="3558">
                  <c:v>9100</c:v>
                </c:pt>
                <c:pt idx="3559">
                  <c:v>9102</c:v>
                </c:pt>
                <c:pt idx="3560">
                  <c:v>9104</c:v>
                </c:pt>
                <c:pt idx="3561">
                  <c:v>9106</c:v>
                </c:pt>
                <c:pt idx="3562">
                  <c:v>9108</c:v>
                </c:pt>
                <c:pt idx="3563">
                  <c:v>9110</c:v>
                </c:pt>
                <c:pt idx="3564">
                  <c:v>9112</c:v>
                </c:pt>
                <c:pt idx="3565">
                  <c:v>9114</c:v>
                </c:pt>
                <c:pt idx="3566">
                  <c:v>9116</c:v>
                </c:pt>
                <c:pt idx="3567">
                  <c:v>9118</c:v>
                </c:pt>
                <c:pt idx="3568">
                  <c:v>9120</c:v>
                </c:pt>
                <c:pt idx="3569">
                  <c:v>9122</c:v>
                </c:pt>
                <c:pt idx="3570">
                  <c:v>9124</c:v>
                </c:pt>
                <c:pt idx="3571">
                  <c:v>9126</c:v>
                </c:pt>
                <c:pt idx="3572">
                  <c:v>9128</c:v>
                </c:pt>
                <c:pt idx="3573">
                  <c:v>9130</c:v>
                </c:pt>
                <c:pt idx="3574">
                  <c:v>9132</c:v>
                </c:pt>
                <c:pt idx="3575">
                  <c:v>9134</c:v>
                </c:pt>
                <c:pt idx="3576">
                  <c:v>9136</c:v>
                </c:pt>
                <c:pt idx="3577">
                  <c:v>9138</c:v>
                </c:pt>
                <c:pt idx="3578">
                  <c:v>9140</c:v>
                </c:pt>
                <c:pt idx="3579">
                  <c:v>9142</c:v>
                </c:pt>
                <c:pt idx="3580">
                  <c:v>9144</c:v>
                </c:pt>
                <c:pt idx="3581">
                  <c:v>9146</c:v>
                </c:pt>
                <c:pt idx="3582">
                  <c:v>9148</c:v>
                </c:pt>
                <c:pt idx="3583">
                  <c:v>9150</c:v>
                </c:pt>
                <c:pt idx="3584">
                  <c:v>9152</c:v>
                </c:pt>
                <c:pt idx="3585">
                  <c:v>9154</c:v>
                </c:pt>
                <c:pt idx="3586">
                  <c:v>9156</c:v>
                </c:pt>
                <c:pt idx="3587">
                  <c:v>9158</c:v>
                </c:pt>
                <c:pt idx="3588">
                  <c:v>9160</c:v>
                </c:pt>
                <c:pt idx="3589">
                  <c:v>9162</c:v>
                </c:pt>
                <c:pt idx="3590">
                  <c:v>9164</c:v>
                </c:pt>
                <c:pt idx="3591">
                  <c:v>9166</c:v>
                </c:pt>
                <c:pt idx="3592">
                  <c:v>9168</c:v>
                </c:pt>
                <c:pt idx="3593">
                  <c:v>9170</c:v>
                </c:pt>
                <c:pt idx="3594">
                  <c:v>9172</c:v>
                </c:pt>
                <c:pt idx="3595">
                  <c:v>9174</c:v>
                </c:pt>
                <c:pt idx="3596">
                  <c:v>9176</c:v>
                </c:pt>
                <c:pt idx="3597">
                  <c:v>9178</c:v>
                </c:pt>
                <c:pt idx="3598">
                  <c:v>9180</c:v>
                </c:pt>
                <c:pt idx="3599">
                  <c:v>9182</c:v>
                </c:pt>
                <c:pt idx="3600">
                  <c:v>9184</c:v>
                </c:pt>
                <c:pt idx="3601">
                  <c:v>9186</c:v>
                </c:pt>
                <c:pt idx="3602">
                  <c:v>9188</c:v>
                </c:pt>
                <c:pt idx="3603">
                  <c:v>9190</c:v>
                </c:pt>
                <c:pt idx="3604">
                  <c:v>9192</c:v>
                </c:pt>
                <c:pt idx="3605">
                  <c:v>9194</c:v>
                </c:pt>
                <c:pt idx="3606">
                  <c:v>9196</c:v>
                </c:pt>
                <c:pt idx="3607">
                  <c:v>9198</c:v>
                </c:pt>
                <c:pt idx="3608">
                  <c:v>9200</c:v>
                </c:pt>
                <c:pt idx="3609">
                  <c:v>9202</c:v>
                </c:pt>
                <c:pt idx="3610">
                  <c:v>9204</c:v>
                </c:pt>
                <c:pt idx="3611">
                  <c:v>9206</c:v>
                </c:pt>
                <c:pt idx="3612">
                  <c:v>9208</c:v>
                </c:pt>
                <c:pt idx="3613">
                  <c:v>9210</c:v>
                </c:pt>
                <c:pt idx="3614">
                  <c:v>9212</c:v>
                </c:pt>
                <c:pt idx="3615">
                  <c:v>9214</c:v>
                </c:pt>
                <c:pt idx="3616">
                  <c:v>9216</c:v>
                </c:pt>
                <c:pt idx="3617">
                  <c:v>9218</c:v>
                </c:pt>
                <c:pt idx="3618">
                  <c:v>9220</c:v>
                </c:pt>
                <c:pt idx="3619">
                  <c:v>9222</c:v>
                </c:pt>
                <c:pt idx="3620">
                  <c:v>9224</c:v>
                </c:pt>
                <c:pt idx="3621">
                  <c:v>9226</c:v>
                </c:pt>
                <c:pt idx="3622">
                  <c:v>9228</c:v>
                </c:pt>
                <c:pt idx="3623">
                  <c:v>9230</c:v>
                </c:pt>
                <c:pt idx="3624">
                  <c:v>9232</c:v>
                </c:pt>
                <c:pt idx="3625">
                  <c:v>9234</c:v>
                </c:pt>
                <c:pt idx="3626">
                  <c:v>9236</c:v>
                </c:pt>
                <c:pt idx="3627">
                  <c:v>9238</c:v>
                </c:pt>
                <c:pt idx="3628">
                  <c:v>9240</c:v>
                </c:pt>
                <c:pt idx="3629">
                  <c:v>9242</c:v>
                </c:pt>
                <c:pt idx="3630">
                  <c:v>9244</c:v>
                </c:pt>
                <c:pt idx="3631">
                  <c:v>9246</c:v>
                </c:pt>
                <c:pt idx="3632">
                  <c:v>9248</c:v>
                </c:pt>
                <c:pt idx="3633">
                  <c:v>9250</c:v>
                </c:pt>
                <c:pt idx="3634">
                  <c:v>9252</c:v>
                </c:pt>
                <c:pt idx="3635">
                  <c:v>9254</c:v>
                </c:pt>
                <c:pt idx="3636">
                  <c:v>9256</c:v>
                </c:pt>
                <c:pt idx="3637">
                  <c:v>9258</c:v>
                </c:pt>
                <c:pt idx="3638">
                  <c:v>9260</c:v>
                </c:pt>
                <c:pt idx="3639">
                  <c:v>9262</c:v>
                </c:pt>
                <c:pt idx="3640">
                  <c:v>9264</c:v>
                </c:pt>
                <c:pt idx="3641">
                  <c:v>9266</c:v>
                </c:pt>
                <c:pt idx="3642">
                  <c:v>9268</c:v>
                </c:pt>
                <c:pt idx="3643">
                  <c:v>9270</c:v>
                </c:pt>
                <c:pt idx="3644">
                  <c:v>9272</c:v>
                </c:pt>
                <c:pt idx="3645">
                  <c:v>9274</c:v>
                </c:pt>
                <c:pt idx="3646">
                  <c:v>9276</c:v>
                </c:pt>
                <c:pt idx="3647">
                  <c:v>9278</c:v>
                </c:pt>
                <c:pt idx="3648">
                  <c:v>9280</c:v>
                </c:pt>
                <c:pt idx="3649">
                  <c:v>9282</c:v>
                </c:pt>
                <c:pt idx="3650">
                  <c:v>9284</c:v>
                </c:pt>
                <c:pt idx="3651">
                  <c:v>9286</c:v>
                </c:pt>
                <c:pt idx="3652">
                  <c:v>9288</c:v>
                </c:pt>
                <c:pt idx="3653">
                  <c:v>9290</c:v>
                </c:pt>
                <c:pt idx="3654">
                  <c:v>9292</c:v>
                </c:pt>
                <c:pt idx="3655">
                  <c:v>9294</c:v>
                </c:pt>
                <c:pt idx="3656">
                  <c:v>9296</c:v>
                </c:pt>
                <c:pt idx="3657">
                  <c:v>9298</c:v>
                </c:pt>
                <c:pt idx="3658">
                  <c:v>9300</c:v>
                </c:pt>
                <c:pt idx="3659">
                  <c:v>9302</c:v>
                </c:pt>
                <c:pt idx="3660">
                  <c:v>9304</c:v>
                </c:pt>
                <c:pt idx="3661">
                  <c:v>9306</c:v>
                </c:pt>
                <c:pt idx="3662">
                  <c:v>9308</c:v>
                </c:pt>
                <c:pt idx="3663">
                  <c:v>9310</c:v>
                </c:pt>
                <c:pt idx="3664">
                  <c:v>9312</c:v>
                </c:pt>
                <c:pt idx="3665">
                  <c:v>9314</c:v>
                </c:pt>
                <c:pt idx="3666">
                  <c:v>9316</c:v>
                </c:pt>
                <c:pt idx="3667">
                  <c:v>9318</c:v>
                </c:pt>
                <c:pt idx="3668">
                  <c:v>9320</c:v>
                </c:pt>
                <c:pt idx="3669">
                  <c:v>9322</c:v>
                </c:pt>
                <c:pt idx="3670">
                  <c:v>9324</c:v>
                </c:pt>
                <c:pt idx="3671">
                  <c:v>9326</c:v>
                </c:pt>
                <c:pt idx="3672">
                  <c:v>9328</c:v>
                </c:pt>
                <c:pt idx="3673">
                  <c:v>9330</c:v>
                </c:pt>
                <c:pt idx="3674">
                  <c:v>9332</c:v>
                </c:pt>
                <c:pt idx="3675">
                  <c:v>9334</c:v>
                </c:pt>
                <c:pt idx="3676">
                  <c:v>9336</c:v>
                </c:pt>
                <c:pt idx="3677">
                  <c:v>9338</c:v>
                </c:pt>
                <c:pt idx="3678">
                  <c:v>9340</c:v>
                </c:pt>
                <c:pt idx="3679">
                  <c:v>9342</c:v>
                </c:pt>
                <c:pt idx="3680">
                  <c:v>9344</c:v>
                </c:pt>
                <c:pt idx="3681">
                  <c:v>9346</c:v>
                </c:pt>
                <c:pt idx="3682">
                  <c:v>9348</c:v>
                </c:pt>
                <c:pt idx="3683">
                  <c:v>9350</c:v>
                </c:pt>
                <c:pt idx="3684">
                  <c:v>9352</c:v>
                </c:pt>
                <c:pt idx="3685">
                  <c:v>9354</c:v>
                </c:pt>
                <c:pt idx="3686">
                  <c:v>9356</c:v>
                </c:pt>
                <c:pt idx="3687">
                  <c:v>9358</c:v>
                </c:pt>
                <c:pt idx="3688">
                  <c:v>9360</c:v>
                </c:pt>
                <c:pt idx="3689">
                  <c:v>9362</c:v>
                </c:pt>
                <c:pt idx="3690">
                  <c:v>9364</c:v>
                </c:pt>
                <c:pt idx="3691">
                  <c:v>9366</c:v>
                </c:pt>
                <c:pt idx="3692">
                  <c:v>9368</c:v>
                </c:pt>
                <c:pt idx="3693">
                  <c:v>9370</c:v>
                </c:pt>
                <c:pt idx="3694">
                  <c:v>9372</c:v>
                </c:pt>
                <c:pt idx="3695">
                  <c:v>9374</c:v>
                </c:pt>
                <c:pt idx="3696">
                  <c:v>9376</c:v>
                </c:pt>
                <c:pt idx="3697">
                  <c:v>9378</c:v>
                </c:pt>
                <c:pt idx="3698">
                  <c:v>9380</c:v>
                </c:pt>
                <c:pt idx="3699">
                  <c:v>9382</c:v>
                </c:pt>
                <c:pt idx="3700">
                  <c:v>9384</c:v>
                </c:pt>
                <c:pt idx="3701">
                  <c:v>9386</c:v>
                </c:pt>
                <c:pt idx="3702">
                  <c:v>9388</c:v>
                </c:pt>
                <c:pt idx="3703">
                  <c:v>9390</c:v>
                </c:pt>
                <c:pt idx="3704">
                  <c:v>9392</c:v>
                </c:pt>
                <c:pt idx="3705">
                  <c:v>9394</c:v>
                </c:pt>
                <c:pt idx="3706">
                  <c:v>9396</c:v>
                </c:pt>
                <c:pt idx="3707">
                  <c:v>9398</c:v>
                </c:pt>
                <c:pt idx="3708">
                  <c:v>9400</c:v>
                </c:pt>
                <c:pt idx="3709">
                  <c:v>9402</c:v>
                </c:pt>
                <c:pt idx="3710">
                  <c:v>9404</c:v>
                </c:pt>
                <c:pt idx="3711">
                  <c:v>9406</c:v>
                </c:pt>
                <c:pt idx="3712">
                  <c:v>9408</c:v>
                </c:pt>
                <c:pt idx="3713">
                  <c:v>9410</c:v>
                </c:pt>
                <c:pt idx="3714">
                  <c:v>9412</c:v>
                </c:pt>
                <c:pt idx="3715">
                  <c:v>9414</c:v>
                </c:pt>
                <c:pt idx="3716">
                  <c:v>9416</c:v>
                </c:pt>
                <c:pt idx="3717">
                  <c:v>9418</c:v>
                </c:pt>
                <c:pt idx="3718">
                  <c:v>9420</c:v>
                </c:pt>
                <c:pt idx="3719">
                  <c:v>9422</c:v>
                </c:pt>
                <c:pt idx="3720">
                  <c:v>9424</c:v>
                </c:pt>
                <c:pt idx="3721">
                  <c:v>9426</c:v>
                </c:pt>
                <c:pt idx="3722">
                  <c:v>9428</c:v>
                </c:pt>
                <c:pt idx="3723">
                  <c:v>9430</c:v>
                </c:pt>
                <c:pt idx="3724">
                  <c:v>9432</c:v>
                </c:pt>
                <c:pt idx="3725">
                  <c:v>9434</c:v>
                </c:pt>
                <c:pt idx="3726">
                  <c:v>9436</c:v>
                </c:pt>
                <c:pt idx="3727">
                  <c:v>9438</c:v>
                </c:pt>
                <c:pt idx="3728">
                  <c:v>9440</c:v>
                </c:pt>
                <c:pt idx="3729">
                  <c:v>9442</c:v>
                </c:pt>
                <c:pt idx="3730">
                  <c:v>9444</c:v>
                </c:pt>
                <c:pt idx="3731">
                  <c:v>9446</c:v>
                </c:pt>
                <c:pt idx="3732">
                  <c:v>9448</c:v>
                </c:pt>
                <c:pt idx="3733">
                  <c:v>9450</c:v>
                </c:pt>
                <c:pt idx="3734">
                  <c:v>9452</c:v>
                </c:pt>
                <c:pt idx="3735">
                  <c:v>9454</c:v>
                </c:pt>
                <c:pt idx="3736">
                  <c:v>9456</c:v>
                </c:pt>
                <c:pt idx="3737">
                  <c:v>9458</c:v>
                </c:pt>
                <c:pt idx="3738">
                  <c:v>9460</c:v>
                </c:pt>
                <c:pt idx="3739">
                  <c:v>9462</c:v>
                </c:pt>
                <c:pt idx="3740">
                  <c:v>9464</c:v>
                </c:pt>
                <c:pt idx="3741">
                  <c:v>9466</c:v>
                </c:pt>
                <c:pt idx="3742">
                  <c:v>9468</c:v>
                </c:pt>
                <c:pt idx="3743">
                  <c:v>9470</c:v>
                </c:pt>
                <c:pt idx="3744">
                  <c:v>9472</c:v>
                </c:pt>
                <c:pt idx="3745">
                  <c:v>9474</c:v>
                </c:pt>
                <c:pt idx="3746">
                  <c:v>9476</c:v>
                </c:pt>
                <c:pt idx="3747">
                  <c:v>9478</c:v>
                </c:pt>
                <c:pt idx="3748">
                  <c:v>9480</c:v>
                </c:pt>
                <c:pt idx="3749">
                  <c:v>9482</c:v>
                </c:pt>
                <c:pt idx="3750">
                  <c:v>9484</c:v>
                </c:pt>
                <c:pt idx="3751">
                  <c:v>9486</c:v>
                </c:pt>
                <c:pt idx="3752">
                  <c:v>9488</c:v>
                </c:pt>
                <c:pt idx="3753">
                  <c:v>9490</c:v>
                </c:pt>
                <c:pt idx="3754">
                  <c:v>9492</c:v>
                </c:pt>
                <c:pt idx="3755">
                  <c:v>9494</c:v>
                </c:pt>
                <c:pt idx="3756">
                  <c:v>9496</c:v>
                </c:pt>
                <c:pt idx="3757">
                  <c:v>9498</c:v>
                </c:pt>
                <c:pt idx="3758">
                  <c:v>9500</c:v>
                </c:pt>
                <c:pt idx="3759">
                  <c:v>9502</c:v>
                </c:pt>
                <c:pt idx="3760">
                  <c:v>9504</c:v>
                </c:pt>
                <c:pt idx="3761">
                  <c:v>9506</c:v>
                </c:pt>
                <c:pt idx="3762">
                  <c:v>9508</c:v>
                </c:pt>
                <c:pt idx="3763">
                  <c:v>9510</c:v>
                </c:pt>
                <c:pt idx="3764">
                  <c:v>9512</c:v>
                </c:pt>
                <c:pt idx="3765">
                  <c:v>9514</c:v>
                </c:pt>
                <c:pt idx="3766">
                  <c:v>9516</c:v>
                </c:pt>
                <c:pt idx="3767">
                  <c:v>9518</c:v>
                </c:pt>
                <c:pt idx="3768">
                  <c:v>9520</c:v>
                </c:pt>
                <c:pt idx="3769">
                  <c:v>9522</c:v>
                </c:pt>
                <c:pt idx="3770">
                  <c:v>9524</c:v>
                </c:pt>
                <c:pt idx="3771">
                  <c:v>9526</c:v>
                </c:pt>
                <c:pt idx="3772">
                  <c:v>9528</c:v>
                </c:pt>
                <c:pt idx="3773">
                  <c:v>9530</c:v>
                </c:pt>
                <c:pt idx="3774">
                  <c:v>9532</c:v>
                </c:pt>
                <c:pt idx="3775">
                  <c:v>9534</c:v>
                </c:pt>
                <c:pt idx="3776">
                  <c:v>9536</c:v>
                </c:pt>
                <c:pt idx="3777">
                  <c:v>9538</c:v>
                </c:pt>
                <c:pt idx="3778">
                  <c:v>9540</c:v>
                </c:pt>
                <c:pt idx="3779">
                  <c:v>9542</c:v>
                </c:pt>
                <c:pt idx="3780">
                  <c:v>9544</c:v>
                </c:pt>
                <c:pt idx="3781">
                  <c:v>9546</c:v>
                </c:pt>
                <c:pt idx="3782">
                  <c:v>9548</c:v>
                </c:pt>
                <c:pt idx="3783">
                  <c:v>9550</c:v>
                </c:pt>
                <c:pt idx="3784">
                  <c:v>9552</c:v>
                </c:pt>
                <c:pt idx="3785">
                  <c:v>9554</c:v>
                </c:pt>
                <c:pt idx="3786">
                  <c:v>9556</c:v>
                </c:pt>
                <c:pt idx="3787">
                  <c:v>9558</c:v>
                </c:pt>
                <c:pt idx="3788">
                  <c:v>9560</c:v>
                </c:pt>
                <c:pt idx="3789">
                  <c:v>9562</c:v>
                </c:pt>
                <c:pt idx="3790">
                  <c:v>9564</c:v>
                </c:pt>
                <c:pt idx="3791">
                  <c:v>9566</c:v>
                </c:pt>
                <c:pt idx="3792">
                  <c:v>9568</c:v>
                </c:pt>
                <c:pt idx="3793">
                  <c:v>9570</c:v>
                </c:pt>
                <c:pt idx="3794">
                  <c:v>9572</c:v>
                </c:pt>
                <c:pt idx="3795">
                  <c:v>9574</c:v>
                </c:pt>
                <c:pt idx="3796">
                  <c:v>9576</c:v>
                </c:pt>
                <c:pt idx="3797">
                  <c:v>9578</c:v>
                </c:pt>
                <c:pt idx="3798">
                  <c:v>9580</c:v>
                </c:pt>
                <c:pt idx="3799">
                  <c:v>9582</c:v>
                </c:pt>
                <c:pt idx="3800">
                  <c:v>9584</c:v>
                </c:pt>
                <c:pt idx="3801">
                  <c:v>9586</c:v>
                </c:pt>
                <c:pt idx="3802">
                  <c:v>9588</c:v>
                </c:pt>
                <c:pt idx="3803">
                  <c:v>9590</c:v>
                </c:pt>
                <c:pt idx="3804">
                  <c:v>9592</c:v>
                </c:pt>
                <c:pt idx="3805">
                  <c:v>9594</c:v>
                </c:pt>
                <c:pt idx="3806">
                  <c:v>9596</c:v>
                </c:pt>
                <c:pt idx="3807">
                  <c:v>9598</c:v>
                </c:pt>
                <c:pt idx="3808">
                  <c:v>9600</c:v>
                </c:pt>
                <c:pt idx="3809">
                  <c:v>9602</c:v>
                </c:pt>
                <c:pt idx="3810">
                  <c:v>9604</c:v>
                </c:pt>
                <c:pt idx="3811">
                  <c:v>9606</c:v>
                </c:pt>
                <c:pt idx="3812">
                  <c:v>9608</c:v>
                </c:pt>
                <c:pt idx="3813">
                  <c:v>9610</c:v>
                </c:pt>
                <c:pt idx="3814">
                  <c:v>9612</c:v>
                </c:pt>
                <c:pt idx="3815">
                  <c:v>9614</c:v>
                </c:pt>
                <c:pt idx="3816">
                  <c:v>9616</c:v>
                </c:pt>
                <c:pt idx="3817">
                  <c:v>9618</c:v>
                </c:pt>
                <c:pt idx="3818">
                  <c:v>9620</c:v>
                </c:pt>
                <c:pt idx="3819">
                  <c:v>9622</c:v>
                </c:pt>
                <c:pt idx="3820">
                  <c:v>9624</c:v>
                </c:pt>
                <c:pt idx="3821">
                  <c:v>9626</c:v>
                </c:pt>
                <c:pt idx="3822">
                  <c:v>9628</c:v>
                </c:pt>
                <c:pt idx="3823">
                  <c:v>9630</c:v>
                </c:pt>
                <c:pt idx="3824">
                  <c:v>9632</c:v>
                </c:pt>
                <c:pt idx="3825">
                  <c:v>9634</c:v>
                </c:pt>
                <c:pt idx="3826">
                  <c:v>9636</c:v>
                </c:pt>
                <c:pt idx="3827">
                  <c:v>9638</c:v>
                </c:pt>
                <c:pt idx="3828">
                  <c:v>9640</c:v>
                </c:pt>
                <c:pt idx="3829">
                  <c:v>9642</c:v>
                </c:pt>
                <c:pt idx="3830">
                  <c:v>9644</c:v>
                </c:pt>
                <c:pt idx="3831">
                  <c:v>9646</c:v>
                </c:pt>
                <c:pt idx="3832">
                  <c:v>9648</c:v>
                </c:pt>
                <c:pt idx="3833">
                  <c:v>9650</c:v>
                </c:pt>
                <c:pt idx="3834">
                  <c:v>9652</c:v>
                </c:pt>
                <c:pt idx="3835">
                  <c:v>9654</c:v>
                </c:pt>
                <c:pt idx="3836">
                  <c:v>9656</c:v>
                </c:pt>
                <c:pt idx="3837">
                  <c:v>9658</c:v>
                </c:pt>
                <c:pt idx="3838">
                  <c:v>9660</c:v>
                </c:pt>
                <c:pt idx="3839">
                  <c:v>9662</c:v>
                </c:pt>
                <c:pt idx="3840">
                  <c:v>9664</c:v>
                </c:pt>
                <c:pt idx="3841">
                  <c:v>9666</c:v>
                </c:pt>
                <c:pt idx="3842">
                  <c:v>9668</c:v>
                </c:pt>
                <c:pt idx="3843">
                  <c:v>9670</c:v>
                </c:pt>
                <c:pt idx="3844">
                  <c:v>9672</c:v>
                </c:pt>
                <c:pt idx="3845">
                  <c:v>9674</c:v>
                </c:pt>
                <c:pt idx="3846">
                  <c:v>9676</c:v>
                </c:pt>
                <c:pt idx="3847">
                  <c:v>9678</c:v>
                </c:pt>
                <c:pt idx="3848">
                  <c:v>9680</c:v>
                </c:pt>
                <c:pt idx="3849">
                  <c:v>9682</c:v>
                </c:pt>
                <c:pt idx="3850">
                  <c:v>9684</c:v>
                </c:pt>
                <c:pt idx="3851">
                  <c:v>9686</c:v>
                </c:pt>
                <c:pt idx="3852">
                  <c:v>9688</c:v>
                </c:pt>
                <c:pt idx="3853">
                  <c:v>9690</c:v>
                </c:pt>
                <c:pt idx="3854">
                  <c:v>9692</c:v>
                </c:pt>
                <c:pt idx="3855">
                  <c:v>9694</c:v>
                </c:pt>
                <c:pt idx="3856">
                  <c:v>9696</c:v>
                </c:pt>
                <c:pt idx="3857">
                  <c:v>9698</c:v>
                </c:pt>
                <c:pt idx="3858">
                  <c:v>9700</c:v>
                </c:pt>
                <c:pt idx="3859">
                  <c:v>9702</c:v>
                </c:pt>
                <c:pt idx="3860">
                  <c:v>9704</c:v>
                </c:pt>
                <c:pt idx="3861">
                  <c:v>9706</c:v>
                </c:pt>
                <c:pt idx="3862">
                  <c:v>9708</c:v>
                </c:pt>
                <c:pt idx="3863">
                  <c:v>9710</c:v>
                </c:pt>
                <c:pt idx="3864">
                  <c:v>9712</c:v>
                </c:pt>
                <c:pt idx="3865">
                  <c:v>9714</c:v>
                </c:pt>
                <c:pt idx="3866">
                  <c:v>9716</c:v>
                </c:pt>
                <c:pt idx="3867">
                  <c:v>9718</c:v>
                </c:pt>
                <c:pt idx="3868">
                  <c:v>9720</c:v>
                </c:pt>
                <c:pt idx="3869">
                  <c:v>9722</c:v>
                </c:pt>
                <c:pt idx="3870">
                  <c:v>9724</c:v>
                </c:pt>
                <c:pt idx="3871">
                  <c:v>9726</c:v>
                </c:pt>
                <c:pt idx="3872">
                  <c:v>9728</c:v>
                </c:pt>
                <c:pt idx="3873">
                  <c:v>9730</c:v>
                </c:pt>
                <c:pt idx="3874">
                  <c:v>9732</c:v>
                </c:pt>
                <c:pt idx="3875">
                  <c:v>9734</c:v>
                </c:pt>
                <c:pt idx="3876">
                  <c:v>9736</c:v>
                </c:pt>
                <c:pt idx="3877">
                  <c:v>9738</c:v>
                </c:pt>
                <c:pt idx="3878">
                  <c:v>9740</c:v>
                </c:pt>
                <c:pt idx="3879">
                  <c:v>9742</c:v>
                </c:pt>
                <c:pt idx="3880">
                  <c:v>9744</c:v>
                </c:pt>
                <c:pt idx="3881">
                  <c:v>9746</c:v>
                </c:pt>
                <c:pt idx="3882">
                  <c:v>9748</c:v>
                </c:pt>
                <c:pt idx="3883">
                  <c:v>9750</c:v>
                </c:pt>
                <c:pt idx="3884">
                  <c:v>9752</c:v>
                </c:pt>
                <c:pt idx="3885">
                  <c:v>9754</c:v>
                </c:pt>
                <c:pt idx="3886">
                  <c:v>9756</c:v>
                </c:pt>
                <c:pt idx="3887">
                  <c:v>9758</c:v>
                </c:pt>
                <c:pt idx="3888">
                  <c:v>9760</c:v>
                </c:pt>
                <c:pt idx="3889">
                  <c:v>9762</c:v>
                </c:pt>
                <c:pt idx="3890">
                  <c:v>9764</c:v>
                </c:pt>
                <c:pt idx="3891">
                  <c:v>9766</c:v>
                </c:pt>
                <c:pt idx="3892">
                  <c:v>9768</c:v>
                </c:pt>
                <c:pt idx="3893">
                  <c:v>9770</c:v>
                </c:pt>
                <c:pt idx="3894">
                  <c:v>9772</c:v>
                </c:pt>
                <c:pt idx="3895">
                  <c:v>9774</c:v>
                </c:pt>
                <c:pt idx="3896">
                  <c:v>9776</c:v>
                </c:pt>
                <c:pt idx="3897">
                  <c:v>9778</c:v>
                </c:pt>
                <c:pt idx="3898">
                  <c:v>9780</c:v>
                </c:pt>
                <c:pt idx="3899">
                  <c:v>9782</c:v>
                </c:pt>
                <c:pt idx="3900">
                  <c:v>9784</c:v>
                </c:pt>
                <c:pt idx="3901">
                  <c:v>9786</c:v>
                </c:pt>
                <c:pt idx="3902">
                  <c:v>9788</c:v>
                </c:pt>
                <c:pt idx="3903">
                  <c:v>9790</c:v>
                </c:pt>
                <c:pt idx="3904">
                  <c:v>9792</c:v>
                </c:pt>
                <c:pt idx="3905">
                  <c:v>9794</c:v>
                </c:pt>
                <c:pt idx="3906">
                  <c:v>9796</c:v>
                </c:pt>
                <c:pt idx="3907">
                  <c:v>9798</c:v>
                </c:pt>
                <c:pt idx="3908">
                  <c:v>9800</c:v>
                </c:pt>
                <c:pt idx="3909">
                  <c:v>9802</c:v>
                </c:pt>
                <c:pt idx="3910">
                  <c:v>9804</c:v>
                </c:pt>
                <c:pt idx="3911">
                  <c:v>9806</c:v>
                </c:pt>
                <c:pt idx="3912">
                  <c:v>9808</c:v>
                </c:pt>
                <c:pt idx="3913">
                  <c:v>9810</c:v>
                </c:pt>
                <c:pt idx="3914">
                  <c:v>9812</c:v>
                </c:pt>
                <c:pt idx="3915">
                  <c:v>9814</c:v>
                </c:pt>
                <c:pt idx="3916">
                  <c:v>9816</c:v>
                </c:pt>
                <c:pt idx="3917">
                  <c:v>9818</c:v>
                </c:pt>
                <c:pt idx="3918">
                  <c:v>9820</c:v>
                </c:pt>
                <c:pt idx="3919">
                  <c:v>9822</c:v>
                </c:pt>
                <c:pt idx="3920">
                  <c:v>9824</c:v>
                </c:pt>
                <c:pt idx="3921">
                  <c:v>9826</c:v>
                </c:pt>
                <c:pt idx="3922">
                  <c:v>9828</c:v>
                </c:pt>
                <c:pt idx="3923">
                  <c:v>9830</c:v>
                </c:pt>
                <c:pt idx="3924">
                  <c:v>9832</c:v>
                </c:pt>
                <c:pt idx="3925">
                  <c:v>9834</c:v>
                </c:pt>
                <c:pt idx="3926">
                  <c:v>9836</c:v>
                </c:pt>
                <c:pt idx="3927">
                  <c:v>9838</c:v>
                </c:pt>
                <c:pt idx="3928">
                  <c:v>9840</c:v>
                </c:pt>
                <c:pt idx="3929">
                  <c:v>9842</c:v>
                </c:pt>
                <c:pt idx="3930">
                  <c:v>9844</c:v>
                </c:pt>
                <c:pt idx="3931">
                  <c:v>9846</c:v>
                </c:pt>
                <c:pt idx="3932">
                  <c:v>9848</c:v>
                </c:pt>
                <c:pt idx="3933">
                  <c:v>9850</c:v>
                </c:pt>
                <c:pt idx="3934">
                  <c:v>9852</c:v>
                </c:pt>
                <c:pt idx="3935">
                  <c:v>9854</c:v>
                </c:pt>
                <c:pt idx="3936">
                  <c:v>9856</c:v>
                </c:pt>
                <c:pt idx="3937">
                  <c:v>9858</c:v>
                </c:pt>
                <c:pt idx="3938">
                  <c:v>9860</c:v>
                </c:pt>
                <c:pt idx="3939">
                  <c:v>9862</c:v>
                </c:pt>
                <c:pt idx="3940">
                  <c:v>9864</c:v>
                </c:pt>
                <c:pt idx="3941">
                  <c:v>9866</c:v>
                </c:pt>
                <c:pt idx="3942">
                  <c:v>9868</c:v>
                </c:pt>
                <c:pt idx="3943">
                  <c:v>9870</c:v>
                </c:pt>
                <c:pt idx="3944">
                  <c:v>9872</c:v>
                </c:pt>
                <c:pt idx="3945">
                  <c:v>9874</c:v>
                </c:pt>
                <c:pt idx="3946">
                  <c:v>9876</c:v>
                </c:pt>
                <c:pt idx="3947">
                  <c:v>9878</c:v>
                </c:pt>
                <c:pt idx="3948">
                  <c:v>9880</c:v>
                </c:pt>
                <c:pt idx="3949">
                  <c:v>9882</c:v>
                </c:pt>
                <c:pt idx="3950">
                  <c:v>9884</c:v>
                </c:pt>
                <c:pt idx="3951">
                  <c:v>9886</c:v>
                </c:pt>
                <c:pt idx="3952">
                  <c:v>9888</c:v>
                </c:pt>
                <c:pt idx="3953">
                  <c:v>9890</c:v>
                </c:pt>
                <c:pt idx="3954">
                  <c:v>9892</c:v>
                </c:pt>
                <c:pt idx="3955">
                  <c:v>9894</c:v>
                </c:pt>
                <c:pt idx="3956">
                  <c:v>9896</c:v>
                </c:pt>
                <c:pt idx="3957">
                  <c:v>9898</c:v>
                </c:pt>
                <c:pt idx="3958">
                  <c:v>9900</c:v>
                </c:pt>
                <c:pt idx="3959">
                  <c:v>9902</c:v>
                </c:pt>
                <c:pt idx="3960">
                  <c:v>9904</c:v>
                </c:pt>
                <c:pt idx="3961">
                  <c:v>9906</c:v>
                </c:pt>
                <c:pt idx="3962">
                  <c:v>9908</c:v>
                </c:pt>
                <c:pt idx="3963">
                  <c:v>9910</c:v>
                </c:pt>
                <c:pt idx="3964">
                  <c:v>9912</c:v>
                </c:pt>
                <c:pt idx="3965">
                  <c:v>9914</c:v>
                </c:pt>
                <c:pt idx="3966">
                  <c:v>9916</c:v>
                </c:pt>
                <c:pt idx="3967">
                  <c:v>9918</c:v>
                </c:pt>
                <c:pt idx="3968">
                  <c:v>9920</c:v>
                </c:pt>
                <c:pt idx="3969">
                  <c:v>9922</c:v>
                </c:pt>
                <c:pt idx="3970">
                  <c:v>9924</c:v>
                </c:pt>
                <c:pt idx="3971">
                  <c:v>9926</c:v>
                </c:pt>
                <c:pt idx="3972">
                  <c:v>9928</c:v>
                </c:pt>
                <c:pt idx="3973">
                  <c:v>9930</c:v>
                </c:pt>
                <c:pt idx="3974">
                  <c:v>9932</c:v>
                </c:pt>
                <c:pt idx="3975">
                  <c:v>9934</c:v>
                </c:pt>
                <c:pt idx="3976">
                  <c:v>9936</c:v>
                </c:pt>
                <c:pt idx="3977">
                  <c:v>9938</c:v>
                </c:pt>
                <c:pt idx="3978">
                  <c:v>9940</c:v>
                </c:pt>
                <c:pt idx="3979">
                  <c:v>9942</c:v>
                </c:pt>
                <c:pt idx="3980">
                  <c:v>9944</c:v>
                </c:pt>
                <c:pt idx="3981">
                  <c:v>9946</c:v>
                </c:pt>
                <c:pt idx="3982">
                  <c:v>9948</c:v>
                </c:pt>
                <c:pt idx="3983">
                  <c:v>9950</c:v>
                </c:pt>
                <c:pt idx="3984">
                  <c:v>9952</c:v>
                </c:pt>
                <c:pt idx="3985">
                  <c:v>9954</c:v>
                </c:pt>
                <c:pt idx="3986">
                  <c:v>9956</c:v>
                </c:pt>
                <c:pt idx="3987">
                  <c:v>9958</c:v>
                </c:pt>
                <c:pt idx="3988">
                  <c:v>9960</c:v>
                </c:pt>
                <c:pt idx="3989">
                  <c:v>9962</c:v>
                </c:pt>
                <c:pt idx="3990">
                  <c:v>9964</c:v>
                </c:pt>
                <c:pt idx="3991">
                  <c:v>9966</c:v>
                </c:pt>
                <c:pt idx="3992">
                  <c:v>9968</c:v>
                </c:pt>
                <c:pt idx="3993">
                  <c:v>9970</c:v>
                </c:pt>
                <c:pt idx="3994">
                  <c:v>9972</c:v>
                </c:pt>
                <c:pt idx="3995">
                  <c:v>9974</c:v>
                </c:pt>
                <c:pt idx="3996">
                  <c:v>9976</c:v>
                </c:pt>
                <c:pt idx="3997">
                  <c:v>9978</c:v>
                </c:pt>
                <c:pt idx="3998">
                  <c:v>9980</c:v>
                </c:pt>
                <c:pt idx="3999">
                  <c:v>9982</c:v>
                </c:pt>
                <c:pt idx="4000">
                  <c:v>9984</c:v>
                </c:pt>
                <c:pt idx="4001">
                  <c:v>9986</c:v>
                </c:pt>
                <c:pt idx="4002">
                  <c:v>9988</c:v>
                </c:pt>
                <c:pt idx="4003">
                  <c:v>9990</c:v>
                </c:pt>
                <c:pt idx="4004">
                  <c:v>9992</c:v>
                </c:pt>
                <c:pt idx="4005">
                  <c:v>9994</c:v>
                </c:pt>
                <c:pt idx="4006">
                  <c:v>9996</c:v>
                </c:pt>
                <c:pt idx="4007">
                  <c:v>9998</c:v>
                </c:pt>
                <c:pt idx="4008">
                  <c:v>10000</c:v>
                </c:pt>
                <c:pt idx="4009">
                  <c:v>10002</c:v>
                </c:pt>
                <c:pt idx="4010">
                  <c:v>10004</c:v>
                </c:pt>
                <c:pt idx="4011">
                  <c:v>10006</c:v>
                </c:pt>
                <c:pt idx="4012">
                  <c:v>10008</c:v>
                </c:pt>
                <c:pt idx="4013">
                  <c:v>10010</c:v>
                </c:pt>
                <c:pt idx="4014">
                  <c:v>10012</c:v>
                </c:pt>
                <c:pt idx="4015">
                  <c:v>10014</c:v>
                </c:pt>
                <c:pt idx="4016">
                  <c:v>10016</c:v>
                </c:pt>
                <c:pt idx="4017">
                  <c:v>10018</c:v>
                </c:pt>
                <c:pt idx="4018">
                  <c:v>10020</c:v>
                </c:pt>
                <c:pt idx="4019">
                  <c:v>10022</c:v>
                </c:pt>
                <c:pt idx="4020">
                  <c:v>10024</c:v>
                </c:pt>
                <c:pt idx="4021">
                  <c:v>10026</c:v>
                </c:pt>
                <c:pt idx="4022">
                  <c:v>10028</c:v>
                </c:pt>
                <c:pt idx="4023">
                  <c:v>10030</c:v>
                </c:pt>
                <c:pt idx="4024">
                  <c:v>10032</c:v>
                </c:pt>
                <c:pt idx="4025">
                  <c:v>10034</c:v>
                </c:pt>
                <c:pt idx="4026">
                  <c:v>10036</c:v>
                </c:pt>
                <c:pt idx="4027">
                  <c:v>10038</c:v>
                </c:pt>
                <c:pt idx="4028">
                  <c:v>10040</c:v>
                </c:pt>
                <c:pt idx="4029">
                  <c:v>10042</c:v>
                </c:pt>
                <c:pt idx="4030">
                  <c:v>10044</c:v>
                </c:pt>
                <c:pt idx="4031">
                  <c:v>10046</c:v>
                </c:pt>
                <c:pt idx="4032">
                  <c:v>10048</c:v>
                </c:pt>
                <c:pt idx="4033">
                  <c:v>10050</c:v>
                </c:pt>
                <c:pt idx="4034">
                  <c:v>10052</c:v>
                </c:pt>
                <c:pt idx="4035">
                  <c:v>10054</c:v>
                </c:pt>
                <c:pt idx="4036">
                  <c:v>10056</c:v>
                </c:pt>
                <c:pt idx="4037">
                  <c:v>10058</c:v>
                </c:pt>
                <c:pt idx="4038">
                  <c:v>10060</c:v>
                </c:pt>
                <c:pt idx="4039">
                  <c:v>10062</c:v>
                </c:pt>
                <c:pt idx="4040">
                  <c:v>10064</c:v>
                </c:pt>
                <c:pt idx="4041">
                  <c:v>10066</c:v>
                </c:pt>
                <c:pt idx="4042">
                  <c:v>10068</c:v>
                </c:pt>
                <c:pt idx="4043">
                  <c:v>10070</c:v>
                </c:pt>
                <c:pt idx="4044">
                  <c:v>10072</c:v>
                </c:pt>
                <c:pt idx="4045">
                  <c:v>10074</c:v>
                </c:pt>
                <c:pt idx="4046">
                  <c:v>10076</c:v>
                </c:pt>
                <c:pt idx="4047">
                  <c:v>10078</c:v>
                </c:pt>
                <c:pt idx="4048">
                  <c:v>10080</c:v>
                </c:pt>
                <c:pt idx="4049">
                  <c:v>10082</c:v>
                </c:pt>
                <c:pt idx="4050">
                  <c:v>10084</c:v>
                </c:pt>
                <c:pt idx="4051">
                  <c:v>10086</c:v>
                </c:pt>
                <c:pt idx="4052">
                  <c:v>10088</c:v>
                </c:pt>
                <c:pt idx="4053">
                  <c:v>10090</c:v>
                </c:pt>
                <c:pt idx="4054">
                  <c:v>10092</c:v>
                </c:pt>
                <c:pt idx="4055">
                  <c:v>10094</c:v>
                </c:pt>
                <c:pt idx="4056">
                  <c:v>10096</c:v>
                </c:pt>
                <c:pt idx="4057">
                  <c:v>10098</c:v>
                </c:pt>
                <c:pt idx="4058">
                  <c:v>10100</c:v>
                </c:pt>
                <c:pt idx="4059">
                  <c:v>10102</c:v>
                </c:pt>
                <c:pt idx="4060">
                  <c:v>10104</c:v>
                </c:pt>
                <c:pt idx="4061">
                  <c:v>10106</c:v>
                </c:pt>
                <c:pt idx="4062">
                  <c:v>10108</c:v>
                </c:pt>
                <c:pt idx="4063">
                  <c:v>10110</c:v>
                </c:pt>
                <c:pt idx="4064">
                  <c:v>10112</c:v>
                </c:pt>
                <c:pt idx="4065">
                  <c:v>10114</c:v>
                </c:pt>
                <c:pt idx="4066">
                  <c:v>10116</c:v>
                </c:pt>
                <c:pt idx="4067">
                  <c:v>10118</c:v>
                </c:pt>
                <c:pt idx="4068">
                  <c:v>10120</c:v>
                </c:pt>
                <c:pt idx="4069">
                  <c:v>10122</c:v>
                </c:pt>
                <c:pt idx="4070">
                  <c:v>10124</c:v>
                </c:pt>
                <c:pt idx="4071">
                  <c:v>10126</c:v>
                </c:pt>
                <c:pt idx="4072">
                  <c:v>10128</c:v>
                </c:pt>
                <c:pt idx="4073">
                  <c:v>10130</c:v>
                </c:pt>
                <c:pt idx="4074">
                  <c:v>10132</c:v>
                </c:pt>
                <c:pt idx="4075">
                  <c:v>10134</c:v>
                </c:pt>
                <c:pt idx="4076">
                  <c:v>10136</c:v>
                </c:pt>
                <c:pt idx="4077">
                  <c:v>10138</c:v>
                </c:pt>
                <c:pt idx="4078">
                  <c:v>10140</c:v>
                </c:pt>
                <c:pt idx="4079">
                  <c:v>10142</c:v>
                </c:pt>
                <c:pt idx="4080">
                  <c:v>10144</c:v>
                </c:pt>
                <c:pt idx="4081">
                  <c:v>10146</c:v>
                </c:pt>
                <c:pt idx="4082">
                  <c:v>10148</c:v>
                </c:pt>
                <c:pt idx="4083">
                  <c:v>10150</c:v>
                </c:pt>
                <c:pt idx="4084">
                  <c:v>10152</c:v>
                </c:pt>
                <c:pt idx="4085">
                  <c:v>10154</c:v>
                </c:pt>
                <c:pt idx="4086">
                  <c:v>10156</c:v>
                </c:pt>
                <c:pt idx="4087">
                  <c:v>10158</c:v>
                </c:pt>
                <c:pt idx="4088">
                  <c:v>10160</c:v>
                </c:pt>
                <c:pt idx="4089">
                  <c:v>10162</c:v>
                </c:pt>
                <c:pt idx="4090">
                  <c:v>10164</c:v>
                </c:pt>
                <c:pt idx="4091">
                  <c:v>10166</c:v>
                </c:pt>
                <c:pt idx="4092">
                  <c:v>10168</c:v>
                </c:pt>
                <c:pt idx="4093">
                  <c:v>10170</c:v>
                </c:pt>
                <c:pt idx="4094">
                  <c:v>10172</c:v>
                </c:pt>
                <c:pt idx="4095">
                  <c:v>10174</c:v>
                </c:pt>
                <c:pt idx="4096">
                  <c:v>10176</c:v>
                </c:pt>
                <c:pt idx="4097">
                  <c:v>10178</c:v>
                </c:pt>
                <c:pt idx="4098">
                  <c:v>10180</c:v>
                </c:pt>
                <c:pt idx="4099">
                  <c:v>10182</c:v>
                </c:pt>
                <c:pt idx="4100">
                  <c:v>10184</c:v>
                </c:pt>
                <c:pt idx="4101">
                  <c:v>10186</c:v>
                </c:pt>
                <c:pt idx="4102">
                  <c:v>10188</c:v>
                </c:pt>
                <c:pt idx="4103">
                  <c:v>10190</c:v>
                </c:pt>
                <c:pt idx="4104">
                  <c:v>10192</c:v>
                </c:pt>
                <c:pt idx="4105">
                  <c:v>10194</c:v>
                </c:pt>
                <c:pt idx="4106">
                  <c:v>10196</c:v>
                </c:pt>
                <c:pt idx="4107">
                  <c:v>10198</c:v>
                </c:pt>
                <c:pt idx="4108">
                  <c:v>10200</c:v>
                </c:pt>
                <c:pt idx="4109">
                  <c:v>10202</c:v>
                </c:pt>
                <c:pt idx="4110">
                  <c:v>10204</c:v>
                </c:pt>
                <c:pt idx="4111">
                  <c:v>10206</c:v>
                </c:pt>
                <c:pt idx="4112">
                  <c:v>10208</c:v>
                </c:pt>
                <c:pt idx="4113">
                  <c:v>10210</c:v>
                </c:pt>
                <c:pt idx="4114">
                  <c:v>10212</c:v>
                </c:pt>
                <c:pt idx="4115">
                  <c:v>10214</c:v>
                </c:pt>
                <c:pt idx="4116">
                  <c:v>10216</c:v>
                </c:pt>
                <c:pt idx="4117">
                  <c:v>10218</c:v>
                </c:pt>
                <c:pt idx="4118">
                  <c:v>10220</c:v>
                </c:pt>
                <c:pt idx="4119">
                  <c:v>10222</c:v>
                </c:pt>
                <c:pt idx="4120">
                  <c:v>10224</c:v>
                </c:pt>
                <c:pt idx="4121">
                  <c:v>10226</c:v>
                </c:pt>
                <c:pt idx="4122">
                  <c:v>10228</c:v>
                </c:pt>
                <c:pt idx="4123">
                  <c:v>10230</c:v>
                </c:pt>
                <c:pt idx="4124">
                  <c:v>10232</c:v>
                </c:pt>
                <c:pt idx="4125">
                  <c:v>10234</c:v>
                </c:pt>
                <c:pt idx="4126">
                  <c:v>10236</c:v>
                </c:pt>
                <c:pt idx="4127">
                  <c:v>10238</c:v>
                </c:pt>
                <c:pt idx="4128">
                  <c:v>10240</c:v>
                </c:pt>
                <c:pt idx="4129">
                  <c:v>10242</c:v>
                </c:pt>
                <c:pt idx="4130">
                  <c:v>10244</c:v>
                </c:pt>
                <c:pt idx="4131">
                  <c:v>10246</c:v>
                </c:pt>
                <c:pt idx="4132">
                  <c:v>10248</c:v>
                </c:pt>
                <c:pt idx="4133">
                  <c:v>10250</c:v>
                </c:pt>
                <c:pt idx="4134">
                  <c:v>10252</c:v>
                </c:pt>
                <c:pt idx="4135">
                  <c:v>10254</c:v>
                </c:pt>
                <c:pt idx="4136">
                  <c:v>10256</c:v>
                </c:pt>
                <c:pt idx="4137">
                  <c:v>10258</c:v>
                </c:pt>
                <c:pt idx="4138">
                  <c:v>10260</c:v>
                </c:pt>
                <c:pt idx="4139">
                  <c:v>10262</c:v>
                </c:pt>
                <c:pt idx="4140">
                  <c:v>10264</c:v>
                </c:pt>
                <c:pt idx="4141">
                  <c:v>10266</c:v>
                </c:pt>
                <c:pt idx="4142">
                  <c:v>10268</c:v>
                </c:pt>
                <c:pt idx="4143">
                  <c:v>10270</c:v>
                </c:pt>
                <c:pt idx="4144">
                  <c:v>10272</c:v>
                </c:pt>
                <c:pt idx="4145">
                  <c:v>10274</c:v>
                </c:pt>
                <c:pt idx="4146">
                  <c:v>10276</c:v>
                </c:pt>
                <c:pt idx="4147">
                  <c:v>10278</c:v>
                </c:pt>
                <c:pt idx="4148">
                  <c:v>10280</c:v>
                </c:pt>
                <c:pt idx="4149">
                  <c:v>10282</c:v>
                </c:pt>
                <c:pt idx="4150">
                  <c:v>10284</c:v>
                </c:pt>
                <c:pt idx="4151">
                  <c:v>10286</c:v>
                </c:pt>
                <c:pt idx="4152">
                  <c:v>10288</c:v>
                </c:pt>
                <c:pt idx="4153">
                  <c:v>10290</c:v>
                </c:pt>
                <c:pt idx="4154">
                  <c:v>10292</c:v>
                </c:pt>
                <c:pt idx="4155">
                  <c:v>10294</c:v>
                </c:pt>
                <c:pt idx="4156">
                  <c:v>10296</c:v>
                </c:pt>
                <c:pt idx="4157">
                  <c:v>10298</c:v>
                </c:pt>
                <c:pt idx="4158">
                  <c:v>10300</c:v>
                </c:pt>
                <c:pt idx="4159">
                  <c:v>10302</c:v>
                </c:pt>
                <c:pt idx="4160">
                  <c:v>10304</c:v>
                </c:pt>
                <c:pt idx="4161">
                  <c:v>10306</c:v>
                </c:pt>
                <c:pt idx="4162">
                  <c:v>10308</c:v>
                </c:pt>
                <c:pt idx="4163">
                  <c:v>10310</c:v>
                </c:pt>
                <c:pt idx="4164">
                  <c:v>10312</c:v>
                </c:pt>
                <c:pt idx="4165">
                  <c:v>10314</c:v>
                </c:pt>
                <c:pt idx="4166">
                  <c:v>10316</c:v>
                </c:pt>
                <c:pt idx="4167">
                  <c:v>10318</c:v>
                </c:pt>
                <c:pt idx="4168">
                  <c:v>10320</c:v>
                </c:pt>
                <c:pt idx="4169">
                  <c:v>10322</c:v>
                </c:pt>
                <c:pt idx="4170">
                  <c:v>10324</c:v>
                </c:pt>
                <c:pt idx="4171">
                  <c:v>10326</c:v>
                </c:pt>
                <c:pt idx="4172">
                  <c:v>10328</c:v>
                </c:pt>
                <c:pt idx="4173">
                  <c:v>10330</c:v>
                </c:pt>
                <c:pt idx="4174">
                  <c:v>10332</c:v>
                </c:pt>
                <c:pt idx="4175">
                  <c:v>10334</c:v>
                </c:pt>
                <c:pt idx="4176">
                  <c:v>10336</c:v>
                </c:pt>
                <c:pt idx="4177">
                  <c:v>10338</c:v>
                </c:pt>
                <c:pt idx="4178">
                  <c:v>10340</c:v>
                </c:pt>
                <c:pt idx="4179">
                  <c:v>10342</c:v>
                </c:pt>
                <c:pt idx="4180">
                  <c:v>10344</c:v>
                </c:pt>
                <c:pt idx="4181">
                  <c:v>10346</c:v>
                </c:pt>
                <c:pt idx="4182">
                  <c:v>10348</c:v>
                </c:pt>
                <c:pt idx="4183">
                  <c:v>10350</c:v>
                </c:pt>
                <c:pt idx="4184">
                  <c:v>10352</c:v>
                </c:pt>
                <c:pt idx="4185">
                  <c:v>10354</c:v>
                </c:pt>
                <c:pt idx="4186">
                  <c:v>10356</c:v>
                </c:pt>
                <c:pt idx="4187">
                  <c:v>10358</c:v>
                </c:pt>
                <c:pt idx="4188">
                  <c:v>10360</c:v>
                </c:pt>
                <c:pt idx="4189">
                  <c:v>10362</c:v>
                </c:pt>
                <c:pt idx="4190">
                  <c:v>10364</c:v>
                </c:pt>
                <c:pt idx="4191">
                  <c:v>10366</c:v>
                </c:pt>
                <c:pt idx="4192">
                  <c:v>10368</c:v>
                </c:pt>
                <c:pt idx="4193">
                  <c:v>10370</c:v>
                </c:pt>
                <c:pt idx="4194">
                  <c:v>10372</c:v>
                </c:pt>
                <c:pt idx="4195">
                  <c:v>10374</c:v>
                </c:pt>
                <c:pt idx="4196">
                  <c:v>10376</c:v>
                </c:pt>
                <c:pt idx="4197">
                  <c:v>10378</c:v>
                </c:pt>
                <c:pt idx="4198">
                  <c:v>10380</c:v>
                </c:pt>
                <c:pt idx="4199">
                  <c:v>10382</c:v>
                </c:pt>
                <c:pt idx="4200">
                  <c:v>10384</c:v>
                </c:pt>
                <c:pt idx="4201">
                  <c:v>10386</c:v>
                </c:pt>
                <c:pt idx="4202">
                  <c:v>10388</c:v>
                </c:pt>
                <c:pt idx="4203">
                  <c:v>10390</c:v>
                </c:pt>
                <c:pt idx="4204">
                  <c:v>10392</c:v>
                </c:pt>
                <c:pt idx="4205">
                  <c:v>10394</c:v>
                </c:pt>
                <c:pt idx="4206">
                  <c:v>10396</c:v>
                </c:pt>
                <c:pt idx="4207">
                  <c:v>10398</c:v>
                </c:pt>
                <c:pt idx="4208">
                  <c:v>10400</c:v>
                </c:pt>
                <c:pt idx="4209">
                  <c:v>10402</c:v>
                </c:pt>
                <c:pt idx="4210">
                  <c:v>10404</c:v>
                </c:pt>
                <c:pt idx="4211">
                  <c:v>10406</c:v>
                </c:pt>
                <c:pt idx="4212">
                  <c:v>10408</c:v>
                </c:pt>
                <c:pt idx="4213">
                  <c:v>10410</c:v>
                </c:pt>
                <c:pt idx="4214">
                  <c:v>10412</c:v>
                </c:pt>
                <c:pt idx="4215">
                  <c:v>10414</c:v>
                </c:pt>
                <c:pt idx="4216">
                  <c:v>10416</c:v>
                </c:pt>
                <c:pt idx="4217">
                  <c:v>10418</c:v>
                </c:pt>
                <c:pt idx="4218">
                  <c:v>10420</c:v>
                </c:pt>
                <c:pt idx="4219">
                  <c:v>10422</c:v>
                </c:pt>
                <c:pt idx="4220">
                  <c:v>10424</c:v>
                </c:pt>
                <c:pt idx="4221">
                  <c:v>10426</c:v>
                </c:pt>
                <c:pt idx="4222">
                  <c:v>10428</c:v>
                </c:pt>
                <c:pt idx="4223">
                  <c:v>10430</c:v>
                </c:pt>
                <c:pt idx="4224">
                  <c:v>10432</c:v>
                </c:pt>
                <c:pt idx="4225">
                  <c:v>10434</c:v>
                </c:pt>
                <c:pt idx="4226">
                  <c:v>10436</c:v>
                </c:pt>
                <c:pt idx="4227">
                  <c:v>10438</c:v>
                </c:pt>
                <c:pt idx="4228">
                  <c:v>10440</c:v>
                </c:pt>
                <c:pt idx="4229">
                  <c:v>10442</c:v>
                </c:pt>
                <c:pt idx="4230">
                  <c:v>10444</c:v>
                </c:pt>
                <c:pt idx="4231">
                  <c:v>10446</c:v>
                </c:pt>
                <c:pt idx="4232">
                  <c:v>10448</c:v>
                </c:pt>
                <c:pt idx="4233">
                  <c:v>10450</c:v>
                </c:pt>
                <c:pt idx="4234">
                  <c:v>10452</c:v>
                </c:pt>
                <c:pt idx="4235">
                  <c:v>10454</c:v>
                </c:pt>
                <c:pt idx="4236">
                  <c:v>10456</c:v>
                </c:pt>
                <c:pt idx="4237">
                  <c:v>10458</c:v>
                </c:pt>
                <c:pt idx="4238">
                  <c:v>10460</c:v>
                </c:pt>
                <c:pt idx="4239">
                  <c:v>10462</c:v>
                </c:pt>
                <c:pt idx="4240">
                  <c:v>10464</c:v>
                </c:pt>
                <c:pt idx="4241">
                  <c:v>10466</c:v>
                </c:pt>
                <c:pt idx="4242">
                  <c:v>10468</c:v>
                </c:pt>
                <c:pt idx="4243">
                  <c:v>10470</c:v>
                </c:pt>
                <c:pt idx="4244">
                  <c:v>10472</c:v>
                </c:pt>
                <c:pt idx="4245">
                  <c:v>10474</c:v>
                </c:pt>
                <c:pt idx="4246">
                  <c:v>10476</c:v>
                </c:pt>
                <c:pt idx="4247">
                  <c:v>10478</c:v>
                </c:pt>
                <c:pt idx="4248">
                  <c:v>10480</c:v>
                </c:pt>
                <c:pt idx="4249">
                  <c:v>10482</c:v>
                </c:pt>
                <c:pt idx="4250">
                  <c:v>10484</c:v>
                </c:pt>
                <c:pt idx="4251">
                  <c:v>10486</c:v>
                </c:pt>
                <c:pt idx="4252">
                  <c:v>10488</c:v>
                </c:pt>
                <c:pt idx="4253">
                  <c:v>10490</c:v>
                </c:pt>
                <c:pt idx="4254">
                  <c:v>10492</c:v>
                </c:pt>
                <c:pt idx="4255">
                  <c:v>10494</c:v>
                </c:pt>
                <c:pt idx="4256">
                  <c:v>10496</c:v>
                </c:pt>
                <c:pt idx="4257">
                  <c:v>10498</c:v>
                </c:pt>
                <c:pt idx="4258">
                  <c:v>10500</c:v>
                </c:pt>
                <c:pt idx="4259">
                  <c:v>10502</c:v>
                </c:pt>
                <c:pt idx="4260">
                  <c:v>10504</c:v>
                </c:pt>
                <c:pt idx="4261">
                  <c:v>10506</c:v>
                </c:pt>
                <c:pt idx="4262">
                  <c:v>10508</c:v>
                </c:pt>
                <c:pt idx="4263">
                  <c:v>10510</c:v>
                </c:pt>
                <c:pt idx="4264">
                  <c:v>10512</c:v>
                </c:pt>
                <c:pt idx="4265">
                  <c:v>10514</c:v>
                </c:pt>
                <c:pt idx="4266">
                  <c:v>10516</c:v>
                </c:pt>
                <c:pt idx="4267">
                  <c:v>10518</c:v>
                </c:pt>
                <c:pt idx="4268">
                  <c:v>10520</c:v>
                </c:pt>
                <c:pt idx="4269">
                  <c:v>10522</c:v>
                </c:pt>
                <c:pt idx="4270">
                  <c:v>10524</c:v>
                </c:pt>
                <c:pt idx="4271">
                  <c:v>10526</c:v>
                </c:pt>
                <c:pt idx="4272">
                  <c:v>10528</c:v>
                </c:pt>
                <c:pt idx="4273">
                  <c:v>10530</c:v>
                </c:pt>
                <c:pt idx="4274">
                  <c:v>10532</c:v>
                </c:pt>
                <c:pt idx="4275">
                  <c:v>10534</c:v>
                </c:pt>
                <c:pt idx="4276">
                  <c:v>10536</c:v>
                </c:pt>
                <c:pt idx="4277">
                  <c:v>10538</c:v>
                </c:pt>
                <c:pt idx="4278">
                  <c:v>10540</c:v>
                </c:pt>
                <c:pt idx="4279">
                  <c:v>10542</c:v>
                </c:pt>
                <c:pt idx="4280">
                  <c:v>10544</c:v>
                </c:pt>
                <c:pt idx="4281">
                  <c:v>10546</c:v>
                </c:pt>
                <c:pt idx="4282">
                  <c:v>10548</c:v>
                </c:pt>
                <c:pt idx="4283">
                  <c:v>10550</c:v>
                </c:pt>
                <c:pt idx="4284">
                  <c:v>10552</c:v>
                </c:pt>
                <c:pt idx="4285">
                  <c:v>10554</c:v>
                </c:pt>
                <c:pt idx="4286">
                  <c:v>10556</c:v>
                </c:pt>
                <c:pt idx="4287">
                  <c:v>10558</c:v>
                </c:pt>
                <c:pt idx="4288">
                  <c:v>10560</c:v>
                </c:pt>
                <c:pt idx="4289">
                  <c:v>10562</c:v>
                </c:pt>
                <c:pt idx="4290">
                  <c:v>10564</c:v>
                </c:pt>
                <c:pt idx="4291">
                  <c:v>10566</c:v>
                </c:pt>
                <c:pt idx="4292">
                  <c:v>10568</c:v>
                </c:pt>
                <c:pt idx="4293">
                  <c:v>10570</c:v>
                </c:pt>
                <c:pt idx="4294">
                  <c:v>10572</c:v>
                </c:pt>
                <c:pt idx="4295">
                  <c:v>10574</c:v>
                </c:pt>
                <c:pt idx="4296">
                  <c:v>10576</c:v>
                </c:pt>
                <c:pt idx="4297">
                  <c:v>10578</c:v>
                </c:pt>
                <c:pt idx="4298">
                  <c:v>10580</c:v>
                </c:pt>
                <c:pt idx="4299">
                  <c:v>10582</c:v>
                </c:pt>
                <c:pt idx="4300">
                  <c:v>10584</c:v>
                </c:pt>
                <c:pt idx="4301">
                  <c:v>10586</c:v>
                </c:pt>
                <c:pt idx="4302">
                  <c:v>10588</c:v>
                </c:pt>
                <c:pt idx="4303">
                  <c:v>10590</c:v>
                </c:pt>
                <c:pt idx="4304">
                  <c:v>10592</c:v>
                </c:pt>
                <c:pt idx="4305">
                  <c:v>10594</c:v>
                </c:pt>
                <c:pt idx="4306">
                  <c:v>10596</c:v>
                </c:pt>
                <c:pt idx="4307">
                  <c:v>10598</c:v>
                </c:pt>
                <c:pt idx="4308">
                  <c:v>10600</c:v>
                </c:pt>
                <c:pt idx="4309">
                  <c:v>10602</c:v>
                </c:pt>
                <c:pt idx="4310">
                  <c:v>10604</c:v>
                </c:pt>
                <c:pt idx="4311">
                  <c:v>10606</c:v>
                </c:pt>
                <c:pt idx="4312">
                  <c:v>10608</c:v>
                </c:pt>
                <c:pt idx="4313">
                  <c:v>10610</c:v>
                </c:pt>
                <c:pt idx="4314">
                  <c:v>10612</c:v>
                </c:pt>
                <c:pt idx="4315">
                  <c:v>10614</c:v>
                </c:pt>
                <c:pt idx="4316">
                  <c:v>10616</c:v>
                </c:pt>
                <c:pt idx="4317">
                  <c:v>10618</c:v>
                </c:pt>
                <c:pt idx="4318">
                  <c:v>10620</c:v>
                </c:pt>
                <c:pt idx="4319">
                  <c:v>10622</c:v>
                </c:pt>
                <c:pt idx="4320">
                  <c:v>10624</c:v>
                </c:pt>
                <c:pt idx="4321">
                  <c:v>10626</c:v>
                </c:pt>
                <c:pt idx="4322">
                  <c:v>10628</c:v>
                </c:pt>
                <c:pt idx="4323">
                  <c:v>10630</c:v>
                </c:pt>
                <c:pt idx="4324">
                  <c:v>10632</c:v>
                </c:pt>
                <c:pt idx="4325">
                  <c:v>10634</c:v>
                </c:pt>
                <c:pt idx="4326">
                  <c:v>10636</c:v>
                </c:pt>
                <c:pt idx="4327">
                  <c:v>10638</c:v>
                </c:pt>
                <c:pt idx="4328">
                  <c:v>10640</c:v>
                </c:pt>
                <c:pt idx="4329">
                  <c:v>10642</c:v>
                </c:pt>
                <c:pt idx="4330">
                  <c:v>10644</c:v>
                </c:pt>
                <c:pt idx="4331">
                  <c:v>10646</c:v>
                </c:pt>
                <c:pt idx="4332">
                  <c:v>10648</c:v>
                </c:pt>
                <c:pt idx="4333">
                  <c:v>10650</c:v>
                </c:pt>
                <c:pt idx="4334">
                  <c:v>10652</c:v>
                </c:pt>
                <c:pt idx="4335">
                  <c:v>10654</c:v>
                </c:pt>
                <c:pt idx="4336">
                  <c:v>10656</c:v>
                </c:pt>
                <c:pt idx="4337">
                  <c:v>10658</c:v>
                </c:pt>
                <c:pt idx="4338">
                  <c:v>10660</c:v>
                </c:pt>
                <c:pt idx="4339">
                  <c:v>10662</c:v>
                </c:pt>
                <c:pt idx="4340">
                  <c:v>10664</c:v>
                </c:pt>
                <c:pt idx="4341">
                  <c:v>10666</c:v>
                </c:pt>
                <c:pt idx="4342">
                  <c:v>10668</c:v>
                </c:pt>
                <c:pt idx="4343">
                  <c:v>10670</c:v>
                </c:pt>
                <c:pt idx="4344">
                  <c:v>10672</c:v>
                </c:pt>
                <c:pt idx="4345">
                  <c:v>10674</c:v>
                </c:pt>
                <c:pt idx="4346">
                  <c:v>10676</c:v>
                </c:pt>
                <c:pt idx="4347">
                  <c:v>10678</c:v>
                </c:pt>
                <c:pt idx="4348">
                  <c:v>10680</c:v>
                </c:pt>
                <c:pt idx="4349">
                  <c:v>10682</c:v>
                </c:pt>
                <c:pt idx="4350">
                  <c:v>10684</c:v>
                </c:pt>
                <c:pt idx="4351">
                  <c:v>10686</c:v>
                </c:pt>
                <c:pt idx="4352">
                  <c:v>10688</c:v>
                </c:pt>
                <c:pt idx="4353">
                  <c:v>10690</c:v>
                </c:pt>
                <c:pt idx="4354">
                  <c:v>10692</c:v>
                </c:pt>
                <c:pt idx="4355">
                  <c:v>10694</c:v>
                </c:pt>
                <c:pt idx="4356">
                  <c:v>10696</c:v>
                </c:pt>
                <c:pt idx="4357">
                  <c:v>10698</c:v>
                </c:pt>
                <c:pt idx="4358">
                  <c:v>10700</c:v>
                </c:pt>
                <c:pt idx="4359">
                  <c:v>10702</c:v>
                </c:pt>
                <c:pt idx="4360">
                  <c:v>10704</c:v>
                </c:pt>
                <c:pt idx="4361">
                  <c:v>10706</c:v>
                </c:pt>
                <c:pt idx="4362">
                  <c:v>10708</c:v>
                </c:pt>
                <c:pt idx="4363">
                  <c:v>10710</c:v>
                </c:pt>
                <c:pt idx="4364">
                  <c:v>10712</c:v>
                </c:pt>
                <c:pt idx="4365">
                  <c:v>10714</c:v>
                </c:pt>
                <c:pt idx="4366">
                  <c:v>10716</c:v>
                </c:pt>
                <c:pt idx="4367">
                  <c:v>10718</c:v>
                </c:pt>
                <c:pt idx="4368">
                  <c:v>10720</c:v>
                </c:pt>
                <c:pt idx="4369">
                  <c:v>10722</c:v>
                </c:pt>
                <c:pt idx="4370">
                  <c:v>10724</c:v>
                </c:pt>
                <c:pt idx="4371">
                  <c:v>10726</c:v>
                </c:pt>
                <c:pt idx="4372">
                  <c:v>10728</c:v>
                </c:pt>
                <c:pt idx="4373">
                  <c:v>10730</c:v>
                </c:pt>
                <c:pt idx="4374">
                  <c:v>10732</c:v>
                </c:pt>
                <c:pt idx="4375">
                  <c:v>10734</c:v>
                </c:pt>
                <c:pt idx="4376">
                  <c:v>10736</c:v>
                </c:pt>
                <c:pt idx="4377">
                  <c:v>10738</c:v>
                </c:pt>
                <c:pt idx="4378">
                  <c:v>10740</c:v>
                </c:pt>
                <c:pt idx="4379">
                  <c:v>10742</c:v>
                </c:pt>
                <c:pt idx="4380">
                  <c:v>10744</c:v>
                </c:pt>
                <c:pt idx="4381">
                  <c:v>10746</c:v>
                </c:pt>
                <c:pt idx="4382">
                  <c:v>10748</c:v>
                </c:pt>
                <c:pt idx="4383">
                  <c:v>10750</c:v>
                </c:pt>
                <c:pt idx="4384">
                  <c:v>10752</c:v>
                </c:pt>
                <c:pt idx="4385">
                  <c:v>10754</c:v>
                </c:pt>
                <c:pt idx="4386">
                  <c:v>10756</c:v>
                </c:pt>
                <c:pt idx="4387">
                  <c:v>10758</c:v>
                </c:pt>
                <c:pt idx="4388">
                  <c:v>10760</c:v>
                </c:pt>
                <c:pt idx="4389">
                  <c:v>10762</c:v>
                </c:pt>
                <c:pt idx="4390">
                  <c:v>10764</c:v>
                </c:pt>
                <c:pt idx="4391">
                  <c:v>10766</c:v>
                </c:pt>
                <c:pt idx="4392">
                  <c:v>10768</c:v>
                </c:pt>
                <c:pt idx="4393">
                  <c:v>10770</c:v>
                </c:pt>
                <c:pt idx="4394">
                  <c:v>10772</c:v>
                </c:pt>
                <c:pt idx="4395">
                  <c:v>10774</c:v>
                </c:pt>
                <c:pt idx="4396">
                  <c:v>10776</c:v>
                </c:pt>
                <c:pt idx="4397">
                  <c:v>10778</c:v>
                </c:pt>
                <c:pt idx="4398">
                  <c:v>10780</c:v>
                </c:pt>
                <c:pt idx="4399">
                  <c:v>10782</c:v>
                </c:pt>
                <c:pt idx="4400">
                  <c:v>10784</c:v>
                </c:pt>
                <c:pt idx="4401">
                  <c:v>10786</c:v>
                </c:pt>
                <c:pt idx="4402">
                  <c:v>10788</c:v>
                </c:pt>
                <c:pt idx="4403">
                  <c:v>10790</c:v>
                </c:pt>
                <c:pt idx="4404">
                  <c:v>10792</c:v>
                </c:pt>
                <c:pt idx="4405">
                  <c:v>10794</c:v>
                </c:pt>
                <c:pt idx="4406">
                  <c:v>10796</c:v>
                </c:pt>
                <c:pt idx="4407">
                  <c:v>10798</c:v>
                </c:pt>
                <c:pt idx="4408">
                  <c:v>10800</c:v>
                </c:pt>
                <c:pt idx="4409">
                  <c:v>10802</c:v>
                </c:pt>
                <c:pt idx="4410">
                  <c:v>10804</c:v>
                </c:pt>
                <c:pt idx="4411">
                  <c:v>10806</c:v>
                </c:pt>
                <c:pt idx="4412">
                  <c:v>10808</c:v>
                </c:pt>
                <c:pt idx="4413">
                  <c:v>10810</c:v>
                </c:pt>
                <c:pt idx="4414">
                  <c:v>10812</c:v>
                </c:pt>
                <c:pt idx="4415">
                  <c:v>10814</c:v>
                </c:pt>
                <c:pt idx="4416">
                  <c:v>10816</c:v>
                </c:pt>
                <c:pt idx="4417">
                  <c:v>10818</c:v>
                </c:pt>
                <c:pt idx="4418">
                  <c:v>10820</c:v>
                </c:pt>
                <c:pt idx="4419">
                  <c:v>10822</c:v>
                </c:pt>
                <c:pt idx="4420">
                  <c:v>10824</c:v>
                </c:pt>
                <c:pt idx="4421">
                  <c:v>10826</c:v>
                </c:pt>
                <c:pt idx="4422">
                  <c:v>10828</c:v>
                </c:pt>
                <c:pt idx="4423">
                  <c:v>10830</c:v>
                </c:pt>
                <c:pt idx="4424">
                  <c:v>10832</c:v>
                </c:pt>
                <c:pt idx="4425">
                  <c:v>10834</c:v>
                </c:pt>
                <c:pt idx="4426">
                  <c:v>10836</c:v>
                </c:pt>
                <c:pt idx="4427">
                  <c:v>10838</c:v>
                </c:pt>
                <c:pt idx="4428">
                  <c:v>10840</c:v>
                </c:pt>
                <c:pt idx="4429">
                  <c:v>10842</c:v>
                </c:pt>
                <c:pt idx="4430">
                  <c:v>10844</c:v>
                </c:pt>
                <c:pt idx="4431">
                  <c:v>10846</c:v>
                </c:pt>
                <c:pt idx="4432">
                  <c:v>10848</c:v>
                </c:pt>
                <c:pt idx="4433">
                  <c:v>10850</c:v>
                </c:pt>
                <c:pt idx="4434">
                  <c:v>10852</c:v>
                </c:pt>
                <c:pt idx="4435">
                  <c:v>10854</c:v>
                </c:pt>
                <c:pt idx="4436">
                  <c:v>10856</c:v>
                </c:pt>
                <c:pt idx="4437">
                  <c:v>10858</c:v>
                </c:pt>
                <c:pt idx="4438">
                  <c:v>10860</c:v>
                </c:pt>
                <c:pt idx="4439">
                  <c:v>10862</c:v>
                </c:pt>
                <c:pt idx="4440">
                  <c:v>10864</c:v>
                </c:pt>
                <c:pt idx="4441">
                  <c:v>10866</c:v>
                </c:pt>
                <c:pt idx="4442">
                  <c:v>10868</c:v>
                </c:pt>
                <c:pt idx="4443">
                  <c:v>10870</c:v>
                </c:pt>
                <c:pt idx="4444">
                  <c:v>10872</c:v>
                </c:pt>
                <c:pt idx="4445">
                  <c:v>10874</c:v>
                </c:pt>
                <c:pt idx="4446">
                  <c:v>10876</c:v>
                </c:pt>
                <c:pt idx="4447">
                  <c:v>10878</c:v>
                </c:pt>
                <c:pt idx="4448">
                  <c:v>10880</c:v>
                </c:pt>
                <c:pt idx="4449">
                  <c:v>10882</c:v>
                </c:pt>
                <c:pt idx="4450">
                  <c:v>10884</c:v>
                </c:pt>
                <c:pt idx="4451">
                  <c:v>10886</c:v>
                </c:pt>
                <c:pt idx="4452">
                  <c:v>10888</c:v>
                </c:pt>
                <c:pt idx="4453">
                  <c:v>10890</c:v>
                </c:pt>
                <c:pt idx="4454">
                  <c:v>10892</c:v>
                </c:pt>
                <c:pt idx="4455">
                  <c:v>10894</c:v>
                </c:pt>
                <c:pt idx="4456">
                  <c:v>10896</c:v>
                </c:pt>
                <c:pt idx="4457">
                  <c:v>10898</c:v>
                </c:pt>
                <c:pt idx="4458">
                  <c:v>10900</c:v>
                </c:pt>
                <c:pt idx="4459">
                  <c:v>10902</c:v>
                </c:pt>
                <c:pt idx="4460">
                  <c:v>10904</c:v>
                </c:pt>
                <c:pt idx="4461">
                  <c:v>10906</c:v>
                </c:pt>
                <c:pt idx="4462">
                  <c:v>10908</c:v>
                </c:pt>
                <c:pt idx="4463">
                  <c:v>10910</c:v>
                </c:pt>
                <c:pt idx="4464">
                  <c:v>10912</c:v>
                </c:pt>
                <c:pt idx="4465">
                  <c:v>10914</c:v>
                </c:pt>
                <c:pt idx="4466">
                  <c:v>10916</c:v>
                </c:pt>
                <c:pt idx="4467">
                  <c:v>10918</c:v>
                </c:pt>
                <c:pt idx="4468">
                  <c:v>10920</c:v>
                </c:pt>
                <c:pt idx="4469">
                  <c:v>10922</c:v>
                </c:pt>
                <c:pt idx="4470">
                  <c:v>10924</c:v>
                </c:pt>
                <c:pt idx="4471">
                  <c:v>10926</c:v>
                </c:pt>
                <c:pt idx="4472">
                  <c:v>10928</c:v>
                </c:pt>
                <c:pt idx="4473">
                  <c:v>10930</c:v>
                </c:pt>
                <c:pt idx="4474">
                  <c:v>10932</c:v>
                </c:pt>
                <c:pt idx="4475">
                  <c:v>10934</c:v>
                </c:pt>
                <c:pt idx="4476">
                  <c:v>10936</c:v>
                </c:pt>
                <c:pt idx="4477">
                  <c:v>10938</c:v>
                </c:pt>
                <c:pt idx="4478">
                  <c:v>10940</c:v>
                </c:pt>
                <c:pt idx="4479">
                  <c:v>10942</c:v>
                </c:pt>
                <c:pt idx="4480">
                  <c:v>10944</c:v>
                </c:pt>
                <c:pt idx="4481">
                  <c:v>10946</c:v>
                </c:pt>
                <c:pt idx="4482">
                  <c:v>10948</c:v>
                </c:pt>
                <c:pt idx="4483">
                  <c:v>10950</c:v>
                </c:pt>
                <c:pt idx="4484">
                  <c:v>10952</c:v>
                </c:pt>
                <c:pt idx="4485">
                  <c:v>10954</c:v>
                </c:pt>
                <c:pt idx="4486">
                  <c:v>10956</c:v>
                </c:pt>
                <c:pt idx="4487">
                  <c:v>10958</c:v>
                </c:pt>
                <c:pt idx="4488">
                  <c:v>10960</c:v>
                </c:pt>
                <c:pt idx="4489">
                  <c:v>10962</c:v>
                </c:pt>
                <c:pt idx="4490">
                  <c:v>10964</c:v>
                </c:pt>
                <c:pt idx="4491">
                  <c:v>10966</c:v>
                </c:pt>
                <c:pt idx="4492">
                  <c:v>10968</c:v>
                </c:pt>
                <c:pt idx="4493">
                  <c:v>10970</c:v>
                </c:pt>
                <c:pt idx="4494">
                  <c:v>10972</c:v>
                </c:pt>
                <c:pt idx="4495">
                  <c:v>10974</c:v>
                </c:pt>
                <c:pt idx="4496">
                  <c:v>10976</c:v>
                </c:pt>
                <c:pt idx="4497">
                  <c:v>10978</c:v>
                </c:pt>
                <c:pt idx="4498">
                  <c:v>10980</c:v>
                </c:pt>
                <c:pt idx="4499">
                  <c:v>10982</c:v>
                </c:pt>
                <c:pt idx="4500">
                  <c:v>10984</c:v>
                </c:pt>
                <c:pt idx="4501">
                  <c:v>10986</c:v>
                </c:pt>
                <c:pt idx="4502">
                  <c:v>10988</c:v>
                </c:pt>
                <c:pt idx="4503">
                  <c:v>10990</c:v>
                </c:pt>
                <c:pt idx="4504">
                  <c:v>10992</c:v>
                </c:pt>
                <c:pt idx="4505">
                  <c:v>10994</c:v>
                </c:pt>
                <c:pt idx="4506">
                  <c:v>10996</c:v>
                </c:pt>
                <c:pt idx="4507">
                  <c:v>10998</c:v>
                </c:pt>
                <c:pt idx="4508">
                  <c:v>11000</c:v>
                </c:pt>
                <c:pt idx="4509">
                  <c:v>11002</c:v>
                </c:pt>
                <c:pt idx="4510">
                  <c:v>11004</c:v>
                </c:pt>
                <c:pt idx="4511">
                  <c:v>11006</c:v>
                </c:pt>
                <c:pt idx="4512">
                  <c:v>11008</c:v>
                </c:pt>
                <c:pt idx="4513">
                  <c:v>11010</c:v>
                </c:pt>
                <c:pt idx="4514">
                  <c:v>11012</c:v>
                </c:pt>
                <c:pt idx="4515">
                  <c:v>11014</c:v>
                </c:pt>
                <c:pt idx="4516">
                  <c:v>11016</c:v>
                </c:pt>
                <c:pt idx="4517">
                  <c:v>11018</c:v>
                </c:pt>
                <c:pt idx="4518">
                  <c:v>11020</c:v>
                </c:pt>
                <c:pt idx="4519">
                  <c:v>11022</c:v>
                </c:pt>
                <c:pt idx="4520">
                  <c:v>11024</c:v>
                </c:pt>
                <c:pt idx="4521">
                  <c:v>11026</c:v>
                </c:pt>
                <c:pt idx="4522">
                  <c:v>11028</c:v>
                </c:pt>
                <c:pt idx="4523">
                  <c:v>11030</c:v>
                </c:pt>
                <c:pt idx="4524">
                  <c:v>11032</c:v>
                </c:pt>
                <c:pt idx="4525">
                  <c:v>11034</c:v>
                </c:pt>
                <c:pt idx="4526">
                  <c:v>11036</c:v>
                </c:pt>
                <c:pt idx="4527">
                  <c:v>11038</c:v>
                </c:pt>
                <c:pt idx="4528">
                  <c:v>11040</c:v>
                </c:pt>
                <c:pt idx="4529">
                  <c:v>11042</c:v>
                </c:pt>
                <c:pt idx="4530">
                  <c:v>11044</c:v>
                </c:pt>
                <c:pt idx="4531">
                  <c:v>11046</c:v>
                </c:pt>
                <c:pt idx="4532">
                  <c:v>11048</c:v>
                </c:pt>
                <c:pt idx="4533">
                  <c:v>11050</c:v>
                </c:pt>
                <c:pt idx="4534">
                  <c:v>11052</c:v>
                </c:pt>
                <c:pt idx="4535">
                  <c:v>11054</c:v>
                </c:pt>
                <c:pt idx="4536">
                  <c:v>11056</c:v>
                </c:pt>
                <c:pt idx="4537">
                  <c:v>11058</c:v>
                </c:pt>
                <c:pt idx="4538">
                  <c:v>11060</c:v>
                </c:pt>
                <c:pt idx="4539">
                  <c:v>11062</c:v>
                </c:pt>
                <c:pt idx="4540">
                  <c:v>11064</c:v>
                </c:pt>
                <c:pt idx="4541">
                  <c:v>11066</c:v>
                </c:pt>
                <c:pt idx="4542">
                  <c:v>11068</c:v>
                </c:pt>
                <c:pt idx="4543">
                  <c:v>11070</c:v>
                </c:pt>
                <c:pt idx="4544">
                  <c:v>11072</c:v>
                </c:pt>
                <c:pt idx="4545">
                  <c:v>11074</c:v>
                </c:pt>
                <c:pt idx="4546">
                  <c:v>11076</c:v>
                </c:pt>
                <c:pt idx="4547">
                  <c:v>11078</c:v>
                </c:pt>
                <c:pt idx="4548">
                  <c:v>11080</c:v>
                </c:pt>
                <c:pt idx="4549">
                  <c:v>11082</c:v>
                </c:pt>
                <c:pt idx="4550">
                  <c:v>11084</c:v>
                </c:pt>
                <c:pt idx="4551">
                  <c:v>11086</c:v>
                </c:pt>
                <c:pt idx="4552">
                  <c:v>11088</c:v>
                </c:pt>
                <c:pt idx="4553">
                  <c:v>11090</c:v>
                </c:pt>
                <c:pt idx="4554">
                  <c:v>11092</c:v>
                </c:pt>
                <c:pt idx="4555">
                  <c:v>11094</c:v>
                </c:pt>
                <c:pt idx="4556">
                  <c:v>11096</c:v>
                </c:pt>
                <c:pt idx="4557">
                  <c:v>11098</c:v>
                </c:pt>
                <c:pt idx="4558">
                  <c:v>11100</c:v>
                </c:pt>
                <c:pt idx="4559">
                  <c:v>11102</c:v>
                </c:pt>
                <c:pt idx="4560">
                  <c:v>11104</c:v>
                </c:pt>
                <c:pt idx="4561">
                  <c:v>11106</c:v>
                </c:pt>
                <c:pt idx="4562">
                  <c:v>11108</c:v>
                </c:pt>
                <c:pt idx="4563">
                  <c:v>11110</c:v>
                </c:pt>
                <c:pt idx="4564">
                  <c:v>11112</c:v>
                </c:pt>
                <c:pt idx="4565">
                  <c:v>11114</c:v>
                </c:pt>
                <c:pt idx="4566">
                  <c:v>11116</c:v>
                </c:pt>
                <c:pt idx="4567">
                  <c:v>11118</c:v>
                </c:pt>
                <c:pt idx="4568">
                  <c:v>11120</c:v>
                </c:pt>
                <c:pt idx="4569">
                  <c:v>11122</c:v>
                </c:pt>
                <c:pt idx="4570">
                  <c:v>11124</c:v>
                </c:pt>
                <c:pt idx="4571">
                  <c:v>11126</c:v>
                </c:pt>
                <c:pt idx="4572">
                  <c:v>11128</c:v>
                </c:pt>
                <c:pt idx="4573">
                  <c:v>11130</c:v>
                </c:pt>
                <c:pt idx="4574">
                  <c:v>11132</c:v>
                </c:pt>
                <c:pt idx="4575">
                  <c:v>11134</c:v>
                </c:pt>
                <c:pt idx="4576">
                  <c:v>11136</c:v>
                </c:pt>
                <c:pt idx="4577">
                  <c:v>11138</c:v>
                </c:pt>
                <c:pt idx="4578">
                  <c:v>11140</c:v>
                </c:pt>
                <c:pt idx="4579">
                  <c:v>11142</c:v>
                </c:pt>
                <c:pt idx="4580">
                  <c:v>11144</c:v>
                </c:pt>
                <c:pt idx="4581">
                  <c:v>11146</c:v>
                </c:pt>
                <c:pt idx="4582">
                  <c:v>11148</c:v>
                </c:pt>
                <c:pt idx="4583">
                  <c:v>11150</c:v>
                </c:pt>
                <c:pt idx="4584">
                  <c:v>11152</c:v>
                </c:pt>
                <c:pt idx="4585">
                  <c:v>11154</c:v>
                </c:pt>
                <c:pt idx="4586">
                  <c:v>11156</c:v>
                </c:pt>
                <c:pt idx="4587">
                  <c:v>11158</c:v>
                </c:pt>
                <c:pt idx="4588">
                  <c:v>11160</c:v>
                </c:pt>
                <c:pt idx="4589">
                  <c:v>11162</c:v>
                </c:pt>
                <c:pt idx="4590">
                  <c:v>11164</c:v>
                </c:pt>
                <c:pt idx="4591">
                  <c:v>11166</c:v>
                </c:pt>
                <c:pt idx="4592">
                  <c:v>11168</c:v>
                </c:pt>
                <c:pt idx="4593">
                  <c:v>11170</c:v>
                </c:pt>
                <c:pt idx="4594">
                  <c:v>11172</c:v>
                </c:pt>
                <c:pt idx="4595">
                  <c:v>11174</c:v>
                </c:pt>
                <c:pt idx="4596">
                  <c:v>11176</c:v>
                </c:pt>
                <c:pt idx="4597">
                  <c:v>11178</c:v>
                </c:pt>
                <c:pt idx="4598">
                  <c:v>11180</c:v>
                </c:pt>
                <c:pt idx="4599">
                  <c:v>11182</c:v>
                </c:pt>
                <c:pt idx="4600">
                  <c:v>11184</c:v>
                </c:pt>
                <c:pt idx="4601">
                  <c:v>11186</c:v>
                </c:pt>
                <c:pt idx="4602">
                  <c:v>11188</c:v>
                </c:pt>
                <c:pt idx="4603">
                  <c:v>11190</c:v>
                </c:pt>
                <c:pt idx="4604">
                  <c:v>11192</c:v>
                </c:pt>
                <c:pt idx="4605">
                  <c:v>11194</c:v>
                </c:pt>
                <c:pt idx="4606">
                  <c:v>11196</c:v>
                </c:pt>
                <c:pt idx="4607">
                  <c:v>11198</c:v>
                </c:pt>
                <c:pt idx="4608">
                  <c:v>11200</c:v>
                </c:pt>
                <c:pt idx="4609">
                  <c:v>11202</c:v>
                </c:pt>
                <c:pt idx="4610">
                  <c:v>11204</c:v>
                </c:pt>
                <c:pt idx="4611">
                  <c:v>11206</c:v>
                </c:pt>
                <c:pt idx="4612">
                  <c:v>11208</c:v>
                </c:pt>
                <c:pt idx="4613">
                  <c:v>11210</c:v>
                </c:pt>
                <c:pt idx="4614">
                  <c:v>11212</c:v>
                </c:pt>
                <c:pt idx="4615">
                  <c:v>11214</c:v>
                </c:pt>
                <c:pt idx="4616">
                  <c:v>11216</c:v>
                </c:pt>
                <c:pt idx="4617">
                  <c:v>11218</c:v>
                </c:pt>
                <c:pt idx="4618">
                  <c:v>11220</c:v>
                </c:pt>
                <c:pt idx="4619">
                  <c:v>11222</c:v>
                </c:pt>
                <c:pt idx="4620">
                  <c:v>11224</c:v>
                </c:pt>
                <c:pt idx="4621">
                  <c:v>11226</c:v>
                </c:pt>
                <c:pt idx="4622">
                  <c:v>11228</c:v>
                </c:pt>
                <c:pt idx="4623">
                  <c:v>11230</c:v>
                </c:pt>
                <c:pt idx="4624">
                  <c:v>11232</c:v>
                </c:pt>
                <c:pt idx="4625">
                  <c:v>11234</c:v>
                </c:pt>
                <c:pt idx="4626">
                  <c:v>11236</c:v>
                </c:pt>
                <c:pt idx="4627">
                  <c:v>11238</c:v>
                </c:pt>
                <c:pt idx="4628">
                  <c:v>11240</c:v>
                </c:pt>
                <c:pt idx="4629">
                  <c:v>11242</c:v>
                </c:pt>
                <c:pt idx="4630">
                  <c:v>11244</c:v>
                </c:pt>
                <c:pt idx="4631">
                  <c:v>11246</c:v>
                </c:pt>
                <c:pt idx="4632">
                  <c:v>11248</c:v>
                </c:pt>
                <c:pt idx="4633">
                  <c:v>11250</c:v>
                </c:pt>
                <c:pt idx="4634">
                  <c:v>11252</c:v>
                </c:pt>
                <c:pt idx="4635">
                  <c:v>11254</c:v>
                </c:pt>
                <c:pt idx="4636">
                  <c:v>11256</c:v>
                </c:pt>
                <c:pt idx="4637">
                  <c:v>11258</c:v>
                </c:pt>
                <c:pt idx="4638">
                  <c:v>11260</c:v>
                </c:pt>
                <c:pt idx="4639">
                  <c:v>11262</c:v>
                </c:pt>
                <c:pt idx="4640">
                  <c:v>11264</c:v>
                </c:pt>
                <c:pt idx="4641">
                  <c:v>11266</c:v>
                </c:pt>
                <c:pt idx="4642">
                  <c:v>11268</c:v>
                </c:pt>
                <c:pt idx="4643">
                  <c:v>11270</c:v>
                </c:pt>
                <c:pt idx="4644">
                  <c:v>11272</c:v>
                </c:pt>
                <c:pt idx="4645">
                  <c:v>11274</c:v>
                </c:pt>
                <c:pt idx="4646">
                  <c:v>11276</c:v>
                </c:pt>
                <c:pt idx="4647">
                  <c:v>11278</c:v>
                </c:pt>
                <c:pt idx="4648">
                  <c:v>11280</c:v>
                </c:pt>
                <c:pt idx="4649">
                  <c:v>11282</c:v>
                </c:pt>
                <c:pt idx="4650">
                  <c:v>11284</c:v>
                </c:pt>
                <c:pt idx="4651">
                  <c:v>11286</c:v>
                </c:pt>
                <c:pt idx="4652">
                  <c:v>11288</c:v>
                </c:pt>
                <c:pt idx="4653">
                  <c:v>11290</c:v>
                </c:pt>
                <c:pt idx="4654">
                  <c:v>11292</c:v>
                </c:pt>
                <c:pt idx="4655">
                  <c:v>11294</c:v>
                </c:pt>
                <c:pt idx="4656">
                  <c:v>11296</c:v>
                </c:pt>
                <c:pt idx="4657">
                  <c:v>11298</c:v>
                </c:pt>
                <c:pt idx="4658">
                  <c:v>11300</c:v>
                </c:pt>
                <c:pt idx="4659">
                  <c:v>11302</c:v>
                </c:pt>
                <c:pt idx="4660">
                  <c:v>11304</c:v>
                </c:pt>
                <c:pt idx="4661">
                  <c:v>11306</c:v>
                </c:pt>
                <c:pt idx="4662">
                  <c:v>11308</c:v>
                </c:pt>
                <c:pt idx="4663">
                  <c:v>11310</c:v>
                </c:pt>
                <c:pt idx="4664">
                  <c:v>11312</c:v>
                </c:pt>
                <c:pt idx="4665">
                  <c:v>11314</c:v>
                </c:pt>
                <c:pt idx="4666">
                  <c:v>11316</c:v>
                </c:pt>
                <c:pt idx="4667">
                  <c:v>11318</c:v>
                </c:pt>
                <c:pt idx="4668">
                  <c:v>11320</c:v>
                </c:pt>
                <c:pt idx="4669">
                  <c:v>11322</c:v>
                </c:pt>
                <c:pt idx="4670">
                  <c:v>11324</c:v>
                </c:pt>
                <c:pt idx="4671">
                  <c:v>11326</c:v>
                </c:pt>
                <c:pt idx="4672">
                  <c:v>11328</c:v>
                </c:pt>
                <c:pt idx="4673">
                  <c:v>11330</c:v>
                </c:pt>
                <c:pt idx="4674">
                  <c:v>11332</c:v>
                </c:pt>
                <c:pt idx="4675">
                  <c:v>11334</c:v>
                </c:pt>
                <c:pt idx="4676">
                  <c:v>11336</c:v>
                </c:pt>
                <c:pt idx="4677">
                  <c:v>11338</c:v>
                </c:pt>
                <c:pt idx="4678">
                  <c:v>11340</c:v>
                </c:pt>
                <c:pt idx="4679">
                  <c:v>11342</c:v>
                </c:pt>
                <c:pt idx="4680">
                  <c:v>11344</c:v>
                </c:pt>
                <c:pt idx="4681">
                  <c:v>11346</c:v>
                </c:pt>
                <c:pt idx="4682">
                  <c:v>11348</c:v>
                </c:pt>
                <c:pt idx="4683">
                  <c:v>11350</c:v>
                </c:pt>
                <c:pt idx="4684">
                  <c:v>11352</c:v>
                </c:pt>
                <c:pt idx="4685">
                  <c:v>11354</c:v>
                </c:pt>
                <c:pt idx="4686">
                  <c:v>11356</c:v>
                </c:pt>
                <c:pt idx="4687">
                  <c:v>11358</c:v>
                </c:pt>
                <c:pt idx="4688">
                  <c:v>11360</c:v>
                </c:pt>
                <c:pt idx="4689">
                  <c:v>11362</c:v>
                </c:pt>
                <c:pt idx="4690">
                  <c:v>11364</c:v>
                </c:pt>
                <c:pt idx="4691">
                  <c:v>11366</c:v>
                </c:pt>
                <c:pt idx="4692">
                  <c:v>11368</c:v>
                </c:pt>
                <c:pt idx="4693">
                  <c:v>11370</c:v>
                </c:pt>
                <c:pt idx="4694">
                  <c:v>11372</c:v>
                </c:pt>
                <c:pt idx="4695">
                  <c:v>11374</c:v>
                </c:pt>
                <c:pt idx="4696">
                  <c:v>11376</c:v>
                </c:pt>
                <c:pt idx="4697">
                  <c:v>11378</c:v>
                </c:pt>
                <c:pt idx="4698">
                  <c:v>11380</c:v>
                </c:pt>
                <c:pt idx="4699">
                  <c:v>11382</c:v>
                </c:pt>
                <c:pt idx="4700">
                  <c:v>11384</c:v>
                </c:pt>
                <c:pt idx="4701">
                  <c:v>11386</c:v>
                </c:pt>
                <c:pt idx="4702">
                  <c:v>11388</c:v>
                </c:pt>
                <c:pt idx="4703">
                  <c:v>11390</c:v>
                </c:pt>
                <c:pt idx="4704">
                  <c:v>11392</c:v>
                </c:pt>
                <c:pt idx="4705">
                  <c:v>11394</c:v>
                </c:pt>
                <c:pt idx="4706">
                  <c:v>11396</c:v>
                </c:pt>
                <c:pt idx="4707">
                  <c:v>11398</c:v>
                </c:pt>
                <c:pt idx="4708">
                  <c:v>11400</c:v>
                </c:pt>
                <c:pt idx="4709">
                  <c:v>11402</c:v>
                </c:pt>
                <c:pt idx="4710">
                  <c:v>11404</c:v>
                </c:pt>
                <c:pt idx="4711">
                  <c:v>11406</c:v>
                </c:pt>
                <c:pt idx="4712">
                  <c:v>11408</c:v>
                </c:pt>
                <c:pt idx="4713">
                  <c:v>11410</c:v>
                </c:pt>
                <c:pt idx="4714">
                  <c:v>11412</c:v>
                </c:pt>
                <c:pt idx="4715">
                  <c:v>11414</c:v>
                </c:pt>
                <c:pt idx="4716">
                  <c:v>11416</c:v>
                </c:pt>
                <c:pt idx="4717">
                  <c:v>11418</c:v>
                </c:pt>
                <c:pt idx="4718">
                  <c:v>11420</c:v>
                </c:pt>
                <c:pt idx="4719">
                  <c:v>11422</c:v>
                </c:pt>
                <c:pt idx="4720">
                  <c:v>11424</c:v>
                </c:pt>
                <c:pt idx="4721">
                  <c:v>11426</c:v>
                </c:pt>
                <c:pt idx="4722">
                  <c:v>11428</c:v>
                </c:pt>
                <c:pt idx="4723">
                  <c:v>11430</c:v>
                </c:pt>
                <c:pt idx="4724">
                  <c:v>11432</c:v>
                </c:pt>
                <c:pt idx="4725">
                  <c:v>11434</c:v>
                </c:pt>
                <c:pt idx="4726">
                  <c:v>11436</c:v>
                </c:pt>
                <c:pt idx="4727">
                  <c:v>11438</c:v>
                </c:pt>
                <c:pt idx="4728">
                  <c:v>11440</c:v>
                </c:pt>
                <c:pt idx="4729">
                  <c:v>11442</c:v>
                </c:pt>
                <c:pt idx="4730">
                  <c:v>11444</c:v>
                </c:pt>
                <c:pt idx="4731">
                  <c:v>11446</c:v>
                </c:pt>
                <c:pt idx="4732">
                  <c:v>11448</c:v>
                </c:pt>
                <c:pt idx="4733">
                  <c:v>11450</c:v>
                </c:pt>
                <c:pt idx="4734">
                  <c:v>11452</c:v>
                </c:pt>
                <c:pt idx="4735">
                  <c:v>11454</c:v>
                </c:pt>
                <c:pt idx="4736">
                  <c:v>11456</c:v>
                </c:pt>
                <c:pt idx="4737">
                  <c:v>11458</c:v>
                </c:pt>
                <c:pt idx="4738">
                  <c:v>11460</c:v>
                </c:pt>
                <c:pt idx="4739">
                  <c:v>11462</c:v>
                </c:pt>
                <c:pt idx="4740">
                  <c:v>11464</c:v>
                </c:pt>
                <c:pt idx="4741">
                  <c:v>11466</c:v>
                </c:pt>
                <c:pt idx="4742">
                  <c:v>11468</c:v>
                </c:pt>
                <c:pt idx="4743">
                  <c:v>11470</c:v>
                </c:pt>
                <c:pt idx="4744">
                  <c:v>11472</c:v>
                </c:pt>
                <c:pt idx="4745">
                  <c:v>11474</c:v>
                </c:pt>
                <c:pt idx="4746">
                  <c:v>11476</c:v>
                </c:pt>
                <c:pt idx="4747">
                  <c:v>11478</c:v>
                </c:pt>
                <c:pt idx="4748">
                  <c:v>11480</c:v>
                </c:pt>
                <c:pt idx="4749">
                  <c:v>11482</c:v>
                </c:pt>
                <c:pt idx="4750">
                  <c:v>11484</c:v>
                </c:pt>
                <c:pt idx="4751">
                  <c:v>11486</c:v>
                </c:pt>
                <c:pt idx="4752">
                  <c:v>11488</c:v>
                </c:pt>
                <c:pt idx="4753">
                  <c:v>11490</c:v>
                </c:pt>
                <c:pt idx="4754">
                  <c:v>11492</c:v>
                </c:pt>
                <c:pt idx="4755">
                  <c:v>11494</c:v>
                </c:pt>
                <c:pt idx="4756">
                  <c:v>11496</c:v>
                </c:pt>
                <c:pt idx="4757">
                  <c:v>11498</c:v>
                </c:pt>
                <c:pt idx="4758">
                  <c:v>11500</c:v>
                </c:pt>
                <c:pt idx="4759">
                  <c:v>11502</c:v>
                </c:pt>
                <c:pt idx="4760">
                  <c:v>11504</c:v>
                </c:pt>
                <c:pt idx="4761">
                  <c:v>11506</c:v>
                </c:pt>
                <c:pt idx="4762">
                  <c:v>11508</c:v>
                </c:pt>
                <c:pt idx="4763">
                  <c:v>11510</c:v>
                </c:pt>
                <c:pt idx="4764">
                  <c:v>11512</c:v>
                </c:pt>
                <c:pt idx="4765">
                  <c:v>11514</c:v>
                </c:pt>
                <c:pt idx="4766">
                  <c:v>11516</c:v>
                </c:pt>
                <c:pt idx="4767">
                  <c:v>11518</c:v>
                </c:pt>
                <c:pt idx="4768">
                  <c:v>11520</c:v>
                </c:pt>
                <c:pt idx="4769">
                  <c:v>11522</c:v>
                </c:pt>
                <c:pt idx="4770">
                  <c:v>11524</c:v>
                </c:pt>
                <c:pt idx="4771">
                  <c:v>11526</c:v>
                </c:pt>
                <c:pt idx="4772">
                  <c:v>11528</c:v>
                </c:pt>
                <c:pt idx="4773">
                  <c:v>11530</c:v>
                </c:pt>
                <c:pt idx="4774">
                  <c:v>11532</c:v>
                </c:pt>
                <c:pt idx="4775">
                  <c:v>11534</c:v>
                </c:pt>
                <c:pt idx="4776">
                  <c:v>11536</c:v>
                </c:pt>
                <c:pt idx="4777">
                  <c:v>11538</c:v>
                </c:pt>
                <c:pt idx="4778">
                  <c:v>11540</c:v>
                </c:pt>
                <c:pt idx="4779">
                  <c:v>11542</c:v>
                </c:pt>
                <c:pt idx="4780">
                  <c:v>11544</c:v>
                </c:pt>
                <c:pt idx="4781">
                  <c:v>11546</c:v>
                </c:pt>
                <c:pt idx="4782">
                  <c:v>11548</c:v>
                </c:pt>
                <c:pt idx="4783">
                  <c:v>11550</c:v>
                </c:pt>
                <c:pt idx="4784">
                  <c:v>11552</c:v>
                </c:pt>
                <c:pt idx="4785">
                  <c:v>11554</c:v>
                </c:pt>
                <c:pt idx="4786">
                  <c:v>11556</c:v>
                </c:pt>
                <c:pt idx="4787">
                  <c:v>11558</c:v>
                </c:pt>
                <c:pt idx="4788">
                  <c:v>11560</c:v>
                </c:pt>
                <c:pt idx="4789">
                  <c:v>11562</c:v>
                </c:pt>
                <c:pt idx="4790">
                  <c:v>11564</c:v>
                </c:pt>
                <c:pt idx="4791">
                  <c:v>11566</c:v>
                </c:pt>
                <c:pt idx="4792">
                  <c:v>11568</c:v>
                </c:pt>
                <c:pt idx="4793">
                  <c:v>11570</c:v>
                </c:pt>
                <c:pt idx="4794">
                  <c:v>11572</c:v>
                </c:pt>
                <c:pt idx="4795">
                  <c:v>11574</c:v>
                </c:pt>
                <c:pt idx="4796">
                  <c:v>11576</c:v>
                </c:pt>
                <c:pt idx="4797">
                  <c:v>11578</c:v>
                </c:pt>
                <c:pt idx="4798">
                  <c:v>11580</c:v>
                </c:pt>
                <c:pt idx="4799">
                  <c:v>11582</c:v>
                </c:pt>
                <c:pt idx="4800">
                  <c:v>11584</c:v>
                </c:pt>
                <c:pt idx="4801">
                  <c:v>11586</c:v>
                </c:pt>
                <c:pt idx="4802">
                  <c:v>11588</c:v>
                </c:pt>
                <c:pt idx="4803">
                  <c:v>11590</c:v>
                </c:pt>
                <c:pt idx="4804">
                  <c:v>11592</c:v>
                </c:pt>
                <c:pt idx="4805">
                  <c:v>11594</c:v>
                </c:pt>
                <c:pt idx="4806">
                  <c:v>11596</c:v>
                </c:pt>
                <c:pt idx="4807">
                  <c:v>11598</c:v>
                </c:pt>
                <c:pt idx="4808">
                  <c:v>11600</c:v>
                </c:pt>
                <c:pt idx="4809">
                  <c:v>11602</c:v>
                </c:pt>
                <c:pt idx="4810">
                  <c:v>11604</c:v>
                </c:pt>
                <c:pt idx="4811">
                  <c:v>11606</c:v>
                </c:pt>
                <c:pt idx="4812">
                  <c:v>11608</c:v>
                </c:pt>
                <c:pt idx="4813">
                  <c:v>11610</c:v>
                </c:pt>
                <c:pt idx="4814">
                  <c:v>11612</c:v>
                </c:pt>
                <c:pt idx="4815">
                  <c:v>11614</c:v>
                </c:pt>
                <c:pt idx="4816">
                  <c:v>11616</c:v>
                </c:pt>
                <c:pt idx="4817">
                  <c:v>11618</c:v>
                </c:pt>
                <c:pt idx="4818">
                  <c:v>11620</c:v>
                </c:pt>
                <c:pt idx="4819">
                  <c:v>11622</c:v>
                </c:pt>
                <c:pt idx="4820">
                  <c:v>11624</c:v>
                </c:pt>
                <c:pt idx="4821">
                  <c:v>11626</c:v>
                </c:pt>
                <c:pt idx="4822">
                  <c:v>11628</c:v>
                </c:pt>
                <c:pt idx="4823">
                  <c:v>11630</c:v>
                </c:pt>
                <c:pt idx="4824">
                  <c:v>11632</c:v>
                </c:pt>
                <c:pt idx="4825">
                  <c:v>11634</c:v>
                </c:pt>
                <c:pt idx="4826">
                  <c:v>11636</c:v>
                </c:pt>
                <c:pt idx="4827">
                  <c:v>11638</c:v>
                </c:pt>
                <c:pt idx="4828">
                  <c:v>11640</c:v>
                </c:pt>
                <c:pt idx="4829">
                  <c:v>11642</c:v>
                </c:pt>
                <c:pt idx="4830">
                  <c:v>11644</c:v>
                </c:pt>
                <c:pt idx="4831">
                  <c:v>11646</c:v>
                </c:pt>
                <c:pt idx="4832">
                  <c:v>11648</c:v>
                </c:pt>
                <c:pt idx="4833">
                  <c:v>11650</c:v>
                </c:pt>
                <c:pt idx="4834">
                  <c:v>11652</c:v>
                </c:pt>
                <c:pt idx="4835">
                  <c:v>11654</c:v>
                </c:pt>
                <c:pt idx="4836">
                  <c:v>11656</c:v>
                </c:pt>
                <c:pt idx="4837">
                  <c:v>11658</c:v>
                </c:pt>
                <c:pt idx="4838">
                  <c:v>11660</c:v>
                </c:pt>
                <c:pt idx="4839">
                  <c:v>11662</c:v>
                </c:pt>
                <c:pt idx="4840">
                  <c:v>11664</c:v>
                </c:pt>
                <c:pt idx="4841">
                  <c:v>11666</c:v>
                </c:pt>
                <c:pt idx="4842">
                  <c:v>11668</c:v>
                </c:pt>
                <c:pt idx="4843">
                  <c:v>11670</c:v>
                </c:pt>
                <c:pt idx="4844">
                  <c:v>11672</c:v>
                </c:pt>
                <c:pt idx="4845">
                  <c:v>11674</c:v>
                </c:pt>
                <c:pt idx="4846">
                  <c:v>11676</c:v>
                </c:pt>
                <c:pt idx="4847">
                  <c:v>11678</c:v>
                </c:pt>
                <c:pt idx="4848">
                  <c:v>11680</c:v>
                </c:pt>
                <c:pt idx="4849">
                  <c:v>11682</c:v>
                </c:pt>
                <c:pt idx="4850">
                  <c:v>11684</c:v>
                </c:pt>
                <c:pt idx="4851">
                  <c:v>11686</c:v>
                </c:pt>
                <c:pt idx="4852">
                  <c:v>11688</c:v>
                </c:pt>
                <c:pt idx="4853">
                  <c:v>11690</c:v>
                </c:pt>
                <c:pt idx="4854">
                  <c:v>11692</c:v>
                </c:pt>
                <c:pt idx="4855">
                  <c:v>11694</c:v>
                </c:pt>
                <c:pt idx="4856">
                  <c:v>11696</c:v>
                </c:pt>
                <c:pt idx="4857">
                  <c:v>11698</c:v>
                </c:pt>
                <c:pt idx="4858">
                  <c:v>11700</c:v>
                </c:pt>
                <c:pt idx="4859">
                  <c:v>11702</c:v>
                </c:pt>
                <c:pt idx="4860">
                  <c:v>11704</c:v>
                </c:pt>
                <c:pt idx="4861">
                  <c:v>11706</c:v>
                </c:pt>
                <c:pt idx="4862">
                  <c:v>11708</c:v>
                </c:pt>
                <c:pt idx="4863">
                  <c:v>11710</c:v>
                </c:pt>
                <c:pt idx="4864">
                  <c:v>11712</c:v>
                </c:pt>
                <c:pt idx="4865">
                  <c:v>11714</c:v>
                </c:pt>
                <c:pt idx="4866">
                  <c:v>11716</c:v>
                </c:pt>
                <c:pt idx="4867">
                  <c:v>11718</c:v>
                </c:pt>
                <c:pt idx="4868">
                  <c:v>11720</c:v>
                </c:pt>
                <c:pt idx="4869">
                  <c:v>11722</c:v>
                </c:pt>
                <c:pt idx="4870">
                  <c:v>11724</c:v>
                </c:pt>
                <c:pt idx="4871">
                  <c:v>11726</c:v>
                </c:pt>
                <c:pt idx="4872">
                  <c:v>11728</c:v>
                </c:pt>
                <c:pt idx="4873">
                  <c:v>11730</c:v>
                </c:pt>
                <c:pt idx="4874">
                  <c:v>11732</c:v>
                </c:pt>
                <c:pt idx="4875">
                  <c:v>11734</c:v>
                </c:pt>
                <c:pt idx="4876">
                  <c:v>11736</c:v>
                </c:pt>
                <c:pt idx="4877">
                  <c:v>11738</c:v>
                </c:pt>
                <c:pt idx="4878">
                  <c:v>11740</c:v>
                </c:pt>
                <c:pt idx="4879">
                  <c:v>11742</c:v>
                </c:pt>
                <c:pt idx="4880">
                  <c:v>11744</c:v>
                </c:pt>
                <c:pt idx="4881">
                  <c:v>11746</c:v>
                </c:pt>
                <c:pt idx="4882">
                  <c:v>11748</c:v>
                </c:pt>
                <c:pt idx="4883">
                  <c:v>11750</c:v>
                </c:pt>
                <c:pt idx="4884">
                  <c:v>11752</c:v>
                </c:pt>
                <c:pt idx="4885">
                  <c:v>11754</c:v>
                </c:pt>
                <c:pt idx="4886">
                  <c:v>11756</c:v>
                </c:pt>
                <c:pt idx="4887">
                  <c:v>11758</c:v>
                </c:pt>
                <c:pt idx="4888">
                  <c:v>11760</c:v>
                </c:pt>
                <c:pt idx="4889">
                  <c:v>11762</c:v>
                </c:pt>
                <c:pt idx="4890">
                  <c:v>11764</c:v>
                </c:pt>
                <c:pt idx="4891">
                  <c:v>11766</c:v>
                </c:pt>
                <c:pt idx="4892">
                  <c:v>11768</c:v>
                </c:pt>
                <c:pt idx="4893">
                  <c:v>11770</c:v>
                </c:pt>
                <c:pt idx="4894">
                  <c:v>11772</c:v>
                </c:pt>
                <c:pt idx="4895">
                  <c:v>11774</c:v>
                </c:pt>
                <c:pt idx="4896">
                  <c:v>11776</c:v>
                </c:pt>
                <c:pt idx="4897">
                  <c:v>11778</c:v>
                </c:pt>
                <c:pt idx="4898">
                  <c:v>11780</c:v>
                </c:pt>
                <c:pt idx="4899">
                  <c:v>11782</c:v>
                </c:pt>
                <c:pt idx="4900">
                  <c:v>11784</c:v>
                </c:pt>
                <c:pt idx="4901">
                  <c:v>11786</c:v>
                </c:pt>
                <c:pt idx="4902">
                  <c:v>11788</c:v>
                </c:pt>
                <c:pt idx="4903">
                  <c:v>11790</c:v>
                </c:pt>
                <c:pt idx="4904">
                  <c:v>11792</c:v>
                </c:pt>
                <c:pt idx="4905">
                  <c:v>11794</c:v>
                </c:pt>
                <c:pt idx="4906">
                  <c:v>11796</c:v>
                </c:pt>
                <c:pt idx="4907">
                  <c:v>11798</c:v>
                </c:pt>
                <c:pt idx="4908">
                  <c:v>11800</c:v>
                </c:pt>
                <c:pt idx="4909">
                  <c:v>11802</c:v>
                </c:pt>
                <c:pt idx="4910">
                  <c:v>11804</c:v>
                </c:pt>
                <c:pt idx="4911">
                  <c:v>11806</c:v>
                </c:pt>
                <c:pt idx="4912">
                  <c:v>11808</c:v>
                </c:pt>
                <c:pt idx="4913">
                  <c:v>11810</c:v>
                </c:pt>
                <c:pt idx="4914">
                  <c:v>11812</c:v>
                </c:pt>
                <c:pt idx="4915">
                  <c:v>11814</c:v>
                </c:pt>
                <c:pt idx="4916">
                  <c:v>11816</c:v>
                </c:pt>
                <c:pt idx="4917">
                  <c:v>11818</c:v>
                </c:pt>
                <c:pt idx="4918">
                  <c:v>11820</c:v>
                </c:pt>
                <c:pt idx="4919">
                  <c:v>11822</c:v>
                </c:pt>
                <c:pt idx="4920">
                  <c:v>11824</c:v>
                </c:pt>
                <c:pt idx="4921">
                  <c:v>11826</c:v>
                </c:pt>
                <c:pt idx="4922">
                  <c:v>11828</c:v>
                </c:pt>
                <c:pt idx="4923">
                  <c:v>11830</c:v>
                </c:pt>
                <c:pt idx="4924">
                  <c:v>11832</c:v>
                </c:pt>
                <c:pt idx="4925">
                  <c:v>11834</c:v>
                </c:pt>
                <c:pt idx="4926">
                  <c:v>11836</c:v>
                </c:pt>
                <c:pt idx="4927">
                  <c:v>11838</c:v>
                </c:pt>
                <c:pt idx="4928">
                  <c:v>11840</c:v>
                </c:pt>
                <c:pt idx="4929">
                  <c:v>11842</c:v>
                </c:pt>
                <c:pt idx="4930">
                  <c:v>11844</c:v>
                </c:pt>
                <c:pt idx="4931">
                  <c:v>11846</c:v>
                </c:pt>
                <c:pt idx="4932">
                  <c:v>11848</c:v>
                </c:pt>
                <c:pt idx="4933">
                  <c:v>11850</c:v>
                </c:pt>
                <c:pt idx="4934">
                  <c:v>11852</c:v>
                </c:pt>
                <c:pt idx="4935">
                  <c:v>11854</c:v>
                </c:pt>
                <c:pt idx="4936">
                  <c:v>11856</c:v>
                </c:pt>
                <c:pt idx="4937">
                  <c:v>11858</c:v>
                </c:pt>
                <c:pt idx="4938">
                  <c:v>11860</c:v>
                </c:pt>
                <c:pt idx="4939">
                  <c:v>11862</c:v>
                </c:pt>
                <c:pt idx="4940">
                  <c:v>11864</c:v>
                </c:pt>
                <c:pt idx="4941">
                  <c:v>11866</c:v>
                </c:pt>
                <c:pt idx="4942">
                  <c:v>11868</c:v>
                </c:pt>
                <c:pt idx="4943">
                  <c:v>11870</c:v>
                </c:pt>
                <c:pt idx="4944">
                  <c:v>11872</c:v>
                </c:pt>
                <c:pt idx="4945">
                  <c:v>11874</c:v>
                </c:pt>
                <c:pt idx="4946">
                  <c:v>11876</c:v>
                </c:pt>
                <c:pt idx="4947">
                  <c:v>11878</c:v>
                </c:pt>
                <c:pt idx="4948">
                  <c:v>11880</c:v>
                </c:pt>
                <c:pt idx="4949">
                  <c:v>11882</c:v>
                </c:pt>
                <c:pt idx="4950">
                  <c:v>11884</c:v>
                </c:pt>
                <c:pt idx="4951">
                  <c:v>11886</c:v>
                </c:pt>
                <c:pt idx="4952">
                  <c:v>11888</c:v>
                </c:pt>
                <c:pt idx="4953">
                  <c:v>11890</c:v>
                </c:pt>
                <c:pt idx="4954">
                  <c:v>11892</c:v>
                </c:pt>
                <c:pt idx="4955">
                  <c:v>11894</c:v>
                </c:pt>
                <c:pt idx="4956">
                  <c:v>11896</c:v>
                </c:pt>
                <c:pt idx="4957">
                  <c:v>11898</c:v>
                </c:pt>
                <c:pt idx="4958">
                  <c:v>11900</c:v>
                </c:pt>
                <c:pt idx="4959">
                  <c:v>11902</c:v>
                </c:pt>
                <c:pt idx="4960">
                  <c:v>11904</c:v>
                </c:pt>
                <c:pt idx="4961">
                  <c:v>11906</c:v>
                </c:pt>
                <c:pt idx="4962">
                  <c:v>11908</c:v>
                </c:pt>
                <c:pt idx="4963">
                  <c:v>11910</c:v>
                </c:pt>
                <c:pt idx="4964">
                  <c:v>11912</c:v>
                </c:pt>
                <c:pt idx="4965">
                  <c:v>11914</c:v>
                </c:pt>
                <c:pt idx="4966">
                  <c:v>11916</c:v>
                </c:pt>
                <c:pt idx="4967">
                  <c:v>11918</c:v>
                </c:pt>
                <c:pt idx="4968">
                  <c:v>11920</c:v>
                </c:pt>
                <c:pt idx="4969">
                  <c:v>11922</c:v>
                </c:pt>
                <c:pt idx="4970">
                  <c:v>11924</c:v>
                </c:pt>
                <c:pt idx="4971">
                  <c:v>11926</c:v>
                </c:pt>
                <c:pt idx="4972">
                  <c:v>11928</c:v>
                </c:pt>
                <c:pt idx="4973">
                  <c:v>11930</c:v>
                </c:pt>
                <c:pt idx="4974">
                  <c:v>11932</c:v>
                </c:pt>
                <c:pt idx="4975">
                  <c:v>11934</c:v>
                </c:pt>
                <c:pt idx="4976">
                  <c:v>11936</c:v>
                </c:pt>
                <c:pt idx="4977">
                  <c:v>11938</c:v>
                </c:pt>
                <c:pt idx="4978">
                  <c:v>11940</c:v>
                </c:pt>
                <c:pt idx="4979">
                  <c:v>11942</c:v>
                </c:pt>
                <c:pt idx="4980">
                  <c:v>11944</c:v>
                </c:pt>
                <c:pt idx="4981">
                  <c:v>11946</c:v>
                </c:pt>
                <c:pt idx="4982">
                  <c:v>11948</c:v>
                </c:pt>
                <c:pt idx="4983">
                  <c:v>11950</c:v>
                </c:pt>
                <c:pt idx="4984">
                  <c:v>11952</c:v>
                </c:pt>
                <c:pt idx="4985">
                  <c:v>11954</c:v>
                </c:pt>
                <c:pt idx="4986">
                  <c:v>11956</c:v>
                </c:pt>
                <c:pt idx="4987">
                  <c:v>11958</c:v>
                </c:pt>
                <c:pt idx="4988">
                  <c:v>11960</c:v>
                </c:pt>
                <c:pt idx="4989">
                  <c:v>11962</c:v>
                </c:pt>
                <c:pt idx="4990">
                  <c:v>11964</c:v>
                </c:pt>
                <c:pt idx="4991">
                  <c:v>11966</c:v>
                </c:pt>
                <c:pt idx="4992">
                  <c:v>11968</c:v>
                </c:pt>
                <c:pt idx="4993">
                  <c:v>11970</c:v>
                </c:pt>
                <c:pt idx="4994">
                  <c:v>11972</c:v>
                </c:pt>
                <c:pt idx="4995">
                  <c:v>11974</c:v>
                </c:pt>
                <c:pt idx="4996">
                  <c:v>11976</c:v>
                </c:pt>
                <c:pt idx="4997">
                  <c:v>11978</c:v>
                </c:pt>
                <c:pt idx="4998">
                  <c:v>11980</c:v>
                </c:pt>
                <c:pt idx="4999">
                  <c:v>11982</c:v>
                </c:pt>
                <c:pt idx="5000">
                  <c:v>11984</c:v>
                </c:pt>
                <c:pt idx="5001">
                  <c:v>11986</c:v>
                </c:pt>
                <c:pt idx="5002">
                  <c:v>11988</c:v>
                </c:pt>
                <c:pt idx="5003">
                  <c:v>11990</c:v>
                </c:pt>
                <c:pt idx="5004">
                  <c:v>11992</c:v>
                </c:pt>
                <c:pt idx="5005">
                  <c:v>11994</c:v>
                </c:pt>
                <c:pt idx="5006">
                  <c:v>11996</c:v>
                </c:pt>
                <c:pt idx="5007">
                  <c:v>11998</c:v>
                </c:pt>
                <c:pt idx="5008">
                  <c:v>12000</c:v>
                </c:pt>
                <c:pt idx="5009">
                  <c:v>12002</c:v>
                </c:pt>
                <c:pt idx="5010">
                  <c:v>12004</c:v>
                </c:pt>
                <c:pt idx="5011">
                  <c:v>12006</c:v>
                </c:pt>
                <c:pt idx="5012">
                  <c:v>12008</c:v>
                </c:pt>
                <c:pt idx="5013">
                  <c:v>12010</c:v>
                </c:pt>
                <c:pt idx="5014">
                  <c:v>12012</c:v>
                </c:pt>
                <c:pt idx="5015">
                  <c:v>12014</c:v>
                </c:pt>
                <c:pt idx="5016">
                  <c:v>12016</c:v>
                </c:pt>
                <c:pt idx="5017">
                  <c:v>12018</c:v>
                </c:pt>
                <c:pt idx="5018">
                  <c:v>12020</c:v>
                </c:pt>
                <c:pt idx="5019">
                  <c:v>12022</c:v>
                </c:pt>
                <c:pt idx="5020">
                  <c:v>12024</c:v>
                </c:pt>
                <c:pt idx="5021">
                  <c:v>12026</c:v>
                </c:pt>
                <c:pt idx="5022">
                  <c:v>12028</c:v>
                </c:pt>
                <c:pt idx="5023">
                  <c:v>12030</c:v>
                </c:pt>
                <c:pt idx="5024">
                  <c:v>12032</c:v>
                </c:pt>
                <c:pt idx="5025">
                  <c:v>12034</c:v>
                </c:pt>
                <c:pt idx="5026">
                  <c:v>12036</c:v>
                </c:pt>
                <c:pt idx="5027">
                  <c:v>12038</c:v>
                </c:pt>
                <c:pt idx="5028">
                  <c:v>12040</c:v>
                </c:pt>
                <c:pt idx="5029">
                  <c:v>12042</c:v>
                </c:pt>
                <c:pt idx="5030">
                  <c:v>12044</c:v>
                </c:pt>
                <c:pt idx="5031">
                  <c:v>12046</c:v>
                </c:pt>
                <c:pt idx="5032">
                  <c:v>12048</c:v>
                </c:pt>
                <c:pt idx="5033">
                  <c:v>12050</c:v>
                </c:pt>
                <c:pt idx="5034">
                  <c:v>12052</c:v>
                </c:pt>
                <c:pt idx="5035">
                  <c:v>12054</c:v>
                </c:pt>
                <c:pt idx="5036">
                  <c:v>12056</c:v>
                </c:pt>
                <c:pt idx="5037">
                  <c:v>12058</c:v>
                </c:pt>
                <c:pt idx="5038">
                  <c:v>12060</c:v>
                </c:pt>
                <c:pt idx="5039">
                  <c:v>12062</c:v>
                </c:pt>
                <c:pt idx="5040">
                  <c:v>12064</c:v>
                </c:pt>
                <c:pt idx="5041">
                  <c:v>12066</c:v>
                </c:pt>
                <c:pt idx="5042">
                  <c:v>12068</c:v>
                </c:pt>
                <c:pt idx="5043">
                  <c:v>12070</c:v>
                </c:pt>
                <c:pt idx="5044">
                  <c:v>12072</c:v>
                </c:pt>
                <c:pt idx="5045">
                  <c:v>12074</c:v>
                </c:pt>
                <c:pt idx="5046">
                  <c:v>12076</c:v>
                </c:pt>
                <c:pt idx="5047">
                  <c:v>12078</c:v>
                </c:pt>
                <c:pt idx="5048">
                  <c:v>12080</c:v>
                </c:pt>
                <c:pt idx="5049">
                  <c:v>12082</c:v>
                </c:pt>
                <c:pt idx="5050">
                  <c:v>12084</c:v>
                </c:pt>
                <c:pt idx="5051">
                  <c:v>12086</c:v>
                </c:pt>
                <c:pt idx="5052">
                  <c:v>12088</c:v>
                </c:pt>
                <c:pt idx="5053">
                  <c:v>12090</c:v>
                </c:pt>
                <c:pt idx="5054">
                  <c:v>12092</c:v>
                </c:pt>
                <c:pt idx="5055">
                  <c:v>12094</c:v>
                </c:pt>
                <c:pt idx="5056">
                  <c:v>12096</c:v>
                </c:pt>
                <c:pt idx="5057">
                  <c:v>12098</c:v>
                </c:pt>
                <c:pt idx="5058">
                  <c:v>12100</c:v>
                </c:pt>
                <c:pt idx="5059">
                  <c:v>12102</c:v>
                </c:pt>
                <c:pt idx="5060">
                  <c:v>12104</c:v>
                </c:pt>
                <c:pt idx="5061">
                  <c:v>12106</c:v>
                </c:pt>
                <c:pt idx="5062">
                  <c:v>12108</c:v>
                </c:pt>
                <c:pt idx="5063">
                  <c:v>12110</c:v>
                </c:pt>
                <c:pt idx="5064">
                  <c:v>12112</c:v>
                </c:pt>
                <c:pt idx="5065">
                  <c:v>12114</c:v>
                </c:pt>
                <c:pt idx="5066">
                  <c:v>12116</c:v>
                </c:pt>
                <c:pt idx="5067">
                  <c:v>12118</c:v>
                </c:pt>
                <c:pt idx="5068">
                  <c:v>12120</c:v>
                </c:pt>
                <c:pt idx="5069">
                  <c:v>12122</c:v>
                </c:pt>
                <c:pt idx="5070">
                  <c:v>12124</c:v>
                </c:pt>
                <c:pt idx="5071">
                  <c:v>12126</c:v>
                </c:pt>
                <c:pt idx="5072">
                  <c:v>12128</c:v>
                </c:pt>
                <c:pt idx="5073">
                  <c:v>12130</c:v>
                </c:pt>
                <c:pt idx="5074">
                  <c:v>12132</c:v>
                </c:pt>
                <c:pt idx="5075">
                  <c:v>12134</c:v>
                </c:pt>
                <c:pt idx="5076">
                  <c:v>12136</c:v>
                </c:pt>
                <c:pt idx="5077">
                  <c:v>12138</c:v>
                </c:pt>
                <c:pt idx="5078">
                  <c:v>12140</c:v>
                </c:pt>
                <c:pt idx="5079">
                  <c:v>12142</c:v>
                </c:pt>
                <c:pt idx="5080">
                  <c:v>12144</c:v>
                </c:pt>
                <c:pt idx="5081">
                  <c:v>12146</c:v>
                </c:pt>
                <c:pt idx="5082">
                  <c:v>12148</c:v>
                </c:pt>
                <c:pt idx="5083">
                  <c:v>12150</c:v>
                </c:pt>
                <c:pt idx="5084">
                  <c:v>12152</c:v>
                </c:pt>
                <c:pt idx="5085">
                  <c:v>12154</c:v>
                </c:pt>
                <c:pt idx="5086">
                  <c:v>12156</c:v>
                </c:pt>
                <c:pt idx="5087">
                  <c:v>12158</c:v>
                </c:pt>
                <c:pt idx="5088">
                  <c:v>12160</c:v>
                </c:pt>
                <c:pt idx="5089">
                  <c:v>12162</c:v>
                </c:pt>
                <c:pt idx="5090">
                  <c:v>12164</c:v>
                </c:pt>
                <c:pt idx="5091">
                  <c:v>12166</c:v>
                </c:pt>
                <c:pt idx="5092">
                  <c:v>12168</c:v>
                </c:pt>
                <c:pt idx="5093">
                  <c:v>12170</c:v>
                </c:pt>
                <c:pt idx="5094">
                  <c:v>12172</c:v>
                </c:pt>
                <c:pt idx="5095">
                  <c:v>12174</c:v>
                </c:pt>
                <c:pt idx="5096">
                  <c:v>12176</c:v>
                </c:pt>
                <c:pt idx="5097">
                  <c:v>12178</c:v>
                </c:pt>
                <c:pt idx="5098">
                  <c:v>12180</c:v>
                </c:pt>
                <c:pt idx="5099">
                  <c:v>12182</c:v>
                </c:pt>
                <c:pt idx="5100">
                  <c:v>12184</c:v>
                </c:pt>
                <c:pt idx="5101">
                  <c:v>12186</c:v>
                </c:pt>
                <c:pt idx="5102">
                  <c:v>12188</c:v>
                </c:pt>
                <c:pt idx="5103">
                  <c:v>12190</c:v>
                </c:pt>
                <c:pt idx="5104">
                  <c:v>12192</c:v>
                </c:pt>
                <c:pt idx="5105">
                  <c:v>12194</c:v>
                </c:pt>
                <c:pt idx="5106">
                  <c:v>12196</c:v>
                </c:pt>
                <c:pt idx="5107">
                  <c:v>12198</c:v>
                </c:pt>
                <c:pt idx="5108">
                  <c:v>12200</c:v>
                </c:pt>
                <c:pt idx="5109">
                  <c:v>12202</c:v>
                </c:pt>
                <c:pt idx="5110">
                  <c:v>12204</c:v>
                </c:pt>
                <c:pt idx="5111">
                  <c:v>12206</c:v>
                </c:pt>
                <c:pt idx="5112">
                  <c:v>12208</c:v>
                </c:pt>
                <c:pt idx="5113">
                  <c:v>12210</c:v>
                </c:pt>
                <c:pt idx="5114">
                  <c:v>12212</c:v>
                </c:pt>
                <c:pt idx="5115">
                  <c:v>12214</c:v>
                </c:pt>
                <c:pt idx="5116">
                  <c:v>12216</c:v>
                </c:pt>
                <c:pt idx="5117">
                  <c:v>12218</c:v>
                </c:pt>
                <c:pt idx="5118">
                  <c:v>12220</c:v>
                </c:pt>
                <c:pt idx="5119">
                  <c:v>12222</c:v>
                </c:pt>
                <c:pt idx="5120">
                  <c:v>12224</c:v>
                </c:pt>
                <c:pt idx="5121">
                  <c:v>12226</c:v>
                </c:pt>
                <c:pt idx="5122">
                  <c:v>12228</c:v>
                </c:pt>
                <c:pt idx="5123">
                  <c:v>12230</c:v>
                </c:pt>
                <c:pt idx="5124">
                  <c:v>12232</c:v>
                </c:pt>
                <c:pt idx="5125">
                  <c:v>12234</c:v>
                </c:pt>
                <c:pt idx="5126">
                  <c:v>12236</c:v>
                </c:pt>
                <c:pt idx="5127">
                  <c:v>12238</c:v>
                </c:pt>
                <c:pt idx="5128">
                  <c:v>12240</c:v>
                </c:pt>
                <c:pt idx="5129">
                  <c:v>12242</c:v>
                </c:pt>
                <c:pt idx="5130">
                  <c:v>12244</c:v>
                </c:pt>
                <c:pt idx="5131">
                  <c:v>12246</c:v>
                </c:pt>
                <c:pt idx="5132">
                  <c:v>12248</c:v>
                </c:pt>
                <c:pt idx="5133">
                  <c:v>12250</c:v>
                </c:pt>
                <c:pt idx="5134">
                  <c:v>12252</c:v>
                </c:pt>
                <c:pt idx="5135">
                  <c:v>12254</c:v>
                </c:pt>
                <c:pt idx="5136">
                  <c:v>12256</c:v>
                </c:pt>
                <c:pt idx="5137">
                  <c:v>12258</c:v>
                </c:pt>
                <c:pt idx="5138">
                  <c:v>12260</c:v>
                </c:pt>
                <c:pt idx="5139">
                  <c:v>12262</c:v>
                </c:pt>
                <c:pt idx="5140">
                  <c:v>12264</c:v>
                </c:pt>
                <c:pt idx="5141">
                  <c:v>12266</c:v>
                </c:pt>
                <c:pt idx="5142">
                  <c:v>12268</c:v>
                </c:pt>
                <c:pt idx="5143">
                  <c:v>12270</c:v>
                </c:pt>
                <c:pt idx="5144">
                  <c:v>12272</c:v>
                </c:pt>
                <c:pt idx="5145">
                  <c:v>12274</c:v>
                </c:pt>
                <c:pt idx="5146">
                  <c:v>12276</c:v>
                </c:pt>
                <c:pt idx="5147">
                  <c:v>12278</c:v>
                </c:pt>
                <c:pt idx="5148">
                  <c:v>12280</c:v>
                </c:pt>
                <c:pt idx="5149">
                  <c:v>12282</c:v>
                </c:pt>
                <c:pt idx="5150">
                  <c:v>12284</c:v>
                </c:pt>
                <c:pt idx="5151">
                  <c:v>12286</c:v>
                </c:pt>
                <c:pt idx="5152">
                  <c:v>12288</c:v>
                </c:pt>
                <c:pt idx="5153">
                  <c:v>12290</c:v>
                </c:pt>
                <c:pt idx="5154">
                  <c:v>12292</c:v>
                </c:pt>
                <c:pt idx="5155">
                  <c:v>12294</c:v>
                </c:pt>
                <c:pt idx="5156">
                  <c:v>12296</c:v>
                </c:pt>
                <c:pt idx="5157">
                  <c:v>12298</c:v>
                </c:pt>
                <c:pt idx="5158">
                  <c:v>12300</c:v>
                </c:pt>
                <c:pt idx="5159">
                  <c:v>12302</c:v>
                </c:pt>
                <c:pt idx="5160">
                  <c:v>12304</c:v>
                </c:pt>
                <c:pt idx="5161">
                  <c:v>12306</c:v>
                </c:pt>
                <c:pt idx="5162">
                  <c:v>12308</c:v>
                </c:pt>
                <c:pt idx="5163">
                  <c:v>12310</c:v>
                </c:pt>
                <c:pt idx="5164">
                  <c:v>12312</c:v>
                </c:pt>
                <c:pt idx="5165">
                  <c:v>12314</c:v>
                </c:pt>
                <c:pt idx="5166">
                  <c:v>12316</c:v>
                </c:pt>
                <c:pt idx="5167">
                  <c:v>12318</c:v>
                </c:pt>
                <c:pt idx="5168">
                  <c:v>12320</c:v>
                </c:pt>
                <c:pt idx="5169">
                  <c:v>12322</c:v>
                </c:pt>
                <c:pt idx="5170">
                  <c:v>12324</c:v>
                </c:pt>
                <c:pt idx="5171">
                  <c:v>12326</c:v>
                </c:pt>
                <c:pt idx="5172">
                  <c:v>12328</c:v>
                </c:pt>
                <c:pt idx="5173">
                  <c:v>12330</c:v>
                </c:pt>
                <c:pt idx="5174">
                  <c:v>12332</c:v>
                </c:pt>
                <c:pt idx="5175">
                  <c:v>12334</c:v>
                </c:pt>
                <c:pt idx="5176">
                  <c:v>12336</c:v>
                </c:pt>
                <c:pt idx="5177">
                  <c:v>12338</c:v>
                </c:pt>
                <c:pt idx="5178">
                  <c:v>12340</c:v>
                </c:pt>
                <c:pt idx="5179">
                  <c:v>12342</c:v>
                </c:pt>
                <c:pt idx="5180">
                  <c:v>12344</c:v>
                </c:pt>
                <c:pt idx="5181">
                  <c:v>12346</c:v>
                </c:pt>
                <c:pt idx="5182">
                  <c:v>12348</c:v>
                </c:pt>
                <c:pt idx="5183">
                  <c:v>12350</c:v>
                </c:pt>
                <c:pt idx="5184">
                  <c:v>12352</c:v>
                </c:pt>
                <c:pt idx="5185">
                  <c:v>12354</c:v>
                </c:pt>
                <c:pt idx="5186">
                  <c:v>12356</c:v>
                </c:pt>
                <c:pt idx="5187">
                  <c:v>12358</c:v>
                </c:pt>
                <c:pt idx="5188">
                  <c:v>12360</c:v>
                </c:pt>
                <c:pt idx="5189">
                  <c:v>12362</c:v>
                </c:pt>
                <c:pt idx="5190">
                  <c:v>12364</c:v>
                </c:pt>
                <c:pt idx="5191">
                  <c:v>12366</c:v>
                </c:pt>
                <c:pt idx="5192">
                  <c:v>12368</c:v>
                </c:pt>
                <c:pt idx="5193">
                  <c:v>12370</c:v>
                </c:pt>
                <c:pt idx="5194">
                  <c:v>12372</c:v>
                </c:pt>
                <c:pt idx="5195">
                  <c:v>12374</c:v>
                </c:pt>
                <c:pt idx="5196">
                  <c:v>12376</c:v>
                </c:pt>
                <c:pt idx="5197">
                  <c:v>12378</c:v>
                </c:pt>
                <c:pt idx="5198">
                  <c:v>12380</c:v>
                </c:pt>
                <c:pt idx="5199">
                  <c:v>12382</c:v>
                </c:pt>
                <c:pt idx="5200">
                  <c:v>12384</c:v>
                </c:pt>
                <c:pt idx="5201">
                  <c:v>12386</c:v>
                </c:pt>
                <c:pt idx="5202">
                  <c:v>12388</c:v>
                </c:pt>
                <c:pt idx="5203">
                  <c:v>12390</c:v>
                </c:pt>
                <c:pt idx="5204">
                  <c:v>12392</c:v>
                </c:pt>
                <c:pt idx="5205">
                  <c:v>12394</c:v>
                </c:pt>
                <c:pt idx="5206">
                  <c:v>12396</c:v>
                </c:pt>
                <c:pt idx="5207">
                  <c:v>12398</c:v>
                </c:pt>
                <c:pt idx="5208">
                  <c:v>12400</c:v>
                </c:pt>
                <c:pt idx="5209">
                  <c:v>12402</c:v>
                </c:pt>
                <c:pt idx="5210">
                  <c:v>12404</c:v>
                </c:pt>
                <c:pt idx="5211">
                  <c:v>12406</c:v>
                </c:pt>
                <c:pt idx="5212">
                  <c:v>12408</c:v>
                </c:pt>
                <c:pt idx="5213">
                  <c:v>12410</c:v>
                </c:pt>
                <c:pt idx="5214">
                  <c:v>12412</c:v>
                </c:pt>
                <c:pt idx="5215">
                  <c:v>12414</c:v>
                </c:pt>
                <c:pt idx="5216">
                  <c:v>12416</c:v>
                </c:pt>
                <c:pt idx="5217">
                  <c:v>12418</c:v>
                </c:pt>
                <c:pt idx="5218">
                  <c:v>12420</c:v>
                </c:pt>
                <c:pt idx="5219">
                  <c:v>12422</c:v>
                </c:pt>
                <c:pt idx="5220">
                  <c:v>12424</c:v>
                </c:pt>
                <c:pt idx="5221">
                  <c:v>12426</c:v>
                </c:pt>
                <c:pt idx="5222">
                  <c:v>12428</c:v>
                </c:pt>
                <c:pt idx="5223">
                  <c:v>12430</c:v>
                </c:pt>
                <c:pt idx="5224">
                  <c:v>12432</c:v>
                </c:pt>
                <c:pt idx="5225">
                  <c:v>12434</c:v>
                </c:pt>
                <c:pt idx="5226">
                  <c:v>12436</c:v>
                </c:pt>
                <c:pt idx="5227">
                  <c:v>12438</c:v>
                </c:pt>
                <c:pt idx="5228">
                  <c:v>12440</c:v>
                </c:pt>
                <c:pt idx="5229">
                  <c:v>12442</c:v>
                </c:pt>
                <c:pt idx="5230">
                  <c:v>12444</c:v>
                </c:pt>
                <c:pt idx="5231">
                  <c:v>12446</c:v>
                </c:pt>
                <c:pt idx="5232">
                  <c:v>12448</c:v>
                </c:pt>
                <c:pt idx="5233">
                  <c:v>12450</c:v>
                </c:pt>
                <c:pt idx="5234">
                  <c:v>12452</c:v>
                </c:pt>
                <c:pt idx="5235">
                  <c:v>12454</c:v>
                </c:pt>
                <c:pt idx="5236">
                  <c:v>12456</c:v>
                </c:pt>
                <c:pt idx="5237">
                  <c:v>12458</c:v>
                </c:pt>
                <c:pt idx="5238">
                  <c:v>12460</c:v>
                </c:pt>
                <c:pt idx="5239">
                  <c:v>12462</c:v>
                </c:pt>
                <c:pt idx="5240">
                  <c:v>12464</c:v>
                </c:pt>
                <c:pt idx="5241">
                  <c:v>12466</c:v>
                </c:pt>
                <c:pt idx="5242">
                  <c:v>12468</c:v>
                </c:pt>
                <c:pt idx="5243">
                  <c:v>12470</c:v>
                </c:pt>
                <c:pt idx="5244">
                  <c:v>12472</c:v>
                </c:pt>
                <c:pt idx="5245">
                  <c:v>12474</c:v>
                </c:pt>
                <c:pt idx="5246">
                  <c:v>12476</c:v>
                </c:pt>
                <c:pt idx="5247">
                  <c:v>12478</c:v>
                </c:pt>
                <c:pt idx="5248">
                  <c:v>12480</c:v>
                </c:pt>
                <c:pt idx="5249">
                  <c:v>12482</c:v>
                </c:pt>
                <c:pt idx="5250">
                  <c:v>12484</c:v>
                </c:pt>
                <c:pt idx="5251">
                  <c:v>12486</c:v>
                </c:pt>
                <c:pt idx="5252">
                  <c:v>12488</c:v>
                </c:pt>
                <c:pt idx="5253">
                  <c:v>12490</c:v>
                </c:pt>
                <c:pt idx="5254">
                  <c:v>12492</c:v>
                </c:pt>
                <c:pt idx="5255">
                  <c:v>12494</c:v>
                </c:pt>
                <c:pt idx="5256">
                  <c:v>12496</c:v>
                </c:pt>
                <c:pt idx="5257">
                  <c:v>12498</c:v>
                </c:pt>
                <c:pt idx="5258">
                  <c:v>12500</c:v>
                </c:pt>
                <c:pt idx="5259">
                  <c:v>12502</c:v>
                </c:pt>
                <c:pt idx="5260">
                  <c:v>12504</c:v>
                </c:pt>
                <c:pt idx="5261">
                  <c:v>12506</c:v>
                </c:pt>
                <c:pt idx="5262">
                  <c:v>12508</c:v>
                </c:pt>
                <c:pt idx="5263">
                  <c:v>12510</c:v>
                </c:pt>
                <c:pt idx="5264">
                  <c:v>12512</c:v>
                </c:pt>
                <c:pt idx="5265">
                  <c:v>12514</c:v>
                </c:pt>
                <c:pt idx="5266">
                  <c:v>12516</c:v>
                </c:pt>
                <c:pt idx="5267">
                  <c:v>12518</c:v>
                </c:pt>
                <c:pt idx="5268">
                  <c:v>12520</c:v>
                </c:pt>
                <c:pt idx="5269">
                  <c:v>12522</c:v>
                </c:pt>
                <c:pt idx="5270">
                  <c:v>12524</c:v>
                </c:pt>
                <c:pt idx="5271">
                  <c:v>12526</c:v>
                </c:pt>
                <c:pt idx="5272">
                  <c:v>12528</c:v>
                </c:pt>
                <c:pt idx="5273">
                  <c:v>12530</c:v>
                </c:pt>
                <c:pt idx="5274">
                  <c:v>12532</c:v>
                </c:pt>
                <c:pt idx="5275">
                  <c:v>12534</c:v>
                </c:pt>
                <c:pt idx="5276">
                  <c:v>12536</c:v>
                </c:pt>
                <c:pt idx="5277">
                  <c:v>12538</c:v>
                </c:pt>
                <c:pt idx="5278">
                  <c:v>12540</c:v>
                </c:pt>
                <c:pt idx="5279">
                  <c:v>12542</c:v>
                </c:pt>
                <c:pt idx="5280">
                  <c:v>12544</c:v>
                </c:pt>
                <c:pt idx="5281">
                  <c:v>12546</c:v>
                </c:pt>
                <c:pt idx="5282">
                  <c:v>12548</c:v>
                </c:pt>
                <c:pt idx="5283">
                  <c:v>12550</c:v>
                </c:pt>
                <c:pt idx="5284">
                  <c:v>12552</c:v>
                </c:pt>
                <c:pt idx="5285">
                  <c:v>12554</c:v>
                </c:pt>
                <c:pt idx="5286">
                  <c:v>12556</c:v>
                </c:pt>
                <c:pt idx="5287">
                  <c:v>12558</c:v>
                </c:pt>
                <c:pt idx="5288">
                  <c:v>12560</c:v>
                </c:pt>
                <c:pt idx="5289">
                  <c:v>12562</c:v>
                </c:pt>
                <c:pt idx="5290">
                  <c:v>12564</c:v>
                </c:pt>
                <c:pt idx="5291">
                  <c:v>12566</c:v>
                </c:pt>
                <c:pt idx="5292">
                  <c:v>12568</c:v>
                </c:pt>
                <c:pt idx="5293">
                  <c:v>12570</c:v>
                </c:pt>
                <c:pt idx="5294">
                  <c:v>12572</c:v>
                </c:pt>
                <c:pt idx="5295">
                  <c:v>12574</c:v>
                </c:pt>
                <c:pt idx="5296">
                  <c:v>12576</c:v>
                </c:pt>
                <c:pt idx="5297">
                  <c:v>12578</c:v>
                </c:pt>
                <c:pt idx="5298">
                  <c:v>12580</c:v>
                </c:pt>
                <c:pt idx="5299">
                  <c:v>12582</c:v>
                </c:pt>
                <c:pt idx="5300">
                  <c:v>12584</c:v>
                </c:pt>
                <c:pt idx="5301">
                  <c:v>12586</c:v>
                </c:pt>
                <c:pt idx="5302">
                  <c:v>12588</c:v>
                </c:pt>
                <c:pt idx="5303">
                  <c:v>12590</c:v>
                </c:pt>
                <c:pt idx="5304">
                  <c:v>12592</c:v>
                </c:pt>
                <c:pt idx="5305">
                  <c:v>12594</c:v>
                </c:pt>
                <c:pt idx="5306">
                  <c:v>12596</c:v>
                </c:pt>
                <c:pt idx="5307">
                  <c:v>12598</c:v>
                </c:pt>
                <c:pt idx="5308">
                  <c:v>12600</c:v>
                </c:pt>
                <c:pt idx="5309">
                  <c:v>12602</c:v>
                </c:pt>
                <c:pt idx="5310">
                  <c:v>12604</c:v>
                </c:pt>
                <c:pt idx="5311">
                  <c:v>12606</c:v>
                </c:pt>
                <c:pt idx="5312">
                  <c:v>12608</c:v>
                </c:pt>
                <c:pt idx="5313">
                  <c:v>12610</c:v>
                </c:pt>
                <c:pt idx="5314">
                  <c:v>12612</c:v>
                </c:pt>
                <c:pt idx="5315">
                  <c:v>12614</c:v>
                </c:pt>
                <c:pt idx="5316">
                  <c:v>12616</c:v>
                </c:pt>
                <c:pt idx="5317">
                  <c:v>12618</c:v>
                </c:pt>
                <c:pt idx="5318">
                  <c:v>12620</c:v>
                </c:pt>
                <c:pt idx="5319">
                  <c:v>12622</c:v>
                </c:pt>
                <c:pt idx="5320">
                  <c:v>12624</c:v>
                </c:pt>
                <c:pt idx="5321">
                  <c:v>12626</c:v>
                </c:pt>
                <c:pt idx="5322">
                  <c:v>12628</c:v>
                </c:pt>
                <c:pt idx="5323">
                  <c:v>12630</c:v>
                </c:pt>
                <c:pt idx="5324">
                  <c:v>12632</c:v>
                </c:pt>
                <c:pt idx="5325">
                  <c:v>12634</c:v>
                </c:pt>
                <c:pt idx="5326">
                  <c:v>12636</c:v>
                </c:pt>
                <c:pt idx="5327">
                  <c:v>12638</c:v>
                </c:pt>
                <c:pt idx="5328">
                  <c:v>12640</c:v>
                </c:pt>
                <c:pt idx="5329">
                  <c:v>12642</c:v>
                </c:pt>
                <c:pt idx="5330">
                  <c:v>12644</c:v>
                </c:pt>
                <c:pt idx="5331">
                  <c:v>12646</c:v>
                </c:pt>
                <c:pt idx="5332">
                  <c:v>12648</c:v>
                </c:pt>
                <c:pt idx="5333">
                  <c:v>12650</c:v>
                </c:pt>
                <c:pt idx="5334">
                  <c:v>12652</c:v>
                </c:pt>
                <c:pt idx="5335">
                  <c:v>12654</c:v>
                </c:pt>
                <c:pt idx="5336">
                  <c:v>12656</c:v>
                </c:pt>
                <c:pt idx="5337">
                  <c:v>12658</c:v>
                </c:pt>
                <c:pt idx="5338">
                  <c:v>12660</c:v>
                </c:pt>
                <c:pt idx="5339">
                  <c:v>12662</c:v>
                </c:pt>
                <c:pt idx="5340">
                  <c:v>12664</c:v>
                </c:pt>
                <c:pt idx="5341">
                  <c:v>12666</c:v>
                </c:pt>
                <c:pt idx="5342">
                  <c:v>12668</c:v>
                </c:pt>
                <c:pt idx="5343">
                  <c:v>12670</c:v>
                </c:pt>
                <c:pt idx="5344">
                  <c:v>12672</c:v>
                </c:pt>
                <c:pt idx="5345">
                  <c:v>12674</c:v>
                </c:pt>
                <c:pt idx="5346">
                  <c:v>12676</c:v>
                </c:pt>
                <c:pt idx="5347">
                  <c:v>12678</c:v>
                </c:pt>
                <c:pt idx="5348">
                  <c:v>12680</c:v>
                </c:pt>
                <c:pt idx="5349">
                  <c:v>12682</c:v>
                </c:pt>
                <c:pt idx="5350">
                  <c:v>12684</c:v>
                </c:pt>
                <c:pt idx="5351">
                  <c:v>12686</c:v>
                </c:pt>
                <c:pt idx="5352">
                  <c:v>12688</c:v>
                </c:pt>
                <c:pt idx="5353">
                  <c:v>12690</c:v>
                </c:pt>
                <c:pt idx="5354">
                  <c:v>12692</c:v>
                </c:pt>
                <c:pt idx="5355">
                  <c:v>12694</c:v>
                </c:pt>
                <c:pt idx="5356">
                  <c:v>12696</c:v>
                </c:pt>
                <c:pt idx="5357">
                  <c:v>12698</c:v>
                </c:pt>
                <c:pt idx="5358">
                  <c:v>12700</c:v>
                </c:pt>
                <c:pt idx="5359">
                  <c:v>12702</c:v>
                </c:pt>
                <c:pt idx="5360">
                  <c:v>12704</c:v>
                </c:pt>
                <c:pt idx="5361">
                  <c:v>12706</c:v>
                </c:pt>
                <c:pt idx="5362">
                  <c:v>12708</c:v>
                </c:pt>
                <c:pt idx="5363">
                  <c:v>12710</c:v>
                </c:pt>
                <c:pt idx="5364">
                  <c:v>12712</c:v>
                </c:pt>
                <c:pt idx="5365">
                  <c:v>12714</c:v>
                </c:pt>
                <c:pt idx="5366">
                  <c:v>12716</c:v>
                </c:pt>
                <c:pt idx="5367">
                  <c:v>12718</c:v>
                </c:pt>
                <c:pt idx="5368">
                  <c:v>12720</c:v>
                </c:pt>
                <c:pt idx="5369">
                  <c:v>12722</c:v>
                </c:pt>
                <c:pt idx="5370">
                  <c:v>12724</c:v>
                </c:pt>
                <c:pt idx="5371">
                  <c:v>12726</c:v>
                </c:pt>
                <c:pt idx="5372">
                  <c:v>12728</c:v>
                </c:pt>
                <c:pt idx="5373">
                  <c:v>12730</c:v>
                </c:pt>
                <c:pt idx="5374">
                  <c:v>12732</c:v>
                </c:pt>
                <c:pt idx="5375">
                  <c:v>12734</c:v>
                </c:pt>
                <c:pt idx="5376">
                  <c:v>12736</c:v>
                </c:pt>
                <c:pt idx="5377">
                  <c:v>12738</c:v>
                </c:pt>
                <c:pt idx="5378">
                  <c:v>12740</c:v>
                </c:pt>
                <c:pt idx="5379">
                  <c:v>12742</c:v>
                </c:pt>
                <c:pt idx="5380">
                  <c:v>12744</c:v>
                </c:pt>
                <c:pt idx="5381">
                  <c:v>12746</c:v>
                </c:pt>
                <c:pt idx="5382">
                  <c:v>12748</c:v>
                </c:pt>
                <c:pt idx="5383">
                  <c:v>12750</c:v>
                </c:pt>
                <c:pt idx="5384">
                  <c:v>12752</c:v>
                </c:pt>
                <c:pt idx="5385">
                  <c:v>12754</c:v>
                </c:pt>
                <c:pt idx="5386">
                  <c:v>12756</c:v>
                </c:pt>
                <c:pt idx="5387">
                  <c:v>12758</c:v>
                </c:pt>
                <c:pt idx="5388">
                  <c:v>12760</c:v>
                </c:pt>
                <c:pt idx="5389">
                  <c:v>12762</c:v>
                </c:pt>
                <c:pt idx="5390">
                  <c:v>12764</c:v>
                </c:pt>
                <c:pt idx="5391">
                  <c:v>12766</c:v>
                </c:pt>
                <c:pt idx="5392">
                  <c:v>12768</c:v>
                </c:pt>
                <c:pt idx="5393">
                  <c:v>12770</c:v>
                </c:pt>
                <c:pt idx="5394">
                  <c:v>12772</c:v>
                </c:pt>
                <c:pt idx="5395">
                  <c:v>12774</c:v>
                </c:pt>
                <c:pt idx="5396">
                  <c:v>12776</c:v>
                </c:pt>
                <c:pt idx="5397">
                  <c:v>12778</c:v>
                </c:pt>
                <c:pt idx="5398">
                  <c:v>12780</c:v>
                </c:pt>
                <c:pt idx="5399">
                  <c:v>12782</c:v>
                </c:pt>
                <c:pt idx="5400">
                  <c:v>12784</c:v>
                </c:pt>
                <c:pt idx="5401">
                  <c:v>12786</c:v>
                </c:pt>
                <c:pt idx="5402">
                  <c:v>12788</c:v>
                </c:pt>
                <c:pt idx="5403">
                  <c:v>12790</c:v>
                </c:pt>
                <c:pt idx="5404">
                  <c:v>12792</c:v>
                </c:pt>
                <c:pt idx="5405">
                  <c:v>12794</c:v>
                </c:pt>
                <c:pt idx="5406">
                  <c:v>12796</c:v>
                </c:pt>
                <c:pt idx="5407">
                  <c:v>12798</c:v>
                </c:pt>
                <c:pt idx="5408">
                  <c:v>12800</c:v>
                </c:pt>
                <c:pt idx="5409">
                  <c:v>12802</c:v>
                </c:pt>
                <c:pt idx="5410">
                  <c:v>12804</c:v>
                </c:pt>
                <c:pt idx="5411">
                  <c:v>12806</c:v>
                </c:pt>
                <c:pt idx="5412">
                  <c:v>12808</c:v>
                </c:pt>
                <c:pt idx="5413">
                  <c:v>12810</c:v>
                </c:pt>
                <c:pt idx="5414">
                  <c:v>12812</c:v>
                </c:pt>
                <c:pt idx="5415">
                  <c:v>12814</c:v>
                </c:pt>
                <c:pt idx="5416">
                  <c:v>12816</c:v>
                </c:pt>
                <c:pt idx="5417">
                  <c:v>12818</c:v>
                </c:pt>
                <c:pt idx="5418">
                  <c:v>12820</c:v>
                </c:pt>
                <c:pt idx="5419">
                  <c:v>12822</c:v>
                </c:pt>
                <c:pt idx="5420">
                  <c:v>12824</c:v>
                </c:pt>
                <c:pt idx="5421">
                  <c:v>12826</c:v>
                </c:pt>
                <c:pt idx="5422">
                  <c:v>12828</c:v>
                </c:pt>
                <c:pt idx="5423">
                  <c:v>12830</c:v>
                </c:pt>
                <c:pt idx="5424">
                  <c:v>12832</c:v>
                </c:pt>
                <c:pt idx="5425">
                  <c:v>12834</c:v>
                </c:pt>
                <c:pt idx="5426">
                  <c:v>12836</c:v>
                </c:pt>
                <c:pt idx="5427">
                  <c:v>12838</c:v>
                </c:pt>
                <c:pt idx="5428">
                  <c:v>12840</c:v>
                </c:pt>
                <c:pt idx="5429">
                  <c:v>12842</c:v>
                </c:pt>
                <c:pt idx="5430">
                  <c:v>12844</c:v>
                </c:pt>
                <c:pt idx="5431">
                  <c:v>12846</c:v>
                </c:pt>
                <c:pt idx="5432">
                  <c:v>12848</c:v>
                </c:pt>
                <c:pt idx="5433">
                  <c:v>12850</c:v>
                </c:pt>
                <c:pt idx="5434">
                  <c:v>12852</c:v>
                </c:pt>
                <c:pt idx="5435">
                  <c:v>12854</c:v>
                </c:pt>
                <c:pt idx="5436">
                  <c:v>12856</c:v>
                </c:pt>
                <c:pt idx="5437">
                  <c:v>12858</c:v>
                </c:pt>
                <c:pt idx="5438">
                  <c:v>12860</c:v>
                </c:pt>
                <c:pt idx="5439">
                  <c:v>12862</c:v>
                </c:pt>
                <c:pt idx="5440">
                  <c:v>12864</c:v>
                </c:pt>
                <c:pt idx="5441">
                  <c:v>12866</c:v>
                </c:pt>
                <c:pt idx="5442">
                  <c:v>12868</c:v>
                </c:pt>
                <c:pt idx="5443">
                  <c:v>12870</c:v>
                </c:pt>
                <c:pt idx="5444">
                  <c:v>12872</c:v>
                </c:pt>
                <c:pt idx="5445">
                  <c:v>12874</c:v>
                </c:pt>
                <c:pt idx="5446">
                  <c:v>12876</c:v>
                </c:pt>
                <c:pt idx="5447">
                  <c:v>12878</c:v>
                </c:pt>
                <c:pt idx="5448">
                  <c:v>12880</c:v>
                </c:pt>
                <c:pt idx="5449">
                  <c:v>12882</c:v>
                </c:pt>
                <c:pt idx="5450">
                  <c:v>12884</c:v>
                </c:pt>
                <c:pt idx="5451">
                  <c:v>12886</c:v>
                </c:pt>
                <c:pt idx="5452">
                  <c:v>12888</c:v>
                </c:pt>
                <c:pt idx="5453">
                  <c:v>12890</c:v>
                </c:pt>
                <c:pt idx="5454">
                  <c:v>12892</c:v>
                </c:pt>
                <c:pt idx="5455">
                  <c:v>12894</c:v>
                </c:pt>
                <c:pt idx="5456">
                  <c:v>12896</c:v>
                </c:pt>
                <c:pt idx="5457">
                  <c:v>12898</c:v>
                </c:pt>
                <c:pt idx="5458">
                  <c:v>12900</c:v>
                </c:pt>
                <c:pt idx="5459">
                  <c:v>12902</c:v>
                </c:pt>
                <c:pt idx="5460">
                  <c:v>12904</c:v>
                </c:pt>
                <c:pt idx="5461">
                  <c:v>12906</c:v>
                </c:pt>
                <c:pt idx="5462">
                  <c:v>12908</c:v>
                </c:pt>
                <c:pt idx="5463">
                  <c:v>12910</c:v>
                </c:pt>
                <c:pt idx="5464">
                  <c:v>12912</c:v>
                </c:pt>
                <c:pt idx="5465">
                  <c:v>12914</c:v>
                </c:pt>
                <c:pt idx="5466">
                  <c:v>12916</c:v>
                </c:pt>
                <c:pt idx="5467">
                  <c:v>12918</c:v>
                </c:pt>
                <c:pt idx="5468">
                  <c:v>12920</c:v>
                </c:pt>
                <c:pt idx="5469">
                  <c:v>12922</c:v>
                </c:pt>
                <c:pt idx="5470">
                  <c:v>12924</c:v>
                </c:pt>
                <c:pt idx="5471">
                  <c:v>12926</c:v>
                </c:pt>
                <c:pt idx="5472">
                  <c:v>12928</c:v>
                </c:pt>
                <c:pt idx="5473">
                  <c:v>12930</c:v>
                </c:pt>
                <c:pt idx="5474">
                  <c:v>12932</c:v>
                </c:pt>
                <c:pt idx="5475">
                  <c:v>12934</c:v>
                </c:pt>
                <c:pt idx="5476">
                  <c:v>12936</c:v>
                </c:pt>
                <c:pt idx="5477">
                  <c:v>12938</c:v>
                </c:pt>
                <c:pt idx="5478">
                  <c:v>12940</c:v>
                </c:pt>
                <c:pt idx="5479">
                  <c:v>12942</c:v>
                </c:pt>
                <c:pt idx="5480">
                  <c:v>12944</c:v>
                </c:pt>
                <c:pt idx="5481">
                  <c:v>12946</c:v>
                </c:pt>
                <c:pt idx="5482">
                  <c:v>12948</c:v>
                </c:pt>
                <c:pt idx="5483">
                  <c:v>12950</c:v>
                </c:pt>
                <c:pt idx="5484">
                  <c:v>12952</c:v>
                </c:pt>
                <c:pt idx="5485">
                  <c:v>12954</c:v>
                </c:pt>
                <c:pt idx="5486">
                  <c:v>12956</c:v>
                </c:pt>
                <c:pt idx="5487">
                  <c:v>12958</c:v>
                </c:pt>
                <c:pt idx="5488">
                  <c:v>12960</c:v>
                </c:pt>
                <c:pt idx="5489">
                  <c:v>12962</c:v>
                </c:pt>
                <c:pt idx="5490">
                  <c:v>12964</c:v>
                </c:pt>
                <c:pt idx="5491">
                  <c:v>12966</c:v>
                </c:pt>
                <c:pt idx="5492">
                  <c:v>12968</c:v>
                </c:pt>
                <c:pt idx="5493">
                  <c:v>12970</c:v>
                </c:pt>
                <c:pt idx="5494">
                  <c:v>12972</c:v>
                </c:pt>
                <c:pt idx="5495">
                  <c:v>12974</c:v>
                </c:pt>
                <c:pt idx="5496">
                  <c:v>12976</c:v>
                </c:pt>
                <c:pt idx="5497">
                  <c:v>12978</c:v>
                </c:pt>
                <c:pt idx="5498">
                  <c:v>12980</c:v>
                </c:pt>
                <c:pt idx="5499">
                  <c:v>12982</c:v>
                </c:pt>
                <c:pt idx="5500">
                  <c:v>12984</c:v>
                </c:pt>
                <c:pt idx="5501">
                  <c:v>12986</c:v>
                </c:pt>
                <c:pt idx="5502">
                  <c:v>12988</c:v>
                </c:pt>
                <c:pt idx="5503">
                  <c:v>12990</c:v>
                </c:pt>
                <c:pt idx="5504">
                  <c:v>12992</c:v>
                </c:pt>
                <c:pt idx="5505">
                  <c:v>12994</c:v>
                </c:pt>
                <c:pt idx="5506">
                  <c:v>12996</c:v>
                </c:pt>
                <c:pt idx="5507">
                  <c:v>12998</c:v>
                </c:pt>
                <c:pt idx="5508">
                  <c:v>13000</c:v>
                </c:pt>
                <c:pt idx="5509">
                  <c:v>13002</c:v>
                </c:pt>
                <c:pt idx="5510">
                  <c:v>13004</c:v>
                </c:pt>
                <c:pt idx="5511">
                  <c:v>13006</c:v>
                </c:pt>
                <c:pt idx="5512">
                  <c:v>13008</c:v>
                </c:pt>
                <c:pt idx="5513">
                  <c:v>13010</c:v>
                </c:pt>
                <c:pt idx="5514">
                  <c:v>13012</c:v>
                </c:pt>
                <c:pt idx="5515">
                  <c:v>13014</c:v>
                </c:pt>
                <c:pt idx="5516">
                  <c:v>13016</c:v>
                </c:pt>
                <c:pt idx="5517">
                  <c:v>13018</c:v>
                </c:pt>
                <c:pt idx="5518">
                  <c:v>13020</c:v>
                </c:pt>
                <c:pt idx="5519">
                  <c:v>13022</c:v>
                </c:pt>
                <c:pt idx="5520">
                  <c:v>13024</c:v>
                </c:pt>
                <c:pt idx="5521">
                  <c:v>13026</c:v>
                </c:pt>
                <c:pt idx="5522">
                  <c:v>13028</c:v>
                </c:pt>
                <c:pt idx="5523">
                  <c:v>13030</c:v>
                </c:pt>
                <c:pt idx="5524">
                  <c:v>13032</c:v>
                </c:pt>
                <c:pt idx="5525">
                  <c:v>13034</c:v>
                </c:pt>
                <c:pt idx="5526">
                  <c:v>13036</c:v>
                </c:pt>
                <c:pt idx="5527">
                  <c:v>13038</c:v>
                </c:pt>
                <c:pt idx="5528">
                  <c:v>13040</c:v>
                </c:pt>
                <c:pt idx="5529">
                  <c:v>13042</c:v>
                </c:pt>
                <c:pt idx="5530">
                  <c:v>13044</c:v>
                </c:pt>
                <c:pt idx="5531">
                  <c:v>13046</c:v>
                </c:pt>
                <c:pt idx="5532">
                  <c:v>13048</c:v>
                </c:pt>
                <c:pt idx="5533">
                  <c:v>13050</c:v>
                </c:pt>
                <c:pt idx="5534">
                  <c:v>13052</c:v>
                </c:pt>
                <c:pt idx="5535">
                  <c:v>13054</c:v>
                </c:pt>
                <c:pt idx="5536">
                  <c:v>13056</c:v>
                </c:pt>
                <c:pt idx="5537">
                  <c:v>13058</c:v>
                </c:pt>
                <c:pt idx="5538">
                  <c:v>13060</c:v>
                </c:pt>
                <c:pt idx="5539">
                  <c:v>13062</c:v>
                </c:pt>
                <c:pt idx="5540">
                  <c:v>13064</c:v>
                </c:pt>
                <c:pt idx="5541">
                  <c:v>13066</c:v>
                </c:pt>
                <c:pt idx="5542">
                  <c:v>13068</c:v>
                </c:pt>
                <c:pt idx="5543">
                  <c:v>13070</c:v>
                </c:pt>
                <c:pt idx="5544">
                  <c:v>13072</c:v>
                </c:pt>
                <c:pt idx="5545">
                  <c:v>13074</c:v>
                </c:pt>
                <c:pt idx="5546">
                  <c:v>13076</c:v>
                </c:pt>
                <c:pt idx="5547">
                  <c:v>13078</c:v>
                </c:pt>
                <c:pt idx="5548">
                  <c:v>13080</c:v>
                </c:pt>
                <c:pt idx="5549">
                  <c:v>13082</c:v>
                </c:pt>
                <c:pt idx="5550">
                  <c:v>13084</c:v>
                </c:pt>
                <c:pt idx="5551">
                  <c:v>13086</c:v>
                </c:pt>
                <c:pt idx="5552">
                  <c:v>13088</c:v>
                </c:pt>
                <c:pt idx="5553">
                  <c:v>13090</c:v>
                </c:pt>
                <c:pt idx="5554">
                  <c:v>13092</c:v>
                </c:pt>
                <c:pt idx="5555">
                  <c:v>13094</c:v>
                </c:pt>
                <c:pt idx="5556">
                  <c:v>13096</c:v>
                </c:pt>
                <c:pt idx="5557">
                  <c:v>13098</c:v>
                </c:pt>
                <c:pt idx="5558">
                  <c:v>13100</c:v>
                </c:pt>
                <c:pt idx="5559">
                  <c:v>13102</c:v>
                </c:pt>
                <c:pt idx="5560">
                  <c:v>13104</c:v>
                </c:pt>
                <c:pt idx="5561">
                  <c:v>13106</c:v>
                </c:pt>
                <c:pt idx="5562">
                  <c:v>13108</c:v>
                </c:pt>
                <c:pt idx="5563">
                  <c:v>13110</c:v>
                </c:pt>
                <c:pt idx="5564">
                  <c:v>13112</c:v>
                </c:pt>
                <c:pt idx="5565">
                  <c:v>13114</c:v>
                </c:pt>
                <c:pt idx="5566">
                  <c:v>13116</c:v>
                </c:pt>
                <c:pt idx="5567">
                  <c:v>13118</c:v>
                </c:pt>
                <c:pt idx="5568">
                  <c:v>13120</c:v>
                </c:pt>
                <c:pt idx="5569">
                  <c:v>13122</c:v>
                </c:pt>
                <c:pt idx="5570">
                  <c:v>13124</c:v>
                </c:pt>
                <c:pt idx="5571">
                  <c:v>13126</c:v>
                </c:pt>
                <c:pt idx="5572">
                  <c:v>13128</c:v>
                </c:pt>
                <c:pt idx="5573">
                  <c:v>13130</c:v>
                </c:pt>
                <c:pt idx="5574">
                  <c:v>13132</c:v>
                </c:pt>
                <c:pt idx="5575">
                  <c:v>13134</c:v>
                </c:pt>
                <c:pt idx="5576">
                  <c:v>13136</c:v>
                </c:pt>
                <c:pt idx="5577">
                  <c:v>13138</c:v>
                </c:pt>
                <c:pt idx="5578">
                  <c:v>13140</c:v>
                </c:pt>
                <c:pt idx="5579">
                  <c:v>13142</c:v>
                </c:pt>
                <c:pt idx="5580">
                  <c:v>13144</c:v>
                </c:pt>
                <c:pt idx="5581">
                  <c:v>13146</c:v>
                </c:pt>
                <c:pt idx="5582">
                  <c:v>13148</c:v>
                </c:pt>
                <c:pt idx="5583">
                  <c:v>13150</c:v>
                </c:pt>
                <c:pt idx="5584">
                  <c:v>13152</c:v>
                </c:pt>
                <c:pt idx="5585">
                  <c:v>13154</c:v>
                </c:pt>
                <c:pt idx="5586">
                  <c:v>13156</c:v>
                </c:pt>
                <c:pt idx="5587">
                  <c:v>13158</c:v>
                </c:pt>
                <c:pt idx="5588">
                  <c:v>13160</c:v>
                </c:pt>
                <c:pt idx="5589">
                  <c:v>13162</c:v>
                </c:pt>
                <c:pt idx="5590">
                  <c:v>13164</c:v>
                </c:pt>
                <c:pt idx="5591">
                  <c:v>13166</c:v>
                </c:pt>
                <c:pt idx="5592">
                  <c:v>13168</c:v>
                </c:pt>
                <c:pt idx="5593">
                  <c:v>13170</c:v>
                </c:pt>
                <c:pt idx="5594">
                  <c:v>13172</c:v>
                </c:pt>
                <c:pt idx="5595">
                  <c:v>13174</c:v>
                </c:pt>
                <c:pt idx="5596">
                  <c:v>13176</c:v>
                </c:pt>
                <c:pt idx="5597">
                  <c:v>13178</c:v>
                </c:pt>
                <c:pt idx="5598">
                  <c:v>13180</c:v>
                </c:pt>
                <c:pt idx="5599">
                  <c:v>13182</c:v>
                </c:pt>
                <c:pt idx="5600">
                  <c:v>13184</c:v>
                </c:pt>
                <c:pt idx="5601">
                  <c:v>13186</c:v>
                </c:pt>
                <c:pt idx="5602">
                  <c:v>13188</c:v>
                </c:pt>
                <c:pt idx="5603">
                  <c:v>13190</c:v>
                </c:pt>
                <c:pt idx="5604">
                  <c:v>13192</c:v>
                </c:pt>
                <c:pt idx="5605">
                  <c:v>13194</c:v>
                </c:pt>
                <c:pt idx="5606">
                  <c:v>13196</c:v>
                </c:pt>
                <c:pt idx="5607">
                  <c:v>13198</c:v>
                </c:pt>
                <c:pt idx="5608">
                  <c:v>13200</c:v>
                </c:pt>
                <c:pt idx="5609">
                  <c:v>13202</c:v>
                </c:pt>
                <c:pt idx="5610">
                  <c:v>13204</c:v>
                </c:pt>
                <c:pt idx="5611">
                  <c:v>13206</c:v>
                </c:pt>
                <c:pt idx="5612">
                  <c:v>13208</c:v>
                </c:pt>
                <c:pt idx="5613">
                  <c:v>13210</c:v>
                </c:pt>
                <c:pt idx="5614">
                  <c:v>13212</c:v>
                </c:pt>
                <c:pt idx="5615">
                  <c:v>13214</c:v>
                </c:pt>
                <c:pt idx="5616">
                  <c:v>13216</c:v>
                </c:pt>
                <c:pt idx="5617">
                  <c:v>13218</c:v>
                </c:pt>
                <c:pt idx="5618">
                  <c:v>13220</c:v>
                </c:pt>
                <c:pt idx="5619">
                  <c:v>13222</c:v>
                </c:pt>
                <c:pt idx="5620">
                  <c:v>13224</c:v>
                </c:pt>
                <c:pt idx="5621">
                  <c:v>13226</c:v>
                </c:pt>
                <c:pt idx="5622">
                  <c:v>13228</c:v>
                </c:pt>
                <c:pt idx="5623">
                  <c:v>13230</c:v>
                </c:pt>
                <c:pt idx="5624">
                  <c:v>13232</c:v>
                </c:pt>
                <c:pt idx="5625">
                  <c:v>13234</c:v>
                </c:pt>
                <c:pt idx="5626">
                  <c:v>13236</c:v>
                </c:pt>
                <c:pt idx="5627">
                  <c:v>13238</c:v>
                </c:pt>
                <c:pt idx="5628">
                  <c:v>13240</c:v>
                </c:pt>
                <c:pt idx="5629">
                  <c:v>13242</c:v>
                </c:pt>
                <c:pt idx="5630">
                  <c:v>13244</c:v>
                </c:pt>
                <c:pt idx="5631">
                  <c:v>13246</c:v>
                </c:pt>
                <c:pt idx="5632">
                  <c:v>13248</c:v>
                </c:pt>
                <c:pt idx="5633">
                  <c:v>13250</c:v>
                </c:pt>
                <c:pt idx="5634">
                  <c:v>13252</c:v>
                </c:pt>
                <c:pt idx="5635">
                  <c:v>13254</c:v>
                </c:pt>
                <c:pt idx="5636">
                  <c:v>13256</c:v>
                </c:pt>
                <c:pt idx="5637">
                  <c:v>13258</c:v>
                </c:pt>
                <c:pt idx="5638">
                  <c:v>13260</c:v>
                </c:pt>
                <c:pt idx="5639">
                  <c:v>13262</c:v>
                </c:pt>
                <c:pt idx="5640">
                  <c:v>13264</c:v>
                </c:pt>
                <c:pt idx="5641">
                  <c:v>13266</c:v>
                </c:pt>
                <c:pt idx="5642">
                  <c:v>13268</c:v>
                </c:pt>
                <c:pt idx="5643">
                  <c:v>13270</c:v>
                </c:pt>
                <c:pt idx="5644">
                  <c:v>13272</c:v>
                </c:pt>
                <c:pt idx="5645">
                  <c:v>13274</c:v>
                </c:pt>
                <c:pt idx="5646">
                  <c:v>13276</c:v>
                </c:pt>
                <c:pt idx="5647">
                  <c:v>13278</c:v>
                </c:pt>
                <c:pt idx="5648">
                  <c:v>13280</c:v>
                </c:pt>
                <c:pt idx="5649">
                  <c:v>13282</c:v>
                </c:pt>
                <c:pt idx="5650">
                  <c:v>13284</c:v>
                </c:pt>
                <c:pt idx="5651">
                  <c:v>13286</c:v>
                </c:pt>
                <c:pt idx="5652">
                  <c:v>13288</c:v>
                </c:pt>
                <c:pt idx="5653">
                  <c:v>13290</c:v>
                </c:pt>
                <c:pt idx="5654">
                  <c:v>13292</c:v>
                </c:pt>
                <c:pt idx="5655">
                  <c:v>13294</c:v>
                </c:pt>
                <c:pt idx="5656">
                  <c:v>13296</c:v>
                </c:pt>
                <c:pt idx="5657">
                  <c:v>13298</c:v>
                </c:pt>
                <c:pt idx="5658">
                  <c:v>13300</c:v>
                </c:pt>
                <c:pt idx="5659">
                  <c:v>13302</c:v>
                </c:pt>
                <c:pt idx="5660">
                  <c:v>13304</c:v>
                </c:pt>
                <c:pt idx="5661">
                  <c:v>13306</c:v>
                </c:pt>
                <c:pt idx="5662">
                  <c:v>13308</c:v>
                </c:pt>
                <c:pt idx="5663">
                  <c:v>13310</c:v>
                </c:pt>
                <c:pt idx="5664">
                  <c:v>13312</c:v>
                </c:pt>
                <c:pt idx="5665">
                  <c:v>13314</c:v>
                </c:pt>
                <c:pt idx="5666">
                  <c:v>13316</c:v>
                </c:pt>
                <c:pt idx="5667">
                  <c:v>13318</c:v>
                </c:pt>
                <c:pt idx="5668">
                  <c:v>13320</c:v>
                </c:pt>
                <c:pt idx="5669">
                  <c:v>13322</c:v>
                </c:pt>
                <c:pt idx="5670">
                  <c:v>13324</c:v>
                </c:pt>
                <c:pt idx="5671">
                  <c:v>13326</c:v>
                </c:pt>
                <c:pt idx="5672">
                  <c:v>13328</c:v>
                </c:pt>
                <c:pt idx="5673">
                  <c:v>13330</c:v>
                </c:pt>
                <c:pt idx="5674">
                  <c:v>13332</c:v>
                </c:pt>
                <c:pt idx="5675">
                  <c:v>13334</c:v>
                </c:pt>
                <c:pt idx="5676">
                  <c:v>13336</c:v>
                </c:pt>
                <c:pt idx="5677">
                  <c:v>13338</c:v>
                </c:pt>
                <c:pt idx="5678">
                  <c:v>13340</c:v>
                </c:pt>
                <c:pt idx="5679">
                  <c:v>13342</c:v>
                </c:pt>
                <c:pt idx="5680">
                  <c:v>13344</c:v>
                </c:pt>
                <c:pt idx="5681">
                  <c:v>13346</c:v>
                </c:pt>
                <c:pt idx="5682">
                  <c:v>13348</c:v>
                </c:pt>
                <c:pt idx="5683">
                  <c:v>13350</c:v>
                </c:pt>
                <c:pt idx="5684">
                  <c:v>13352</c:v>
                </c:pt>
                <c:pt idx="5685">
                  <c:v>13354</c:v>
                </c:pt>
                <c:pt idx="5686">
                  <c:v>13356</c:v>
                </c:pt>
                <c:pt idx="5687">
                  <c:v>13358</c:v>
                </c:pt>
                <c:pt idx="5688">
                  <c:v>13360</c:v>
                </c:pt>
                <c:pt idx="5689">
                  <c:v>13362</c:v>
                </c:pt>
                <c:pt idx="5690">
                  <c:v>13364</c:v>
                </c:pt>
                <c:pt idx="5691">
                  <c:v>13366</c:v>
                </c:pt>
                <c:pt idx="5692">
                  <c:v>13368</c:v>
                </c:pt>
                <c:pt idx="5693">
                  <c:v>13370</c:v>
                </c:pt>
                <c:pt idx="5694">
                  <c:v>13372</c:v>
                </c:pt>
                <c:pt idx="5695">
                  <c:v>13374</c:v>
                </c:pt>
                <c:pt idx="5696">
                  <c:v>13376</c:v>
                </c:pt>
                <c:pt idx="5697">
                  <c:v>13378</c:v>
                </c:pt>
                <c:pt idx="5698">
                  <c:v>13380</c:v>
                </c:pt>
                <c:pt idx="5699">
                  <c:v>13382</c:v>
                </c:pt>
                <c:pt idx="5700">
                  <c:v>13384</c:v>
                </c:pt>
                <c:pt idx="5701">
                  <c:v>13386</c:v>
                </c:pt>
                <c:pt idx="5702">
                  <c:v>13388</c:v>
                </c:pt>
                <c:pt idx="5703">
                  <c:v>13390</c:v>
                </c:pt>
                <c:pt idx="5704">
                  <c:v>13392</c:v>
                </c:pt>
                <c:pt idx="5705">
                  <c:v>13394</c:v>
                </c:pt>
                <c:pt idx="5706">
                  <c:v>13396</c:v>
                </c:pt>
                <c:pt idx="5707">
                  <c:v>13398</c:v>
                </c:pt>
                <c:pt idx="5708">
                  <c:v>13400</c:v>
                </c:pt>
                <c:pt idx="5709">
                  <c:v>13402</c:v>
                </c:pt>
                <c:pt idx="5710">
                  <c:v>13404</c:v>
                </c:pt>
                <c:pt idx="5711">
                  <c:v>13406</c:v>
                </c:pt>
                <c:pt idx="5712">
                  <c:v>13408</c:v>
                </c:pt>
                <c:pt idx="5713">
                  <c:v>13410</c:v>
                </c:pt>
                <c:pt idx="5714">
                  <c:v>13412</c:v>
                </c:pt>
                <c:pt idx="5715">
                  <c:v>13414</c:v>
                </c:pt>
                <c:pt idx="5716">
                  <c:v>13416</c:v>
                </c:pt>
                <c:pt idx="5717">
                  <c:v>13418</c:v>
                </c:pt>
                <c:pt idx="5718">
                  <c:v>13420</c:v>
                </c:pt>
                <c:pt idx="5719">
                  <c:v>13422</c:v>
                </c:pt>
                <c:pt idx="5720">
                  <c:v>13424</c:v>
                </c:pt>
                <c:pt idx="5721">
                  <c:v>13426</c:v>
                </c:pt>
                <c:pt idx="5722">
                  <c:v>13428</c:v>
                </c:pt>
                <c:pt idx="5723">
                  <c:v>13430</c:v>
                </c:pt>
                <c:pt idx="5724">
                  <c:v>13432</c:v>
                </c:pt>
                <c:pt idx="5725">
                  <c:v>13434</c:v>
                </c:pt>
                <c:pt idx="5726">
                  <c:v>13436</c:v>
                </c:pt>
                <c:pt idx="5727">
                  <c:v>13438</c:v>
                </c:pt>
                <c:pt idx="5728">
                  <c:v>13440</c:v>
                </c:pt>
                <c:pt idx="5729">
                  <c:v>13442</c:v>
                </c:pt>
                <c:pt idx="5730">
                  <c:v>13444</c:v>
                </c:pt>
                <c:pt idx="5731">
                  <c:v>13446</c:v>
                </c:pt>
                <c:pt idx="5732">
                  <c:v>13448</c:v>
                </c:pt>
                <c:pt idx="5733">
                  <c:v>13450</c:v>
                </c:pt>
                <c:pt idx="5734">
                  <c:v>13452</c:v>
                </c:pt>
                <c:pt idx="5735">
                  <c:v>13454</c:v>
                </c:pt>
                <c:pt idx="5736">
                  <c:v>13456</c:v>
                </c:pt>
                <c:pt idx="5737">
                  <c:v>13458</c:v>
                </c:pt>
                <c:pt idx="5738">
                  <c:v>13460</c:v>
                </c:pt>
                <c:pt idx="5739">
                  <c:v>13462</c:v>
                </c:pt>
                <c:pt idx="5740">
                  <c:v>13464</c:v>
                </c:pt>
                <c:pt idx="5741">
                  <c:v>13466</c:v>
                </c:pt>
                <c:pt idx="5742">
                  <c:v>13468</c:v>
                </c:pt>
                <c:pt idx="5743">
                  <c:v>13470</c:v>
                </c:pt>
                <c:pt idx="5744">
                  <c:v>13472</c:v>
                </c:pt>
                <c:pt idx="5745">
                  <c:v>13474</c:v>
                </c:pt>
                <c:pt idx="5746">
                  <c:v>13476</c:v>
                </c:pt>
                <c:pt idx="5747">
                  <c:v>13478</c:v>
                </c:pt>
                <c:pt idx="5748">
                  <c:v>13480</c:v>
                </c:pt>
                <c:pt idx="5749">
                  <c:v>13482</c:v>
                </c:pt>
                <c:pt idx="5750">
                  <c:v>13484</c:v>
                </c:pt>
                <c:pt idx="5751">
                  <c:v>13486</c:v>
                </c:pt>
                <c:pt idx="5752">
                  <c:v>13488</c:v>
                </c:pt>
                <c:pt idx="5753">
                  <c:v>13490</c:v>
                </c:pt>
                <c:pt idx="5754">
                  <c:v>13492</c:v>
                </c:pt>
                <c:pt idx="5755">
                  <c:v>13494</c:v>
                </c:pt>
                <c:pt idx="5756">
                  <c:v>13496</c:v>
                </c:pt>
                <c:pt idx="5757">
                  <c:v>13498</c:v>
                </c:pt>
                <c:pt idx="5758">
                  <c:v>13500</c:v>
                </c:pt>
                <c:pt idx="5759">
                  <c:v>13502</c:v>
                </c:pt>
                <c:pt idx="5760">
                  <c:v>13504</c:v>
                </c:pt>
                <c:pt idx="5761">
                  <c:v>13506</c:v>
                </c:pt>
                <c:pt idx="5762">
                  <c:v>13508</c:v>
                </c:pt>
                <c:pt idx="5763">
                  <c:v>13510</c:v>
                </c:pt>
                <c:pt idx="5764">
                  <c:v>13512</c:v>
                </c:pt>
                <c:pt idx="5765">
                  <c:v>13514</c:v>
                </c:pt>
                <c:pt idx="5766">
                  <c:v>13516</c:v>
                </c:pt>
                <c:pt idx="5767">
                  <c:v>13518</c:v>
                </c:pt>
                <c:pt idx="5768">
                  <c:v>13520</c:v>
                </c:pt>
                <c:pt idx="5769">
                  <c:v>13522</c:v>
                </c:pt>
                <c:pt idx="5770">
                  <c:v>13524</c:v>
                </c:pt>
                <c:pt idx="5771">
                  <c:v>13526</c:v>
                </c:pt>
                <c:pt idx="5772">
                  <c:v>13528</c:v>
                </c:pt>
                <c:pt idx="5773">
                  <c:v>13530</c:v>
                </c:pt>
                <c:pt idx="5774">
                  <c:v>13532</c:v>
                </c:pt>
                <c:pt idx="5775">
                  <c:v>13534</c:v>
                </c:pt>
                <c:pt idx="5776">
                  <c:v>13536</c:v>
                </c:pt>
                <c:pt idx="5777">
                  <c:v>13538</c:v>
                </c:pt>
                <c:pt idx="5778">
                  <c:v>13540</c:v>
                </c:pt>
                <c:pt idx="5779">
                  <c:v>13542</c:v>
                </c:pt>
                <c:pt idx="5780">
                  <c:v>13544</c:v>
                </c:pt>
                <c:pt idx="5781">
                  <c:v>13546</c:v>
                </c:pt>
                <c:pt idx="5782">
                  <c:v>13548</c:v>
                </c:pt>
                <c:pt idx="5783">
                  <c:v>13550</c:v>
                </c:pt>
                <c:pt idx="5784">
                  <c:v>13552</c:v>
                </c:pt>
                <c:pt idx="5785">
                  <c:v>13554</c:v>
                </c:pt>
                <c:pt idx="5786">
                  <c:v>13556</c:v>
                </c:pt>
                <c:pt idx="5787">
                  <c:v>13558</c:v>
                </c:pt>
                <c:pt idx="5788">
                  <c:v>13560</c:v>
                </c:pt>
                <c:pt idx="5789">
                  <c:v>13562</c:v>
                </c:pt>
                <c:pt idx="5790">
                  <c:v>13564</c:v>
                </c:pt>
                <c:pt idx="5791">
                  <c:v>13566</c:v>
                </c:pt>
                <c:pt idx="5792">
                  <c:v>13568</c:v>
                </c:pt>
                <c:pt idx="5793">
                  <c:v>13570</c:v>
                </c:pt>
                <c:pt idx="5794">
                  <c:v>13572</c:v>
                </c:pt>
                <c:pt idx="5795">
                  <c:v>13574</c:v>
                </c:pt>
                <c:pt idx="5796">
                  <c:v>13576</c:v>
                </c:pt>
                <c:pt idx="5797">
                  <c:v>13578</c:v>
                </c:pt>
                <c:pt idx="5798">
                  <c:v>13580</c:v>
                </c:pt>
                <c:pt idx="5799">
                  <c:v>13582</c:v>
                </c:pt>
                <c:pt idx="5800">
                  <c:v>13584</c:v>
                </c:pt>
                <c:pt idx="5801">
                  <c:v>13586</c:v>
                </c:pt>
                <c:pt idx="5802">
                  <c:v>13588</c:v>
                </c:pt>
                <c:pt idx="5803">
                  <c:v>13590</c:v>
                </c:pt>
                <c:pt idx="5804">
                  <c:v>13592</c:v>
                </c:pt>
                <c:pt idx="5805">
                  <c:v>13594</c:v>
                </c:pt>
                <c:pt idx="5806">
                  <c:v>13596</c:v>
                </c:pt>
                <c:pt idx="5807">
                  <c:v>13598</c:v>
                </c:pt>
                <c:pt idx="5808">
                  <c:v>13600</c:v>
                </c:pt>
                <c:pt idx="5809">
                  <c:v>13602</c:v>
                </c:pt>
                <c:pt idx="5810">
                  <c:v>13604</c:v>
                </c:pt>
                <c:pt idx="5811">
                  <c:v>13606</c:v>
                </c:pt>
                <c:pt idx="5812">
                  <c:v>13608</c:v>
                </c:pt>
                <c:pt idx="5813">
                  <c:v>13610</c:v>
                </c:pt>
                <c:pt idx="5814">
                  <c:v>13612</c:v>
                </c:pt>
                <c:pt idx="5815">
                  <c:v>13614</c:v>
                </c:pt>
                <c:pt idx="5816">
                  <c:v>13616</c:v>
                </c:pt>
                <c:pt idx="5817">
                  <c:v>13618</c:v>
                </c:pt>
                <c:pt idx="5818">
                  <c:v>13620</c:v>
                </c:pt>
                <c:pt idx="5819">
                  <c:v>13622</c:v>
                </c:pt>
                <c:pt idx="5820">
                  <c:v>13624</c:v>
                </c:pt>
                <c:pt idx="5821">
                  <c:v>13626</c:v>
                </c:pt>
                <c:pt idx="5822">
                  <c:v>13628</c:v>
                </c:pt>
                <c:pt idx="5823">
                  <c:v>13630</c:v>
                </c:pt>
                <c:pt idx="5824">
                  <c:v>13632</c:v>
                </c:pt>
                <c:pt idx="5825">
                  <c:v>13634</c:v>
                </c:pt>
                <c:pt idx="5826">
                  <c:v>13636</c:v>
                </c:pt>
                <c:pt idx="5827">
                  <c:v>13638</c:v>
                </c:pt>
                <c:pt idx="5828">
                  <c:v>13640</c:v>
                </c:pt>
                <c:pt idx="5829">
                  <c:v>13642</c:v>
                </c:pt>
                <c:pt idx="5830">
                  <c:v>13644</c:v>
                </c:pt>
                <c:pt idx="5831">
                  <c:v>13646</c:v>
                </c:pt>
                <c:pt idx="5832">
                  <c:v>13648</c:v>
                </c:pt>
                <c:pt idx="5833">
                  <c:v>13650</c:v>
                </c:pt>
                <c:pt idx="5834">
                  <c:v>13652</c:v>
                </c:pt>
                <c:pt idx="5835">
                  <c:v>13654</c:v>
                </c:pt>
                <c:pt idx="5836">
                  <c:v>13656</c:v>
                </c:pt>
                <c:pt idx="5837">
                  <c:v>13658</c:v>
                </c:pt>
                <c:pt idx="5838">
                  <c:v>13660</c:v>
                </c:pt>
                <c:pt idx="5839">
                  <c:v>13662</c:v>
                </c:pt>
                <c:pt idx="5840">
                  <c:v>13664</c:v>
                </c:pt>
                <c:pt idx="5841">
                  <c:v>13666</c:v>
                </c:pt>
                <c:pt idx="5842">
                  <c:v>13668</c:v>
                </c:pt>
                <c:pt idx="5843">
                  <c:v>13670</c:v>
                </c:pt>
                <c:pt idx="5844">
                  <c:v>13672</c:v>
                </c:pt>
                <c:pt idx="5845">
                  <c:v>13674</c:v>
                </c:pt>
                <c:pt idx="5846">
                  <c:v>13676</c:v>
                </c:pt>
                <c:pt idx="5847">
                  <c:v>13678</c:v>
                </c:pt>
                <c:pt idx="5848">
                  <c:v>13680</c:v>
                </c:pt>
                <c:pt idx="5849">
                  <c:v>13682</c:v>
                </c:pt>
                <c:pt idx="5850">
                  <c:v>13684</c:v>
                </c:pt>
                <c:pt idx="5851">
                  <c:v>13686</c:v>
                </c:pt>
                <c:pt idx="5852">
                  <c:v>13688</c:v>
                </c:pt>
                <c:pt idx="5853">
                  <c:v>13690</c:v>
                </c:pt>
                <c:pt idx="5854">
                  <c:v>13692</c:v>
                </c:pt>
                <c:pt idx="5855">
                  <c:v>13694</c:v>
                </c:pt>
                <c:pt idx="5856">
                  <c:v>13696</c:v>
                </c:pt>
                <c:pt idx="5857">
                  <c:v>13698</c:v>
                </c:pt>
                <c:pt idx="5858">
                  <c:v>13700</c:v>
                </c:pt>
                <c:pt idx="5859">
                  <c:v>13702</c:v>
                </c:pt>
                <c:pt idx="5860">
                  <c:v>13704</c:v>
                </c:pt>
                <c:pt idx="5861">
                  <c:v>13706</c:v>
                </c:pt>
                <c:pt idx="5862">
                  <c:v>13708</c:v>
                </c:pt>
                <c:pt idx="5863">
                  <c:v>13710</c:v>
                </c:pt>
                <c:pt idx="5864">
                  <c:v>13712</c:v>
                </c:pt>
                <c:pt idx="5865">
                  <c:v>13714</c:v>
                </c:pt>
                <c:pt idx="5866">
                  <c:v>13716</c:v>
                </c:pt>
                <c:pt idx="5867">
                  <c:v>13718</c:v>
                </c:pt>
                <c:pt idx="5868">
                  <c:v>13720</c:v>
                </c:pt>
                <c:pt idx="5869">
                  <c:v>13722</c:v>
                </c:pt>
                <c:pt idx="5870">
                  <c:v>13724</c:v>
                </c:pt>
                <c:pt idx="5871">
                  <c:v>13726</c:v>
                </c:pt>
                <c:pt idx="5872">
                  <c:v>13728</c:v>
                </c:pt>
                <c:pt idx="5873">
                  <c:v>13730</c:v>
                </c:pt>
                <c:pt idx="5874">
                  <c:v>13732</c:v>
                </c:pt>
                <c:pt idx="5875">
                  <c:v>13734</c:v>
                </c:pt>
                <c:pt idx="5876">
                  <c:v>13736</c:v>
                </c:pt>
                <c:pt idx="5877">
                  <c:v>13738</c:v>
                </c:pt>
                <c:pt idx="5878">
                  <c:v>13740</c:v>
                </c:pt>
                <c:pt idx="5879">
                  <c:v>13742</c:v>
                </c:pt>
                <c:pt idx="5880">
                  <c:v>13744</c:v>
                </c:pt>
                <c:pt idx="5881">
                  <c:v>13746</c:v>
                </c:pt>
                <c:pt idx="5882">
                  <c:v>13748</c:v>
                </c:pt>
                <c:pt idx="5883">
                  <c:v>13750</c:v>
                </c:pt>
                <c:pt idx="5884">
                  <c:v>13752</c:v>
                </c:pt>
                <c:pt idx="5885">
                  <c:v>13754</c:v>
                </c:pt>
                <c:pt idx="5886">
                  <c:v>13756</c:v>
                </c:pt>
                <c:pt idx="5887">
                  <c:v>13758</c:v>
                </c:pt>
                <c:pt idx="5888">
                  <c:v>13760</c:v>
                </c:pt>
                <c:pt idx="5889">
                  <c:v>13762</c:v>
                </c:pt>
                <c:pt idx="5890">
                  <c:v>13764</c:v>
                </c:pt>
                <c:pt idx="5891">
                  <c:v>13766</c:v>
                </c:pt>
                <c:pt idx="5892">
                  <c:v>13768</c:v>
                </c:pt>
                <c:pt idx="5893">
                  <c:v>13770</c:v>
                </c:pt>
                <c:pt idx="5894">
                  <c:v>13772</c:v>
                </c:pt>
                <c:pt idx="5895">
                  <c:v>13774</c:v>
                </c:pt>
                <c:pt idx="5896">
                  <c:v>13776</c:v>
                </c:pt>
                <c:pt idx="5897">
                  <c:v>13778</c:v>
                </c:pt>
                <c:pt idx="5898">
                  <c:v>13780</c:v>
                </c:pt>
                <c:pt idx="5899">
                  <c:v>13782</c:v>
                </c:pt>
                <c:pt idx="5900">
                  <c:v>13784</c:v>
                </c:pt>
                <c:pt idx="5901">
                  <c:v>13786</c:v>
                </c:pt>
                <c:pt idx="5902">
                  <c:v>13788</c:v>
                </c:pt>
                <c:pt idx="5903">
                  <c:v>13790</c:v>
                </c:pt>
                <c:pt idx="5904">
                  <c:v>13792</c:v>
                </c:pt>
                <c:pt idx="5905">
                  <c:v>13794</c:v>
                </c:pt>
                <c:pt idx="5906">
                  <c:v>13796</c:v>
                </c:pt>
                <c:pt idx="5907">
                  <c:v>13798</c:v>
                </c:pt>
                <c:pt idx="5908">
                  <c:v>13800</c:v>
                </c:pt>
                <c:pt idx="5909">
                  <c:v>13802</c:v>
                </c:pt>
                <c:pt idx="5910">
                  <c:v>13804</c:v>
                </c:pt>
                <c:pt idx="5911">
                  <c:v>13806</c:v>
                </c:pt>
                <c:pt idx="5912">
                  <c:v>13808</c:v>
                </c:pt>
                <c:pt idx="5913">
                  <c:v>13810</c:v>
                </c:pt>
                <c:pt idx="5914">
                  <c:v>13812</c:v>
                </c:pt>
                <c:pt idx="5915">
                  <c:v>13814</c:v>
                </c:pt>
                <c:pt idx="5916">
                  <c:v>13816</c:v>
                </c:pt>
                <c:pt idx="5917">
                  <c:v>13818</c:v>
                </c:pt>
                <c:pt idx="5918">
                  <c:v>13820</c:v>
                </c:pt>
                <c:pt idx="5919">
                  <c:v>13822</c:v>
                </c:pt>
                <c:pt idx="5920">
                  <c:v>13824</c:v>
                </c:pt>
                <c:pt idx="5921">
                  <c:v>13826</c:v>
                </c:pt>
                <c:pt idx="5922">
                  <c:v>13828</c:v>
                </c:pt>
                <c:pt idx="5923">
                  <c:v>13830</c:v>
                </c:pt>
                <c:pt idx="5924">
                  <c:v>13832</c:v>
                </c:pt>
                <c:pt idx="5925">
                  <c:v>13834</c:v>
                </c:pt>
                <c:pt idx="5926">
                  <c:v>13836</c:v>
                </c:pt>
                <c:pt idx="5927">
                  <c:v>13838</c:v>
                </c:pt>
                <c:pt idx="5928">
                  <c:v>13840</c:v>
                </c:pt>
                <c:pt idx="5929">
                  <c:v>13842</c:v>
                </c:pt>
                <c:pt idx="5930">
                  <c:v>13844</c:v>
                </c:pt>
                <c:pt idx="5931">
                  <c:v>13846</c:v>
                </c:pt>
                <c:pt idx="5932">
                  <c:v>13848</c:v>
                </c:pt>
                <c:pt idx="5933">
                  <c:v>13850</c:v>
                </c:pt>
                <c:pt idx="5934">
                  <c:v>13852</c:v>
                </c:pt>
                <c:pt idx="5935">
                  <c:v>13854</c:v>
                </c:pt>
                <c:pt idx="5936">
                  <c:v>13856</c:v>
                </c:pt>
                <c:pt idx="5937">
                  <c:v>13858</c:v>
                </c:pt>
                <c:pt idx="5938">
                  <c:v>13860</c:v>
                </c:pt>
                <c:pt idx="5939">
                  <c:v>13862</c:v>
                </c:pt>
                <c:pt idx="5940">
                  <c:v>13864</c:v>
                </c:pt>
                <c:pt idx="5941">
                  <c:v>13866</c:v>
                </c:pt>
                <c:pt idx="5942">
                  <c:v>13868</c:v>
                </c:pt>
                <c:pt idx="5943">
                  <c:v>13870</c:v>
                </c:pt>
                <c:pt idx="5944">
                  <c:v>13872</c:v>
                </c:pt>
                <c:pt idx="5945">
                  <c:v>13874</c:v>
                </c:pt>
                <c:pt idx="5946">
                  <c:v>13876</c:v>
                </c:pt>
                <c:pt idx="5947">
                  <c:v>13878</c:v>
                </c:pt>
                <c:pt idx="5948">
                  <c:v>13880</c:v>
                </c:pt>
                <c:pt idx="5949">
                  <c:v>13882</c:v>
                </c:pt>
                <c:pt idx="5950">
                  <c:v>13884</c:v>
                </c:pt>
                <c:pt idx="5951">
                  <c:v>13886</c:v>
                </c:pt>
                <c:pt idx="5952">
                  <c:v>13888</c:v>
                </c:pt>
                <c:pt idx="5953">
                  <c:v>13890</c:v>
                </c:pt>
                <c:pt idx="5954">
                  <c:v>13892</c:v>
                </c:pt>
                <c:pt idx="5955">
                  <c:v>13894</c:v>
                </c:pt>
                <c:pt idx="5956">
                  <c:v>13896</c:v>
                </c:pt>
                <c:pt idx="5957">
                  <c:v>13898</c:v>
                </c:pt>
                <c:pt idx="5958">
                  <c:v>13900</c:v>
                </c:pt>
                <c:pt idx="5959">
                  <c:v>13902</c:v>
                </c:pt>
                <c:pt idx="5960">
                  <c:v>13904</c:v>
                </c:pt>
                <c:pt idx="5961">
                  <c:v>13906</c:v>
                </c:pt>
                <c:pt idx="5962">
                  <c:v>13908</c:v>
                </c:pt>
                <c:pt idx="5963">
                  <c:v>13910</c:v>
                </c:pt>
                <c:pt idx="5964">
                  <c:v>13912</c:v>
                </c:pt>
                <c:pt idx="5965">
                  <c:v>13914</c:v>
                </c:pt>
                <c:pt idx="5966">
                  <c:v>13916</c:v>
                </c:pt>
                <c:pt idx="5967">
                  <c:v>13918</c:v>
                </c:pt>
                <c:pt idx="5968">
                  <c:v>13920</c:v>
                </c:pt>
                <c:pt idx="5969">
                  <c:v>13922</c:v>
                </c:pt>
                <c:pt idx="5970">
                  <c:v>13924</c:v>
                </c:pt>
                <c:pt idx="5971">
                  <c:v>13926</c:v>
                </c:pt>
                <c:pt idx="5972">
                  <c:v>13928</c:v>
                </c:pt>
                <c:pt idx="5973">
                  <c:v>13930</c:v>
                </c:pt>
                <c:pt idx="5974">
                  <c:v>13932</c:v>
                </c:pt>
                <c:pt idx="5975">
                  <c:v>13934</c:v>
                </c:pt>
                <c:pt idx="5976">
                  <c:v>13936</c:v>
                </c:pt>
                <c:pt idx="5977">
                  <c:v>13938</c:v>
                </c:pt>
                <c:pt idx="5978">
                  <c:v>13940</c:v>
                </c:pt>
                <c:pt idx="5979">
                  <c:v>13942</c:v>
                </c:pt>
                <c:pt idx="5980">
                  <c:v>13944</c:v>
                </c:pt>
                <c:pt idx="5981">
                  <c:v>13946</c:v>
                </c:pt>
                <c:pt idx="5982">
                  <c:v>13948</c:v>
                </c:pt>
                <c:pt idx="5983">
                  <c:v>13950</c:v>
                </c:pt>
                <c:pt idx="5984">
                  <c:v>13952</c:v>
                </c:pt>
                <c:pt idx="5985">
                  <c:v>13954</c:v>
                </c:pt>
                <c:pt idx="5986">
                  <c:v>13956</c:v>
                </c:pt>
                <c:pt idx="5987">
                  <c:v>13958</c:v>
                </c:pt>
                <c:pt idx="5988">
                  <c:v>13960</c:v>
                </c:pt>
                <c:pt idx="5989">
                  <c:v>13962</c:v>
                </c:pt>
                <c:pt idx="5990">
                  <c:v>13964</c:v>
                </c:pt>
                <c:pt idx="5991">
                  <c:v>13966</c:v>
                </c:pt>
                <c:pt idx="5992">
                  <c:v>13968</c:v>
                </c:pt>
                <c:pt idx="5993">
                  <c:v>13970</c:v>
                </c:pt>
                <c:pt idx="5994">
                  <c:v>13972</c:v>
                </c:pt>
                <c:pt idx="5995">
                  <c:v>13974</c:v>
                </c:pt>
                <c:pt idx="5996">
                  <c:v>13976</c:v>
                </c:pt>
                <c:pt idx="5997">
                  <c:v>13978</c:v>
                </c:pt>
                <c:pt idx="5998">
                  <c:v>13980</c:v>
                </c:pt>
                <c:pt idx="5999">
                  <c:v>13982</c:v>
                </c:pt>
                <c:pt idx="6000">
                  <c:v>13984</c:v>
                </c:pt>
                <c:pt idx="6001">
                  <c:v>13986</c:v>
                </c:pt>
                <c:pt idx="6002">
                  <c:v>13988</c:v>
                </c:pt>
                <c:pt idx="6003">
                  <c:v>13990</c:v>
                </c:pt>
                <c:pt idx="6004">
                  <c:v>13992</c:v>
                </c:pt>
                <c:pt idx="6005">
                  <c:v>13994</c:v>
                </c:pt>
                <c:pt idx="6006">
                  <c:v>13996</c:v>
                </c:pt>
                <c:pt idx="6007">
                  <c:v>13998</c:v>
                </c:pt>
                <c:pt idx="6008">
                  <c:v>14000</c:v>
                </c:pt>
                <c:pt idx="6009">
                  <c:v>14002</c:v>
                </c:pt>
                <c:pt idx="6010">
                  <c:v>14004</c:v>
                </c:pt>
                <c:pt idx="6011">
                  <c:v>14006</c:v>
                </c:pt>
                <c:pt idx="6012">
                  <c:v>14008</c:v>
                </c:pt>
                <c:pt idx="6013">
                  <c:v>14010</c:v>
                </c:pt>
                <c:pt idx="6014">
                  <c:v>14012</c:v>
                </c:pt>
                <c:pt idx="6015">
                  <c:v>14014</c:v>
                </c:pt>
                <c:pt idx="6016">
                  <c:v>14016</c:v>
                </c:pt>
                <c:pt idx="6017">
                  <c:v>14018</c:v>
                </c:pt>
                <c:pt idx="6018">
                  <c:v>14020</c:v>
                </c:pt>
                <c:pt idx="6019">
                  <c:v>14022</c:v>
                </c:pt>
                <c:pt idx="6020">
                  <c:v>14024</c:v>
                </c:pt>
                <c:pt idx="6021">
                  <c:v>14026</c:v>
                </c:pt>
                <c:pt idx="6022">
                  <c:v>14028</c:v>
                </c:pt>
                <c:pt idx="6023">
                  <c:v>14030</c:v>
                </c:pt>
                <c:pt idx="6024">
                  <c:v>14032</c:v>
                </c:pt>
                <c:pt idx="6025">
                  <c:v>14034</c:v>
                </c:pt>
                <c:pt idx="6026">
                  <c:v>14036</c:v>
                </c:pt>
                <c:pt idx="6027">
                  <c:v>14038</c:v>
                </c:pt>
                <c:pt idx="6028">
                  <c:v>14040</c:v>
                </c:pt>
                <c:pt idx="6029">
                  <c:v>14042</c:v>
                </c:pt>
                <c:pt idx="6030">
                  <c:v>14044</c:v>
                </c:pt>
                <c:pt idx="6031">
                  <c:v>14046</c:v>
                </c:pt>
                <c:pt idx="6032">
                  <c:v>14048</c:v>
                </c:pt>
                <c:pt idx="6033">
                  <c:v>14050</c:v>
                </c:pt>
                <c:pt idx="6034">
                  <c:v>14052</c:v>
                </c:pt>
                <c:pt idx="6035">
                  <c:v>14054</c:v>
                </c:pt>
                <c:pt idx="6036">
                  <c:v>14056</c:v>
                </c:pt>
                <c:pt idx="6037">
                  <c:v>14058</c:v>
                </c:pt>
                <c:pt idx="6038">
                  <c:v>14060</c:v>
                </c:pt>
                <c:pt idx="6039">
                  <c:v>14062</c:v>
                </c:pt>
                <c:pt idx="6040">
                  <c:v>14064</c:v>
                </c:pt>
                <c:pt idx="6041">
                  <c:v>14066</c:v>
                </c:pt>
                <c:pt idx="6042">
                  <c:v>14068</c:v>
                </c:pt>
                <c:pt idx="6043">
                  <c:v>14070</c:v>
                </c:pt>
                <c:pt idx="6044">
                  <c:v>14072</c:v>
                </c:pt>
                <c:pt idx="6045">
                  <c:v>14074</c:v>
                </c:pt>
                <c:pt idx="6046">
                  <c:v>14076</c:v>
                </c:pt>
                <c:pt idx="6047">
                  <c:v>14078</c:v>
                </c:pt>
                <c:pt idx="6048">
                  <c:v>14080</c:v>
                </c:pt>
                <c:pt idx="6049">
                  <c:v>14082</c:v>
                </c:pt>
                <c:pt idx="6050">
                  <c:v>14084</c:v>
                </c:pt>
                <c:pt idx="6051">
                  <c:v>14086</c:v>
                </c:pt>
                <c:pt idx="6052">
                  <c:v>14088</c:v>
                </c:pt>
                <c:pt idx="6053">
                  <c:v>14090</c:v>
                </c:pt>
                <c:pt idx="6054">
                  <c:v>14092</c:v>
                </c:pt>
                <c:pt idx="6055">
                  <c:v>14094</c:v>
                </c:pt>
                <c:pt idx="6056">
                  <c:v>14096</c:v>
                </c:pt>
                <c:pt idx="6057">
                  <c:v>14098</c:v>
                </c:pt>
                <c:pt idx="6058">
                  <c:v>14100</c:v>
                </c:pt>
                <c:pt idx="6059">
                  <c:v>14102</c:v>
                </c:pt>
                <c:pt idx="6060">
                  <c:v>14104</c:v>
                </c:pt>
                <c:pt idx="6061">
                  <c:v>14106</c:v>
                </c:pt>
                <c:pt idx="6062">
                  <c:v>14108</c:v>
                </c:pt>
                <c:pt idx="6063">
                  <c:v>14110</c:v>
                </c:pt>
                <c:pt idx="6064">
                  <c:v>14112</c:v>
                </c:pt>
                <c:pt idx="6065">
                  <c:v>14114</c:v>
                </c:pt>
                <c:pt idx="6066">
                  <c:v>14116</c:v>
                </c:pt>
                <c:pt idx="6067">
                  <c:v>14118</c:v>
                </c:pt>
                <c:pt idx="6068">
                  <c:v>14120</c:v>
                </c:pt>
                <c:pt idx="6069">
                  <c:v>14122</c:v>
                </c:pt>
                <c:pt idx="6070">
                  <c:v>14124</c:v>
                </c:pt>
                <c:pt idx="6071">
                  <c:v>14126</c:v>
                </c:pt>
                <c:pt idx="6072">
                  <c:v>14128</c:v>
                </c:pt>
                <c:pt idx="6073">
                  <c:v>14130</c:v>
                </c:pt>
                <c:pt idx="6074">
                  <c:v>14132</c:v>
                </c:pt>
                <c:pt idx="6075">
                  <c:v>14134</c:v>
                </c:pt>
                <c:pt idx="6076">
                  <c:v>14136</c:v>
                </c:pt>
                <c:pt idx="6077">
                  <c:v>14138</c:v>
                </c:pt>
                <c:pt idx="6078">
                  <c:v>14140</c:v>
                </c:pt>
                <c:pt idx="6079">
                  <c:v>14142</c:v>
                </c:pt>
                <c:pt idx="6080">
                  <c:v>14144</c:v>
                </c:pt>
                <c:pt idx="6081">
                  <c:v>14146</c:v>
                </c:pt>
                <c:pt idx="6082">
                  <c:v>14148</c:v>
                </c:pt>
                <c:pt idx="6083">
                  <c:v>14150</c:v>
                </c:pt>
                <c:pt idx="6084">
                  <c:v>14152</c:v>
                </c:pt>
                <c:pt idx="6085">
                  <c:v>14154</c:v>
                </c:pt>
                <c:pt idx="6086">
                  <c:v>14156</c:v>
                </c:pt>
                <c:pt idx="6087">
                  <c:v>14158</c:v>
                </c:pt>
                <c:pt idx="6088">
                  <c:v>14160</c:v>
                </c:pt>
                <c:pt idx="6089">
                  <c:v>14162</c:v>
                </c:pt>
                <c:pt idx="6090">
                  <c:v>14164</c:v>
                </c:pt>
                <c:pt idx="6091">
                  <c:v>14166</c:v>
                </c:pt>
                <c:pt idx="6092">
                  <c:v>14168</c:v>
                </c:pt>
                <c:pt idx="6093">
                  <c:v>14170</c:v>
                </c:pt>
                <c:pt idx="6094">
                  <c:v>14172</c:v>
                </c:pt>
                <c:pt idx="6095">
                  <c:v>14174</c:v>
                </c:pt>
                <c:pt idx="6096">
                  <c:v>14176</c:v>
                </c:pt>
                <c:pt idx="6097">
                  <c:v>14178</c:v>
                </c:pt>
                <c:pt idx="6098">
                  <c:v>14180</c:v>
                </c:pt>
                <c:pt idx="6099">
                  <c:v>14182</c:v>
                </c:pt>
                <c:pt idx="6100">
                  <c:v>14184</c:v>
                </c:pt>
                <c:pt idx="6101">
                  <c:v>14186</c:v>
                </c:pt>
                <c:pt idx="6102">
                  <c:v>14188</c:v>
                </c:pt>
                <c:pt idx="6103">
                  <c:v>14190</c:v>
                </c:pt>
                <c:pt idx="6104">
                  <c:v>14192</c:v>
                </c:pt>
                <c:pt idx="6105">
                  <c:v>14194</c:v>
                </c:pt>
                <c:pt idx="6106">
                  <c:v>14196</c:v>
                </c:pt>
                <c:pt idx="6107">
                  <c:v>14198</c:v>
                </c:pt>
                <c:pt idx="6108">
                  <c:v>14200</c:v>
                </c:pt>
                <c:pt idx="6109">
                  <c:v>14202</c:v>
                </c:pt>
                <c:pt idx="6110">
                  <c:v>14204</c:v>
                </c:pt>
                <c:pt idx="6111">
                  <c:v>14206</c:v>
                </c:pt>
                <c:pt idx="6112">
                  <c:v>14208</c:v>
                </c:pt>
                <c:pt idx="6113">
                  <c:v>14210</c:v>
                </c:pt>
                <c:pt idx="6114">
                  <c:v>14212</c:v>
                </c:pt>
                <c:pt idx="6115">
                  <c:v>14214</c:v>
                </c:pt>
                <c:pt idx="6116">
                  <c:v>14216</c:v>
                </c:pt>
                <c:pt idx="6117">
                  <c:v>14218</c:v>
                </c:pt>
                <c:pt idx="6118">
                  <c:v>14220</c:v>
                </c:pt>
                <c:pt idx="6119">
                  <c:v>14222</c:v>
                </c:pt>
                <c:pt idx="6120">
                  <c:v>14224</c:v>
                </c:pt>
                <c:pt idx="6121">
                  <c:v>14226</c:v>
                </c:pt>
                <c:pt idx="6122">
                  <c:v>14228</c:v>
                </c:pt>
                <c:pt idx="6123">
                  <c:v>14230</c:v>
                </c:pt>
                <c:pt idx="6124">
                  <c:v>14232</c:v>
                </c:pt>
                <c:pt idx="6125">
                  <c:v>14234</c:v>
                </c:pt>
                <c:pt idx="6126">
                  <c:v>14236</c:v>
                </c:pt>
                <c:pt idx="6127">
                  <c:v>14238</c:v>
                </c:pt>
                <c:pt idx="6128">
                  <c:v>14240</c:v>
                </c:pt>
                <c:pt idx="6129">
                  <c:v>14242</c:v>
                </c:pt>
                <c:pt idx="6130">
                  <c:v>14244</c:v>
                </c:pt>
                <c:pt idx="6131">
                  <c:v>14246</c:v>
                </c:pt>
                <c:pt idx="6132">
                  <c:v>14248</c:v>
                </c:pt>
                <c:pt idx="6133">
                  <c:v>14250</c:v>
                </c:pt>
                <c:pt idx="6134">
                  <c:v>14252</c:v>
                </c:pt>
                <c:pt idx="6135">
                  <c:v>14254</c:v>
                </c:pt>
                <c:pt idx="6136">
                  <c:v>14256</c:v>
                </c:pt>
                <c:pt idx="6137">
                  <c:v>14258</c:v>
                </c:pt>
                <c:pt idx="6138">
                  <c:v>14260</c:v>
                </c:pt>
                <c:pt idx="6139">
                  <c:v>14262</c:v>
                </c:pt>
                <c:pt idx="6140">
                  <c:v>14264</c:v>
                </c:pt>
                <c:pt idx="6141">
                  <c:v>14266</c:v>
                </c:pt>
                <c:pt idx="6142">
                  <c:v>14268</c:v>
                </c:pt>
                <c:pt idx="6143">
                  <c:v>14270</c:v>
                </c:pt>
                <c:pt idx="6144">
                  <c:v>14272</c:v>
                </c:pt>
                <c:pt idx="6145">
                  <c:v>14274</c:v>
                </c:pt>
                <c:pt idx="6146">
                  <c:v>14276</c:v>
                </c:pt>
                <c:pt idx="6147">
                  <c:v>14278</c:v>
                </c:pt>
                <c:pt idx="6148">
                  <c:v>14280</c:v>
                </c:pt>
                <c:pt idx="6149">
                  <c:v>14282</c:v>
                </c:pt>
                <c:pt idx="6150">
                  <c:v>14284</c:v>
                </c:pt>
                <c:pt idx="6151">
                  <c:v>14286</c:v>
                </c:pt>
                <c:pt idx="6152">
                  <c:v>14288</c:v>
                </c:pt>
                <c:pt idx="6153">
                  <c:v>14290</c:v>
                </c:pt>
                <c:pt idx="6154">
                  <c:v>14292</c:v>
                </c:pt>
                <c:pt idx="6155">
                  <c:v>14294</c:v>
                </c:pt>
                <c:pt idx="6156">
                  <c:v>14296</c:v>
                </c:pt>
                <c:pt idx="6157">
                  <c:v>14298</c:v>
                </c:pt>
                <c:pt idx="6158">
                  <c:v>14300</c:v>
                </c:pt>
                <c:pt idx="6159">
                  <c:v>14302</c:v>
                </c:pt>
                <c:pt idx="6160">
                  <c:v>14304</c:v>
                </c:pt>
                <c:pt idx="6161">
                  <c:v>14306</c:v>
                </c:pt>
                <c:pt idx="6162">
                  <c:v>14308</c:v>
                </c:pt>
                <c:pt idx="6163">
                  <c:v>14310</c:v>
                </c:pt>
                <c:pt idx="6164">
                  <c:v>14312</c:v>
                </c:pt>
                <c:pt idx="6165">
                  <c:v>14314</c:v>
                </c:pt>
                <c:pt idx="6166">
                  <c:v>14316</c:v>
                </c:pt>
                <c:pt idx="6167">
                  <c:v>14318</c:v>
                </c:pt>
                <c:pt idx="6168">
                  <c:v>14320</c:v>
                </c:pt>
                <c:pt idx="6169">
                  <c:v>14322</c:v>
                </c:pt>
                <c:pt idx="6170">
                  <c:v>14324</c:v>
                </c:pt>
                <c:pt idx="6171">
                  <c:v>14326</c:v>
                </c:pt>
                <c:pt idx="6172">
                  <c:v>14328</c:v>
                </c:pt>
                <c:pt idx="6173">
                  <c:v>14330</c:v>
                </c:pt>
                <c:pt idx="6174">
                  <c:v>14332</c:v>
                </c:pt>
                <c:pt idx="6175">
                  <c:v>14334</c:v>
                </c:pt>
                <c:pt idx="6176">
                  <c:v>14336</c:v>
                </c:pt>
                <c:pt idx="6177">
                  <c:v>14338</c:v>
                </c:pt>
                <c:pt idx="6178">
                  <c:v>14340</c:v>
                </c:pt>
                <c:pt idx="6179">
                  <c:v>14342</c:v>
                </c:pt>
                <c:pt idx="6180">
                  <c:v>14344</c:v>
                </c:pt>
                <c:pt idx="6181">
                  <c:v>14346</c:v>
                </c:pt>
                <c:pt idx="6182">
                  <c:v>14348</c:v>
                </c:pt>
                <c:pt idx="6183">
                  <c:v>14350</c:v>
                </c:pt>
                <c:pt idx="6184">
                  <c:v>14352</c:v>
                </c:pt>
                <c:pt idx="6185">
                  <c:v>14354</c:v>
                </c:pt>
                <c:pt idx="6186">
                  <c:v>14356</c:v>
                </c:pt>
                <c:pt idx="6187">
                  <c:v>14358</c:v>
                </c:pt>
                <c:pt idx="6188">
                  <c:v>14360</c:v>
                </c:pt>
                <c:pt idx="6189">
                  <c:v>14362</c:v>
                </c:pt>
                <c:pt idx="6190">
                  <c:v>14364</c:v>
                </c:pt>
                <c:pt idx="6191">
                  <c:v>14366</c:v>
                </c:pt>
                <c:pt idx="6192">
                  <c:v>14368</c:v>
                </c:pt>
                <c:pt idx="6193">
                  <c:v>14370</c:v>
                </c:pt>
                <c:pt idx="6194">
                  <c:v>14372</c:v>
                </c:pt>
                <c:pt idx="6195">
                  <c:v>14374</c:v>
                </c:pt>
                <c:pt idx="6196">
                  <c:v>14376</c:v>
                </c:pt>
                <c:pt idx="6197">
                  <c:v>14378</c:v>
                </c:pt>
                <c:pt idx="6198">
                  <c:v>14380</c:v>
                </c:pt>
                <c:pt idx="6199">
                  <c:v>14382</c:v>
                </c:pt>
                <c:pt idx="6200">
                  <c:v>14384</c:v>
                </c:pt>
                <c:pt idx="6201">
                  <c:v>14386</c:v>
                </c:pt>
                <c:pt idx="6202">
                  <c:v>14388</c:v>
                </c:pt>
                <c:pt idx="6203">
                  <c:v>14390</c:v>
                </c:pt>
                <c:pt idx="6204">
                  <c:v>14392</c:v>
                </c:pt>
                <c:pt idx="6205">
                  <c:v>14394</c:v>
                </c:pt>
                <c:pt idx="6206">
                  <c:v>14396</c:v>
                </c:pt>
                <c:pt idx="6207">
                  <c:v>14398</c:v>
                </c:pt>
                <c:pt idx="6208">
                  <c:v>14400</c:v>
                </c:pt>
                <c:pt idx="6209">
                  <c:v>14402</c:v>
                </c:pt>
                <c:pt idx="6210">
                  <c:v>14404</c:v>
                </c:pt>
                <c:pt idx="6211">
                  <c:v>14406</c:v>
                </c:pt>
                <c:pt idx="6212">
                  <c:v>14408</c:v>
                </c:pt>
                <c:pt idx="6213">
                  <c:v>14410</c:v>
                </c:pt>
                <c:pt idx="6214">
                  <c:v>14412</c:v>
                </c:pt>
                <c:pt idx="6215">
                  <c:v>14414</c:v>
                </c:pt>
                <c:pt idx="6216">
                  <c:v>14416</c:v>
                </c:pt>
                <c:pt idx="6217">
                  <c:v>14418</c:v>
                </c:pt>
                <c:pt idx="6218">
                  <c:v>14420</c:v>
                </c:pt>
                <c:pt idx="6219">
                  <c:v>14422</c:v>
                </c:pt>
                <c:pt idx="6220">
                  <c:v>14424</c:v>
                </c:pt>
                <c:pt idx="6221">
                  <c:v>14426</c:v>
                </c:pt>
                <c:pt idx="6222">
                  <c:v>14428</c:v>
                </c:pt>
                <c:pt idx="6223">
                  <c:v>14430</c:v>
                </c:pt>
                <c:pt idx="6224">
                  <c:v>14432</c:v>
                </c:pt>
                <c:pt idx="6225">
                  <c:v>14434</c:v>
                </c:pt>
                <c:pt idx="6226">
                  <c:v>14436</c:v>
                </c:pt>
                <c:pt idx="6227">
                  <c:v>14438</c:v>
                </c:pt>
                <c:pt idx="6228">
                  <c:v>14440</c:v>
                </c:pt>
                <c:pt idx="6229">
                  <c:v>14442</c:v>
                </c:pt>
                <c:pt idx="6230">
                  <c:v>14444</c:v>
                </c:pt>
                <c:pt idx="6231">
                  <c:v>14446</c:v>
                </c:pt>
                <c:pt idx="6232">
                  <c:v>14448</c:v>
                </c:pt>
                <c:pt idx="6233">
                  <c:v>14450</c:v>
                </c:pt>
                <c:pt idx="6234">
                  <c:v>14452</c:v>
                </c:pt>
                <c:pt idx="6235">
                  <c:v>14454</c:v>
                </c:pt>
                <c:pt idx="6236">
                  <c:v>14456</c:v>
                </c:pt>
                <c:pt idx="6237">
                  <c:v>14458</c:v>
                </c:pt>
                <c:pt idx="6238">
                  <c:v>14460</c:v>
                </c:pt>
                <c:pt idx="6239">
                  <c:v>14462</c:v>
                </c:pt>
                <c:pt idx="6240">
                  <c:v>14464</c:v>
                </c:pt>
                <c:pt idx="6241">
                  <c:v>14466</c:v>
                </c:pt>
                <c:pt idx="6242">
                  <c:v>14468</c:v>
                </c:pt>
                <c:pt idx="6243">
                  <c:v>14470</c:v>
                </c:pt>
                <c:pt idx="6244">
                  <c:v>14472</c:v>
                </c:pt>
                <c:pt idx="6245">
                  <c:v>14474</c:v>
                </c:pt>
                <c:pt idx="6246">
                  <c:v>14476</c:v>
                </c:pt>
                <c:pt idx="6247">
                  <c:v>14478</c:v>
                </c:pt>
                <c:pt idx="6248">
                  <c:v>14480</c:v>
                </c:pt>
                <c:pt idx="6249">
                  <c:v>14482</c:v>
                </c:pt>
                <c:pt idx="6250">
                  <c:v>14484</c:v>
                </c:pt>
                <c:pt idx="6251">
                  <c:v>14486</c:v>
                </c:pt>
                <c:pt idx="6252">
                  <c:v>14488</c:v>
                </c:pt>
                <c:pt idx="6253">
                  <c:v>14490</c:v>
                </c:pt>
                <c:pt idx="6254">
                  <c:v>14492</c:v>
                </c:pt>
                <c:pt idx="6255">
                  <c:v>14494</c:v>
                </c:pt>
                <c:pt idx="6256">
                  <c:v>14496</c:v>
                </c:pt>
                <c:pt idx="6257">
                  <c:v>14498</c:v>
                </c:pt>
                <c:pt idx="6258">
                  <c:v>14500</c:v>
                </c:pt>
                <c:pt idx="6259">
                  <c:v>14502</c:v>
                </c:pt>
                <c:pt idx="6260">
                  <c:v>14504</c:v>
                </c:pt>
                <c:pt idx="6261">
                  <c:v>14506</c:v>
                </c:pt>
                <c:pt idx="6262">
                  <c:v>14508</c:v>
                </c:pt>
                <c:pt idx="6263">
                  <c:v>14510</c:v>
                </c:pt>
                <c:pt idx="6264">
                  <c:v>14512</c:v>
                </c:pt>
                <c:pt idx="6265">
                  <c:v>14514</c:v>
                </c:pt>
                <c:pt idx="6266">
                  <c:v>14516</c:v>
                </c:pt>
                <c:pt idx="6267">
                  <c:v>14518</c:v>
                </c:pt>
                <c:pt idx="6268">
                  <c:v>14520</c:v>
                </c:pt>
                <c:pt idx="6269">
                  <c:v>14522</c:v>
                </c:pt>
                <c:pt idx="6270">
                  <c:v>14524</c:v>
                </c:pt>
                <c:pt idx="6271">
                  <c:v>14526</c:v>
                </c:pt>
                <c:pt idx="6272">
                  <c:v>14528</c:v>
                </c:pt>
                <c:pt idx="6273">
                  <c:v>14530</c:v>
                </c:pt>
                <c:pt idx="6274">
                  <c:v>14532</c:v>
                </c:pt>
                <c:pt idx="6275">
                  <c:v>14534</c:v>
                </c:pt>
                <c:pt idx="6276">
                  <c:v>14536</c:v>
                </c:pt>
                <c:pt idx="6277">
                  <c:v>14538</c:v>
                </c:pt>
                <c:pt idx="6278">
                  <c:v>14540</c:v>
                </c:pt>
                <c:pt idx="6279">
                  <c:v>14542</c:v>
                </c:pt>
                <c:pt idx="6280">
                  <c:v>14544</c:v>
                </c:pt>
                <c:pt idx="6281">
                  <c:v>14546</c:v>
                </c:pt>
                <c:pt idx="6282">
                  <c:v>14548</c:v>
                </c:pt>
                <c:pt idx="6283">
                  <c:v>14550</c:v>
                </c:pt>
                <c:pt idx="6284">
                  <c:v>14552</c:v>
                </c:pt>
                <c:pt idx="6285">
                  <c:v>14554</c:v>
                </c:pt>
                <c:pt idx="6286">
                  <c:v>14556</c:v>
                </c:pt>
                <c:pt idx="6287">
                  <c:v>14558</c:v>
                </c:pt>
                <c:pt idx="6288">
                  <c:v>14560</c:v>
                </c:pt>
                <c:pt idx="6289">
                  <c:v>14562</c:v>
                </c:pt>
                <c:pt idx="6290">
                  <c:v>14564</c:v>
                </c:pt>
                <c:pt idx="6291">
                  <c:v>14566</c:v>
                </c:pt>
                <c:pt idx="6292">
                  <c:v>14568</c:v>
                </c:pt>
                <c:pt idx="6293">
                  <c:v>14570</c:v>
                </c:pt>
                <c:pt idx="6294">
                  <c:v>14572</c:v>
                </c:pt>
                <c:pt idx="6295">
                  <c:v>14574</c:v>
                </c:pt>
                <c:pt idx="6296">
                  <c:v>14576</c:v>
                </c:pt>
                <c:pt idx="6297">
                  <c:v>14578</c:v>
                </c:pt>
                <c:pt idx="6298">
                  <c:v>14580</c:v>
                </c:pt>
                <c:pt idx="6299">
                  <c:v>14582</c:v>
                </c:pt>
                <c:pt idx="6300">
                  <c:v>14584</c:v>
                </c:pt>
                <c:pt idx="6301">
                  <c:v>14586</c:v>
                </c:pt>
                <c:pt idx="6302">
                  <c:v>14588</c:v>
                </c:pt>
                <c:pt idx="6303">
                  <c:v>14590</c:v>
                </c:pt>
                <c:pt idx="6304">
                  <c:v>14592</c:v>
                </c:pt>
                <c:pt idx="6305">
                  <c:v>14594</c:v>
                </c:pt>
                <c:pt idx="6306">
                  <c:v>14596</c:v>
                </c:pt>
                <c:pt idx="6307">
                  <c:v>14598</c:v>
                </c:pt>
                <c:pt idx="6308">
                  <c:v>14600</c:v>
                </c:pt>
                <c:pt idx="6309">
                  <c:v>14602</c:v>
                </c:pt>
                <c:pt idx="6310">
                  <c:v>14604</c:v>
                </c:pt>
                <c:pt idx="6311">
                  <c:v>14606</c:v>
                </c:pt>
                <c:pt idx="6312">
                  <c:v>14608</c:v>
                </c:pt>
                <c:pt idx="6313">
                  <c:v>14610</c:v>
                </c:pt>
                <c:pt idx="6314">
                  <c:v>14612</c:v>
                </c:pt>
                <c:pt idx="6315">
                  <c:v>14614</c:v>
                </c:pt>
                <c:pt idx="6316">
                  <c:v>14616</c:v>
                </c:pt>
                <c:pt idx="6317">
                  <c:v>14618</c:v>
                </c:pt>
                <c:pt idx="6318">
                  <c:v>14620</c:v>
                </c:pt>
                <c:pt idx="6319">
                  <c:v>14622</c:v>
                </c:pt>
                <c:pt idx="6320">
                  <c:v>14624</c:v>
                </c:pt>
                <c:pt idx="6321">
                  <c:v>14626</c:v>
                </c:pt>
                <c:pt idx="6322">
                  <c:v>14628</c:v>
                </c:pt>
                <c:pt idx="6323">
                  <c:v>14630</c:v>
                </c:pt>
                <c:pt idx="6324">
                  <c:v>14632</c:v>
                </c:pt>
                <c:pt idx="6325">
                  <c:v>14634</c:v>
                </c:pt>
                <c:pt idx="6326">
                  <c:v>14636</c:v>
                </c:pt>
                <c:pt idx="6327">
                  <c:v>14638</c:v>
                </c:pt>
                <c:pt idx="6328">
                  <c:v>14640</c:v>
                </c:pt>
                <c:pt idx="6329">
                  <c:v>14642</c:v>
                </c:pt>
                <c:pt idx="6330">
                  <c:v>14644</c:v>
                </c:pt>
                <c:pt idx="6331">
                  <c:v>14646</c:v>
                </c:pt>
                <c:pt idx="6332">
                  <c:v>14648</c:v>
                </c:pt>
                <c:pt idx="6333">
                  <c:v>14650</c:v>
                </c:pt>
                <c:pt idx="6334">
                  <c:v>14652</c:v>
                </c:pt>
                <c:pt idx="6335">
                  <c:v>14654</c:v>
                </c:pt>
                <c:pt idx="6336">
                  <c:v>14656</c:v>
                </c:pt>
                <c:pt idx="6337">
                  <c:v>14658</c:v>
                </c:pt>
                <c:pt idx="6338">
                  <c:v>14660</c:v>
                </c:pt>
                <c:pt idx="6339">
                  <c:v>14662</c:v>
                </c:pt>
                <c:pt idx="6340">
                  <c:v>14664</c:v>
                </c:pt>
                <c:pt idx="6341">
                  <c:v>14666</c:v>
                </c:pt>
                <c:pt idx="6342">
                  <c:v>14668</c:v>
                </c:pt>
                <c:pt idx="6343">
                  <c:v>14670</c:v>
                </c:pt>
                <c:pt idx="6344">
                  <c:v>14672</c:v>
                </c:pt>
                <c:pt idx="6345">
                  <c:v>14674</c:v>
                </c:pt>
                <c:pt idx="6346">
                  <c:v>14676</c:v>
                </c:pt>
                <c:pt idx="6347">
                  <c:v>14678</c:v>
                </c:pt>
                <c:pt idx="6348">
                  <c:v>14680</c:v>
                </c:pt>
                <c:pt idx="6349">
                  <c:v>14682</c:v>
                </c:pt>
                <c:pt idx="6350">
                  <c:v>14684</c:v>
                </c:pt>
                <c:pt idx="6351">
                  <c:v>14686</c:v>
                </c:pt>
                <c:pt idx="6352">
                  <c:v>14688</c:v>
                </c:pt>
                <c:pt idx="6353">
                  <c:v>14690</c:v>
                </c:pt>
                <c:pt idx="6354">
                  <c:v>14692</c:v>
                </c:pt>
                <c:pt idx="6355">
                  <c:v>14694</c:v>
                </c:pt>
                <c:pt idx="6356">
                  <c:v>14696</c:v>
                </c:pt>
                <c:pt idx="6357">
                  <c:v>14698</c:v>
                </c:pt>
                <c:pt idx="6358">
                  <c:v>14700</c:v>
                </c:pt>
                <c:pt idx="6359">
                  <c:v>14702</c:v>
                </c:pt>
                <c:pt idx="6360">
                  <c:v>14704</c:v>
                </c:pt>
                <c:pt idx="6361">
                  <c:v>14706</c:v>
                </c:pt>
                <c:pt idx="6362">
                  <c:v>14708</c:v>
                </c:pt>
                <c:pt idx="6363">
                  <c:v>14710</c:v>
                </c:pt>
                <c:pt idx="6364">
                  <c:v>14712</c:v>
                </c:pt>
                <c:pt idx="6365">
                  <c:v>14714</c:v>
                </c:pt>
                <c:pt idx="6366">
                  <c:v>14716</c:v>
                </c:pt>
                <c:pt idx="6367">
                  <c:v>14718</c:v>
                </c:pt>
                <c:pt idx="6368">
                  <c:v>14720</c:v>
                </c:pt>
                <c:pt idx="6369">
                  <c:v>14722</c:v>
                </c:pt>
                <c:pt idx="6370">
                  <c:v>14724</c:v>
                </c:pt>
                <c:pt idx="6371">
                  <c:v>14726</c:v>
                </c:pt>
                <c:pt idx="6372">
                  <c:v>14728</c:v>
                </c:pt>
                <c:pt idx="6373">
                  <c:v>14730</c:v>
                </c:pt>
                <c:pt idx="6374">
                  <c:v>14732</c:v>
                </c:pt>
                <c:pt idx="6375">
                  <c:v>14734</c:v>
                </c:pt>
                <c:pt idx="6376">
                  <c:v>14736</c:v>
                </c:pt>
                <c:pt idx="6377">
                  <c:v>14738</c:v>
                </c:pt>
                <c:pt idx="6378">
                  <c:v>14740</c:v>
                </c:pt>
                <c:pt idx="6379">
                  <c:v>14742</c:v>
                </c:pt>
                <c:pt idx="6380">
                  <c:v>14744</c:v>
                </c:pt>
                <c:pt idx="6381">
                  <c:v>14746</c:v>
                </c:pt>
                <c:pt idx="6382">
                  <c:v>14748</c:v>
                </c:pt>
                <c:pt idx="6383">
                  <c:v>14750</c:v>
                </c:pt>
                <c:pt idx="6384">
                  <c:v>14752</c:v>
                </c:pt>
                <c:pt idx="6385">
                  <c:v>14754</c:v>
                </c:pt>
                <c:pt idx="6386">
                  <c:v>14756</c:v>
                </c:pt>
                <c:pt idx="6387">
                  <c:v>14758</c:v>
                </c:pt>
                <c:pt idx="6388">
                  <c:v>14760</c:v>
                </c:pt>
                <c:pt idx="6389">
                  <c:v>14762</c:v>
                </c:pt>
                <c:pt idx="6390">
                  <c:v>14764</c:v>
                </c:pt>
                <c:pt idx="6391">
                  <c:v>14766</c:v>
                </c:pt>
                <c:pt idx="6392">
                  <c:v>14768</c:v>
                </c:pt>
                <c:pt idx="6393">
                  <c:v>14770</c:v>
                </c:pt>
                <c:pt idx="6394">
                  <c:v>14772</c:v>
                </c:pt>
                <c:pt idx="6395">
                  <c:v>14774</c:v>
                </c:pt>
                <c:pt idx="6396">
                  <c:v>14776</c:v>
                </c:pt>
                <c:pt idx="6397">
                  <c:v>14778</c:v>
                </c:pt>
                <c:pt idx="6398">
                  <c:v>14780</c:v>
                </c:pt>
                <c:pt idx="6399">
                  <c:v>14782</c:v>
                </c:pt>
                <c:pt idx="6400">
                  <c:v>14784</c:v>
                </c:pt>
                <c:pt idx="6401">
                  <c:v>14786</c:v>
                </c:pt>
                <c:pt idx="6402">
                  <c:v>14788</c:v>
                </c:pt>
                <c:pt idx="6403">
                  <c:v>14790</c:v>
                </c:pt>
                <c:pt idx="6404">
                  <c:v>14792</c:v>
                </c:pt>
                <c:pt idx="6405">
                  <c:v>14794</c:v>
                </c:pt>
                <c:pt idx="6406">
                  <c:v>14796</c:v>
                </c:pt>
                <c:pt idx="6407">
                  <c:v>14798</c:v>
                </c:pt>
                <c:pt idx="6408">
                  <c:v>14800</c:v>
                </c:pt>
                <c:pt idx="6409">
                  <c:v>14802</c:v>
                </c:pt>
                <c:pt idx="6410">
                  <c:v>14804</c:v>
                </c:pt>
                <c:pt idx="6411">
                  <c:v>14806</c:v>
                </c:pt>
                <c:pt idx="6412">
                  <c:v>14808</c:v>
                </c:pt>
                <c:pt idx="6413">
                  <c:v>14810</c:v>
                </c:pt>
                <c:pt idx="6414">
                  <c:v>14812</c:v>
                </c:pt>
                <c:pt idx="6415">
                  <c:v>14814</c:v>
                </c:pt>
                <c:pt idx="6416">
                  <c:v>14816</c:v>
                </c:pt>
                <c:pt idx="6417">
                  <c:v>14818</c:v>
                </c:pt>
                <c:pt idx="6418">
                  <c:v>14820</c:v>
                </c:pt>
                <c:pt idx="6419">
                  <c:v>14822</c:v>
                </c:pt>
                <c:pt idx="6420">
                  <c:v>14824</c:v>
                </c:pt>
                <c:pt idx="6421">
                  <c:v>14826</c:v>
                </c:pt>
                <c:pt idx="6422">
                  <c:v>14828</c:v>
                </c:pt>
                <c:pt idx="6423">
                  <c:v>14830</c:v>
                </c:pt>
                <c:pt idx="6424">
                  <c:v>14832</c:v>
                </c:pt>
                <c:pt idx="6425">
                  <c:v>14834</c:v>
                </c:pt>
                <c:pt idx="6426">
                  <c:v>14836</c:v>
                </c:pt>
                <c:pt idx="6427">
                  <c:v>14838</c:v>
                </c:pt>
                <c:pt idx="6428">
                  <c:v>14840</c:v>
                </c:pt>
                <c:pt idx="6429">
                  <c:v>14842</c:v>
                </c:pt>
                <c:pt idx="6430">
                  <c:v>14844</c:v>
                </c:pt>
                <c:pt idx="6431">
                  <c:v>14846</c:v>
                </c:pt>
                <c:pt idx="6432">
                  <c:v>14848</c:v>
                </c:pt>
                <c:pt idx="6433">
                  <c:v>14850</c:v>
                </c:pt>
                <c:pt idx="6434">
                  <c:v>14852</c:v>
                </c:pt>
                <c:pt idx="6435">
                  <c:v>14854</c:v>
                </c:pt>
                <c:pt idx="6436">
                  <c:v>14856</c:v>
                </c:pt>
                <c:pt idx="6437">
                  <c:v>14858</c:v>
                </c:pt>
                <c:pt idx="6438">
                  <c:v>14860</c:v>
                </c:pt>
                <c:pt idx="6439">
                  <c:v>14862</c:v>
                </c:pt>
                <c:pt idx="6440">
                  <c:v>14864</c:v>
                </c:pt>
                <c:pt idx="6441">
                  <c:v>14866</c:v>
                </c:pt>
                <c:pt idx="6442">
                  <c:v>14868</c:v>
                </c:pt>
                <c:pt idx="6443">
                  <c:v>14870</c:v>
                </c:pt>
                <c:pt idx="6444">
                  <c:v>14872</c:v>
                </c:pt>
                <c:pt idx="6445">
                  <c:v>14874</c:v>
                </c:pt>
                <c:pt idx="6446">
                  <c:v>14876</c:v>
                </c:pt>
                <c:pt idx="6447">
                  <c:v>14878</c:v>
                </c:pt>
                <c:pt idx="6448">
                  <c:v>14880</c:v>
                </c:pt>
                <c:pt idx="6449">
                  <c:v>14882</c:v>
                </c:pt>
                <c:pt idx="6450">
                  <c:v>14884</c:v>
                </c:pt>
                <c:pt idx="6451">
                  <c:v>14886</c:v>
                </c:pt>
                <c:pt idx="6452">
                  <c:v>14888</c:v>
                </c:pt>
                <c:pt idx="6453">
                  <c:v>14890</c:v>
                </c:pt>
                <c:pt idx="6454">
                  <c:v>14892</c:v>
                </c:pt>
                <c:pt idx="6455">
                  <c:v>14894</c:v>
                </c:pt>
                <c:pt idx="6456">
                  <c:v>14896</c:v>
                </c:pt>
                <c:pt idx="6457">
                  <c:v>14898</c:v>
                </c:pt>
                <c:pt idx="6458">
                  <c:v>14900</c:v>
                </c:pt>
                <c:pt idx="6459">
                  <c:v>14902</c:v>
                </c:pt>
                <c:pt idx="6460">
                  <c:v>14904</c:v>
                </c:pt>
                <c:pt idx="6461">
                  <c:v>14906</c:v>
                </c:pt>
                <c:pt idx="6462">
                  <c:v>14908</c:v>
                </c:pt>
                <c:pt idx="6463">
                  <c:v>14910</c:v>
                </c:pt>
                <c:pt idx="6464">
                  <c:v>14912</c:v>
                </c:pt>
                <c:pt idx="6465">
                  <c:v>14914</c:v>
                </c:pt>
                <c:pt idx="6466">
                  <c:v>14916</c:v>
                </c:pt>
                <c:pt idx="6467">
                  <c:v>14918</c:v>
                </c:pt>
                <c:pt idx="6468">
                  <c:v>14920</c:v>
                </c:pt>
                <c:pt idx="6469">
                  <c:v>14922</c:v>
                </c:pt>
                <c:pt idx="6470">
                  <c:v>14924</c:v>
                </c:pt>
                <c:pt idx="6471">
                  <c:v>14926</c:v>
                </c:pt>
                <c:pt idx="6472">
                  <c:v>14928</c:v>
                </c:pt>
                <c:pt idx="6473">
                  <c:v>14930</c:v>
                </c:pt>
                <c:pt idx="6474">
                  <c:v>14932</c:v>
                </c:pt>
                <c:pt idx="6475">
                  <c:v>14934</c:v>
                </c:pt>
                <c:pt idx="6476">
                  <c:v>14936</c:v>
                </c:pt>
                <c:pt idx="6477">
                  <c:v>14938</c:v>
                </c:pt>
                <c:pt idx="6478">
                  <c:v>14940</c:v>
                </c:pt>
                <c:pt idx="6479">
                  <c:v>14942</c:v>
                </c:pt>
                <c:pt idx="6480">
                  <c:v>14944</c:v>
                </c:pt>
                <c:pt idx="6481">
                  <c:v>14946</c:v>
                </c:pt>
                <c:pt idx="6482">
                  <c:v>14948</c:v>
                </c:pt>
                <c:pt idx="6483">
                  <c:v>14950</c:v>
                </c:pt>
                <c:pt idx="6484">
                  <c:v>14952</c:v>
                </c:pt>
                <c:pt idx="6485">
                  <c:v>14954</c:v>
                </c:pt>
                <c:pt idx="6486">
                  <c:v>14956</c:v>
                </c:pt>
                <c:pt idx="6487">
                  <c:v>14958</c:v>
                </c:pt>
                <c:pt idx="6488">
                  <c:v>14960</c:v>
                </c:pt>
                <c:pt idx="6489">
                  <c:v>14962</c:v>
                </c:pt>
                <c:pt idx="6490">
                  <c:v>14964</c:v>
                </c:pt>
                <c:pt idx="6491">
                  <c:v>14966</c:v>
                </c:pt>
                <c:pt idx="6492">
                  <c:v>14968</c:v>
                </c:pt>
                <c:pt idx="6493">
                  <c:v>14970</c:v>
                </c:pt>
                <c:pt idx="6494">
                  <c:v>14972</c:v>
                </c:pt>
                <c:pt idx="6495">
                  <c:v>14974</c:v>
                </c:pt>
                <c:pt idx="6496">
                  <c:v>14976</c:v>
                </c:pt>
                <c:pt idx="6497">
                  <c:v>14978</c:v>
                </c:pt>
                <c:pt idx="6498">
                  <c:v>14980</c:v>
                </c:pt>
                <c:pt idx="6499">
                  <c:v>14982</c:v>
                </c:pt>
                <c:pt idx="6500">
                  <c:v>14984</c:v>
                </c:pt>
                <c:pt idx="6501">
                  <c:v>14986</c:v>
                </c:pt>
                <c:pt idx="6502">
                  <c:v>14988</c:v>
                </c:pt>
                <c:pt idx="6503">
                  <c:v>14990</c:v>
                </c:pt>
                <c:pt idx="6504">
                  <c:v>14992</c:v>
                </c:pt>
                <c:pt idx="6505">
                  <c:v>14994</c:v>
                </c:pt>
                <c:pt idx="6506">
                  <c:v>14996</c:v>
                </c:pt>
                <c:pt idx="6507">
                  <c:v>14998</c:v>
                </c:pt>
                <c:pt idx="6508">
                  <c:v>15000</c:v>
                </c:pt>
                <c:pt idx="6509">
                  <c:v>15002</c:v>
                </c:pt>
                <c:pt idx="6510">
                  <c:v>15004</c:v>
                </c:pt>
                <c:pt idx="6511">
                  <c:v>15006</c:v>
                </c:pt>
                <c:pt idx="6512">
                  <c:v>15008</c:v>
                </c:pt>
                <c:pt idx="6513">
                  <c:v>15010</c:v>
                </c:pt>
                <c:pt idx="6514">
                  <c:v>15012</c:v>
                </c:pt>
                <c:pt idx="6515">
                  <c:v>15014</c:v>
                </c:pt>
                <c:pt idx="6516">
                  <c:v>15016</c:v>
                </c:pt>
                <c:pt idx="6517">
                  <c:v>15018</c:v>
                </c:pt>
                <c:pt idx="6518">
                  <c:v>15020</c:v>
                </c:pt>
                <c:pt idx="6519">
                  <c:v>15022</c:v>
                </c:pt>
                <c:pt idx="6520">
                  <c:v>15024</c:v>
                </c:pt>
                <c:pt idx="6521">
                  <c:v>15026</c:v>
                </c:pt>
                <c:pt idx="6522">
                  <c:v>15028</c:v>
                </c:pt>
                <c:pt idx="6523">
                  <c:v>15030</c:v>
                </c:pt>
                <c:pt idx="6524">
                  <c:v>15032</c:v>
                </c:pt>
                <c:pt idx="6525">
                  <c:v>15034</c:v>
                </c:pt>
                <c:pt idx="6526">
                  <c:v>15036</c:v>
                </c:pt>
                <c:pt idx="6527">
                  <c:v>15038</c:v>
                </c:pt>
                <c:pt idx="6528">
                  <c:v>15040</c:v>
                </c:pt>
                <c:pt idx="6529">
                  <c:v>15042</c:v>
                </c:pt>
                <c:pt idx="6530">
                  <c:v>15044</c:v>
                </c:pt>
                <c:pt idx="6531">
                  <c:v>15046</c:v>
                </c:pt>
                <c:pt idx="6532">
                  <c:v>15048</c:v>
                </c:pt>
                <c:pt idx="6533">
                  <c:v>15050</c:v>
                </c:pt>
                <c:pt idx="6534">
                  <c:v>15052</c:v>
                </c:pt>
                <c:pt idx="6535">
                  <c:v>15054</c:v>
                </c:pt>
                <c:pt idx="6536">
                  <c:v>15056</c:v>
                </c:pt>
                <c:pt idx="6537">
                  <c:v>15058</c:v>
                </c:pt>
                <c:pt idx="6538">
                  <c:v>15060</c:v>
                </c:pt>
                <c:pt idx="6539">
                  <c:v>15062</c:v>
                </c:pt>
                <c:pt idx="6540">
                  <c:v>15064</c:v>
                </c:pt>
                <c:pt idx="6541">
                  <c:v>15066</c:v>
                </c:pt>
                <c:pt idx="6542">
                  <c:v>15068</c:v>
                </c:pt>
                <c:pt idx="6543">
                  <c:v>15070</c:v>
                </c:pt>
                <c:pt idx="6544">
                  <c:v>15072</c:v>
                </c:pt>
                <c:pt idx="6545">
                  <c:v>15074</c:v>
                </c:pt>
                <c:pt idx="6546">
                  <c:v>15076</c:v>
                </c:pt>
                <c:pt idx="6547">
                  <c:v>15078</c:v>
                </c:pt>
                <c:pt idx="6548">
                  <c:v>15080</c:v>
                </c:pt>
                <c:pt idx="6549">
                  <c:v>15082</c:v>
                </c:pt>
                <c:pt idx="6550">
                  <c:v>15084</c:v>
                </c:pt>
                <c:pt idx="6551">
                  <c:v>15086</c:v>
                </c:pt>
                <c:pt idx="6552">
                  <c:v>15088</c:v>
                </c:pt>
                <c:pt idx="6553">
                  <c:v>15090</c:v>
                </c:pt>
                <c:pt idx="6554">
                  <c:v>15092</c:v>
                </c:pt>
                <c:pt idx="6555">
                  <c:v>15094</c:v>
                </c:pt>
                <c:pt idx="6556">
                  <c:v>15096</c:v>
                </c:pt>
                <c:pt idx="6557">
                  <c:v>15098</c:v>
                </c:pt>
                <c:pt idx="6558">
                  <c:v>15100</c:v>
                </c:pt>
                <c:pt idx="6559">
                  <c:v>15102</c:v>
                </c:pt>
                <c:pt idx="6560">
                  <c:v>15104</c:v>
                </c:pt>
                <c:pt idx="6561">
                  <c:v>15106</c:v>
                </c:pt>
                <c:pt idx="6562">
                  <c:v>15108</c:v>
                </c:pt>
                <c:pt idx="6563">
                  <c:v>15110</c:v>
                </c:pt>
                <c:pt idx="6564">
                  <c:v>15112</c:v>
                </c:pt>
                <c:pt idx="6565">
                  <c:v>15114</c:v>
                </c:pt>
                <c:pt idx="6566">
                  <c:v>15116</c:v>
                </c:pt>
                <c:pt idx="6567">
                  <c:v>15118</c:v>
                </c:pt>
                <c:pt idx="6568">
                  <c:v>15120</c:v>
                </c:pt>
                <c:pt idx="6569">
                  <c:v>15122</c:v>
                </c:pt>
                <c:pt idx="6570">
                  <c:v>15124</c:v>
                </c:pt>
                <c:pt idx="6571">
                  <c:v>15126</c:v>
                </c:pt>
                <c:pt idx="6572">
                  <c:v>15128</c:v>
                </c:pt>
                <c:pt idx="6573">
                  <c:v>15130</c:v>
                </c:pt>
                <c:pt idx="6574">
                  <c:v>15132</c:v>
                </c:pt>
                <c:pt idx="6575">
                  <c:v>15134</c:v>
                </c:pt>
                <c:pt idx="6576">
                  <c:v>15136</c:v>
                </c:pt>
                <c:pt idx="6577">
                  <c:v>15138</c:v>
                </c:pt>
                <c:pt idx="6578">
                  <c:v>15140</c:v>
                </c:pt>
                <c:pt idx="6579">
                  <c:v>15142</c:v>
                </c:pt>
                <c:pt idx="6580">
                  <c:v>15144</c:v>
                </c:pt>
                <c:pt idx="6581">
                  <c:v>15146</c:v>
                </c:pt>
                <c:pt idx="6582">
                  <c:v>15148</c:v>
                </c:pt>
                <c:pt idx="6583">
                  <c:v>15150</c:v>
                </c:pt>
                <c:pt idx="6584">
                  <c:v>15152</c:v>
                </c:pt>
                <c:pt idx="6585">
                  <c:v>15154</c:v>
                </c:pt>
                <c:pt idx="6586">
                  <c:v>15156</c:v>
                </c:pt>
                <c:pt idx="6587">
                  <c:v>15158</c:v>
                </c:pt>
                <c:pt idx="6588">
                  <c:v>15160</c:v>
                </c:pt>
                <c:pt idx="6589">
                  <c:v>15162</c:v>
                </c:pt>
                <c:pt idx="6590">
                  <c:v>15164</c:v>
                </c:pt>
                <c:pt idx="6591">
                  <c:v>15166</c:v>
                </c:pt>
                <c:pt idx="6592">
                  <c:v>15168</c:v>
                </c:pt>
                <c:pt idx="6593">
                  <c:v>15170</c:v>
                </c:pt>
                <c:pt idx="6594">
                  <c:v>15172</c:v>
                </c:pt>
                <c:pt idx="6595">
                  <c:v>15174</c:v>
                </c:pt>
                <c:pt idx="6596">
                  <c:v>15176</c:v>
                </c:pt>
                <c:pt idx="6597">
                  <c:v>15178</c:v>
                </c:pt>
                <c:pt idx="6598">
                  <c:v>15180</c:v>
                </c:pt>
                <c:pt idx="6599">
                  <c:v>15182</c:v>
                </c:pt>
                <c:pt idx="6600">
                  <c:v>15184</c:v>
                </c:pt>
                <c:pt idx="6601">
                  <c:v>15186</c:v>
                </c:pt>
                <c:pt idx="6602">
                  <c:v>15188</c:v>
                </c:pt>
                <c:pt idx="6603">
                  <c:v>15190</c:v>
                </c:pt>
                <c:pt idx="6604">
                  <c:v>15192</c:v>
                </c:pt>
                <c:pt idx="6605">
                  <c:v>15194</c:v>
                </c:pt>
                <c:pt idx="6606">
                  <c:v>15196</c:v>
                </c:pt>
                <c:pt idx="6607">
                  <c:v>15198</c:v>
                </c:pt>
                <c:pt idx="6608">
                  <c:v>15200</c:v>
                </c:pt>
                <c:pt idx="6609">
                  <c:v>15202</c:v>
                </c:pt>
                <c:pt idx="6610">
                  <c:v>15204</c:v>
                </c:pt>
                <c:pt idx="6611">
                  <c:v>15206</c:v>
                </c:pt>
                <c:pt idx="6612">
                  <c:v>15208</c:v>
                </c:pt>
                <c:pt idx="6613">
                  <c:v>15210</c:v>
                </c:pt>
                <c:pt idx="6614">
                  <c:v>15212</c:v>
                </c:pt>
                <c:pt idx="6615">
                  <c:v>15214</c:v>
                </c:pt>
                <c:pt idx="6616">
                  <c:v>15216</c:v>
                </c:pt>
                <c:pt idx="6617">
                  <c:v>15218</c:v>
                </c:pt>
                <c:pt idx="6618">
                  <c:v>15220</c:v>
                </c:pt>
                <c:pt idx="6619">
                  <c:v>15222</c:v>
                </c:pt>
                <c:pt idx="6620">
                  <c:v>15224</c:v>
                </c:pt>
                <c:pt idx="6621">
                  <c:v>15226</c:v>
                </c:pt>
                <c:pt idx="6622">
                  <c:v>15228</c:v>
                </c:pt>
                <c:pt idx="6623">
                  <c:v>15230</c:v>
                </c:pt>
                <c:pt idx="6624">
                  <c:v>15232</c:v>
                </c:pt>
                <c:pt idx="6625">
                  <c:v>15234</c:v>
                </c:pt>
                <c:pt idx="6626">
                  <c:v>15236</c:v>
                </c:pt>
                <c:pt idx="6627">
                  <c:v>15238</c:v>
                </c:pt>
                <c:pt idx="6628">
                  <c:v>15240</c:v>
                </c:pt>
                <c:pt idx="6629">
                  <c:v>15242</c:v>
                </c:pt>
                <c:pt idx="6630">
                  <c:v>15244</c:v>
                </c:pt>
                <c:pt idx="6631">
                  <c:v>15246</c:v>
                </c:pt>
                <c:pt idx="6632">
                  <c:v>15248</c:v>
                </c:pt>
                <c:pt idx="6633">
                  <c:v>15250</c:v>
                </c:pt>
                <c:pt idx="6634">
                  <c:v>15252</c:v>
                </c:pt>
                <c:pt idx="6635">
                  <c:v>15254</c:v>
                </c:pt>
                <c:pt idx="6636">
                  <c:v>15256</c:v>
                </c:pt>
                <c:pt idx="6637">
                  <c:v>15258</c:v>
                </c:pt>
                <c:pt idx="6638">
                  <c:v>15260</c:v>
                </c:pt>
                <c:pt idx="6639">
                  <c:v>15262</c:v>
                </c:pt>
                <c:pt idx="6640">
                  <c:v>15264</c:v>
                </c:pt>
                <c:pt idx="6641">
                  <c:v>15266</c:v>
                </c:pt>
                <c:pt idx="6642">
                  <c:v>15268</c:v>
                </c:pt>
                <c:pt idx="6643">
                  <c:v>15270</c:v>
                </c:pt>
                <c:pt idx="6644">
                  <c:v>15272</c:v>
                </c:pt>
                <c:pt idx="6645">
                  <c:v>15274</c:v>
                </c:pt>
                <c:pt idx="6646">
                  <c:v>15276</c:v>
                </c:pt>
                <c:pt idx="6647">
                  <c:v>15278</c:v>
                </c:pt>
                <c:pt idx="6648">
                  <c:v>15280</c:v>
                </c:pt>
                <c:pt idx="6649">
                  <c:v>15282</c:v>
                </c:pt>
                <c:pt idx="6650">
                  <c:v>15284</c:v>
                </c:pt>
                <c:pt idx="6651">
                  <c:v>15286</c:v>
                </c:pt>
                <c:pt idx="6652">
                  <c:v>15288</c:v>
                </c:pt>
                <c:pt idx="6653">
                  <c:v>15290</c:v>
                </c:pt>
                <c:pt idx="6654">
                  <c:v>15292</c:v>
                </c:pt>
                <c:pt idx="6655">
                  <c:v>15294</c:v>
                </c:pt>
                <c:pt idx="6656">
                  <c:v>15296</c:v>
                </c:pt>
                <c:pt idx="6657">
                  <c:v>15298</c:v>
                </c:pt>
                <c:pt idx="6658">
                  <c:v>15300</c:v>
                </c:pt>
                <c:pt idx="6659">
                  <c:v>15302</c:v>
                </c:pt>
                <c:pt idx="6660">
                  <c:v>15304</c:v>
                </c:pt>
                <c:pt idx="6661">
                  <c:v>15306</c:v>
                </c:pt>
                <c:pt idx="6662">
                  <c:v>15308</c:v>
                </c:pt>
                <c:pt idx="6663">
                  <c:v>15310</c:v>
                </c:pt>
                <c:pt idx="6664">
                  <c:v>15312</c:v>
                </c:pt>
                <c:pt idx="6665">
                  <c:v>15314</c:v>
                </c:pt>
                <c:pt idx="6666">
                  <c:v>15316</c:v>
                </c:pt>
                <c:pt idx="6667">
                  <c:v>15318</c:v>
                </c:pt>
                <c:pt idx="6668">
                  <c:v>15320</c:v>
                </c:pt>
                <c:pt idx="6669">
                  <c:v>15322</c:v>
                </c:pt>
                <c:pt idx="6670">
                  <c:v>15324</c:v>
                </c:pt>
                <c:pt idx="6671">
                  <c:v>15326</c:v>
                </c:pt>
                <c:pt idx="6672">
                  <c:v>15328</c:v>
                </c:pt>
                <c:pt idx="6673">
                  <c:v>15330</c:v>
                </c:pt>
                <c:pt idx="6674">
                  <c:v>15332</c:v>
                </c:pt>
                <c:pt idx="6675">
                  <c:v>15334</c:v>
                </c:pt>
                <c:pt idx="6676">
                  <c:v>15336</c:v>
                </c:pt>
                <c:pt idx="6677">
                  <c:v>15338</c:v>
                </c:pt>
                <c:pt idx="6678">
                  <c:v>15340</c:v>
                </c:pt>
                <c:pt idx="6679">
                  <c:v>15342</c:v>
                </c:pt>
                <c:pt idx="6680">
                  <c:v>15344</c:v>
                </c:pt>
                <c:pt idx="6681">
                  <c:v>15346</c:v>
                </c:pt>
                <c:pt idx="6682">
                  <c:v>15348</c:v>
                </c:pt>
                <c:pt idx="6683">
                  <c:v>15350</c:v>
                </c:pt>
                <c:pt idx="6684">
                  <c:v>15352</c:v>
                </c:pt>
                <c:pt idx="6685">
                  <c:v>15354</c:v>
                </c:pt>
                <c:pt idx="6686">
                  <c:v>15356</c:v>
                </c:pt>
                <c:pt idx="6687">
                  <c:v>15358</c:v>
                </c:pt>
                <c:pt idx="6688">
                  <c:v>15360</c:v>
                </c:pt>
                <c:pt idx="6689">
                  <c:v>15362</c:v>
                </c:pt>
                <c:pt idx="6690">
                  <c:v>15364</c:v>
                </c:pt>
                <c:pt idx="6691">
                  <c:v>15366</c:v>
                </c:pt>
                <c:pt idx="6692">
                  <c:v>15368</c:v>
                </c:pt>
                <c:pt idx="6693">
                  <c:v>15370</c:v>
                </c:pt>
                <c:pt idx="6694">
                  <c:v>15372</c:v>
                </c:pt>
                <c:pt idx="6695">
                  <c:v>15374</c:v>
                </c:pt>
                <c:pt idx="6696">
                  <c:v>15376</c:v>
                </c:pt>
                <c:pt idx="6697">
                  <c:v>15378</c:v>
                </c:pt>
                <c:pt idx="6698">
                  <c:v>15380</c:v>
                </c:pt>
                <c:pt idx="6699">
                  <c:v>15382</c:v>
                </c:pt>
                <c:pt idx="6700">
                  <c:v>15384</c:v>
                </c:pt>
                <c:pt idx="6701">
                  <c:v>15386</c:v>
                </c:pt>
                <c:pt idx="6702">
                  <c:v>15388</c:v>
                </c:pt>
                <c:pt idx="6703">
                  <c:v>15390</c:v>
                </c:pt>
                <c:pt idx="6704">
                  <c:v>15392</c:v>
                </c:pt>
                <c:pt idx="6705">
                  <c:v>15394</c:v>
                </c:pt>
                <c:pt idx="6706">
                  <c:v>15396</c:v>
                </c:pt>
                <c:pt idx="6707">
                  <c:v>15398</c:v>
                </c:pt>
                <c:pt idx="6708">
                  <c:v>15400</c:v>
                </c:pt>
                <c:pt idx="6709">
                  <c:v>15402</c:v>
                </c:pt>
                <c:pt idx="6710">
                  <c:v>15404</c:v>
                </c:pt>
                <c:pt idx="6711">
                  <c:v>15406</c:v>
                </c:pt>
                <c:pt idx="6712">
                  <c:v>15408</c:v>
                </c:pt>
                <c:pt idx="6713">
                  <c:v>15410</c:v>
                </c:pt>
                <c:pt idx="6714">
                  <c:v>15412</c:v>
                </c:pt>
                <c:pt idx="6715">
                  <c:v>15414</c:v>
                </c:pt>
                <c:pt idx="6716">
                  <c:v>15416</c:v>
                </c:pt>
                <c:pt idx="6717">
                  <c:v>15418</c:v>
                </c:pt>
                <c:pt idx="6718">
                  <c:v>15420</c:v>
                </c:pt>
                <c:pt idx="6719">
                  <c:v>15422</c:v>
                </c:pt>
                <c:pt idx="6720">
                  <c:v>15424</c:v>
                </c:pt>
                <c:pt idx="6721">
                  <c:v>15426</c:v>
                </c:pt>
                <c:pt idx="6722">
                  <c:v>15428</c:v>
                </c:pt>
                <c:pt idx="6723">
                  <c:v>15430</c:v>
                </c:pt>
                <c:pt idx="6724">
                  <c:v>15432</c:v>
                </c:pt>
                <c:pt idx="6725">
                  <c:v>15434</c:v>
                </c:pt>
                <c:pt idx="6726">
                  <c:v>15436</c:v>
                </c:pt>
                <c:pt idx="6727">
                  <c:v>15438</c:v>
                </c:pt>
                <c:pt idx="6728">
                  <c:v>15440</c:v>
                </c:pt>
                <c:pt idx="6729">
                  <c:v>15442</c:v>
                </c:pt>
                <c:pt idx="6730">
                  <c:v>15444</c:v>
                </c:pt>
                <c:pt idx="6731">
                  <c:v>15446</c:v>
                </c:pt>
                <c:pt idx="6732">
                  <c:v>15448</c:v>
                </c:pt>
                <c:pt idx="6733">
                  <c:v>15450</c:v>
                </c:pt>
                <c:pt idx="6734">
                  <c:v>15452</c:v>
                </c:pt>
                <c:pt idx="6735">
                  <c:v>15454</c:v>
                </c:pt>
                <c:pt idx="6736">
                  <c:v>15456</c:v>
                </c:pt>
                <c:pt idx="6737">
                  <c:v>15458</c:v>
                </c:pt>
                <c:pt idx="6738">
                  <c:v>15460</c:v>
                </c:pt>
                <c:pt idx="6739">
                  <c:v>15462</c:v>
                </c:pt>
                <c:pt idx="6740">
                  <c:v>15464</c:v>
                </c:pt>
                <c:pt idx="6741">
                  <c:v>15466</c:v>
                </c:pt>
                <c:pt idx="6742">
                  <c:v>15468</c:v>
                </c:pt>
                <c:pt idx="6743">
                  <c:v>15470</c:v>
                </c:pt>
                <c:pt idx="6744">
                  <c:v>15472</c:v>
                </c:pt>
                <c:pt idx="6745">
                  <c:v>15474</c:v>
                </c:pt>
                <c:pt idx="6746">
                  <c:v>15476</c:v>
                </c:pt>
                <c:pt idx="6747">
                  <c:v>15478</c:v>
                </c:pt>
                <c:pt idx="6748">
                  <c:v>15480</c:v>
                </c:pt>
                <c:pt idx="6749">
                  <c:v>15482</c:v>
                </c:pt>
                <c:pt idx="6750">
                  <c:v>15484</c:v>
                </c:pt>
                <c:pt idx="6751">
                  <c:v>15486</c:v>
                </c:pt>
                <c:pt idx="6752">
                  <c:v>15488</c:v>
                </c:pt>
                <c:pt idx="6753">
                  <c:v>15490</c:v>
                </c:pt>
                <c:pt idx="6754">
                  <c:v>15492</c:v>
                </c:pt>
                <c:pt idx="6755">
                  <c:v>15494</c:v>
                </c:pt>
                <c:pt idx="6756">
                  <c:v>15496</c:v>
                </c:pt>
                <c:pt idx="6757">
                  <c:v>15498</c:v>
                </c:pt>
                <c:pt idx="6758">
                  <c:v>15500</c:v>
                </c:pt>
                <c:pt idx="6759">
                  <c:v>15502</c:v>
                </c:pt>
                <c:pt idx="6760">
                  <c:v>15504</c:v>
                </c:pt>
                <c:pt idx="6761">
                  <c:v>15506</c:v>
                </c:pt>
                <c:pt idx="6762">
                  <c:v>15508</c:v>
                </c:pt>
                <c:pt idx="6763">
                  <c:v>15510</c:v>
                </c:pt>
                <c:pt idx="6764">
                  <c:v>15512</c:v>
                </c:pt>
                <c:pt idx="6765">
                  <c:v>15514</c:v>
                </c:pt>
                <c:pt idx="6766">
                  <c:v>15516</c:v>
                </c:pt>
                <c:pt idx="6767">
                  <c:v>15518</c:v>
                </c:pt>
                <c:pt idx="6768">
                  <c:v>15520</c:v>
                </c:pt>
                <c:pt idx="6769">
                  <c:v>15522</c:v>
                </c:pt>
                <c:pt idx="6770">
                  <c:v>15524</c:v>
                </c:pt>
                <c:pt idx="6771">
                  <c:v>15526</c:v>
                </c:pt>
                <c:pt idx="6772">
                  <c:v>15528</c:v>
                </c:pt>
                <c:pt idx="6773">
                  <c:v>15530</c:v>
                </c:pt>
                <c:pt idx="6774">
                  <c:v>15532</c:v>
                </c:pt>
                <c:pt idx="6775">
                  <c:v>15534</c:v>
                </c:pt>
                <c:pt idx="6776">
                  <c:v>15536</c:v>
                </c:pt>
                <c:pt idx="6777">
                  <c:v>15538</c:v>
                </c:pt>
                <c:pt idx="6778">
                  <c:v>15540</c:v>
                </c:pt>
                <c:pt idx="6779">
                  <c:v>15542</c:v>
                </c:pt>
                <c:pt idx="6780">
                  <c:v>15544</c:v>
                </c:pt>
                <c:pt idx="6781">
                  <c:v>15546</c:v>
                </c:pt>
                <c:pt idx="6782">
                  <c:v>15548</c:v>
                </c:pt>
                <c:pt idx="6783">
                  <c:v>15550</c:v>
                </c:pt>
                <c:pt idx="6784">
                  <c:v>15552</c:v>
                </c:pt>
                <c:pt idx="6785">
                  <c:v>15554</c:v>
                </c:pt>
                <c:pt idx="6786">
                  <c:v>15556</c:v>
                </c:pt>
                <c:pt idx="6787">
                  <c:v>15558</c:v>
                </c:pt>
                <c:pt idx="6788">
                  <c:v>15560</c:v>
                </c:pt>
                <c:pt idx="6789">
                  <c:v>15562</c:v>
                </c:pt>
                <c:pt idx="6790">
                  <c:v>15564</c:v>
                </c:pt>
                <c:pt idx="6791">
                  <c:v>15566</c:v>
                </c:pt>
                <c:pt idx="6792">
                  <c:v>15568</c:v>
                </c:pt>
                <c:pt idx="6793">
                  <c:v>15570</c:v>
                </c:pt>
                <c:pt idx="6794">
                  <c:v>15572</c:v>
                </c:pt>
                <c:pt idx="6795">
                  <c:v>15574</c:v>
                </c:pt>
                <c:pt idx="6796">
                  <c:v>15576</c:v>
                </c:pt>
                <c:pt idx="6797">
                  <c:v>15578</c:v>
                </c:pt>
                <c:pt idx="6798">
                  <c:v>15580</c:v>
                </c:pt>
                <c:pt idx="6799">
                  <c:v>15582</c:v>
                </c:pt>
                <c:pt idx="6800">
                  <c:v>15584</c:v>
                </c:pt>
                <c:pt idx="6801">
                  <c:v>15586</c:v>
                </c:pt>
                <c:pt idx="6802">
                  <c:v>15588</c:v>
                </c:pt>
                <c:pt idx="6803">
                  <c:v>15590</c:v>
                </c:pt>
                <c:pt idx="6804">
                  <c:v>15592</c:v>
                </c:pt>
                <c:pt idx="6805">
                  <c:v>15594</c:v>
                </c:pt>
                <c:pt idx="6806">
                  <c:v>15596</c:v>
                </c:pt>
                <c:pt idx="6807">
                  <c:v>15598</c:v>
                </c:pt>
                <c:pt idx="6808">
                  <c:v>15600</c:v>
                </c:pt>
                <c:pt idx="6809">
                  <c:v>15602</c:v>
                </c:pt>
                <c:pt idx="6810">
                  <c:v>15604</c:v>
                </c:pt>
                <c:pt idx="6811">
                  <c:v>15606</c:v>
                </c:pt>
                <c:pt idx="6812">
                  <c:v>15608</c:v>
                </c:pt>
                <c:pt idx="6813">
                  <c:v>15610</c:v>
                </c:pt>
                <c:pt idx="6814">
                  <c:v>15612</c:v>
                </c:pt>
                <c:pt idx="6815">
                  <c:v>15614</c:v>
                </c:pt>
                <c:pt idx="6816">
                  <c:v>15616</c:v>
                </c:pt>
                <c:pt idx="6817">
                  <c:v>15618</c:v>
                </c:pt>
                <c:pt idx="6818">
                  <c:v>15620</c:v>
                </c:pt>
                <c:pt idx="6819">
                  <c:v>15622</c:v>
                </c:pt>
                <c:pt idx="6820">
                  <c:v>15624</c:v>
                </c:pt>
                <c:pt idx="6821">
                  <c:v>15626</c:v>
                </c:pt>
                <c:pt idx="6822">
                  <c:v>15628</c:v>
                </c:pt>
                <c:pt idx="6823">
                  <c:v>15630</c:v>
                </c:pt>
                <c:pt idx="6824">
                  <c:v>15632</c:v>
                </c:pt>
                <c:pt idx="6825">
                  <c:v>15634</c:v>
                </c:pt>
                <c:pt idx="6826">
                  <c:v>15636</c:v>
                </c:pt>
                <c:pt idx="6827">
                  <c:v>15638</c:v>
                </c:pt>
                <c:pt idx="6828">
                  <c:v>15640</c:v>
                </c:pt>
                <c:pt idx="6829">
                  <c:v>15642</c:v>
                </c:pt>
                <c:pt idx="6830">
                  <c:v>15644</c:v>
                </c:pt>
                <c:pt idx="6831">
                  <c:v>15646</c:v>
                </c:pt>
                <c:pt idx="6832">
                  <c:v>15648</c:v>
                </c:pt>
                <c:pt idx="6833">
                  <c:v>15650</c:v>
                </c:pt>
                <c:pt idx="6834">
                  <c:v>15652</c:v>
                </c:pt>
                <c:pt idx="6835">
                  <c:v>15654</c:v>
                </c:pt>
                <c:pt idx="6836">
                  <c:v>15656</c:v>
                </c:pt>
                <c:pt idx="6837">
                  <c:v>15658</c:v>
                </c:pt>
                <c:pt idx="6838">
                  <c:v>15660</c:v>
                </c:pt>
                <c:pt idx="6839">
                  <c:v>15662</c:v>
                </c:pt>
                <c:pt idx="6840">
                  <c:v>15664</c:v>
                </c:pt>
                <c:pt idx="6841">
                  <c:v>15666</c:v>
                </c:pt>
                <c:pt idx="6842">
                  <c:v>15668</c:v>
                </c:pt>
                <c:pt idx="6843">
                  <c:v>15670</c:v>
                </c:pt>
                <c:pt idx="6844">
                  <c:v>15672</c:v>
                </c:pt>
                <c:pt idx="6845">
                  <c:v>15674</c:v>
                </c:pt>
                <c:pt idx="6846">
                  <c:v>15676</c:v>
                </c:pt>
                <c:pt idx="6847">
                  <c:v>15678</c:v>
                </c:pt>
                <c:pt idx="6848">
                  <c:v>15680</c:v>
                </c:pt>
                <c:pt idx="6849">
                  <c:v>15682</c:v>
                </c:pt>
                <c:pt idx="6850">
                  <c:v>15684</c:v>
                </c:pt>
                <c:pt idx="6851">
                  <c:v>15686</c:v>
                </c:pt>
                <c:pt idx="6852">
                  <c:v>15688</c:v>
                </c:pt>
                <c:pt idx="6853">
                  <c:v>15690</c:v>
                </c:pt>
                <c:pt idx="6854">
                  <c:v>15692</c:v>
                </c:pt>
                <c:pt idx="6855">
                  <c:v>15694</c:v>
                </c:pt>
                <c:pt idx="6856">
                  <c:v>15696</c:v>
                </c:pt>
                <c:pt idx="6857">
                  <c:v>15698</c:v>
                </c:pt>
                <c:pt idx="6858">
                  <c:v>15700</c:v>
                </c:pt>
                <c:pt idx="6859">
                  <c:v>15702</c:v>
                </c:pt>
                <c:pt idx="6860">
                  <c:v>15704</c:v>
                </c:pt>
                <c:pt idx="6861">
                  <c:v>15706</c:v>
                </c:pt>
                <c:pt idx="6862">
                  <c:v>15708</c:v>
                </c:pt>
                <c:pt idx="6863">
                  <c:v>15710</c:v>
                </c:pt>
                <c:pt idx="6864">
                  <c:v>15712</c:v>
                </c:pt>
                <c:pt idx="6865">
                  <c:v>15714</c:v>
                </c:pt>
                <c:pt idx="6866">
                  <c:v>15716</c:v>
                </c:pt>
                <c:pt idx="6867">
                  <c:v>15718</c:v>
                </c:pt>
                <c:pt idx="6868">
                  <c:v>15720</c:v>
                </c:pt>
                <c:pt idx="6869">
                  <c:v>15722</c:v>
                </c:pt>
                <c:pt idx="6870">
                  <c:v>15724</c:v>
                </c:pt>
                <c:pt idx="6871">
                  <c:v>15726</c:v>
                </c:pt>
                <c:pt idx="6872">
                  <c:v>15728</c:v>
                </c:pt>
                <c:pt idx="6873">
                  <c:v>15730</c:v>
                </c:pt>
                <c:pt idx="6874">
                  <c:v>15732</c:v>
                </c:pt>
                <c:pt idx="6875">
                  <c:v>15734</c:v>
                </c:pt>
                <c:pt idx="6876">
                  <c:v>15736</c:v>
                </c:pt>
                <c:pt idx="6877">
                  <c:v>15738</c:v>
                </c:pt>
                <c:pt idx="6878">
                  <c:v>15740</c:v>
                </c:pt>
                <c:pt idx="6879">
                  <c:v>15742</c:v>
                </c:pt>
                <c:pt idx="6880">
                  <c:v>15744</c:v>
                </c:pt>
                <c:pt idx="6881">
                  <c:v>15746</c:v>
                </c:pt>
                <c:pt idx="6882">
                  <c:v>15748</c:v>
                </c:pt>
                <c:pt idx="6883">
                  <c:v>15750</c:v>
                </c:pt>
                <c:pt idx="6884">
                  <c:v>15752</c:v>
                </c:pt>
                <c:pt idx="6885">
                  <c:v>15754</c:v>
                </c:pt>
                <c:pt idx="6886">
                  <c:v>15756</c:v>
                </c:pt>
                <c:pt idx="6887">
                  <c:v>15758</c:v>
                </c:pt>
                <c:pt idx="6888">
                  <c:v>15760</c:v>
                </c:pt>
                <c:pt idx="6889">
                  <c:v>15762</c:v>
                </c:pt>
                <c:pt idx="6890">
                  <c:v>15764</c:v>
                </c:pt>
                <c:pt idx="6891">
                  <c:v>15766</c:v>
                </c:pt>
                <c:pt idx="6892">
                  <c:v>15768</c:v>
                </c:pt>
                <c:pt idx="6893">
                  <c:v>15770</c:v>
                </c:pt>
                <c:pt idx="6894">
                  <c:v>15772</c:v>
                </c:pt>
                <c:pt idx="6895">
                  <c:v>15774</c:v>
                </c:pt>
                <c:pt idx="6896">
                  <c:v>15776</c:v>
                </c:pt>
                <c:pt idx="6897">
                  <c:v>15778</c:v>
                </c:pt>
                <c:pt idx="6898">
                  <c:v>15780</c:v>
                </c:pt>
                <c:pt idx="6899">
                  <c:v>15782</c:v>
                </c:pt>
                <c:pt idx="6900">
                  <c:v>15784</c:v>
                </c:pt>
                <c:pt idx="6901">
                  <c:v>15786</c:v>
                </c:pt>
                <c:pt idx="6902">
                  <c:v>15788</c:v>
                </c:pt>
                <c:pt idx="6903">
                  <c:v>15790</c:v>
                </c:pt>
                <c:pt idx="6904">
                  <c:v>15792</c:v>
                </c:pt>
                <c:pt idx="6905">
                  <c:v>15794</c:v>
                </c:pt>
                <c:pt idx="6906">
                  <c:v>15796</c:v>
                </c:pt>
                <c:pt idx="6907">
                  <c:v>15798</c:v>
                </c:pt>
                <c:pt idx="6908">
                  <c:v>15800</c:v>
                </c:pt>
                <c:pt idx="6909">
                  <c:v>15802</c:v>
                </c:pt>
                <c:pt idx="6910">
                  <c:v>15804</c:v>
                </c:pt>
                <c:pt idx="6911">
                  <c:v>15806</c:v>
                </c:pt>
                <c:pt idx="6912">
                  <c:v>15808</c:v>
                </c:pt>
                <c:pt idx="6913">
                  <c:v>15810</c:v>
                </c:pt>
                <c:pt idx="6914">
                  <c:v>15812</c:v>
                </c:pt>
                <c:pt idx="6915">
                  <c:v>15814</c:v>
                </c:pt>
                <c:pt idx="6916">
                  <c:v>15816</c:v>
                </c:pt>
                <c:pt idx="6917">
                  <c:v>15818</c:v>
                </c:pt>
                <c:pt idx="6918">
                  <c:v>15820</c:v>
                </c:pt>
                <c:pt idx="6919">
                  <c:v>15822</c:v>
                </c:pt>
                <c:pt idx="6920">
                  <c:v>15824</c:v>
                </c:pt>
                <c:pt idx="6921">
                  <c:v>15826</c:v>
                </c:pt>
                <c:pt idx="6922">
                  <c:v>15828</c:v>
                </c:pt>
                <c:pt idx="6923">
                  <c:v>15830</c:v>
                </c:pt>
                <c:pt idx="6924">
                  <c:v>15832</c:v>
                </c:pt>
                <c:pt idx="6925">
                  <c:v>15834</c:v>
                </c:pt>
                <c:pt idx="6926">
                  <c:v>15836</c:v>
                </c:pt>
                <c:pt idx="6927">
                  <c:v>15838</c:v>
                </c:pt>
                <c:pt idx="6928">
                  <c:v>15840</c:v>
                </c:pt>
                <c:pt idx="6929">
                  <c:v>15842</c:v>
                </c:pt>
                <c:pt idx="6930">
                  <c:v>15844</c:v>
                </c:pt>
                <c:pt idx="6931">
                  <c:v>15846</c:v>
                </c:pt>
                <c:pt idx="6932">
                  <c:v>15848</c:v>
                </c:pt>
                <c:pt idx="6933">
                  <c:v>15850</c:v>
                </c:pt>
                <c:pt idx="6934">
                  <c:v>15852</c:v>
                </c:pt>
                <c:pt idx="6935">
                  <c:v>15854</c:v>
                </c:pt>
                <c:pt idx="6936">
                  <c:v>15856</c:v>
                </c:pt>
                <c:pt idx="6937">
                  <c:v>15858</c:v>
                </c:pt>
                <c:pt idx="6938">
                  <c:v>15860</c:v>
                </c:pt>
                <c:pt idx="6939">
                  <c:v>15862</c:v>
                </c:pt>
                <c:pt idx="6940">
                  <c:v>15864</c:v>
                </c:pt>
                <c:pt idx="6941">
                  <c:v>15866</c:v>
                </c:pt>
                <c:pt idx="6942">
                  <c:v>15868</c:v>
                </c:pt>
                <c:pt idx="6943">
                  <c:v>15870</c:v>
                </c:pt>
                <c:pt idx="6944">
                  <c:v>15872</c:v>
                </c:pt>
                <c:pt idx="6945">
                  <c:v>15874</c:v>
                </c:pt>
                <c:pt idx="6946">
                  <c:v>15876</c:v>
                </c:pt>
                <c:pt idx="6947">
                  <c:v>15878</c:v>
                </c:pt>
                <c:pt idx="6948">
                  <c:v>15880</c:v>
                </c:pt>
                <c:pt idx="6949">
                  <c:v>15882</c:v>
                </c:pt>
                <c:pt idx="6950">
                  <c:v>15884</c:v>
                </c:pt>
                <c:pt idx="6951">
                  <c:v>15886</c:v>
                </c:pt>
                <c:pt idx="6952">
                  <c:v>15888</c:v>
                </c:pt>
                <c:pt idx="6953">
                  <c:v>15890</c:v>
                </c:pt>
                <c:pt idx="6954">
                  <c:v>15892</c:v>
                </c:pt>
                <c:pt idx="6955">
                  <c:v>15894</c:v>
                </c:pt>
                <c:pt idx="6956">
                  <c:v>15896</c:v>
                </c:pt>
                <c:pt idx="6957">
                  <c:v>15898</c:v>
                </c:pt>
                <c:pt idx="6958">
                  <c:v>15900</c:v>
                </c:pt>
                <c:pt idx="6959">
                  <c:v>15902</c:v>
                </c:pt>
                <c:pt idx="6960">
                  <c:v>15904</c:v>
                </c:pt>
                <c:pt idx="6961">
                  <c:v>15906</c:v>
                </c:pt>
                <c:pt idx="6962">
                  <c:v>15908</c:v>
                </c:pt>
                <c:pt idx="6963">
                  <c:v>15910</c:v>
                </c:pt>
                <c:pt idx="6964">
                  <c:v>15912</c:v>
                </c:pt>
                <c:pt idx="6965">
                  <c:v>15914</c:v>
                </c:pt>
                <c:pt idx="6966">
                  <c:v>15916</c:v>
                </c:pt>
                <c:pt idx="6967">
                  <c:v>15918</c:v>
                </c:pt>
                <c:pt idx="6968">
                  <c:v>15920</c:v>
                </c:pt>
                <c:pt idx="6969">
                  <c:v>15922</c:v>
                </c:pt>
                <c:pt idx="6970">
                  <c:v>15924</c:v>
                </c:pt>
                <c:pt idx="6971">
                  <c:v>15926</c:v>
                </c:pt>
                <c:pt idx="6972">
                  <c:v>15928</c:v>
                </c:pt>
                <c:pt idx="6973">
                  <c:v>15930</c:v>
                </c:pt>
                <c:pt idx="6974">
                  <c:v>15932</c:v>
                </c:pt>
                <c:pt idx="6975">
                  <c:v>15934</c:v>
                </c:pt>
                <c:pt idx="6976">
                  <c:v>15936</c:v>
                </c:pt>
                <c:pt idx="6977">
                  <c:v>15938</c:v>
                </c:pt>
                <c:pt idx="6978">
                  <c:v>15940</c:v>
                </c:pt>
                <c:pt idx="6979">
                  <c:v>15942</c:v>
                </c:pt>
                <c:pt idx="6980">
                  <c:v>15944</c:v>
                </c:pt>
                <c:pt idx="6981">
                  <c:v>15946</c:v>
                </c:pt>
                <c:pt idx="6982">
                  <c:v>15948</c:v>
                </c:pt>
                <c:pt idx="6983">
                  <c:v>15950</c:v>
                </c:pt>
                <c:pt idx="6984">
                  <c:v>15952</c:v>
                </c:pt>
                <c:pt idx="6985">
                  <c:v>15954</c:v>
                </c:pt>
                <c:pt idx="6986">
                  <c:v>15956</c:v>
                </c:pt>
                <c:pt idx="6987">
                  <c:v>15958</c:v>
                </c:pt>
                <c:pt idx="6988">
                  <c:v>15960</c:v>
                </c:pt>
                <c:pt idx="6989">
                  <c:v>15962</c:v>
                </c:pt>
                <c:pt idx="6990">
                  <c:v>15964</c:v>
                </c:pt>
                <c:pt idx="6991">
                  <c:v>15966</c:v>
                </c:pt>
                <c:pt idx="6992">
                  <c:v>15968</c:v>
                </c:pt>
                <c:pt idx="6993">
                  <c:v>15970</c:v>
                </c:pt>
                <c:pt idx="6994">
                  <c:v>15972</c:v>
                </c:pt>
                <c:pt idx="6995">
                  <c:v>15974</c:v>
                </c:pt>
                <c:pt idx="6996">
                  <c:v>15976</c:v>
                </c:pt>
                <c:pt idx="6997">
                  <c:v>15978</c:v>
                </c:pt>
                <c:pt idx="6998">
                  <c:v>15980</c:v>
                </c:pt>
                <c:pt idx="6999">
                  <c:v>15982</c:v>
                </c:pt>
                <c:pt idx="7000">
                  <c:v>15984</c:v>
                </c:pt>
                <c:pt idx="7001">
                  <c:v>15986</c:v>
                </c:pt>
                <c:pt idx="7002">
                  <c:v>15988</c:v>
                </c:pt>
                <c:pt idx="7003">
                  <c:v>15990</c:v>
                </c:pt>
                <c:pt idx="7004">
                  <c:v>15992</c:v>
                </c:pt>
                <c:pt idx="7005">
                  <c:v>15994</c:v>
                </c:pt>
                <c:pt idx="7006">
                  <c:v>15996</c:v>
                </c:pt>
                <c:pt idx="7007">
                  <c:v>15998</c:v>
                </c:pt>
                <c:pt idx="7008">
                  <c:v>16000</c:v>
                </c:pt>
                <c:pt idx="7009">
                  <c:v>16002</c:v>
                </c:pt>
                <c:pt idx="7010">
                  <c:v>16004</c:v>
                </c:pt>
                <c:pt idx="7011">
                  <c:v>16006</c:v>
                </c:pt>
                <c:pt idx="7012">
                  <c:v>16008</c:v>
                </c:pt>
                <c:pt idx="7013">
                  <c:v>16010</c:v>
                </c:pt>
                <c:pt idx="7014">
                  <c:v>16012</c:v>
                </c:pt>
                <c:pt idx="7015">
                  <c:v>16014</c:v>
                </c:pt>
                <c:pt idx="7016">
                  <c:v>16016</c:v>
                </c:pt>
                <c:pt idx="7017">
                  <c:v>16018</c:v>
                </c:pt>
                <c:pt idx="7018">
                  <c:v>16020</c:v>
                </c:pt>
                <c:pt idx="7019">
                  <c:v>16022</c:v>
                </c:pt>
                <c:pt idx="7020">
                  <c:v>16024</c:v>
                </c:pt>
                <c:pt idx="7021">
                  <c:v>16026</c:v>
                </c:pt>
                <c:pt idx="7022">
                  <c:v>16028</c:v>
                </c:pt>
                <c:pt idx="7023">
                  <c:v>16030</c:v>
                </c:pt>
                <c:pt idx="7024">
                  <c:v>16032</c:v>
                </c:pt>
                <c:pt idx="7025">
                  <c:v>16034</c:v>
                </c:pt>
                <c:pt idx="7026">
                  <c:v>16036</c:v>
                </c:pt>
                <c:pt idx="7027">
                  <c:v>16038</c:v>
                </c:pt>
                <c:pt idx="7028">
                  <c:v>16040</c:v>
                </c:pt>
                <c:pt idx="7029">
                  <c:v>16042</c:v>
                </c:pt>
                <c:pt idx="7030">
                  <c:v>16044</c:v>
                </c:pt>
                <c:pt idx="7031">
                  <c:v>16046</c:v>
                </c:pt>
                <c:pt idx="7032">
                  <c:v>16048</c:v>
                </c:pt>
                <c:pt idx="7033">
                  <c:v>16050</c:v>
                </c:pt>
                <c:pt idx="7034">
                  <c:v>16052</c:v>
                </c:pt>
                <c:pt idx="7035">
                  <c:v>16054</c:v>
                </c:pt>
                <c:pt idx="7036">
                  <c:v>16056</c:v>
                </c:pt>
                <c:pt idx="7037">
                  <c:v>16058</c:v>
                </c:pt>
                <c:pt idx="7038">
                  <c:v>16060</c:v>
                </c:pt>
                <c:pt idx="7039">
                  <c:v>16062</c:v>
                </c:pt>
                <c:pt idx="7040">
                  <c:v>16064</c:v>
                </c:pt>
                <c:pt idx="7041">
                  <c:v>16066</c:v>
                </c:pt>
                <c:pt idx="7042">
                  <c:v>16068</c:v>
                </c:pt>
                <c:pt idx="7043">
                  <c:v>16070</c:v>
                </c:pt>
                <c:pt idx="7044">
                  <c:v>16072</c:v>
                </c:pt>
                <c:pt idx="7045">
                  <c:v>16074</c:v>
                </c:pt>
                <c:pt idx="7046">
                  <c:v>16076</c:v>
                </c:pt>
                <c:pt idx="7047">
                  <c:v>16078</c:v>
                </c:pt>
                <c:pt idx="7048">
                  <c:v>16080</c:v>
                </c:pt>
                <c:pt idx="7049">
                  <c:v>16082</c:v>
                </c:pt>
                <c:pt idx="7050">
                  <c:v>16084</c:v>
                </c:pt>
                <c:pt idx="7051">
                  <c:v>16086</c:v>
                </c:pt>
                <c:pt idx="7052">
                  <c:v>16088</c:v>
                </c:pt>
                <c:pt idx="7053">
                  <c:v>16090</c:v>
                </c:pt>
                <c:pt idx="7054">
                  <c:v>16092</c:v>
                </c:pt>
                <c:pt idx="7055">
                  <c:v>16094</c:v>
                </c:pt>
                <c:pt idx="7056">
                  <c:v>16096</c:v>
                </c:pt>
                <c:pt idx="7057">
                  <c:v>16098</c:v>
                </c:pt>
                <c:pt idx="7058">
                  <c:v>16100</c:v>
                </c:pt>
                <c:pt idx="7059">
                  <c:v>16102</c:v>
                </c:pt>
                <c:pt idx="7060">
                  <c:v>16104</c:v>
                </c:pt>
                <c:pt idx="7061">
                  <c:v>16106</c:v>
                </c:pt>
                <c:pt idx="7062">
                  <c:v>16108</c:v>
                </c:pt>
                <c:pt idx="7063">
                  <c:v>16110</c:v>
                </c:pt>
                <c:pt idx="7064">
                  <c:v>16112</c:v>
                </c:pt>
                <c:pt idx="7065">
                  <c:v>16114</c:v>
                </c:pt>
                <c:pt idx="7066">
                  <c:v>16116</c:v>
                </c:pt>
                <c:pt idx="7067">
                  <c:v>16118</c:v>
                </c:pt>
                <c:pt idx="7068">
                  <c:v>16120</c:v>
                </c:pt>
                <c:pt idx="7069">
                  <c:v>16122</c:v>
                </c:pt>
                <c:pt idx="7070">
                  <c:v>16124</c:v>
                </c:pt>
                <c:pt idx="7071">
                  <c:v>16126</c:v>
                </c:pt>
                <c:pt idx="7072">
                  <c:v>16128</c:v>
                </c:pt>
                <c:pt idx="7073">
                  <c:v>16130</c:v>
                </c:pt>
                <c:pt idx="7074">
                  <c:v>16132</c:v>
                </c:pt>
                <c:pt idx="7075">
                  <c:v>16134</c:v>
                </c:pt>
                <c:pt idx="7076">
                  <c:v>16136</c:v>
                </c:pt>
                <c:pt idx="7077">
                  <c:v>16138</c:v>
                </c:pt>
                <c:pt idx="7078">
                  <c:v>16140</c:v>
                </c:pt>
                <c:pt idx="7079">
                  <c:v>16142</c:v>
                </c:pt>
                <c:pt idx="7080">
                  <c:v>16144</c:v>
                </c:pt>
                <c:pt idx="7081">
                  <c:v>16146</c:v>
                </c:pt>
                <c:pt idx="7082">
                  <c:v>16148</c:v>
                </c:pt>
                <c:pt idx="7083">
                  <c:v>16150</c:v>
                </c:pt>
                <c:pt idx="7084">
                  <c:v>16152</c:v>
                </c:pt>
                <c:pt idx="7085">
                  <c:v>16154</c:v>
                </c:pt>
                <c:pt idx="7086">
                  <c:v>16156</c:v>
                </c:pt>
                <c:pt idx="7087">
                  <c:v>16158</c:v>
                </c:pt>
                <c:pt idx="7088">
                  <c:v>16160</c:v>
                </c:pt>
                <c:pt idx="7089">
                  <c:v>16162</c:v>
                </c:pt>
                <c:pt idx="7090">
                  <c:v>16164</c:v>
                </c:pt>
                <c:pt idx="7091">
                  <c:v>16166</c:v>
                </c:pt>
                <c:pt idx="7092">
                  <c:v>16168</c:v>
                </c:pt>
                <c:pt idx="7093">
                  <c:v>16170</c:v>
                </c:pt>
                <c:pt idx="7094">
                  <c:v>16172</c:v>
                </c:pt>
                <c:pt idx="7095">
                  <c:v>16174</c:v>
                </c:pt>
                <c:pt idx="7096">
                  <c:v>16176</c:v>
                </c:pt>
                <c:pt idx="7097">
                  <c:v>16178</c:v>
                </c:pt>
                <c:pt idx="7098">
                  <c:v>16180</c:v>
                </c:pt>
                <c:pt idx="7099">
                  <c:v>16182</c:v>
                </c:pt>
                <c:pt idx="7100">
                  <c:v>16184</c:v>
                </c:pt>
                <c:pt idx="7101">
                  <c:v>16186</c:v>
                </c:pt>
                <c:pt idx="7102">
                  <c:v>16188</c:v>
                </c:pt>
                <c:pt idx="7103">
                  <c:v>16190</c:v>
                </c:pt>
                <c:pt idx="7104">
                  <c:v>16192</c:v>
                </c:pt>
                <c:pt idx="7105">
                  <c:v>16194</c:v>
                </c:pt>
                <c:pt idx="7106">
                  <c:v>16196</c:v>
                </c:pt>
                <c:pt idx="7107">
                  <c:v>16198</c:v>
                </c:pt>
                <c:pt idx="7108">
                  <c:v>16200</c:v>
                </c:pt>
                <c:pt idx="7109">
                  <c:v>16202</c:v>
                </c:pt>
                <c:pt idx="7110">
                  <c:v>16204</c:v>
                </c:pt>
                <c:pt idx="7111">
                  <c:v>16206</c:v>
                </c:pt>
                <c:pt idx="7112">
                  <c:v>16208</c:v>
                </c:pt>
                <c:pt idx="7113">
                  <c:v>16210</c:v>
                </c:pt>
                <c:pt idx="7114">
                  <c:v>16212</c:v>
                </c:pt>
                <c:pt idx="7115">
                  <c:v>16214</c:v>
                </c:pt>
                <c:pt idx="7116">
                  <c:v>16216</c:v>
                </c:pt>
                <c:pt idx="7117">
                  <c:v>16218</c:v>
                </c:pt>
                <c:pt idx="7118">
                  <c:v>16220</c:v>
                </c:pt>
                <c:pt idx="7119">
                  <c:v>16222</c:v>
                </c:pt>
                <c:pt idx="7120">
                  <c:v>16224</c:v>
                </c:pt>
                <c:pt idx="7121">
                  <c:v>16226</c:v>
                </c:pt>
                <c:pt idx="7122">
                  <c:v>16228</c:v>
                </c:pt>
                <c:pt idx="7123">
                  <c:v>16230</c:v>
                </c:pt>
                <c:pt idx="7124">
                  <c:v>16232</c:v>
                </c:pt>
                <c:pt idx="7125">
                  <c:v>16234</c:v>
                </c:pt>
                <c:pt idx="7126">
                  <c:v>16236</c:v>
                </c:pt>
                <c:pt idx="7127">
                  <c:v>16238</c:v>
                </c:pt>
                <c:pt idx="7128">
                  <c:v>16240</c:v>
                </c:pt>
                <c:pt idx="7129">
                  <c:v>16242</c:v>
                </c:pt>
                <c:pt idx="7130">
                  <c:v>16244</c:v>
                </c:pt>
                <c:pt idx="7131">
                  <c:v>16246</c:v>
                </c:pt>
                <c:pt idx="7132">
                  <c:v>16248</c:v>
                </c:pt>
                <c:pt idx="7133">
                  <c:v>16250</c:v>
                </c:pt>
                <c:pt idx="7134">
                  <c:v>16252</c:v>
                </c:pt>
                <c:pt idx="7135">
                  <c:v>16254</c:v>
                </c:pt>
                <c:pt idx="7136">
                  <c:v>16256</c:v>
                </c:pt>
                <c:pt idx="7137">
                  <c:v>16258</c:v>
                </c:pt>
                <c:pt idx="7138">
                  <c:v>16260</c:v>
                </c:pt>
                <c:pt idx="7139">
                  <c:v>16262</c:v>
                </c:pt>
                <c:pt idx="7140">
                  <c:v>16264</c:v>
                </c:pt>
                <c:pt idx="7141">
                  <c:v>16266</c:v>
                </c:pt>
                <c:pt idx="7142">
                  <c:v>16268</c:v>
                </c:pt>
                <c:pt idx="7143">
                  <c:v>16270</c:v>
                </c:pt>
                <c:pt idx="7144">
                  <c:v>16272</c:v>
                </c:pt>
                <c:pt idx="7145">
                  <c:v>16274</c:v>
                </c:pt>
                <c:pt idx="7146">
                  <c:v>16276</c:v>
                </c:pt>
                <c:pt idx="7147">
                  <c:v>16278</c:v>
                </c:pt>
                <c:pt idx="7148">
                  <c:v>16280</c:v>
                </c:pt>
                <c:pt idx="7149">
                  <c:v>16282</c:v>
                </c:pt>
                <c:pt idx="7150">
                  <c:v>16284</c:v>
                </c:pt>
                <c:pt idx="7151">
                  <c:v>16286</c:v>
                </c:pt>
                <c:pt idx="7152">
                  <c:v>16288</c:v>
                </c:pt>
                <c:pt idx="7153">
                  <c:v>16290</c:v>
                </c:pt>
                <c:pt idx="7154">
                  <c:v>16292</c:v>
                </c:pt>
                <c:pt idx="7155">
                  <c:v>16294</c:v>
                </c:pt>
                <c:pt idx="7156">
                  <c:v>16296</c:v>
                </c:pt>
                <c:pt idx="7157">
                  <c:v>16298</c:v>
                </c:pt>
                <c:pt idx="7158">
                  <c:v>16300</c:v>
                </c:pt>
                <c:pt idx="7159">
                  <c:v>16302</c:v>
                </c:pt>
                <c:pt idx="7160">
                  <c:v>16304</c:v>
                </c:pt>
                <c:pt idx="7161">
                  <c:v>16306</c:v>
                </c:pt>
                <c:pt idx="7162">
                  <c:v>16308</c:v>
                </c:pt>
                <c:pt idx="7163">
                  <c:v>16310</c:v>
                </c:pt>
                <c:pt idx="7164">
                  <c:v>16312</c:v>
                </c:pt>
                <c:pt idx="7165">
                  <c:v>16314</c:v>
                </c:pt>
                <c:pt idx="7166">
                  <c:v>16316</c:v>
                </c:pt>
                <c:pt idx="7167">
                  <c:v>16318</c:v>
                </c:pt>
                <c:pt idx="7168">
                  <c:v>16320</c:v>
                </c:pt>
                <c:pt idx="7169">
                  <c:v>16322</c:v>
                </c:pt>
                <c:pt idx="7170">
                  <c:v>16324</c:v>
                </c:pt>
                <c:pt idx="7171">
                  <c:v>16326</c:v>
                </c:pt>
                <c:pt idx="7172">
                  <c:v>16328</c:v>
                </c:pt>
                <c:pt idx="7173">
                  <c:v>16330</c:v>
                </c:pt>
                <c:pt idx="7174">
                  <c:v>16332</c:v>
                </c:pt>
                <c:pt idx="7175">
                  <c:v>16334</c:v>
                </c:pt>
                <c:pt idx="7176">
                  <c:v>16336</c:v>
                </c:pt>
                <c:pt idx="7177">
                  <c:v>16338</c:v>
                </c:pt>
                <c:pt idx="7178">
                  <c:v>16340</c:v>
                </c:pt>
                <c:pt idx="7179">
                  <c:v>16342</c:v>
                </c:pt>
                <c:pt idx="7180">
                  <c:v>16344</c:v>
                </c:pt>
                <c:pt idx="7181">
                  <c:v>16346</c:v>
                </c:pt>
                <c:pt idx="7182">
                  <c:v>16348</c:v>
                </c:pt>
                <c:pt idx="7183">
                  <c:v>16350</c:v>
                </c:pt>
                <c:pt idx="7184">
                  <c:v>16352</c:v>
                </c:pt>
                <c:pt idx="7185">
                  <c:v>16354</c:v>
                </c:pt>
                <c:pt idx="7186">
                  <c:v>16356</c:v>
                </c:pt>
                <c:pt idx="7187">
                  <c:v>16358</c:v>
                </c:pt>
                <c:pt idx="7188">
                  <c:v>16360</c:v>
                </c:pt>
                <c:pt idx="7189">
                  <c:v>16362</c:v>
                </c:pt>
                <c:pt idx="7190">
                  <c:v>16364</c:v>
                </c:pt>
                <c:pt idx="7191">
                  <c:v>16366</c:v>
                </c:pt>
                <c:pt idx="7192">
                  <c:v>16368</c:v>
                </c:pt>
                <c:pt idx="7193">
                  <c:v>16370</c:v>
                </c:pt>
                <c:pt idx="7194">
                  <c:v>16372</c:v>
                </c:pt>
                <c:pt idx="7195">
                  <c:v>16374</c:v>
                </c:pt>
                <c:pt idx="7196">
                  <c:v>16376</c:v>
                </c:pt>
                <c:pt idx="7197">
                  <c:v>16378</c:v>
                </c:pt>
                <c:pt idx="7198">
                  <c:v>16380</c:v>
                </c:pt>
                <c:pt idx="7199">
                  <c:v>16382</c:v>
                </c:pt>
                <c:pt idx="7200">
                  <c:v>16384</c:v>
                </c:pt>
                <c:pt idx="7201">
                  <c:v>16386</c:v>
                </c:pt>
                <c:pt idx="7202">
                  <c:v>16388</c:v>
                </c:pt>
                <c:pt idx="7203">
                  <c:v>16390</c:v>
                </c:pt>
                <c:pt idx="7204">
                  <c:v>16392</c:v>
                </c:pt>
                <c:pt idx="7205">
                  <c:v>16394</c:v>
                </c:pt>
                <c:pt idx="7206">
                  <c:v>16396</c:v>
                </c:pt>
                <c:pt idx="7207">
                  <c:v>16398</c:v>
                </c:pt>
                <c:pt idx="7208">
                  <c:v>16400</c:v>
                </c:pt>
                <c:pt idx="7209">
                  <c:v>16402</c:v>
                </c:pt>
                <c:pt idx="7210">
                  <c:v>16404</c:v>
                </c:pt>
                <c:pt idx="7211">
                  <c:v>16406</c:v>
                </c:pt>
                <c:pt idx="7212">
                  <c:v>16408</c:v>
                </c:pt>
                <c:pt idx="7213">
                  <c:v>16410</c:v>
                </c:pt>
                <c:pt idx="7214">
                  <c:v>16412</c:v>
                </c:pt>
                <c:pt idx="7215">
                  <c:v>16414</c:v>
                </c:pt>
                <c:pt idx="7216">
                  <c:v>16416</c:v>
                </c:pt>
                <c:pt idx="7217">
                  <c:v>16418</c:v>
                </c:pt>
                <c:pt idx="7218">
                  <c:v>16420</c:v>
                </c:pt>
                <c:pt idx="7219">
                  <c:v>16422</c:v>
                </c:pt>
                <c:pt idx="7220">
                  <c:v>16424</c:v>
                </c:pt>
                <c:pt idx="7221">
                  <c:v>16426</c:v>
                </c:pt>
                <c:pt idx="7222">
                  <c:v>16428</c:v>
                </c:pt>
                <c:pt idx="7223">
                  <c:v>16430</c:v>
                </c:pt>
                <c:pt idx="7224">
                  <c:v>16432</c:v>
                </c:pt>
                <c:pt idx="7225">
                  <c:v>16434</c:v>
                </c:pt>
                <c:pt idx="7226">
                  <c:v>16436</c:v>
                </c:pt>
                <c:pt idx="7227">
                  <c:v>16438</c:v>
                </c:pt>
                <c:pt idx="7228">
                  <c:v>16440</c:v>
                </c:pt>
                <c:pt idx="7229">
                  <c:v>16442</c:v>
                </c:pt>
                <c:pt idx="7230">
                  <c:v>16444</c:v>
                </c:pt>
                <c:pt idx="7231">
                  <c:v>16446</c:v>
                </c:pt>
                <c:pt idx="7232">
                  <c:v>16448</c:v>
                </c:pt>
                <c:pt idx="7233">
                  <c:v>16450</c:v>
                </c:pt>
                <c:pt idx="7234">
                  <c:v>16452</c:v>
                </c:pt>
                <c:pt idx="7235">
                  <c:v>16454</c:v>
                </c:pt>
                <c:pt idx="7236">
                  <c:v>16456</c:v>
                </c:pt>
                <c:pt idx="7237">
                  <c:v>16458</c:v>
                </c:pt>
                <c:pt idx="7238">
                  <c:v>16460</c:v>
                </c:pt>
                <c:pt idx="7239">
                  <c:v>16462</c:v>
                </c:pt>
                <c:pt idx="7240">
                  <c:v>16464</c:v>
                </c:pt>
                <c:pt idx="7241">
                  <c:v>16466</c:v>
                </c:pt>
                <c:pt idx="7242">
                  <c:v>16468</c:v>
                </c:pt>
                <c:pt idx="7243">
                  <c:v>16470</c:v>
                </c:pt>
                <c:pt idx="7244">
                  <c:v>16472</c:v>
                </c:pt>
                <c:pt idx="7245">
                  <c:v>16474</c:v>
                </c:pt>
                <c:pt idx="7246">
                  <c:v>16476</c:v>
                </c:pt>
                <c:pt idx="7247">
                  <c:v>16478</c:v>
                </c:pt>
                <c:pt idx="7248">
                  <c:v>16480</c:v>
                </c:pt>
                <c:pt idx="7249">
                  <c:v>16482</c:v>
                </c:pt>
                <c:pt idx="7250">
                  <c:v>16484</c:v>
                </c:pt>
                <c:pt idx="7251">
                  <c:v>16486</c:v>
                </c:pt>
                <c:pt idx="7252">
                  <c:v>16488</c:v>
                </c:pt>
                <c:pt idx="7253">
                  <c:v>16490</c:v>
                </c:pt>
                <c:pt idx="7254">
                  <c:v>16492</c:v>
                </c:pt>
                <c:pt idx="7255">
                  <c:v>16494</c:v>
                </c:pt>
                <c:pt idx="7256">
                  <c:v>16496</c:v>
                </c:pt>
                <c:pt idx="7257">
                  <c:v>16498</c:v>
                </c:pt>
                <c:pt idx="7258">
                  <c:v>16500</c:v>
                </c:pt>
                <c:pt idx="7259">
                  <c:v>16502</c:v>
                </c:pt>
                <c:pt idx="7260">
                  <c:v>16504</c:v>
                </c:pt>
                <c:pt idx="7261">
                  <c:v>16506</c:v>
                </c:pt>
                <c:pt idx="7262">
                  <c:v>16508</c:v>
                </c:pt>
                <c:pt idx="7263">
                  <c:v>16510</c:v>
                </c:pt>
                <c:pt idx="7264">
                  <c:v>16512</c:v>
                </c:pt>
                <c:pt idx="7265">
                  <c:v>16514</c:v>
                </c:pt>
                <c:pt idx="7266">
                  <c:v>16516</c:v>
                </c:pt>
                <c:pt idx="7267">
                  <c:v>16518</c:v>
                </c:pt>
                <c:pt idx="7268">
                  <c:v>16520</c:v>
                </c:pt>
                <c:pt idx="7269">
                  <c:v>16522</c:v>
                </c:pt>
                <c:pt idx="7270">
                  <c:v>16524</c:v>
                </c:pt>
                <c:pt idx="7271">
                  <c:v>16526</c:v>
                </c:pt>
                <c:pt idx="7272">
                  <c:v>16528</c:v>
                </c:pt>
                <c:pt idx="7273">
                  <c:v>16530</c:v>
                </c:pt>
                <c:pt idx="7274">
                  <c:v>16532</c:v>
                </c:pt>
                <c:pt idx="7275">
                  <c:v>16534</c:v>
                </c:pt>
                <c:pt idx="7276">
                  <c:v>16536</c:v>
                </c:pt>
                <c:pt idx="7277">
                  <c:v>16538</c:v>
                </c:pt>
                <c:pt idx="7278">
                  <c:v>16540</c:v>
                </c:pt>
                <c:pt idx="7279">
                  <c:v>16542</c:v>
                </c:pt>
                <c:pt idx="7280">
                  <c:v>16544</c:v>
                </c:pt>
                <c:pt idx="7281">
                  <c:v>16546</c:v>
                </c:pt>
                <c:pt idx="7282">
                  <c:v>16548</c:v>
                </c:pt>
                <c:pt idx="7283">
                  <c:v>16550</c:v>
                </c:pt>
                <c:pt idx="7284">
                  <c:v>16552</c:v>
                </c:pt>
                <c:pt idx="7285">
                  <c:v>16554</c:v>
                </c:pt>
                <c:pt idx="7286">
                  <c:v>16556</c:v>
                </c:pt>
                <c:pt idx="7287">
                  <c:v>16558</c:v>
                </c:pt>
                <c:pt idx="7288">
                  <c:v>16560</c:v>
                </c:pt>
                <c:pt idx="7289">
                  <c:v>16562</c:v>
                </c:pt>
                <c:pt idx="7290">
                  <c:v>16564</c:v>
                </c:pt>
                <c:pt idx="7291">
                  <c:v>16566</c:v>
                </c:pt>
                <c:pt idx="7292">
                  <c:v>16568</c:v>
                </c:pt>
                <c:pt idx="7293">
                  <c:v>16570</c:v>
                </c:pt>
                <c:pt idx="7294">
                  <c:v>16572</c:v>
                </c:pt>
                <c:pt idx="7295">
                  <c:v>16574</c:v>
                </c:pt>
                <c:pt idx="7296">
                  <c:v>16576</c:v>
                </c:pt>
                <c:pt idx="7297">
                  <c:v>16578</c:v>
                </c:pt>
                <c:pt idx="7298">
                  <c:v>16580</c:v>
                </c:pt>
                <c:pt idx="7299">
                  <c:v>16582</c:v>
                </c:pt>
                <c:pt idx="7300">
                  <c:v>16584</c:v>
                </c:pt>
                <c:pt idx="7301">
                  <c:v>16586</c:v>
                </c:pt>
                <c:pt idx="7302">
                  <c:v>16588</c:v>
                </c:pt>
                <c:pt idx="7303">
                  <c:v>16590</c:v>
                </c:pt>
                <c:pt idx="7304">
                  <c:v>16592</c:v>
                </c:pt>
                <c:pt idx="7305">
                  <c:v>16594</c:v>
                </c:pt>
                <c:pt idx="7306">
                  <c:v>16596</c:v>
                </c:pt>
                <c:pt idx="7307">
                  <c:v>16598</c:v>
                </c:pt>
                <c:pt idx="7308">
                  <c:v>16600</c:v>
                </c:pt>
                <c:pt idx="7309">
                  <c:v>16602</c:v>
                </c:pt>
                <c:pt idx="7310">
                  <c:v>16604</c:v>
                </c:pt>
                <c:pt idx="7311">
                  <c:v>16606</c:v>
                </c:pt>
                <c:pt idx="7312">
                  <c:v>16608</c:v>
                </c:pt>
                <c:pt idx="7313">
                  <c:v>16610</c:v>
                </c:pt>
                <c:pt idx="7314">
                  <c:v>16612</c:v>
                </c:pt>
                <c:pt idx="7315">
                  <c:v>16614</c:v>
                </c:pt>
                <c:pt idx="7316">
                  <c:v>16616</c:v>
                </c:pt>
                <c:pt idx="7317">
                  <c:v>16618</c:v>
                </c:pt>
                <c:pt idx="7318">
                  <c:v>16620</c:v>
                </c:pt>
                <c:pt idx="7319">
                  <c:v>16622</c:v>
                </c:pt>
                <c:pt idx="7320">
                  <c:v>16624</c:v>
                </c:pt>
                <c:pt idx="7321">
                  <c:v>16626</c:v>
                </c:pt>
                <c:pt idx="7322">
                  <c:v>16628</c:v>
                </c:pt>
                <c:pt idx="7323">
                  <c:v>16630</c:v>
                </c:pt>
                <c:pt idx="7324">
                  <c:v>16632</c:v>
                </c:pt>
                <c:pt idx="7325">
                  <c:v>16634</c:v>
                </c:pt>
                <c:pt idx="7326">
                  <c:v>16636</c:v>
                </c:pt>
                <c:pt idx="7327">
                  <c:v>16638</c:v>
                </c:pt>
                <c:pt idx="7328">
                  <c:v>16640</c:v>
                </c:pt>
                <c:pt idx="7329">
                  <c:v>16642</c:v>
                </c:pt>
                <c:pt idx="7330">
                  <c:v>16644</c:v>
                </c:pt>
                <c:pt idx="7331">
                  <c:v>16646</c:v>
                </c:pt>
                <c:pt idx="7332">
                  <c:v>16648</c:v>
                </c:pt>
                <c:pt idx="7333">
                  <c:v>16650</c:v>
                </c:pt>
                <c:pt idx="7334">
                  <c:v>16652</c:v>
                </c:pt>
                <c:pt idx="7335">
                  <c:v>16654</c:v>
                </c:pt>
                <c:pt idx="7336">
                  <c:v>16656</c:v>
                </c:pt>
                <c:pt idx="7337">
                  <c:v>16658</c:v>
                </c:pt>
                <c:pt idx="7338">
                  <c:v>16660</c:v>
                </c:pt>
                <c:pt idx="7339">
                  <c:v>16662</c:v>
                </c:pt>
                <c:pt idx="7340">
                  <c:v>16664</c:v>
                </c:pt>
                <c:pt idx="7341">
                  <c:v>16666</c:v>
                </c:pt>
                <c:pt idx="7342">
                  <c:v>16668</c:v>
                </c:pt>
                <c:pt idx="7343">
                  <c:v>16670</c:v>
                </c:pt>
                <c:pt idx="7344">
                  <c:v>16672</c:v>
                </c:pt>
                <c:pt idx="7345">
                  <c:v>16674</c:v>
                </c:pt>
                <c:pt idx="7346">
                  <c:v>16676</c:v>
                </c:pt>
                <c:pt idx="7347">
                  <c:v>16678</c:v>
                </c:pt>
                <c:pt idx="7348">
                  <c:v>16680</c:v>
                </c:pt>
                <c:pt idx="7349">
                  <c:v>16682</c:v>
                </c:pt>
                <c:pt idx="7350">
                  <c:v>16684</c:v>
                </c:pt>
                <c:pt idx="7351">
                  <c:v>16686</c:v>
                </c:pt>
                <c:pt idx="7352">
                  <c:v>16688</c:v>
                </c:pt>
                <c:pt idx="7353">
                  <c:v>16690</c:v>
                </c:pt>
                <c:pt idx="7354">
                  <c:v>16692</c:v>
                </c:pt>
                <c:pt idx="7355">
                  <c:v>16694</c:v>
                </c:pt>
                <c:pt idx="7356">
                  <c:v>16696</c:v>
                </c:pt>
                <c:pt idx="7357">
                  <c:v>16698</c:v>
                </c:pt>
                <c:pt idx="7358">
                  <c:v>16700</c:v>
                </c:pt>
                <c:pt idx="7359">
                  <c:v>16702</c:v>
                </c:pt>
                <c:pt idx="7360">
                  <c:v>16704</c:v>
                </c:pt>
                <c:pt idx="7361">
                  <c:v>16706</c:v>
                </c:pt>
                <c:pt idx="7362">
                  <c:v>16708</c:v>
                </c:pt>
                <c:pt idx="7363">
                  <c:v>16710</c:v>
                </c:pt>
                <c:pt idx="7364">
                  <c:v>16712</c:v>
                </c:pt>
                <c:pt idx="7365">
                  <c:v>16714</c:v>
                </c:pt>
                <c:pt idx="7366">
                  <c:v>16716</c:v>
                </c:pt>
                <c:pt idx="7367">
                  <c:v>16718</c:v>
                </c:pt>
                <c:pt idx="7368">
                  <c:v>16720</c:v>
                </c:pt>
                <c:pt idx="7369">
                  <c:v>16722</c:v>
                </c:pt>
                <c:pt idx="7370">
                  <c:v>16724</c:v>
                </c:pt>
                <c:pt idx="7371">
                  <c:v>16726</c:v>
                </c:pt>
                <c:pt idx="7372">
                  <c:v>16728</c:v>
                </c:pt>
                <c:pt idx="7373">
                  <c:v>16730</c:v>
                </c:pt>
                <c:pt idx="7374">
                  <c:v>16732</c:v>
                </c:pt>
                <c:pt idx="7375">
                  <c:v>16734</c:v>
                </c:pt>
                <c:pt idx="7376">
                  <c:v>16736</c:v>
                </c:pt>
                <c:pt idx="7377">
                  <c:v>16738</c:v>
                </c:pt>
                <c:pt idx="7378">
                  <c:v>16740</c:v>
                </c:pt>
                <c:pt idx="7379">
                  <c:v>16742</c:v>
                </c:pt>
                <c:pt idx="7380">
                  <c:v>16744</c:v>
                </c:pt>
                <c:pt idx="7381">
                  <c:v>16746</c:v>
                </c:pt>
                <c:pt idx="7382">
                  <c:v>16748</c:v>
                </c:pt>
                <c:pt idx="7383">
                  <c:v>16750</c:v>
                </c:pt>
                <c:pt idx="7384">
                  <c:v>16752</c:v>
                </c:pt>
                <c:pt idx="7385">
                  <c:v>16754</c:v>
                </c:pt>
                <c:pt idx="7386">
                  <c:v>16756</c:v>
                </c:pt>
                <c:pt idx="7387">
                  <c:v>16758</c:v>
                </c:pt>
                <c:pt idx="7388">
                  <c:v>16760</c:v>
                </c:pt>
                <c:pt idx="7389">
                  <c:v>16762</c:v>
                </c:pt>
                <c:pt idx="7390">
                  <c:v>16764</c:v>
                </c:pt>
                <c:pt idx="7391">
                  <c:v>16766</c:v>
                </c:pt>
                <c:pt idx="7392">
                  <c:v>16768</c:v>
                </c:pt>
                <c:pt idx="7393">
                  <c:v>16770</c:v>
                </c:pt>
                <c:pt idx="7394">
                  <c:v>16772</c:v>
                </c:pt>
                <c:pt idx="7395">
                  <c:v>16774</c:v>
                </c:pt>
                <c:pt idx="7396">
                  <c:v>16776</c:v>
                </c:pt>
                <c:pt idx="7397">
                  <c:v>16778</c:v>
                </c:pt>
                <c:pt idx="7398">
                  <c:v>16780</c:v>
                </c:pt>
                <c:pt idx="7399">
                  <c:v>16782</c:v>
                </c:pt>
                <c:pt idx="7400">
                  <c:v>16784</c:v>
                </c:pt>
                <c:pt idx="7401">
                  <c:v>16786</c:v>
                </c:pt>
                <c:pt idx="7402">
                  <c:v>16788</c:v>
                </c:pt>
                <c:pt idx="7403">
                  <c:v>16790</c:v>
                </c:pt>
                <c:pt idx="7404">
                  <c:v>16792</c:v>
                </c:pt>
                <c:pt idx="7405">
                  <c:v>16794</c:v>
                </c:pt>
                <c:pt idx="7406">
                  <c:v>16796</c:v>
                </c:pt>
                <c:pt idx="7407">
                  <c:v>16798</c:v>
                </c:pt>
                <c:pt idx="7408">
                  <c:v>16800</c:v>
                </c:pt>
                <c:pt idx="7409">
                  <c:v>16802</c:v>
                </c:pt>
                <c:pt idx="7410">
                  <c:v>16804</c:v>
                </c:pt>
                <c:pt idx="7411">
                  <c:v>16806</c:v>
                </c:pt>
                <c:pt idx="7412">
                  <c:v>16808</c:v>
                </c:pt>
                <c:pt idx="7413">
                  <c:v>16810</c:v>
                </c:pt>
                <c:pt idx="7414">
                  <c:v>16812</c:v>
                </c:pt>
                <c:pt idx="7415">
                  <c:v>16814</c:v>
                </c:pt>
                <c:pt idx="7416">
                  <c:v>16816</c:v>
                </c:pt>
                <c:pt idx="7417">
                  <c:v>16818</c:v>
                </c:pt>
                <c:pt idx="7418">
                  <c:v>16820</c:v>
                </c:pt>
                <c:pt idx="7419">
                  <c:v>16822</c:v>
                </c:pt>
                <c:pt idx="7420">
                  <c:v>16824</c:v>
                </c:pt>
                <c:pt idx="7421">
                  <c:v>16826</c:v>
                </c:pt>
                <c:pt idx="7422">
                  <c:v>16828</c:v>
                </c:pt>
                <c:pt idx="7423">
                  <c:v>16830</c:v>
                </c:pt>
                <c:pt idx="7424">
                  <c:v>16832</c:v>
                </c:pt>
                <c:pt idx="7425">
                  <c:v>16834</c:v>
                </c:pt>
                <c:pt idx="7426">
                  <c:v>16836</c:v>
                </c:pt>
                <c:pt idx="7427">
                  <c:v>16838</c:v>
                </c:pt>
                <c:pt idx="7428">
                  <c:v>16840</c:v>
                </c:pt>
                <c:pt idx="7429">
                  <c:v>16842</c:v>
                </c:pt>
                <c:pt idx="7430">
                  <c:v>16844</c:v>
                </c:pt>
                <c:pt idx="7431">
                  <c:v>16846</c:v>
                </c:pt>
                <c:pt idx="7432">
                  <c:v>16848</c:v>
                </c:pt>
                <c:pt idx="7433">
                  <c:v>16850</c:v>
                </c:pt>
                <c:pt idx="7434">
                  <c:v>16852</c:v>
                </c:pt>
                <c:pt idx="7435">
                  <c:v>16854</c:v>
                </c:pt>
                <c:pt idx="7436">
                  <c:v>16856</c:v>
                </c:pt>
                <c:pt idx="7437">
                  <c:v>16858</c:v>
                </c:pt>
                <c:pt idx="7438">
                  <c:v>16860</c:v>
                </c:pt>
                <c:pt idx="7439">
                  <c:v>16862</c:v>
                </c:pt>
                <c:pt idx="7440">
                  <c:v>16864</c:v>
                </c:pt>
                <c:pt idx="7441">
                  <c:v>16866</c:v>
                </c:pt>
                <c:pt idx="7442">
                  <c:v>16868</c:v>
                </c:pt>
                <c:pt idx="7443">
                  <c:v>16870</c:v>
                </c:pt>
                <c:pt idx="7444">
                  <c:v>16872</c:v>
                </c:pt>
                <c:pt idx="7445">
                  <c:v>16874</c:v>
                </c:pt>
                <c:pt idx="7446">
                  <c:v>16876</c:v>
                </c:pt>
                <c:pt idx="7447">
                  <c:v>16878</c:v>
                </c:pt>
                <c:pt idx="7448">
                  <c:v>16880</c:v>
                </c:pt>
                <c:pt idx="7449">
                  <c:v>16882</c:v>
                </c:pt>
                <c:pt idx="7450">
                  <c:v>16884</c:v>
                </c:pt>
                <c:pt idx="7451">
                  <c:v>16886</c:v>
                </c:pt>
                <c:pt idx="7452">
                  <c:v>16888</c:v>
                </c:pt>
                <c:pt idx="7453">
                  <c:v>16890</c:v>
                </c:pt>
                <c:pt idx="7454">
                  <c:v>16892</c:v>
                </c:pt>
                <c:pt idx="7455">
                  <c:v>16894</c:v>
                </c:pt>
                <c:pt idx="7456">
                  <c:v>16896</c:v>
                </c:pt>
                <c:pt idx="7457">
                  <c:v>16898</c:v>
                </c:pt>
                <c:pt idx="7458">
                  <c:v>16900</c:v>
                </c:pt>
                <c:pt idx="7459">
                  <c:v>16902</c:v>
                </c:pt>
                <c:pt idx="7460">
                  <c:v>16904</c:v>
                </c:pt>
                <c:pt idx="7461">
                  <c:v>16906</c:v>
                </c:pt>
                <c:pt idx="7462">
                  <c:v>16908</c:v>
                </c:pt>
                <c:pt idx="7463">
                  <c:v>16910</c:v>
                </c:pt>
                <c:pt idx="7464">
                  <c:v>16912</c:v>
                </c:pt>
                <c:pt idx="7465">
                  <c:v>16914</c:v>
                </c:pt>
                <c:pt idx="7466">
                  <c:v>16916</c:v>
                </c:pt>
                <c:pt idx="7467">
                  <c:v>16918</c:v>
                </c:pt>
                <c:pt idx="7468">
                  <c:v>16920</c:v>
                </c:pt>
                <c:pt idx="7469">
                  <c:v>16922</c:v>
                </c:pt>
                <c:pt idx="7470">
                  <c:v>16924</c:v>
                </c:pt>
                <c:pt idx="7471">
                  <c:v>16926</c:v>
                </c:pt>
                <c:pt idx="7472">
                  <c:v>16928</c:v>
                </c:pt>
                <c:pt idx="7473">
                  <c:v>16930</c:v>
                </c:pt>
                <c:pt idx="7474">
                  <c:v>16932</c:v>
                </c:pt>
                <c:pt idx="7475">
                  <c:v>16934</c:v>
                </c:pt>
                <c:pt idx="7476">
                  <c:v>16936</c:v>
                </c:pt>
                <c:pt idx="7477">
                  <c:v>16938</c:v>
                </c:pt>
                <c:pt idx="7478">
                  <c:v>16940</c:v>
                </c:pt>
                <c:pt idx="7479">
                  <c:v>16942</c:v>
                </c:pt>
                <c:pt idx="7480">
                  <c:v>16944</c:v>
                </c:pt>
                <c:pt idx="7481">
                  <c:v>16946</c:v>
                </c:pt>
                <c:pt idx="7482">
                  <c:v>16948</c:v>
                </c:pt>
                <c:pt idx="7483">
                  <c:v>16950</c:v>
                </c:pt>
                <c:pt idx="7484">
                  <c:v>16952</c:v>
                </c:pt>
                <c:pt idx="7485">
                  <c:v>16954</c:v>
                </c:pt>
                <c:pt idx="7486">
                  <c:v>16956</c:v>
                </c:pt>
                <c:pt idx="7487">
                  <c:v>16958</c:v>
                </c:pt>
                <c:pt idx="7488">
                  <c:v>16960</c:v>
                </c:pt>
                <c:pt idx="7489">
                  <c:v>16962</c:v>
                </c:pt>
                <c:pt idx="7490">
                  <c:v>16964</c:v>
                </c:pt>
                <c:pt idx="7491">
                  <c:v>16966</c:v>
                </c:pt>
                <c:pt idx="7492">
                  <c:v>16968</c:v>
                </c:pt>
                <c:pt idx="7493">
                  <c:v>16970</c:v>
                </c:pt>
                <c:pt idx="7494">
                  <c:v>16972</c:v>
                </c:pt>
                <c:pt idx="7495">
                  <c:v>16974</c:v>
                </c:pt>
                <c:pt idx="7496">
                  <c:v>16976</c:v>
                </c:pt>
                <c:pt idx="7497">
                  <c:v>16978</c:v>
                </c:pt>
                <c:pt idx="7498">
                  <c:v>16980</c:v>
                </c:pt>
                <c:pt idx="7499">
                  <c:v>16982</c:v>
                </c:pt>
                <c:pt idx="7500">
                  <c:v>16984</c:v>
                </c:pt>
                <c:pt idx="7501">
                  <c:v>16986</c:v>
                </c:pt>
                <c:pt idx="7502">
                  <c:v>16988</c:v>
                </c:pt>
                <c:pt idx="7503">
                  <c:v>16990</c:v>
                </c:pt>
                <c:pt idx="7504">
                  <c:v>16992</c:v>
                </c:pt>
                <c:pt idx="7505">
                  <c:v>16994</c:v>
                </c:pt>
                <c:pt idx="7506">
                  <c:v>16996</c:v>
                </c:pt>
                <c:pt idx="7507">
                  <c:v>16998</c:v>
                </c:pt>
                <c:pt idx="7508">
                  <c:v>17000</c:v>
                </c:pt>
                <c:pt idx="7509">
                  <c:v>17002</c:v>
                </c:pt>
                <c:pt idx="7510">
                  <c:v>17004</c:v>
                </c:pt>
                <c:pt idx="7511">
                  <c:v>17006</c:v>
                </c:pt>
                <c:pt idx="7512">
                  <c:v>17008</c:v>
                </c:pt>
                <c:pt idx="7513">
                  <c:v>17010</c:v>
                </c:pt>
                <c:pt idx="7514">
                  <c:v>17012</c:v>
                </c:pt>
                <c:pt idx="7515">
                  <c:v>17014</c:v>
                </c:pt>
                <c:pt idx="7516">
                  <c:v>17016</c:v>
                </c:pt>
                <c:pt idx="7517">
                  <c:v>17018</c:v>
                </c:pt>
                <c:pt idx="7518">
                  <c:v>17020</c:v>
                </c:pt>
                <c:pt idx="7519">
                  <c:v>17022</c:v>
                </c:pt>
                <c:pt idx="7520">
                  <c:v>17024</c:v>
                </c:pt>
                <c:pt idx="7521">
                  <c:v>17026</c:v>
                </c:pt>
                <c:pt idx="7522">
                  <c:v>17028</c:v>
                </c:pt>
                <c:pt idx="7523">
                  <c:v>17030</c:v>
                </c:pt>
                <c:pt idx="7524">
                  <c:v>17032</c:v>
                </c:pt>
                <c:pt idx="7525">
                  <c:v>17034</c:v>
                </c:pt>
                <c:pt idx="7526">
                  <c:v>17036</c:v>
                </c:pt>
                <c:pt idx="7527">
                  <c:v>17038</c:v>
                </c:pt>
                <c:pt idx="7528">
                  <c:v>17040</c:v>
                </c:pt>
                <c:pt idx="7529">
                  <c:v>17042</c:v>
                </c:pt>
                <c:pt idx="7530">
                  <c:v>17044</c:v>
                </c:pt>
                <c:pt idx="7531">
                  <c:v>17046</c:v>
                </c:pt>
                <c:pt idx="7532">
                  <c:v>17048</c:v>
                </c:pt>
                <c:pt idx="7533">
                  <c:v>17050</c:v>
                </c:pt>
                <c:pt idx="7534">
                  <c:v>17052</c:v>
                </c:pt>
                <c:pt idx="7535">
                  <c:v>17054</c:v>
                </c:pt>
                <c:pt idx="7536">
                  <c:v>17056</c:v>
                </c:pt>
                <c:pt idx="7537">
                  <c:v>17058</c:v>
                </c:pt>
                <c:pt idx="7538">
                  <c:v>17060</c:v>
                </c:pt>
                <c:pt idx="7539">
                  <c:v>17062</c:v>
                </c:pt>
                <c:pt idx="7540">
                  <c:v>17064</c:v>
                </c:pt>
                <c:pt idx="7541">
                  <c:v>17066</c:v>
                </c:pt>
                <c:pt idx="7542">
                  <c:v>17068</c:v>
                </c:pt>
                <c:pt idx="7543">
                  <c:v>17070</c:v>
                </c:pt>
                <c:pt idx="7544">
                  <c:v>17072</c:v>
                </c:pt>
                <c:pt idx="7545">
                  <c:v>17074</c:v>
                </c:pt>
                <c:pt idx="7546">
                  <c:v>17076</c:v>
                </c:pt>
                <c:pt idx="7547">
                  <c:v>17078</c:v>
                </c:pt>
                <c:pt idx="7548">
                  <c:v>17080</c:v>
                </c:pt>
                <c:pt idx="7549">
                  <c:v>17082</c:v>
                </c:pt>
                <c:pt idx="7550">
                  <c:v>17084</c:v>
                </c:pt>
                <c:pt idx="7551">
                  <c:v>17086</c:v>
                </c:pt>
                <c:pt idx="7552">
                  <c:v>17088</c:v>
                </c:pt>
                <c:pt idx="7553">
                  <c:v>17090</c:v>
                </c:pt>
                <c:pt idx="7554">
                  <c:v>17092</c:v>
                </c:pt>
                <c:pt idx="7555">
                  <c:v>17094</c:v>
                </c:pt>
                <c:pt idx="7556">
                  <c:v>17096</c:v>
                </c:pt>
                <c:pt idx="7557">
                  <c:v>17098</c:v>
                </c:pt>
                <c:pt idx="7558">
                  <c:v>17100</c:v>
                </c:pt>
                <c:pt idx="7559">
                  <c:v>17102</c:v>
                </c:pt>
                <c:pt idx="7560">
                  <c:v>17104</c:v>
                </c:pt>
                <c:pt idx="7561">
                  <c:v>17106</c:v>
                </c:pt>
                <c:pt idx="7562">
                  <c:v>17108</c:v>
                </c:pt>
                <c:pt idx="7563">
                  <c:v>17110</c:v>
                </c:pt>
                <c:pt idx="7564">
                  <c:v>17112</c:v>
                </c:pt>
                <c:pt idx="7565">
                  <c:v>17114</c:v>
                </c:pt>
                <c:pt idx="7566">
                  <c:v>17116</c:v>
                </c:pt>
                <c:pt idx="7567">
                  <c:v>17118</c:v>
                </c:pt>
                <c:pt idx="7568">
                  <c:v>17120</c:v>
                </c:pt>
                <c:pt idx="7569">
                  <c:v>17122</c:v>
                </c:pt>
                <c:pt idx="7570">
                  <c:v>17124</c:v>
                </c:pt>
                <c:pt idx="7571">
                  <c:v>17126</c:v>
                </c:pt>
                <c:pt idx="7572">
                  <c:v>17128</c:v>
                </c:pt>
                <c:pt idx="7573">
                  <c:v>17130</c:v>
                </c:pt>
                <c:pt idx="7574">
                  <c:v>17132</c:v>
                </c:pt>
                <c:pt idx="7575">
                  <c:v>17134</c:v>
                </c:pt>
                <c:pt idx="7576">
                  <c:v>17136</c:v>
                </c:pt>
                <c:pt idx="7577">
                  <c:v>17138</c:v>
                </c:pt>
                <c:pt idx="7578">
                  <c:v>17140</c:v>
                </c:pt>
                <c:pt idx="7579">
                  <c:v>17142</c:v>
                </c:pt>
                <c:pt idx="7580">
                  <c:v>17144</c:v>
                </c:pt>
                <c:pt idx="7581">
                  <c:v>17146</c:v>
                </c:pt>
                <c:pt idx="7582">
                  <c:v>17148</c:v>
                </c:pt>
                <c:pt idx="7583">
                  <c:v>17150</c:v>
                </c:pt>
                <c:pt idx="7584">
                  <c:v>17152</c:v>
                </c:pt>
                <c:pt idx="7585">
                  <c:v>17154</c:v>
                </c:pt>
                <c:pt idx="7586">
                  <c:v>17156</c:v>
                </c:pt>
                <c:pt idx="7587">
                  <c:v>17158</c:v>
                </c:pt>
                <c:pt idx="7588">
                  <c:v>17160</c:v>
                </c:pt>
                <c:pt idx="7589">
                  <c:v>17162</c:v>
                </c:pt>
                <c:pt idx="7590">
                  <c:v>17164</c:v>
                </c:pt>
                <c:pt idx="7591">
                  <c:v>17166</c:v>
                </c:pt>
                <c:pt idx="7592">
                  <c:v>17168</c:v>
                </c:pt>
                <c:pt idx="7593">
                  <c:v>17170</c:v>
                </c:pt>
                <c:pt idx="7594">
                  <c:v>17172</c:v>
                </c:pt>
                <c:pt idx="7595">
                  <c:v>17174</c:v>
                </c:pt>
                <c:pt idx="7596">
                  <c:v>17176</c:v>
                </c:pt>
                <c:pt idx="7597">
                  <c:v>17178</c:v>
                </c:pt>
                <c:pt idx="7598">
                  <c:v>17180</c:v>
                </c:pt>
                <c:pt idx="7599">
                  <c:v>17182</c:v>
                </c:pt>
                <c:pt idx="7600">
                  <c:v>17184</c:v>
                </c:pt>
                <c:pt idx="7601">
                  <c:v>17186</c:v>
                </c:pt>
                <c:pt idx="7602">
                  <c:v>17188</c:v>
                </c:pt>
                <c:pt idx="7603">
                  <c:v>17190</c:v>
                </c:pt>
                <c:pt idx="7604">
                  <c:v>17192</c:v>
                </c:pt>
                <c:pt idx="7605">
                  <c:v>17194</c:v>
                </c:pt>
                <c:pt idx="7606">
                  <c:v>17196</c:v>
                </c:pt>
                <c:pt idx="7607">
                  <c:v>17198</c:v>
                </c:pt>
                <c:pt idx="7608">
                  <c:v>17200</c:v>
                </c:pt>
                <c:pt idx="7609">
                  <c:v>17202</c:v>
                </c:pt>
                <c:pt idx="7610">
                  <c:v>17204</c:v>
                </c:pt>
                <c:pt idx="7611">
                  <c:v>17206</c:v>
                </c:pt>
                <c:pt idx="7612">
                  <c:v>17208</c:v>
                </c:pt>
                <c:pt idx="7613">
                  <c:v>17210</c:v>
                </c:pt>
                <c:pt idx="7614">
                  <c:v>17212</c:v>
                </c:pt>
                <c:pt idx="7615">
                  <c:v>17214</c:v>
                </c:pt>
                <c:pt idx="7616">
                  <c:v>17216</c:v>
                </c:pt>
                <c:pt idx="7617">
                  <c:v>17218</c:v>
                </c:pt>
                <c:pt idx="7618">
                  <c:v>17220</c:v>
                </c:pt>
                <c:pt idx="7619">
                  <c:v>17222</c:v>
                </c:pt>
                <c:pt idx="7620">
                  <c:v>17224</c:v>
                </c:pt>
                <c:pt idx="7621">
                  <c:v>17226</c:v>
                </c:pt>
                <c:pt idx="7622">
                  <c:v>17228</c:v>
                </c:pt>
                <c:pt idx="7623">
                  <c:v>17230</c:v>
                </c:pt>
                <c:pt idx="7624">
                  <c:v>17232</c:v>
                </c:pt>
                <c:pt idx="7625">
                  <c:v>17234</c:v>
                </c:pt>
                <c:pt idx="7626">
                  <c:v>17236</c:v>
                </c:pt>
                <c:pt idx="7627">
                  <c:v>17238</c:v>
                </c:pt>
                <c:pt idx="7628">
                  <c:v>17240</c:v>
                </c:pt>
                <c:pt idx="7629">
                  <c:v>17242</c:v>
                </c:pt>
                <c:pt idx="7630">
                  <c:v>17244</c:v>
                </c:pt>
                <c:pt idx="7631">
                  <c:v>17246</c:v>
                </c:pt>
                <c:pt idx="7632">
                  <c:v>17248</c:v>
                </c:pt>
                <c:pt idx="7633">
                  <c:v>17250</c:v>
                </c:pt>
                <c:pt idx="7634">
                  <c:v>17252</c:v>
                </c:pt>
                <c:pt idx="7635">
                  <c:v>17254</c:v>
                </c:pt>
                <c:pt idx="7636">
                  <c:v>17256</c:v>
                </c:pt>
                <c:pt idx="7637">
                  <c:v>17258</c:v>
                </c:pt>
                <c:pt idx="7638">
                  <c:v>17260</c:v>
                </c:pt>
                <c:pt idx="7639">
                  <c:v>17262</c:v>
                </c:pt>
                <c:pt idx="7640">
                  <c:v>17264</c:v>
                </c:pt>
                <c:pt idx="7641">
                  <c:v>17266</c:v>
                </c:pt>
                <c:pt idx="7642">
                  <c:v>17268</c:v>
                </c:pt>
                <c:pt idx="7643">
                  <c:v>17270</c:v>
                </c:pt>
                <c:pt idx="7644">
                  <c:v>17272</c:v>
                </c:pt>
                <c:pt idx="7645">
                  <c:v>17274</c:v>
                </c:pt>
                <c:pt idx="7646">
                  <c:v>17276</c:v>
                </c:pt>
                <c:pt idx="7647">
                  <c:v>17278</c:v>
                </c:pt>
                <c:pt idx="7648">
                  <c:v>17280</c:v>
                </c:pt>
                <c:pt idx="7649">
                  <c:v>17282</c:v>
                </c:pt>
                <c:pt idx="7650">
                  <c:v>17284</c:v>
                </c:pt>
                <c:pt idx="7651">
                  <c:v>17286</c:v>
                </c:pt>
                <c:pt idx="7652">
                  <c:v>17288</c:v>
                </c:pt>
                <c:pt idx="7653">
                  <c:v>17290</c:v>
                </c:pt>
                <c:pt idx="7654">
                  <c:v>17292</c:v>
                </c:pt>
                <c:pt idx="7655">
                  <c:v>17294</c:v>
                </c:pt>
                <c:pt idx="7656">
                  <c:v>17296</c:v>
                </c:pt>
                <c:pt idx="7657">
                  <c:v>17298</c:v>
                </c:pt>
                <c:pt idx="7658">
                  <c:v>17300</c:v>
                </c:pt>
                <c:pt idx="7659">
                  <c:v>17302</c:v>
                </c:pt>
                <c:pt idx="7660">
                  <c:v>17304</c:v>
                </c:pt>
                <c:pt idx="7661">
                  <c:v>17306</c:v>
                </c:pt>
                <c:pt idx="7662">
                  <c:v>17308</c:v>
                </c:pt>
                <c:pt idx="7663">
                  <c:v>17310</c:v>
                </c:pt>
                <c:pt idx="7664">
                  <c:v>17312</c:v>
                </c:pt>
                <c:pt idx="7665">
                  <c:v>17314</c:v>
                </c:pt>
                <c:pt idx="7666">
                  <c:v>17316</c:v>
                </c:pt>
                <c:pt idx="7667">
                  <c:v>17318</c:v>
                </c:pt>
                <c:pt idx="7668">
                  <c:v>17320</c:v>
                </c:pt>
                <c:pt idx="7669">
                  <c:v>17322</c:v>
                </c:pt>
                <c:pt idx="7670">
                  <c:v>17324</c:v>
                </c:pt>
                <c:pt idx="7671">
                  <c:v>17326</c:v>
                </c:pt>
                <c:pt idx="7672">
                  <c:v>17328</c:v>
                </c:pt>
                <c:pt idx="7673">
                  <c:v>17330</c:v>
                </c:pt>
                <c:pt idx="7674">
                  <c:v>17332</c:v>
                </c:pt>
                <c:pt idx="7675">
                  <c:v>17334</c:v>
                </c:pt>
                <c:pt idx="7676">
                  <c:v>17336</c:v>
                </c:pt>
                <c:pt idx="7677">
                  <c:v>17338</c:v>
                </c:pt>
                <c:pt idx="7678">
                  <c:v>17340</c:v>
                </c:pt>
                <c:pt idx="7679">
                  <c:v>17342</c:v>
                </c:pt>
                <c:pt idx="7680">
                  <c:v>17344</c:v>
                </c:pt>
                <c:pt idx="7681">
                  <c:v>17346</c:v>
                </c:pt>
                <c:pt idx="7682">
                  <c:v>17348</c:v>
                </c:pt>
                <c:pt idx="7683">
                  <c:v>17350</c:v>
                </c:pt>
                <c:pt idx="7684">
                  <c:v>17352</c:v>
                </c:pt>
                <c:pt idx="7685">
                  <c:v>17354</c:v>
                </c:pt>
                <c:pt idx="7686">
                  <c:v>17356</c:v>
                </c:pt>
                <c:pt idx="7687">
                  <c:v>17358</c:v>
                </c:pt>
                <c:pt idx="7688">
                  <c:v>17360</c:v>
                </c:pt>
                <c:pt idx="7689">
                  <c:v>17362</c:v>
                </c:pt>
                <c:pt idx="7690">
                  <c:v>17364</c:v>
                </c:pt>
                <c:pt idx="7691">
                  <c:v>17366</c:v>
                </c:pt>
                <c:pt idx="7692">
                  <c:v>17368</c:v>
                </c:pt>
                <c:pt idx="7693">
                  <c:v>17370</c:v>
                </c:pt>
                <c:pt idx="7694">
                  <c:v>17372</c:v>
                </c:pt>
                <c:pt idx="7695">
                  <c:v>17374</c:v>
                </c:pt>
                <c:pt idx="7696">
                  <c:v>17376</c:v>
                </c:pt>
                <c:pt idx="7697">
                  <c:v>17378</c:v>
                </c:pt>
                <c:pt idx="7698">
                  <c:v>17380</c:v>
                </c:pt>
                <c:pt idx="7699">
                  <c:v>17382</c:v>
                </c:pt>
                <c:pt idx="7700">
                  <c:v>17384</c:v>
                </c:pt>
                <c:pt idx="7701">
                  <c:v>17386</c:v>
                </c:pt>
                <c:pt idx="7702">
                  <c:v>17388</c:v>
                </c:pt>
                <c:pt idx="7703">
                  <c:v>17390</c:v>
                </c:pt>
                <c:pt idx="7704">
                  <c:v>17392</c:v>
                </c:pt>
                <c:pt idx="7705">
                  <c:v>17394</c:v>
                </c:pt>
                <c:pt idx="7706">
                  <c:v>17396</c:v>
                </c:pt>
                <c:pt idx="7707">
                  <c:v>17398</c:v>
                </c:pt>
                <c:pt idx="7708">
                  <c:v>17400</c:v>
                </c:pt>
                <c:pt idx="7709">
                  <c:v>17402</c:v>
                </c:pt>
                <c:pt idx="7710">
                  <c:v>17404</c:v>
                </c:pt>
                <c:pt idx="7711">
                  <c:v>17406</c:v>
                </c:pt>
                <c:pt idx="7712">
                  <c:v>17408</c:v>
                </c:pt>
                <c:pt idx="7713">
                  <c:v>17410</c:v>
                </c:pt>
                <c:pt idx="7714">
                  <c:v>17412</c:v>
                </c:pt>
                <c:pt idx="7715">
                  <c:v>17414</c:v>
                </c:pt>
                <c:pt idx="7716">
                  <c:v>17416</c:v>
                </c:pt>
                <c:pt idx="7717">
                  <c:v>17418</c:v>
                </c:pt>
                <c:pt idx="7718">
                  <c:v>17420</c:v>
                </c:pt>
                <c:pt idx="7719">
                  <c:v>17422</c:v>
                </c:pt>
                <c:pt idx="7720">
                  <c:v>17424</c:v>
                </c:pt>
                <c:pt idx="7721">
                  <c:v>17426</c:v>
                </c:pt>
                <c:pt idx="7722">
                  <c:v>17428</c:v>
                </c:pt>
                <c:pt idx="7723">
                  <c:v>17430</c:v>
                </c:pt>
                <c:pt idx="7724">
                  <c:v>17432</c:v>
                </c:pt>
                <c:pt idx="7725">
                  <c:v>17434</c:v>
                </c:pt>
                <c:pt idx="7726">
                  <c:v>17436</c:v>
                </c:pt>
                <c:pt idx="7727">
                  <c:v>17438</c:v>
                </c:pt>
                <c:pt idx="7728">
                  <c:v>17440</c:v>
                </c:pt>
                <c:pt idx="7729">
                  <c:v>17442</c:v>
                </c:pt>
                <c:pt idx="7730">
                  <c:v>17444</c:v>
                </c:pt>
                <c:pt idx="7731">
                  <c:v>17446</c:v>
                </c:pt>
                <c:pt idx="7732">
                  <c:v>17448</c:v>
                </c:pt>
                <c:pt idx="7733">
                  <c:v>17450</c:v>
                </c:pt>
                <c:pt idx="7734">
                  <c:v>17452</c:v>
                </c:pt>
                <c:pt idx="7735">
                  <c:v>17454</c:v>
                </c:pt>
                <c:pt idx="7736">
                  <c:v>17456</c:v>
                </c:pt>
                <c:pt idx="7737">
                  <c:v>17458</c:v>
                </c:pt>
                <c:pt idx="7738">
                  <c:v>17460</c:v>
                </c:pt>
                <c:pt idx="7739">
                  <c:v>17462</c:v>
                </c:pt>
                <c:pt idx="7740">
                  <c:v>17464</c:v>
                </c:pt>
                <c:pt idx="7741">
                  <c:v>17466</c:v>
                </c:pt>
                <c:pt idx="7742">
                  <c:v>17468</c:v>
                </c:pt>
                <c:pt idx="7743">
                  <c:v>17470</c:v>
                </c:pt>
                <c:pt idx="7744">
                  <c:v>17472</c:v>
                </c:pt>
                <c:pt idx="7745">
                  <c:v>17474</c:v>
                </c:pt>
                <c:pt idx="7746">
                  <c:v>17476</c:v>
                </c:pt>
                <c:pt idx="7747">
                  <c:v>17478</c:v>
                </c:pt>
                <c:pt idx="7748">
                  <c:v>17480</c:v>
                </c:pt>
                <c:pt idx="7749">
                  <c:v>17482</c:v>
                </c:pt>
                <c:pt idx="7750">
                  <c:v>17484</c:v>
                </c:pt>
                <c:pt idx="7751">
                  <c:v>17486</c:v>
                </c:pt>
                <c:pt idx="7752">
                  <c:v>17488</c:v>
                </c:pt>
                <c:pt idx="7753">
                  <c:v>17490</c:v>
                </c:pt>
                <c:pt idx="7754">
                  <c:v>17492</c:v>
                </c:pt>
                <c:pt idx="7755">
                  <c:v>17494</c:v>
                </c:pt>
                <c:pt idx="7756">
                  <c:v>17496</c:v>
                </c:pt>
                <c:pt idx="7757">
                  <c:v>17498</c:v>
                </c:pt>
                <c:pt idx="7758">
                  <c:v>17500</c:v>
                </c:pt>
                <c:pt idx="7759">
                  <c:v>17502</c:v>
                </c:pt>
                <c:pt idx="7760">
                  <c:v>17504</c:v>
                </c:pt>
                <c:pt idx="7761">
                  <c:v>17506</c:v>
                </c:pt>
                <c:pt idx="7762">
                  <c:v>17508</c:v>
                </c:pt>
                <c:pt idx="7763">
                  <c:v>17510</c:v>
                </c:pt>
                <c:pt idx="7764">
                  <c:v>17512</c:v>
                </c:pt>
                <c:pt idx="7765">
                  <c:v>17514</c:v>
                </c:pt>
                <c:pt idx="7766">
                  <c:v>17516</c:v>
                </c:pt>
                <c:pt idx="7767">
                  <c:v>17518</c:v>
                </c:pt>
                <c:pt idx="7768">
                  <c:v>17520</c:v>
                </c:pt>
                <c:pt idx="7769">
                  <c:v>17522</c:v>
                </c:pt>
                <c:pt idx="7770">
                  <c:v>17524</c:v>
                </c:pt>
                <c:pt idx="7771">
                  <c:v>17526</c:v>
                </c:pt>
                <c:pt idx="7772">
                  <c:v>17528</c:v>
                </c:pt>
                <c:pt idx="7773">
                  <c:v>17530</c:v>
                </c:pt>
                <c:pt idx="7774">
                  <c:v>17532</c:v>
                </c:pt>
                <c:pt idx="7775">
                  <c:v>17534</c:v>
                </c:pt>
                <c:pt idx="7776">
                  <c:v>17536</c:v>
                </c:pt>
                <c:pt idx="7777">
                  <c:v>17538</c:v>
                </c:pt>
                <c:pt idx="7778">
                  <c:v>17540</c:v>
                </c:pt>
                <c:pt idx="7779">
                  <c:v>17542</c:v>
                </c:pt>
                <c:pt idx="7780">
                  <c:v>17544</c:v>
                </c:pt>
                <c:pt idx="7781">
                  <c:v>17546</c:v>
                </c:pt>
                <c:pt idx="7782">
                  <c:v>17548</c:v>
                </c:pt>
                <c:pt idx="7783">
                  <c:v>17550</c:v>
                </c:pt>
                <c:pt idx="7784">
                  <c:v>17552</c:v>
                </c:pt>
                <c:pt idx="7785">
                  <c:v>17554</c:v>
                </c:pt>
                <c:pt idx="7786">
                  <c:v>17556</c:v>
                </c:pt>
                <c:pt idx="7787">
                  <c:v>17558</c:v>
                </c:pt>
                <c:pt idx="7788">
                  <c:v>17560</c:v>
                </c:pt>
                <c:pt idx="7789">
                  <c:v>17562</c:v>
                </c:pt>
                <c:pt idx="7790">
                  <c:v>17564</c:v>
                </c:pt>
                <c:pt idx="7791">
                  <c:v>17566</c:v>
                </c:pt>
                <c:pt idx="7792">
                  <c:v>17568</c:v>
                </c:pt>
                <c:pt idx="7793">
                  <c:v>17570</c:v>
                </c:pt>
                <c:pt idx="7794">
                  <c:v>17572</c:v>
                </c:pt>
                <c:pt idx="7795">
                  <c:v>17574</c:v>
                </c:pt>
                <c:pt idx="7796">
                  <c:v>17576</c:v>
                </c:pt>
                <c:pt idx="7797">
                  <c:v>17578</c:v>
                </c:pt>
                <c:pt idx="7798">
                  <c:v>17580</c:v>
                </c:pt>
                <c:pt idx="7799">
                  <c:v>17582</c:v>
                </c:pt>
                <c:pt idx="7800">
                  <c:v>17584</c:v>
                </c:pt>
                <c:pt idx="7801">
                  <c:v>17586</c:v>
                </c:pt>
                <c:pt idx="7802">
                  <c:v>17588</c:v>
                </c:pt>
                <c:pt idx="7803">
                  <c:v>17590</c:v>
                </c:pt>
                <c:pt idx="7804">
                  <c:v>17592</c:v>
                </c:pt>
                <c:pt idx="7805">
                  <c:v>17594</c:v>
                </c:pt>
                <c:pt idx="7806">
                  <c:v>17596</c:v>
                </c:pt>
                <c:pt idx="7807">
                  <c:v>17598</c:v>
                </c:pt>
                <c:pt idx="7808">
                  <c:v>17600</c:v>
                </c:pt>
                <c:pt idx="7809">
                  <c:v>17602</c:v>
                </c:pt>
                <c:pt idx="7810">
                  <c:v>17604</c:v>
                </c:pt>
                <c:pt idx="7811">
                  <c:v>17606</c:v>
                </c:pt>
                <c:pt idx="7812">
                  <c:v>17608</c:v>
                </c:pt>
                <c:pt idx="7813">
                  <c:v>17610</c:v>
                </c:pt>
                <c:pt idx="7814">
                  <c:v>17612</c:v>
                </c:pt>
                <c:pt idx="7815">
                  <c:v>17614</c:v>
                </c:pt>
                <c:pt idx="7816">
                  <c:v>17616</c:v>
                </c:pt>
                <c:pt idx="7817">
                  <c:v>17618</c:v>
                </c:pt>
                <c:pt idx="7818">
                  <c:v>17620</c:v>
                </c:pt>
                <c:pt idx="7819">
                  <c:v>17622</c:v>
                </c:pt>
                <c:pt idx="7820">
                  <c:v>17624</c:v>
                </c:pt>
                <c:pt idx="7821">
                  <c:v>17626</c:v>
                </c:pt>
                <c:pt idx="7822">
                  <c:v>17628</c:v>
                </c:pt>
                <c:pt idx="7823">
                  <c:v>17630</c:v>
                </c:pt>
                <c:pt idx="7824">
                  <c:v>17632</c:v>
                </c:pt>
                <c:pt idx="7825">
                  <c:v>17634</c:v>
                </c:pt>
                <c:pt idx="7826">
                  <c:v>17636</c:v>
                </c:pt>
                <c:pt idx="7827">
                  <c:v>17638</c:v>
                </c:pt>
                <c:pt idx="7828">
                  <c:v>17640</c:v>
                </c:pt>
                <c:pt idx="7829">
                  <c:v>17642</c:v>
                </c:pt>
                <c:pt idx="7830">
                  <c:v>17644</c:v>
                </c:pt>
                <c:pt idx="7831">
                  <c:v>17646</c:v>
                </c:pt>
                <c:pt idx="7832">
                  <c:v>17648</c:v>
                </c:pt>
                <c:pt idx="7833">
                  <c:v>17650</c:v>
                </c:pt>
                <c:pt idx="7834">
                  <c:v>17652</c:v>
                </c:pt>
                <c:pt idx="7835">
                  <c:v>17654</c:v>
                </c:pt>
                <c:pt idx="7836">
                  <c:v>17656</c:v>
                </c:pt>
                <c:pt idx="7837">
                  <c:v>17658</c:v>
                </c:pt>
                <c:pt idx="7838">
                  <c:v>17660</c:v>
                </c:pt>
                <c:pt idx="7839">
                  <c:v>17662</c:v>
                </c:pt>
                <c:pt idx="7840">
                  <c:v>17664</c:v>
                </c:pt>
                <c:pt idx="7841">
                  <c:v>17666</c:v>
                </c:pt>
                <c:pt idx="7842">
                  <c:v>17668</c:v>
                </c:pt>
                <c:pt idx="7843">
                  <c:v>17670</c:v>
                </c:pt>
                <c:pt idx="7844">
                  <c:v>17672</c:v>
                </c:pt>
                <c:pt idx="7845">
                  <c:v>17674</c:v>
                </c:pt>
                <c:pt idx="7846">
                  <c:v>17676</c:v>
                </c:pt>
                <c:pt idx="7847">
                  <c:v>17678</c:v>
                </c:pt>
                <c:pt idx="7848">
                  <c:v>17680</c:v>
                </c:pt>
                <c:pt idx="7849">
                  <c:v>17682</c:v>
                </c:pt>
                <c:pt idx="7850">
                  <c:v>17684</c:v>
                </c:pt>
                <c:pt idx="7851">
                  <c:v>17686</c:v>
                </c:pt>
                <c:pt idx="7852">
                  <c:v>17688</c:v>
                </c:pt>
                <c:pt idx="7853">
                  <c:v>17690</c:v>
                </c:pt>
                <c:pt idx="7854">
                  <c:v>17692</c:v>
                </c:pt>
                <c:pt idx="7855">
                  <c:v>17694</c:v>
                </c:pt>
                <c:pt idx="7856">
                  <c:v>17696</c:v>
                </c:pt>
                <c:pt idx="7857">
                  <c:v>17698</c:v>
                </c:pt>
                <c:pt idx="7858">
                  <c:v>17700</c:v>
                </c:pt>
                <c:pt idx="7859">
                  <c:v>17702</c:v>
                </c:pt>
                <c:pt idx="7860">
                  <c:v>17704</c:v>
                </c:pt>
                <c:pt idx="7861">
                  <c:v>17706</c:v>
                </c:pt>
                <c:pt idx="7862">
                  <c:v>17708</c:v>
                </c:pt>
                <c:pt idx="7863">
                  <c:v>17710</c:v>
                </c:pt>
                <c:pt idx="7864">
                  <c:v>17712</c:v>
                </c:pt>
                <c:pt idx="7865">
                  <c:v>17714</c:v>
                </c:pt>
                <c:pt idx="7866">
                  <c:v>17716</c:v>
                </c:pt>
                <c:pt idx="7867">
                  <c:v>17718</c:v>
                </c:pt>
                <c:pt idx="7868">
                  <c:v>17720</c:v>
                </c:pt>
                <c:pt idx="7869">
                  <c:v>17722</c:v>
                </c:pt>
                <c:pt idx="7870">
                  <c:v>17724</c:v>
                </c:pt>
                <c:pt idx="7871">
                  <c:v>17726</c:v>
                </c:pt>
                <c:pt idx="7872">
                  <c:v>17728</c:v>
                </c:pt>
                <c:pt idx="7873">
                  <c:v>17730</c:v>
                </c:pt>
                <c:pt idx="7874">
                  <c:v>17732</c:v>
                </c:pt>
                <c:pt idx="7875">
                  <c:v>17734</c:v>
                </c:pt>
                <c:pt idx="7876">
                  <c:v>17736</c:v>
                </c:pt>
                <c:pt idx="7877">
                  <c:v>17738</c:v>
                </c:pt>
                <c:pt idx="7878">
                  <c:v>17740</c:v>
                </c:pt>
                <c:pt idx="7879">
                  <c:v>17742</c:v>
                </c:pt>
                <c:pt idx="7880">
                  <c:v>17744</c:v>
                </c:pt>
                <c:pt idx="7881">
                  <c:v>17746</c:v>
                </c:pt>
                <c:pt idx="7882">
                  <c:v>17748</c:v>
                </c:pt>
                <c:pt idx="7883">
                  <c:v>17750</c:v>
                </c:pt>
                <c:pt idx="7884">
                  <c:v>17752</c:v>
                </c:pt>
                <c:pt idx="7885">
                  <c:v>17754</c:v>
                </c:pt>
                <c:pt idx="7886">
                  <c:v>17756</c:v>
                </c:pt>
                <c:pt idx="7887">
                  <c:v>17758</c:v>
                </c:pt>
                <c:pt idx="7888">
                  <c:v>17760</c:v>
                </c:pt>
                <c:pt idx="7889">
                  <c:v>17762</c:v>
                </c:pt>
                <c:pt idx="7890">
                  <c:v>17764</c:v>
                </c:pt>
                <c:pt idx="7891">
                  <c:v>17766</c:v>
                </c:pt>
                <c:pt idx="7892">
                  <c:v>17768</c:v>
                </c:pt>
                <c:pt idx="7893">
                  <c:v>17770</c:v>
                </c:pt>
                <c:pt idx="7894">
                  <c:v>17772</c:v>
                </c:pt>
                <c:pt idx="7895">
                  <c:v>17774</c:v>
                </c:pt>
                <c:pt idx="7896">
                  <c:v>17776</c:v>
                </c:pt>
                <c:pt idx="7897">
                  <c:v>17778</c:v>
                </c:pt>
                <c:pt idx="7898">
                  <c:v>17780</c:v>
                </c:pt>
                <c:pt idx="7899">
                  <c:v>17782</c:v>
                </c:pt>
                <c:pt idx="7900">
                  <c:v>17784</c:v>
                </c:pt>
                <c:pt idx="7901">
                  <c:v>17786</c:v>
                </c:pt>
                <c:pt idx="7902">
                  <c:v>17788</c:v>
                </c:pt>
                <c:pt idx="7903">
                  <c:v>17790</c:v>
                </c:pt>
                <c:pt idx="7904">
                  <c:v>17792</c:v>
                </c:pt>
                <c:pt idx="7905">
                  <c:v>17794</c:v>
                </c:pt>
                <c:pt idx="7906">
                  <c:v>17796</c:v>
                </c:pt>
                <c:pt idx="7907">
                  <c:v>17798</c:v>
                </c:pt>
                <c:pt idx="7908">
                  <c:v>17800</c:v>
                </c:pt>
                <c:pt idx="7909">
                  <c:v>17802</c:v>
                </c:pt>
                <c:pt idx="7910">
                  <c:v>17804</c:v>
                </c:pt>
                <c:pt idx="7911">
                  <c:v>17806</c:v>
                </c:pt>
                <c:pt idx="7912">
                  <c:v>17808</c:v>
                </c:pt>
                <c:pt idx="7913">
                  <c:v>17810</c:v>
                </c:pt>
                <c:pt idx="7914">
                  <c:v>17812</c:v>
                </c:pt>
                <c:pt idx="7915">
                  <c:v>17814</c:v>
                </c:pt>
                <c:pt idx="7916">
                  <c:v>17816</c:v>
                </c:pt>
                <c:pt idx="7917">
                  <c:v>17818</c:v>
                </c:pt>
                <c:pt idx="7918">
                  <c:v>17820</c:v>
                </c:pt>
                <c:pt idx="7919">
                  <c:v>17822</c:v>
                </c:pt>
                <c:pt idx="7920">
                  <c:v>17824</c:v>
                </c:pt>
                <c:pt idx="7921">
                  <c:v>17826</c:v>
                </c:pt>
                <c:pt idx="7922">
                  <c:v>17828</c:v>
                </c:pt>
                <c:pt idx="7923">
                  <c:v>17830</c:v>
                </c:pt>
                <c:pt idx="7924">
                  <c:v>17832</c:v>
                </c:pt>
                <c:pt idx="7925">
                  <c:v>17834</c:v>
                </c:pt>
                <c:pt idx="7926">
                  <c:v>17836</c:v>
                </c:pt>
                <c:pt idx="7927">
                  <c:v>17838</c:v>
                </c:pt>
                <c:pt idx="7928">
                  <c:v>17840</c:v>
                </c:pt>
                <c:pt idx="7929">
                  <c:v>17842</c:v>
                </c:pt>
                <c:pt idx="7930">
                  <c:v>17844</c:v>
                </c:pt>
                <c:pt idx="7931">
                  <c:v>17846</c:v>
                </c:pt>
                <c:pt idx="7932">
                  <c:v>17848</c:v>
                </c:pt>
                <c:pt idx="7933">
                  <c:v>17850</c:v>
                </c:pt>
                <c:pt idx="7934">
                  <c:v>17852</c:v>
                </c:pt>
                <c:pt idx="7935">
                  <c:v>17854</c:v>
                </c:pt>
                <c:pt idx="7936">
                  <c:v>17856</c:v>
                </c:pt>
                <c:pt idx="7937">
                  <c:v>17858</c:v>
                </c:pt>
                <c:pt idx="7938">
                  <c:v>17860</c:v>
                </c:pt>
                <c:pt idx="7939">
                  <c:v>17862</c:v>
                </c:pt>
                <c:pt idx="7940">
                  <c:v>17864</c:v>
                </c:pt>
                <c:pt idx="7941">
                  <c:v>17866</c:v>
                </c:pt>
                <c:pt idx="7942">
                  <c:v>17868</c:v>
                </c:pt>
                <c:pt idx="7943">
                  <c:v>17870</c:v>
                </c:pt>
                <c:pt idx="7944">
                  <c:v>17872</c:v>
                </c:pt>
                <c:pt idx="7945">
                  <c:v>17874</c:v>
                </c:pt>
                <c:pt idx="7946">
                  <c:v>17876</c:v>
                </c:pt>
                <c:pt idx="7947">
                  <c:v>17878</c:v>
                </c:pt>
                <c:pt idx="7948">
                  <c:v>17880</c:v>
                </c:pt>
                <c:pt idx="7949">
                  <c:v>17882</c:v>
                </c:pt>
                <c:pt idx="7950">
                  <c:v>17884</c:v>
                </c:pt>
                <c:pt idx="7951">
                  <c:v>17886</c:v>
                </c:pt>
                <c:pt idx="7952">
                  <c:v>17888</c:v>
                </c:pt>
                <c:pt idx="7953">
                  <c:v>17890</c:v>
                </c:pt>
                <c:pt idx="7954">
                  <c:v>17892</c:v>
                </c:pt>
                <c:pt idx="7955">
                  <c:v>17894</c:v>
                </c:pt>
                <c:pt idx="7956">
                  <c:v>17896</c:v>
                </c:pt>
                <c:pt idx="7957">
                  <c:v>17898</c:v>
                </c:pt>
                <c:pt idx="7958">
                  <c:v>17900</c:v>
                </c:pt>
                <c:pt idx="7959">
                  <c:v>17902</c:v>
                </c:pt>
                <c:pt idx="7960">
                  <c:v>17904</c:v>
                </c:pt>
                <c:pt idx="7961">
                  <c:v>17906</c:v>
                </c:pt>
                <c:pt idx="7962">
                  <c:v>17908</c:v>
                </c:pt>
                <c:pt idx="7963">
                  <c:v>17910</c:v>
                </c:pt>
                <c:pt idx="7964">
                  <c:v>17912</c:v>
                </c:pt>
                <c:pt idx="7965">
                  <c:v>17914</c:v>
                </c:pt>
                <c:pt idx="7966">
                  <c:v>17916</c:v>
                </c:pt>
                <c:pt idx="7967">
                  <c:v>17918</c:v>
                </c:pt>
                <c:pt idx="7968">
                  <c:v>17920</c:v>
                </c:pt>
                <c:pt idx="7969">
                  <c:v>17922</c:v>
                </c:pt>
                <c:pt idx="7970">
                  <c:v>17924</c:v>
                </c:pt>
                <c:pt idx="7971">
                  <c:v>17926</c:v>
                </c:pt>
                <c:pt idx="7972">
                  <c:v>17928</c:v>
                </c:pt>
                <c:pt idx="7973">
                  <c:v>17930</c:v>
                </c:pt>
                <c:pt idx="7974">
                  <c:v>17932</c:v>
                </c:pt>
                <c:pt idx="7975">
                  <c:v>17934</c:v>
                </c:pt>
                <c:pt idx="7976">
                  <c:v>17936</c:v>
                </c:pt>
                <c:pt idx="7977">
                  <c:v>17938</c:v>
                </c:pt>
                <c:pt idx="7978">
                  <c:v>17940</c:v>
                </c:pt>
                <c:pt idx="7979">
                  <c:v>17942</c:v>
                </c:pt>
                <c:pt idx="7980">
                  <c:v>17944</c:v>
                </c:pt>
                <c:pt idx="7981">
                  <c:v>17946</c:v>
                </c:pt>
                <c:pt idx="7982">
                  <c:v>17948</c:v>
                </c:pt>
                <c:pt idx="7983">
                  <c:v>17950</c:v>
                </c:pt>
                <c:pt idx="7984">
                  <c:v>17952</c:v>
                </c:pt>
                <c:pt idx="7985">
                  <c:v>17954</c:v>
                </c:pt>
                <c:pt idx="7986">
                  <c:v>17956</c:v>
                </c:pt>
                <c:pt idx="7987">
                  <c:v>17958</c:v>
                </c:pt>
                <c:pt idx="7988">
                  <c:v>17960</c:v>
                </c:pt>
                <c:pt idx="7989">
                  <c:v>17962</c:v>
                </c:pt>
                <c:pt idx="7990">
                  <c:v>17964</c:v>
                </c:pt>
                <c:pt idx="7991">
                  <c:v>17966</c:v>
                </c:pt>
                <c:pt idx="7992">
                  <c:v>17968</c:v>
                </c:pt>
                <c:pt idx="7993">
                  <c:v>17970</c:v>
                </c:pt>
                <c:pt idx="7994">
                  <c:v>17972</c:v>
                </c:pt>
                <c:pt idx="7995">
                  <c:v>17974</c:v>
                </c:pt>
                <c:pt idx="7996">
                  <c:v>17976</c:v>
                </c:pt>
                <c:pt idx="7997">
                  <c:v>17978</c:v>
                </c:pt>
                <c:pt idx="7998">
                  <c:v>17980</c:v>
                </c:pt>
                <c:pt idx="7999">
                  <c:v>17982</c:v>
                </c:pt>
                <c:pt idx="8000">
                  <c:v>17984</c:v>
                </c:pt>
                <c:pt idx="8001">
                  <c:v>17986</c:v>
                </c:pt>
                <c:pt idx="8002">
                  <c:v>17988</c:v>
                </c:pt>
                <c:pt idx="8003">
                  <c:v>17990</c:v>
                </c:pt>
                <c:pt idx="8004">
                  <c:v>17992</c:v>
                </c:pt>
                <c:pt idx="8005">
                  <c:v>17994</c:v>
                </c:pt>
                <c:pt idx="8006">
                  <c:v>17996</c:v>
                </c:pt>
                <c:pt idx="8007">
                  <c:v>17998</c:v>
                </c:pt>
                <c:pt idx="8008">
                  <c:v>18000</c:v>
                </c:pt>
                <c:pt idx="8009">
                  <c:v>18002</c:v>
                </c:pt>
                <c:pt idx="8010">
                  <c:v>18004</c:v>
                </c:pt>
                <c:pt idx="8011">
                  <c:v>18006</c:v>
                </c:pt>
                <c:pt idx="8012">
                  <c:v>18008</c:v>
                </c:pt>
                <c:pt idx="8013">
                  <c:v>18010</c:v>
                </c:pt>
                <c:pt idx="8014">
                  <c:v>18012</c:v>
                </c:pt>
                <c:pt idx="8015">
                  <c:v>18014</c:v>
                </c:pt>
                <c:pt idx="8016">
                  <c:v>18016</c:v>
                </c:pt>
                <c:pt idx="8017">
                  <c:v>18018</c:v>
                </c:pt>
                <c:pt idx="8018">
                  <c:v>18020</c:v>
                </c:pt>
                <c:pt idx="8019">
                  <c:v>18022</c:v>
                </c:pt>
                <c:pt idx="8020">
                  <c:v>18024</c:v>
                </c:pt>
                <c:pt idx="8021">
                  <c:v>18026</c:v>
                </c:pt>
                <c:pt idx="8022">
                  <c:v>18028</c:v>
                </c:pt>
                <c:pt idx="8023">
                  <c:v>18030</c:v>
                </c:pt>
                <c:pt idx="8024">
                  <c:v>18032</c:v>
                </c:pt>
                <c:pt idx="8025">
                  <c:v>18034</c:v>
                </c:pt>
                <c:pt idx="8026">
                  <c:v>18036</c:v>
                </c:pt>
                <c:pt idx="8027">
                  <c:v>18038</c:v>
                </c:pt>
                <c:pt idx="8028">
                  <c:v>18040</c:v>
                </c:pt>
                <c:pt idx="8029">
                  <c:v>18042</c:v>
                </c:pt>
                <c:pt idx="8030">
                  <c:v>18044</c:v>
                </c:pt>
                <c:pt idx="8031">
                  <c:v>18046</c:v>
                </c:pt>
                <c:pt idx="8032">
                  <c:v>18048</c:v>
                </c:pt>
                <c:pt idx="8033">
                  <c:v>18050</c:v>
                </c:pt>
                <c:pt idx="8034">
                  <c:v>18052</c:v>
                </c:pt>
                <c:pt idx="8035">
                  <c:v>18054</c:v>
                </c:pt>
                <c:pt idx="8036">
                  <c:v>18056</c:v>
                </c:pt>
                <c:pt idx="8037">
                  <c:v>18058</c:v>
                </c:pt>
                <c:pt idx="8038">
                  <c:v>18060</c:v>
                </c:pt>
                <c:pt idx="8039">
                  <c:v>18062</c:v>
                </c:pt>
                <c:pt idx="8040">
                  <c:v>18064</c:v>
                </c:pt>
                <c:pt idx="8041">
                  <c:v>18066</c:v>
                </c:pt>
                <c:pt idx="8042">
                  <c:v>18068</c:v>
                </c:pt>
                <c:pt idx="8043">
                  <c:v>18070</c:v>
                </c:pt>
                <c:pt idx="8044">
                  <c:v>18072</c:v>
                </c:pt>
                <c:pt idx="8045">
                  <c:v>18074</c:v>
                </c:pt>
                <c:pt idx="8046">
                  <c:v>18076</c:v>
                </c:pt>
                <c:pt idx="8047">
                  <c:v>18078</c:v>
                </c:pt>
                <c:pt idx="8048">
                  <c:v>18080</c:v>
                </c:pt>
                <c:pt idx="8049">
                  <c:v>18082</c:v>
                </c:pt>
                <c:pt idx="8050">
                  <c:v>18084</c:v>
                </c:pt>
                <c:pt idx="8051">
                  <c:v>18086</c:v>
                </c:pt>
                <c:pt idx="8052">
                  <c:v>18088</c:v>
                </c:pt>
                <c:pt idx="8053">
                  <c:v>18090</c:v>
                </c:pt>
                <c:pt idx="8054">
                  <c:v>18092</c:v>
                </c:pt>
                <c:pt idx="8055">
                  <c:v>18094</c:v>
                </c:pt>
                <c:pt idx="8056">
                  <c:v>18096</c:v>
                </c:pt>
                <c:pt idx="8057">
                  <c:v>18098</c:v>
                </c:pt>
                <c:pt idx="8058">
                  <c:v>18100</c:v>
                </c:pt>
                <c:pt idx="8059">
                  <c:v>18102</c:v>
                </c:pt>
                <c:pt idx="8060">
                  <c:v>18104</c:v>
                </c:pt>
                <c:pt idx="8061">
                  <c:v>18106</c:v>
                </c:pt>
                <c:pt idx="8062">
                  <c:v>18108</c:v>
                </c:pt>
                <c:pt idx="8063">
                  <c:v>18110</c:v>
                </c:pt>
                <c:pt idx="8064">
                  <c:v>18112</c:v>
                </c:pt>
                <c:pt idx="8065">
                  <c:v>18114</c:v>
                </c:pt>
                <c:pt idx="8066">
                  <c:v>18116</c:v>
                </c:pt>
                <c:pt idx="8067">
                  <c:v>18118</c:v>
                </c:pt>
                <c:pt idx="8068">
                  <c:v>18120</c:v>
                </c:pt>
                <c:pt idx="8069">
                  <c:v>18122</c:v>
                </c:pt>
                <c:pt idx="8070">
                  <c:v>18124</c:v>
                </c:pt>
                <c:pt idx="8071">
                  <c:v>18126</c:v>
                </c:pt>
                <c:pt idx="8072">
                  <c:v>18128</c:v>
                </c:pt>
                <c:pt idx="8073">
                  <c:v>18130</c:v>
                </c:pt>
                <c:pt idx="8074">
                  <c:v>18132</c:v>
                </c:pt>
                <c:pt idx="8075">
                  <c:v>18134</c:v>
                </c:pt>
                <c:pt idx="8076">
                  <c:v>18136</c:v>
                </c:pt>
                <c:pt idx="8077">
                  <c:v>18138</c:v>
                </c:pt>
                <c:pt idx="8078">
                  <c:v>18140</c:v>
                </c:pt>
                <c:pt idx="8079">
                  <c:v>18142</c:v>
                </c:pt>
                <c:pt idx="8080">
                  <c:v>18144</c:v>
                </c:pt>
                <c:pt idx="8081">
                  <c:v>18146</c:v>
                </c:pt>
                <c:pt idx="8082">
                  <c:v>18148</c:v>
                </c:pt>
                <c:pt idx="8083">
                  <c:v>18150</c:v>
                </c:pt>
                <c:pt idx="8084">
                  <c:v>18152</c:v>
                </c:pt>
                <c:pt idx="8085">
                  <c:v>18154</c:v>
                </c:pt>
                <c:pt idx="8086">
                  <c:v>18156</c:v>
                </c:pt>
                <c:pt idx="8087">
                  <c:v>18158</c:v>
                </c:pt>
                <c:pt idx="8088">
                  <c:v>18160</c:v>
                </c:pt>
                <c:pt idx="8089">
                  <c:v>18162</c:v>
                </c:pt>
                <c:pt idx="8090">
                  <c:v>18164</c:v>
                </c:pt>
                <c:pt idx="8091">
                  <c:v>18166</c:v>
                </c:pt>
                <c:pt idx="8092">
                  <c:v>18168</c:v>
                </c:pt>
                <c:pt idx="8093">
                  <c:v>18170</c:v>
                </c:pt>
                <c:pt idx="8094">
                  <c:v>18172</c:v>
                </c:pt>
              </c:numCache>
            </c:numRef>
          </c:xVal>
          <c:yVal>
            <c:numRef>
              <c:f>Mint_O2_20200612!$D$1000:$D$9094</c:f>
              <c:numCache>
                <c:formatCode>General</c:formatCode>
                <c:ptCount val="8095"/>
                <c:pt idx="0">
                  <c:v>7.6200299999999999</c:v>
                </c:pt>
                <c:pt idx="1">
                  <c:v>7.6314200000000003</c:v>
                </c:pt>
                <c:pt idx="2">
                  <c:v>7.6369699999999998</c:v>
                </c:pt>
                <c:pt idx="3">
                  <c:v>7.6181299999999998</c:v>
                </c:pt>
                <c:pt idx="4">
                  <c:v>7.6183899999999998</c:v>
                </c:pt>
                <c:pt idx="5">
                  <c:v>7.6345200000000002</c:v>
                </c:pt>
                <c:pt idx="6">
                  <c:v>7.6267100000000001</c:v>
                </c:pt>
                <c:pt idx="7">
                  <c:v>7.6367900000000004</c:v>
                </c:pt>
                <c:pt idx="8">
                  <c:v>7.6379400000000004</c:v>
                </c:pt>
                <c:pt idx="9">
                  <c:v>7.6272900000000003</c:v>
                </c:pt>
                <c:pt idx="10">
                  <c:v>7.6394200000000003</c:v>
                </c:pt>
                <c:pt idx="11">
                  <c:v>7.6198399999999999</c:v>
                </c:pt>
                <c:pt idx="12">
                  <c:v>7.61653</c:v>
                </c:pt>
                <c:pt idx="13">
                  <c:v>7.6233599999999999</c:v>
                </c:pt>
                <c:pt idx="14">
                  <c:v>7.6216400000000002</c:v>
                </c:pt>
                <c:pt idx="15">
                  <c:v>7.6209699999999998</c:v>
                </c:pt>
                <c:pt idx="16">
                  <c:v>7.6365499999999997</c:v>
                </c:pt>
                <c:pt idx="17">
                  <c:v>7.6269400000000003</c:v>
                </c:pt>
                <c:pt idx="18">
                  <c:v>7.6306900000000004</c:v>
                </c:pt>
                <c:pt idx="19">
                  <c:v>7.6532600000000004</c:v>
                </c:pt>
                <c:pt idx="20">
                  <c:v>7.6219999999999999</c:v>
                </c:pt>
                <c:pt idx="21">
                  <c:v>7.6117699999999999</c:v>
                </c:pt>
                <c:pt idx="22">
                  <c:v>7.6353400000000002</c:v>
                </c:pt>
                <c:pt idx="23">
                  <c:v>7.64628</c:v>
                </c:pt>
                <c:pt idx="24">
                  <c:v>7.6224499999999997</c:v>
                </c:pt>
                <c:pt idx="25">
                  <c:v>7.6193299999999997</c:v>
                </c:pt>
                <c:pt idx="26">
                  <c:v>7.6277499999999998</c:v>
                </c:pt>
                <c:pt idx="27">
                  <c:v>7.62941</c:v>
                </c:pt>
                <c:pt idx="28">
                  <c:v>7.6217699999999997</c:v>
                </c:pt>
                <c:pt idx="29">
                  <c:v>7.6144400000000001</c:v>
                </c:pt>
                <c:pt idx="30">
                  <c:v>7.6466099999999999</c:v>
                </c:pt>
                <c:pt idx="31">
                  <c:v>7.6337299999999999</c:v>
                </c:pt>
                <c:pt idx="32">
                  <c:v>7.6409799999999999</c:v>
                </c:pt>
                <c:pt idx="33">
                  <c:v>7.63009</c:v>
                </c:pt>
                <c:pt idx="34">
                  <c:v>7.6238700000000001</c:v>
                </c:pt>
                <c:pt idx="35">
                  <c:v>7.6183300000000003</c:v>
                </c:pt>
                <c:pt idx="36">
                  <c:v>7.6159800000000004</c:v>
                </c:pt>
                <c:pt idx="37">
                  <c:v>7.6350899999999999</c:v>
                </c:pt>
                <c:pt idx="38">
                  <c:v>7.6314399999999996</c:v>
                </c:pt>
                <c:pt idx="39">
                  <c:v>7.6249099999999999</c:v>
                </c:pt>
                <c:pt idx="40">
                  <c:v>7.6381899999999998</c:v>
                </c:pt>
                <c:pt idx="41">
                  <c:v>7.6127900000000004</c:v>
                </c:pt>
                <c:pt idx="42">
                  <c:v>7.6317700000000004</c:v>
                </c:pt>
                <c:pt idx="43">
                  <c:v>7.6201400000000001</c:v>
                </c:pt>
                <c:pt idx="44">
                  <c:v>7.6166099999999997</c:v>
                </c:pt>
                <c:pt idx="45">
                  <c:v>7.6385800000000001</c:v>
                </c:pt>
                <c:pt idx="46">
                  <c:v>7.6187399999999998</c:v>
                </c:pt>
                <c:pt idx="47">
                  <c:v>7.6211000000000002</c:v>
                </c:pt>
                <c:pt idx="48">
                  <c:v>7.6188900000000004</c:v>
                </c:pt>
                <c:pt idx="49">
                  <c:v>7.6202300000000003</c:v>
                </c:pt>
                <c:pt idx="50">
                  <c:v>7.6295299999999999</c:v>
                </c:pt>
                <c:pt idx="51">
                  <c:v>7.6216200000000001</c:v>
                </c:pt>
                <c:pt idx="52">
                  <c:v>7.6146399999999996</c:v>
                </c:pt>
                <c:pt idx="53">
                  <c:v>7.6465399999999999</c:v>
                </c:pt>
                <c:pt idx="54">
                  <c:v>7.6339699999999997</c:v>
                </c:pt>
                <c:pt idx="55">
                  <c:v>7.6177799999999998</c:v>
                </c:pt>
                <c:pt idx="56">
                  <c:v>7.6349799999999997</c:v>
                </c:pt>
                <c:pt idx="57">
                  <c:v>7.6239299999999997</c:v>
                </c:pt>
                <c:pt idx="58">
                  <c:v>7.62561</c:v>
                </c:pt>
                <c:pt idx="59">
                  <c:v>7.6188500000000001</c:v>
                </c:pt>
                <c:pt idx="60">
                  <c:v>7.62669</c:v>
                </c:pt>
                <c:pt idx="61">
                  <c:v>7.6208999999999998</c:v>
                </c:pt>
                <c:pt idx="62">
                  <c:v>7.6436299999999999</c:v>
                </c:pt>
                <c:pt idx="63">
                  <c:v>7.6503800000000002</c:v>
                </c:pt>
                <c:pt idx="64">
                  <c:v>7.6351599999999999</c:v>
                </c:pt>
                <c:pt idx="65">
                  <c:v>7.6238099999999998</c:v>
                </c:pt>
                <c:pt idx="66">
                  <c:v>7.6400800000000002</c:v>
                </c:pt>
                <c:pt idx="67">
                  <c:v>7.6184799999999999</c:v>
                </c:pt>
                <c:pt idx="68">
                  <c:v>7.6335199999999999</c:v>
                </c:pt>
                <c:pt idx="69">
                  <c:v>7.6234299999999999</c:v>
                </c:pt>
                <c:pt idx="70">
                  <c:v>7.6215799999999998</c:v>
                </c:pt>
                <c:pt idx="71">
                  <c:v>7.6113099999999996</c:v>
                </c:pt>
                <c:pt idx="72">
                  <c:v>7.6124000000000001</c:v>
                </c:pt>
                <c:pt idx="73">
                  <c:v>7.6289499999999997</c:v>
                </c:pt>
                <c:pt idx="74">
                  <c:v>7.6299299999999999</c:v>
                </c:pt>
                <c:pt idx="75">
                  <c:v>7.6172700000000004</c:v>
                </c:pt>
                <c:pt idx="76">
                  <c:v>7.6199399999999997</c:v>
                </c:pt>
                <c:pt idx="77">
                  <c:v>7.6147799999999997</c:v>
                </c:pt>
                <c:pt idx="78">
                  <c:v>7.6295599999999997</c:v>
                </c:pt>
                <c:pt idx="79">
                  <c:v>7.6200299999999999</c:v>
                </c:pt>
                <c:pt idx="80">
                  <c:v>7.6063000000000001</c:v>
                </c:pt>
                <c:pt idx="81">
                  <c:v>7.6217100000000002</c:v>
                </c:pt>
                <c:pt idx="82">
                  <c:v>7.6217699999999997</c:v>
                </c:pt>
                <c:pt idx="83">
                  <c:v>7.6205699999999998</c:v>
                </c:pt>
                <c:pt idx="84">
                  <c:v>7.6143999999999998</c:v>
                </c:pt>
                <c:pt idx="85">
                  <c:v>7.6331300000000004</c:v>
                </c:pt>
                <c:pt idx="86">
                  <c:v>7.6246400000000003</c:v>
                </c:pt>
                <c:pt idx="87">
                  <c:v>7.62256</c:v>
                </c:pt>
                <c:pt idx="88">
                  <c:v>7.62066</c:v>
                </c:pt>
                <c:pt idx="89">
                  <c:v>7.6112299999999999</c:v>
                </c:pt>
                <c:pt idx="90">
                  <c:v>7.6151600000000004</c:v>
                </c:pt>
                <c:pt idx="91">
                  <c:v>7.6132900000000001</c:v>
                </c:pt>
                <c:pt idx="92">
                  <c:v>7.6498100000000004</c:v>
                </c:pt>
                <c:pt idx="93">
                  <c:v>7.6294000000000004</c:v>
                </c:pt>
                <c:pt idx="94">
                  <c:v>7.6177799999999998</c:v>
                </c:pt>
                <c:pt idx="95">
                  <c:v>7.6297300000000003</c:v>
                </c:pt>
                <c:pt idx="96">
                  <c:v>7.6209100000000003</c:v>
                </c:pt>
                <c:pt idx="97">
                  <c:v>7.62425</c:v>
                </c:pt>
                <c:pt idx="98">
                  <c:v>7.63314</c:v>
                </c:pt>
                <c:pt idx="99">
                  <c:v>7.6354899999999999</c:v>
                </c:pt>
                <c:pt idx="100">
                  <c:v>7.6501700000000001</c:v>
                </c:pt>
                <c:pt idx="101">
                  <c:v>7.6127399999999996</c:v>
                </c:pt>
                <c:pt idx="102">
                  <c:v>7.6105499999999999</c:v>
                </c:pt>
                <c:pt idx="103">
                  <c:v>7.6321700000000003</c:v>
                </c:pt>
                <c:pt idx="104">
                  <c:v>7.6130199999999997</c:v>
                </c:pt>
                <c:pt idx="105">
                  <c:v>7.6086200000000002</c:v>
                </c:pt>
                <c:pt idx="106">
                  <c:v>7.6091899999999999</c:v>
                </c:pt>
                <c:pt idx="107">
                  <c:v>7.6152499999999996</c:v>
                </c:pt>
                <c:pt idx="108">
                  <c:v>7.6266499999999997</c:v>
                </c:pt>
                <c:pt idx="109">
                  <c:v>7.6321500000000002</c:v>
                </c:pt>
                <c:pt idx="110">
                  <c:v>7.6283599999999998</c:v>
                </c:pt>
                <c:pt idx="111">
                  <c:v>7.6358699999999997</c:v>
                </c:pt>
                <c:pt idx="112">
                  <c:v>7.6395099999999996</c:v>
                </c:pt>
                <c:pt idx="113">
                  <c:v>7.6011499999999996</c:v>
                </c:pt>
                <c:pt idx="114">
                  <c:v>7.6099399999999999</c:v>
                </c:pt>
                <c:pt idx="115">
                  <c:v>7.6143099999999997</c:v>
                </c:pt>
                <c:pt idx="116">
                  <c:v>7.61585</c:v>
                </c:pt>
                <c:pt idx="117">
                  <c:v>7.6219599999999996</c:v>
                </c:pt>
                <c:pt idx="118">
                  <c:v>7.6077300000000001</c:v>
                </c:pt>
                <c:pt idx="119">
                  <c:v>7.6175600000000001</c:v>
                </c:pt>
                <c:pt idx="120">
                  <c:v>7.5950100000000003</c:v>
                </c:pt>
                <c:pt idx="121">
                  <c:v>7.6030499999999996</c:v>
                </c:pt>
                <c:pt idx="122">
                  <c:v>7.6146000000000003</c:v>
                </c:pt>
                <c:pt idx="123">
                  <c:v>7.6343300000000003</c:v>
                </c:pt>
                <c:pt idx="124">
                  <c:v>7.6031599999999999</c:v>
                </c:pt>
                <c:pt idx="125">
                  <c:v>7.6235099999999996</c:v>
                </c:pt>
                <c:pt idx="126">
                  <c:v>7.62669</c:v>
                </c:pt>
                <c:pt idx="127">
                  <c:v>7.6256500000000003</c:v>
                </c:pt>
                <c:pt idx="128">
                  <c:v>7.6250799999999996</c:v>
                </c:pt>
                <c:pt idx="129">
                  <c:v>7.60717</c:v>
                </c:pt>
                <c:pt idx="130">
                  <c:v>7.6261700000000001</c:v>
                </c:pt>
                <c:pt idx="131">
                  <c:v>7.6312899999999999</c:v>
                </c:pt>
                <c:pt idx="132">
                  <c:v>7.63178</c:v>
                </c:pt>
                <c:pt idx="133">
                  <c:v>7.6428700000000003</c:v>
                </c:pt>
                <c:pt idx="134">
                  <c:v>7.6058399999999997</c:v>
                </c:pt>
                <c:pt idx="135">
                  <c:v>7.6105900000000002</c:v>
                </c:pt>
                <c:pt idx="136">
                  <c:v>7.5946800000000003</c:v>
                </c:pt>
                <c:pt idx="137">
                  <c:v>7.6114199999999999</c:v>
                </c:pt>
                <c:pt idx="138">
                  <c:v>7.6177999999999999</c:v>
                </c:pt>
                <c:pt idx="139">
                  <c:v>7.6043700000000003</c:v>
                </c:pt>
                <c:pt idx="140">
                  <c:v>7.6244300000000003</c:v>
                </c:pt>
                <c:pt idx="141">
                  <c:v>7.6345499999999999</c:v>
                </c:pt>
                <c:pt idx="142">
                  <c:v>7.6303999999999998</c:v>
                </c:pt>
                <c:pt idx="143">
                  <c:v>7.6112599999999997</c:v>
                </c:pt>
                <c:pt idx="144">
                  <c:v>7.6121299999999996</c:v>
                </c:pt>
                <c:pt idx="145">
                  <c:v>7.6058700000000004</c:v>
                </c:pt>
                <c:pt idx="146">
                  <c:v>7.6067999999999998</c:v>
                </c:pt>
                <c:pt idx="147">
                  <c:v>7.6047399999999996</c:v>
                </c:pt>
                <c:pt idx="148">
                  <c:v>7.6323999999999996</c:v>
                </c:pt>
                <c:pt idx="149">
                  <c:v>7.6147299999999998</c:v>
                </c:pt>
                <c:pt idx="150">
                  <c:v>7.6156300000000003</c:v>
                </c:pt>
                <c:pt idx="151">
                  <c:v>7.6262699999999999</c:v>
                </c:pt>
                <c:pt idx="152">
                  <c:v>7.6239499999999998</c:v>
                </c:pt>
                <c:pt idx="153">
                  <c:v>7.61714</c:v>
                </c:pt>
                <c:pt idx="154">
                  <c:v>7.6197400000000002</c:v>
                </c:pt>
                <c:pt idx="155">
                  <c:v>7.6151</c:v>
                </c:pt>
                <c:pt idx="156">
                  <c:v>7.6240300000000003</c:v>
                </c:pt>
                <c:pt idx="157">
                  <c:v>7.6094200000000001</c:v>
                </c:pt>
                <c:pt idx="158">
                  <c:v>7.6304499999999997</c:v>
                </c:pt>
                <c:pt idx="159">
                  <c:v>7.63903</c:v>
                </c:pt>
                <c:pt idx="160">
                  <c:v>7.6297499999999996</c:v>
                </c:pt>
                <c:pt idx="161">
                  <c:v>7.6079600000000003</c:v>
                </c:pt>
                <c:pt idx="162">
                  <c:v>7.6318700000000002</c:v>
                </c:pt>
                <c:pt idx="163">
                  <c:v>7.6241599999999998</c:v>
                </c:pt>
                <c:pt idx="164">
                  <c:v>7.6190899999999999</c:v>
                </c:pt>
                <c:pt idx="165">
                  <c:v>7.6348399999999996</c:v>
                </c:pt>
                <c:pt idx="166">
                  <c:v>7.6178999999999997</c:v>
                </c:pt>
                <c:pt idx="167">
                  <c:v>7.6151099999999996</c:v>
                </c:pt>
                <c:pt idx="168">
                  <c:v>7.6223200000000002</c:v>
                </c:pt>
                <c:pt idx="169">
                  <c:v>7.6203599999999998</c:v>
                </c:pt>
                <c:pt idx="170">
                  <c:v>7.6046300000000002</c:v>
                </c:pt>
                <c:pt idx="171">
                  <c:v>7.6082799999999997</c:v>
                </c:pt>
                <c:pt idx="172">
                  <c:v>7.6104900000000004</c:v>
                </c:pt>
                <c:pt idx="173">
                  <c:v>7.6310200000000004</c:v>
                </c:pt>
                <c:pt idx="174">
                  <c:v>7.6086200000000002</c:v>
                </c:pt>
                <c:pt idx="175">
                  <c:v>7.6296999999999997</c:v>
                </c:pt>
                <c:pt idx="176">
                  <c:v>7.6132999999999997</c:v>
                </c:pt>
                <c:pt idx="177">
                  <c:v>7.6272599999999997</c:v>
                </c:pt>
                <c:pt idx="178">
                  <c:v>7.6279199999999996</c:v>
                </c:pt>
                <c:pt idx="179">
                  <c:v>7.6071299999999997</c:v>
                </c:pt>
                <c:pt idx="180">
                  <c:v>7.62704</c:v>
                </c:pt>
                <c:pt idx="181">
                  <c:v>7.6241199999999996</c:v>
                </c:pt>
                <c:pt idx="182">
                  <c:v>7.6200099999999997</c:v>
                </c:pt>
                <c:pt idx="183">
                  <c:v>7.6364900000000002</c:v>
                </c:pt>
                <c:pt idx="184">
                  <c:v>7.6238999999999999</c:v>
                </c:pt>
                <c:pt idx="185">
                  <c:v>7.6380499999999998</c:v>
                </c:pt>
                <c:pt idx="186">
                  <c:v>7.6363799999999999</c:v>
                </c:pt>
                <c:pt idx="187">
                  <c:v>7.63849</c:v>
                </c:pt>
                <c:pt idx="188">
                  <c:v>7.6507899999999998</c:v>
                </c:pt>
                <c:pt idx="189">
                  <c:v>7.6173400000000004</c:v>
                </c:pt>
                <c:pt idx="190">
                  <c:v>7.6232800000000003</c:v>
                </c:pt>
                <c:pt idx="191">
                  <c:v>7.6350199999999999</c:v>
                </c:pt>
                <c:pt idx="192">
                  <c:v>7.6376600000000003</c:v>
                </c:pt>
                <c:pt idx="193">
                  <c:v>7.6233399999999998</c:v>
                </c:pt>
                <c:pt idx="194">
                  <c:v>7.6359199999999996</c:v>
                </c:pt>
                <c:pt idx="195">
                  <c:v>7.6286800000000001</c:v>
                </c:pt>
                <c:pt idx="196">
                  <c:v>7.6084699999999996</c:v>
                </c:pt>
                <c:pt idx="197">
                  <c:v>7.6218899999999996</c:v>
                </c:pt>
                <c:pt idx="198">
                  <c:v>7.6170299999999997</c:v>
                </c:pt>
                <c:pt idx="199">
                  <c:v>7.6062700000000003</c:v>
                </c:pt>
                <c:pt idx="200">
                  <c:v>7.6223799999999997</c:v>
                </c:pt>
                <c:pt idx="201">
                  <c:v>7.6009099999999998</c:v>
                </c:pt>
                <c:pt idx="202">
                  <c:v>7.6148199999999999</c:v>
                </c:pt>
                <c:pt idx="203">
                  <c:v>7.6321099999999999</c:v>
                </c:pt>
                <c:pt idx="204">
                  <c:v>7.6188399999999996</c:v>
                </c:pt>
                <c:pt idx="205">
                  <c:v>7.6147</c:v>
                </c:pt>
                <c:pt idx="206">
                  <c:v>7.6101200000000002</c:v>
                </c:pt>
                <c:pt idx="207">
                  <c:v>7.6284999999999998</c:v>
                </c:pt>
                <c:pt idx="208">
                  <c:v>7.6316899999999999</c:v>
                </c:pt>
                <c:pt idx="209">
                  <c:v>7.6304499999999997</c:v>
                </c:pt>
                <c:pt idx="210">
                  <c:v>7.62798</c:v>
                </c:pt>
                <c:pt idx="211">
                  <c:v>7.6146599999999998</c:v>
                </c:pt>
                <c:pt idx="212">
                  <c:v>7.6307200000000002</c:v>
                </c:pt>
                <c:pt idx="213">
                  <c:v>7.6236600000000001</c:v>
                </c:pt>
                <c:pt idx="214">
                  <c:v>7.6247600000000002</c:v>
                </c:pt>
                <c:pt idx="215">
                  <c:v>7.6273200000000001</c:v>
                </c:pt>
                <c:pt idx="216">
                  <c:v>7.6210800000000001</c:v>
                </c:pt>
                <c:pt idx="217">
                  <c:v>7.6258600000000003</c:v>
                </c:pt>
                <c:pt idx="218">
                  <c:v>7.6372400000000003</c:v>
                </c:pt>
                <c:pt idx="219">
                  <c:v>7.63089</c:v>
                </c:pt>
                <c:pt idx="220">
                  <c:v>7.6229500000000003</c:v>
                </c:pt>
                <c:pt idx="221">
                  <c:v>7.6165599999999998</c:v>
                </c:pt>
                <c:pt idx="222">
                  <c:v>7.6191000000000004</c:v>
                </c:pt>
                <c:pt idx="223">
                  <c:v>7.63157</c:v>
                </c:pt>
                <c:pt idx="224">
                  <c:v>7.6222899999999996</c:v>
                </c:pt>
                <c:pt idx="225">
                  <c:v>7.6405900000000004</c:v>
                </c:pt>
                <c:pt idx="226">
                  <c:v>7.6305100000000001</c:v>
                </c:pt>
                <c:pt idx="227">
                  <c:v>7.6276400000000004</c:v>
                </c:pt>
                <c:pt idx="228">
                  <c:v>7.6502999999999997</c:v>
                </c:pt>
                <c:pt idx="229">
                  <c:v>7.63035</c:v>
                </c:pt>
                <c:pt idx="230">
                  <c:v>7.6246700000000001</c:v>
                </c:pt>
                <c:pt idx="231">
                  <c:v>7.6303099999999997</c:v>
                </c:pt>
                <c:pt idx="232">
                  <c:v>7.6361100000000004</c:v>
                </c:pt>
                <c:pt idx="233">
                  <c:v>7.6333000000000002</c:v>
                </c:pt>
                <c:pt idx="234">
                  <c:v>7.6188099999999999</c:v>
                </c:pt>
                <c:pt idx="235">
                  <c:v>7.6173200000000003</c:v>
                </c:pt>
                <c:pt idx="236">
                  <c:v>7.6152600000000001</c:v>
                </c:pt>
                <c:pt idx="237">
                  <c:v>7.62601</c:v>
                </c:pt>
                <c:pt idx="238">
                  <c:v>7.6215400000000004</c:v>
                </c:pt>
                <c:pt idx="239">
                  <c:v>7.6241000000000003</c:v>
                </c:pt>
                <c:pt idx="240">
                  <c:v>7.6058300000000001</c:v>
                </c:pt>
                <c:pt idx="241">
                  <c:v>7.63056</c:v>
                </c:pt>
                <c:pt idx="242">
                  <c:v>7.6228100000000003</c:v>
                </c:pt>
                <c:pt idx="243">
                  <c:v>7.6223000000000001</c:v>
                </c:pt>
                <c:pt idx="244">
                  <c:v>7.6287900000000004</c:v>
                </c:pt>
                <c:pt idx="245">
                  <c:v>7.61747</c:v>
                </c:pt>
                <c:pt idx="246">
                  <c:v>7.6390799999999999</c:v>
                </c:pt>
                <c:pt idx="247">
                  <c:v>7.6279700000000004</c:v>
                </c:pt>
                <c:pt idx="248">
                  <c:v>7.6301600000000001</c:v>
                </c:pt>
                <c:pt idx="249">
                  <c:v>7.6155400000000002</c:v>
                </c:pt>
                <c:pt idx="250">
                  <c:v>7.6254</c:v>
                </c:pt>
                <c:pt idx="251">
                  <c:v>7.6314200000000003</c:v>
                </c:pt>
                <c:pt idx="252">
                  <c:v>7.6257299999999999</c:v>
                </c:pt>
                <c:pt idx="253">
                  <c:v>7.63157</c:v>
                </c:pt>
                <c:pt idx="254">
                  <c:v>7.6208499999999999</c:v>
                </c:pt>
                <c:pt idx="255">
                  <c:v>7.6207099999999999</c:v>
                </c:pt>
                <c:pt idx="256">
                  <c:v>7.6094099999999996</c:v>
                </c:pt>
                <c:pt idx="257">
                  <c:v>7.6322000000000001</c:v>
                </c:pt>
                <c:pt idx="258">
                  <c:v>7.6403400000000001</c:v>
                </c:pt>
                <c:pt idx="259">
                  <c:v>7.6166999999999998</c:v>
                </c:pt>
                <c:pt idx="260">
                  <c:v>7.6363200000000004</c:v>
                </c:pt>
                <c:pt idx="261">
                  <c:v>7.6351399999999998</c:v>
                </c:pt>
                <c:pt idx="262">
                  <c:v>7.6176199999999996</c:v>
                </c:pt>
                <c:pt idx="263">
                  <c:v>7.6231999999999998</c:v>
                </c:pt>
                <c:pt idx="264">
                  <c:v>7.6307999999999998</c:v>
                </c:pt>
                <c:pt idx="265">
                  <c:v>7.6256000000000004</c:v>
                </c:pt>
                <c:pt idx="266">
                  <c:v>7.6224699999999999</c:v>
                </c:pt>
                <c:pt idx="267">
                  <c:v>7.6417200000000003</c:v>
                </c:pt>
                <c:pt idx="268">
                  <c:v>7.6330999999999998</c:v>
                </c:pt>
                <c:pt idx="269">
                  <c:v>7.62005</c:v>
                </c:pt>
                <c:pt idx="270">
                  <c:v>7.6289300000000004</c:v>
                </c:pt>
                <c:pt idx="271">
                  <c:v>7.6353</c:v>
                </c:pt>
                <c:pt idx="272">
                  <c:v>7.6319400000000002</c:v>
                </c:pt>
                <c:pt idx="273">
                  <c:v>7.6295099999999998</c:v>
                </c:pt>
                <c:pt idx="274">
                  <c:v>7.63028</c:v>
                </c:pt>
                <c:pt idx="275">
                  <c:v>7.6320600000000001</c:v>
                </c:pt>
                <c:pt idx="276">
                  <c:v>7.6253900000000003</c:v>
                </c:pt>
                <c:pt idx="277">
                  <c:v>7.6247499999999997</c:v>
                </c:pt>
                <c:pt idx="278">
                  <c:v>7.63924</c:v>
                </c:pt>
                <c:pt idx="279">
                  <c:v>7.64201</c:v>
                </c:pt>
                <c:pt idx="280">
                  <c:v>7.6228600000000002</c:v>
                </c:pt>
                <c:pt idx="281">
                  <c:v>7.6370399999999998</c:v>
                </c:pt>
                <c:pt idx="282">
                  <c:v>7.6452799999999996</c:v>
                </c:pt>
                <c:pt idx="283">
                  <c:v>7.6287200000000004</c:v>
                </c:pt>
                <c:pt idx="284">
                  <c:v>7.6297499999999996</c:v>
                </c:pt>
                <c:pt idx="285">
                  <c:v>7.6261799999999997</c:v>
                </c:pt>
                <c:pt idx="286">
                  <c:v>7.6129699999999998</c:v>
                </c:pt>
                <c:pt idx="287">
                  <c:v>7.6330799999999996</c:v>
                </c:pt>
                <c:pt idx="288">
                  <c:v>7.6197600000000003</c:v>
                </c:pt>
                <c:pt idx="289">
                  <c:v>7.6463700000000001</c:v>
                </c:pt>
                <c:pt idx="290">
                  <c:v>7.6387200000000002</c:v>
                </c:pt>
                <c:pt idx="291">
                  <c:v>7.6294199999999996</c:v>
                </c:pt>
                <c:pt idx="292">
                  <c:v>7.62066</c:v>
                </c:pt>
                <c:pt idx="293">
                  <c:v>7.6283300000000001</c:v>
                </c:pt>
                <c:pt idx="294">
                  <c:v>7.6466000000000003</c:v>
                </c:pt>
                <c:pt idx="295">
                  <c:v>7.6365100000000004</c:v>
                </c:pt>
                <c:pt idx="296">
                  <c:v>7.6250099999999996</c:v>
                </c:pt>
                <c:pt idx="297">
                  <c:v>7.6152800000000003</c:v>
                </c:pt>
                <c:pt idx="298">
                  <c:v>7.63192</c:v>
                </c:pt>
                <c:pt idx="299">
                  <c:v>7.6192500000000001</c:v>
                </c:pt>
                <c:pt idx="300">
                  <c:v>7.6280200000000002</c:v>
                </c:pt>
                <c:pt idx="301">
                  <c:v>7.6402299999999999</c:v>
                </c:pt>
                <c:pt idx="302">
                  <c:v>7.6228899999999999</c:v>
                </c:pt>
                <c:pt idx="303">
                  <c:v>7.6161300000000001</c:v>
                </c:pt>
                <c:pt idx="304">
                  <c:v>7.6406099999999997</c:v>
                </c:pt>
                <c:pt idx="305">
                  <c:v>7.63314</c:v>
                </c:pt>
                <c:pt idx="306">
                  <c:v>7.6377100000000002</c:v>
                </c:pt>
                <c:pt idx="307">
                  <c:v>7.6186199999999999</c:v>
                </c:pt>
                <c:pt idx="308">
                  <c:v>7.6241000000000003</c:v>
                </c:pt>
                <c:pt idx="309">
                  <c:v>7.6354899999999999</c:v>
                </c:pt>
                <c:pt idx="310">
                  <c:v>7.6165099999999999</c:v>
                </c:pt>
                <c:pt idx="311">
                  <c:v>7.6421700000000001</c:v>
                </c:pt>
                <c:pt idx="312">
                  <c:v>7.6252199999999997</c:v>
                </c:pt>
                <c:pt idx="313">
                  <c:v>7.6278300000000003</c:v>
                </c:pt>
                <c:pt idx="314">
                  <c:v>7.6167199999999999</c:v>
                </c:pt>
                <c:pt idx="315">
                  <c:v>7.6281299999999996</c:v>
                </c:pt>
                <c:pt idx="316">
                  <c:v>7.6448799999999997</c:v>
                </c:pt>
                <c:pt idx="317">
                  <c:v>7.6368299999999998</c:v>
                </c:pt>
                <c:pt idx="318">
                  <c:v>7.6533100000000003</c:v>
                </c:pt>
                <c:pt idx="319">
                  <c:v>7.61158</c:v>
                </c:pt>
                <c:pt idx="320">
                  <c:v>7.6282399999999999</c:v>
                </c:pt>
                <c:pt idx="321">
                  <c:v>7.6269499999999999</c:v>
                </c:pt>
                <c:pt idx="322">
                  <c:v>7.6209800000000003</c:v>
                </c:pt>
                <c:pt idx="323">
                  <c:v>7.64595</c:v>
                </c:pt>
                <c:pt idx="324">
                  <c:v>7.6277999999999997</c:v>
                </c:pt>
                <c:pt idx="325">
                  <c:v>7.6191500000000003</c:v>
                </c:pt>
                <c:pt idx="326">
                  <c:v>7.64025</c:v>
                </c:pt>
                <c:pt idx="327">
                  <c:v>7.6274699999999998</c:v>
                </c:pt>
                <c:pt idx="328">
                  <c:v>7.6108200000000004</c:v>
                </c:pt>
                <c:pt idx="329">
                  <c:v>7.6181099999999997</c:v>
                </c:pt>
                <c:pt idx="330">
                  <c:v>7.6350199999999999</c:v>
                </c:pt>
                <c:pt idx="331">
                  <c:v>7.6569799999999999</c:v>
                </c:pt>
                <c:pt idx="332">
                  <c:v>7.6377300000000004</c:v>
                </c:pt>
                <c:pt idx="333">
                  <c:v>7.6516500000000001</c:v>
                </c:pt>
                <c:pt idx="334">
                  <c:v>7.6211500000000001</c:v>
                </c:pt>
                <c:pt idx="335">
                  <c:v>7.6387</c:v>
                </c:pt>
                <c:pt idx="336">
                  <c:v>7.6230200000000004</c:v>
                </c:pt>
                <c:pt idx="337">
                  <c:v>7.6345700000000001</c:v>
                </c:pt>
                <c:pt idx="338">
                  <c:v>7.6336300000000001</c:v>
                </c:pt>
                <c:pt idx="339">
                  <c:v>7.6409000000000002</c:v>
                </c:pt>
                <c:pt idx="340">
                  <c:v>7.6480899999999998</c:v>
                </c:pt>
                <c:pt idx="341">
                  <c:v>7.6376099999999996</c:v>
                </c:pt>
                <c:pt idx="342">
                  <c:v>7.6234599999999997</c:v>
                </c:pt>
                <c:pt idx="343">
                  <c:v>7.6478099999999998</c:v>
                </c:pt>
                <c:pt idx="344">
                  <c:v>7.62941</c:v>
                </c:pt>
                <c:pt idx="345">
                  <c:v>7.6175199999999998</c:v>
                </c:pt>
                <c:pt idx="346">
                  <c:v>7.6211000000000002</c:v>
                </c:pt>
                <c:pt idx="347">
                  <c:v>7.6309699999999996</c:v>
                </c:pt>
                <c:pt idx="348">
                  <c:v>7.62439</c:v>
                </c:pt>
                <c:pt idx="349">
                  <c:v>7.6184900000000004</c:v>
                </c:pt>
                <c:pt idx="350">
                  <c:v>7.6292400000000002</c:v>
                </c:pt>
                <c:pt idx="351">
                  <c:v>7.6241199999999996</c:v>
                </c:pt>
                <c:pt idx="352">
                  <c:v>7.6284099999999997</c:v>
                </c:pt>
                <c:pt idx="353">
                  <c:v>7.6230000000000002</c:v>
                </c:pt>
                <c:pt idx="354">
                  <c:v>7.6297800000000002</c:v>
                </c:pt>
                <c:pt idx="355">
                  <c:v>7.6409399999999996</c:v>
                </c:pt>
                <c:pt idx="356">
                  <c:v>7.6315200000000001</c:v>
                </c:pt>
                <c:pt idx="357">
                  <c:v>7.6390399999999996</c:v>
                </c:pt>
                <c:pt idx="358">
                  <c:v>7.6554000000000002</c:v>
                </c:pt>
                <c:pt idx="359">
                  <c:v>7.6346499999999997</c:v>
                </c:pt>
                <c:pt idx="360">
                  <c:v>7.6127799999999999</c:v>
                </c:pt>
                <c:pt idx="361">
                  <c:v>7.6277400000000002</c:v>
                </c:pt>
                <c:pt idx="362">
                  <c:v>7.6219599999999996</c:v>
                </c:pt>
                <c:pt idx="363">
                  <c:v>7.6388999999999996</c:v>
                </c:pt>
                <c:pt idx="364">
                  <c:v>7.6412800000000001</c:v>
                </c:pt>
                <c:pt idx="365">
                  <c:v>7.6164100000000001</c:v>
                </c:pt>
                <c:pt idx="366">
                  <c:v>7.6359500000000002</c:v>
                </c:pt>
                <c:pt idx="367">
                  <c:v>7.6241099999999999</c:v>
                </c:pt>
                <c:pt idx="368">
                  <c:v>7.6320499999999996</c:v>
                </c:pt>
                <c:pt idx="369">
                  <c:v>7.6104399999999996</c:v>
                </c:pt>
                <c:pt idx="370">
                  <c:v>7.6153700000000004</c:v>
                </c:pt>
                <c:pt idx="371">
                  <c:v>7.6234500000000001</c:v>
                </c:pt>
                <c:pt idx="372">
                  <c:v>7.6198199999999998</c:v>
                </c:pt>
                <c:pt idx="373">
                  <c:v>7.6249099999999999</c:v>
                </c:pt>
                <c:pt idx="374">
                  <c:v>7.6247699999999998</c:v>
                </c:pt>
                <c:pt idx="375">
                  <c:v>7.6327999999999996</c:v>
                </c:pt>
                <c:pt idx="376">
                  <c:v>7.63415</c:v>
                </c:pt>
                <c:pt idx="377">
                  <c:v>7.6173200000000003</c:v>
                </c:pt>
                <c:pt idx="378">
                  <c:v>7.6138199999999996</c:v>
                </c:pt>
                <c:pt idx="379">
                  <c:v>7.6292499999999999</c:v>
                </c:pt>
                <c:pt idx="380">
                  <c:v>7.64358</c:v>
                </c:pt>
                <c:pt idx="381">
                  <c:v>7.59884</c:v>
                </c:pt>
                <c:pt idx="382">
                  <c:v>7.6285299999999996</c:v>
                </c:pt>
                <c:pt idx="383">
                  <c:v>7.6164399999999999</c:v>
                </c:pt>
                <c:pt idx="384">
                  <c:v>7.6144299999999996</c:v>
                </c:pt>
                <c:pt idx="385">
                  <c:v>7.6217600000000001</c:v>
                </c:pt>
                <c:pt idx="386">
                  <c:v>7.6382500000000002</c:v>
                </c:pt>
                <c:pt idx="387">
                  <c:v>7.6408199999999997</c:v>
                </c:pt>
                <c:pt idx="388">
                  <c:v>7.6320100000000002</c:v>
                </c:pt>
                <c:pt idx="389">
                  <c:v>7.6235200000000001</c:v>
                </c:pt>
                <c:pt idx="390">
                  <c:v>7.6274300000000004</c:v>
                </c:pt>
                <c:pt idx="391">
                  <c:v>7.6319600000000003</c:v>
                </c:pt>
                <c:pt idx="392">
                  <c:v>7.6094200000000001</c:v>
                </c:pt>
                <c:pt idx="393">
                  <c:v>7.6322999999999999</c:v>
                </c:pt>
                <c:pt idx="394">
                  <c:v>7.6244100000000001</c:v>
                </c:pt>
                <c:pt idx="395">
                  <c:v>7.6449199999999999</c:v>
                </c:pt>
                <c:pt idx="396">
                  <c:v>7.6190199999999999</c:v>
                </c:pt>
                <c:pt idx="397">
                  <c:v>7.6278899999999998</c:v>
                </c:pt>
                <c:pt idx="398">
                  <c:v>7.6224100000000004</c:v>
                </c:pt>
                <c:pt idx="399">
                  <c:v>7.6231499999999999</c:v>
                </c:pt>
                <c:pt idx="400">
                  <c:v>7.6156499999999996</c:v>
                </c:pt>
                <c:pt idx="401">
                  <c:v>7.6166900000000002</c:v>
                </c:pt>
                <c:pt idx="402">
                  <c:v>7.6332700000000004</c:v>
                </c:pt>
                <c:pt idx="403">
                  <c:v>7.6315600000000003</c:v>
                </c:pt>
                <c:pt idx="404">
                  <c:v>7.6092500000000003</c:v>
                </c:pt>
                <c:pt idx="405">
                  <c:v>7.6354499999999996</c:v>
                </c:pt>
                <c:pt idx="406">
                  <c:v>7.6000100000000002</c:v>
                </c:pt>
                <c:pt idx="407">
                  <c:v>7.6456</c:v>
                </c:pt>
                <c:pt idx="408">
                  <c:v>7.6539299999999999</c:v>
                </c:pt>
                <c:pt idx="409">
                  <c:v>7.633</c:v>
                </c:pt>
                <c:pt idx="410">
                  <c:v>7.6353099999999996</c:v>
                </c:pt>
                <c:pt idx="411">
                  <c:v>7.6408500000000004</c:v>
                </c:pt>
                <c:pt idx="412">
                  <c:v>7.6324199999999998</c:v>
                </c:pt>
                <c:pt idx="413">
                  <c:v>7.61782</c:v>
                </c:pt>
                <c:pt idx="414">
                  <c:v>7.6278899999999998</c:v>
                </c:pt>
                <c:pt idx="415">
                  <c:v>7.65367</c:v>
                </c:pt>
                <c:pt idx="416">
                  <c:v>7.6303599999999996</c:v>
                </c:pt>
                <c:pt idx="417">
                  <c:v>7.6289499999999997</c:v>
                </c:pt>
                <c:pt idx="418">
                  <c:v>7.62399</c:v>
                </c:pt>
                <c:pt idx="419">
                  <c:v>7.6415699999999998</c:v>
                </c:pt>
                <c:pt idx="420">
                  <c:v>7.6130000000000004</c:v>
                </c:pt>
                <c:pt idx="421">
                  <c:v>7.6524799999999997</c:v>
                </c:pt>
                <c:pt idx="422">
                  <c:v>7.617</c:v>
                </c:pt>
                <c:pt idx="423">
                  <c:v>7.6347800000000001</c:v>
                </c:pt>
                <c:pt idx="424">
                  <c:v>7.63591</c:v>
                </c:pt>
                <c:pt idx="425">
                  <c:v>7.6190699999999998</c:v>
                </c:pt>
                <c:pt idx="426">
                  <c:v>7.6191800000000001</c:v>
                </c:pt>
                <c:pt idx="427">
                  <c:v>7.6361699999999999</c:v>
                </c:pt>
                <c:pt idx="428">
                  <c:v>7.6241099999999999</c:v>
                </c:pt>
                <c:pt idx="429">
                  <c:v>7.6333000000000002</c:v>
                </c:pt>
                <c:pt idx="430">
                  <c:v>7.6136999999999997</c:v>
                </c:pt>
                <c:pt idx="431">
                  <c:v>7.6258499999999998</c:v>
                </c:pt>
                <c:pt idx="432">
                  <c:v>7.6343199999999998</c:v>
                </c:pt>
                <c:pt idx="433">
                  <c:v>7.6203700000000003</c:v>
                </c:pt>
                <c:pt idx="434">
                  <c:v>7.6445100000000004</c:v>
                </c:pt>
                <c:pt idx="435">
                  <c:v>7.6316899999999999</c:v>
                </c:pt>
                <c:pt idx="436">
                  <c:v>7.63985</c:v>
                </c:pt>
                <c:pt idx="437">
                  <c:v>7.6520299999999999</c:v>
                </c:pt>
                <c:pt idx="438">
                  <c:v>7.62988</c:v>
                </c:pt>
                <c:pt idx="439">
                  <c:v>7.65632</c:v>
                </c:pt>
                <c:pt idx="440">
                  <c:v>7.6495199999999999</c:v>
                </c:pt>
                <c:pt idx="441">
                  <c:v>7.6341099999999997</c:v>
                </c:pt>
                <c:pt idx="442">
                  <c:v>7.6413000000000002</c:v>
                </c:pt>
                <c:pt idx="443">
                  <c:v>7.6380400000000002</c:v>
                </c:pt>
                <c:pt idx="444">
                  <c:v>7.6488500000000004</c:v>
                </c:pt>
                <c:pt idx="445">
                  <c:v>7.6307799999999997</c:v>
                </c:pt>
                <c:pt idx="446">
                  <c:v>7.6354100000000003</c:v>
                </c:pt>
                <c:pt idx="447">
                  <c:v>7.6479799999999996</c:v>
                </c:pt>
                <c:pt idx="448">
                  <c:v>7.6256300000000001</c:v>
                </c:pt>
                <c:pt idx="449">
                  <c:v>7.6277699999999999</c:v>
                </c:pt>
                <c:pt idx="450">
                  <c:v>7.6288900000000002</c:v>
                </c:pt>
                <c:pt idx="451">
                  <c:v>7.6626200000000004</c:v>
                </c:pt>
                <c:pt idx="452">
                  <c:v>7.6577299999999999</c:v>
                </c:pt>
                <c:pt idx="453">
                  <c:v>7.62934</c:v>
                </c:pt>
                <c:pt idx="454">
                  <c:v>7.6325099999999999</c:v>
                </c:pt>
                <c:pt idx="455">
                  <c:v>7.6364400000000003</c:v>
                </c:pt>
                <c:pt idx="456">
                  <c:v>7.6342400000000001</c:v>
                </c:pt>
                <c:pt idx="457">
                  <c:v>7.6264900000000004</c:v>
                </c:pt>
                <c:pt idx="458">
                  <c:v>7.6283700000000003</c:v>
                </c:pt>
                <c:pt idx="459">
                  <c:v>7.63192</c:v>
                </c:pt>
                <c:pt idx="460">
                  <c:v>7.6310200000000004</c:v>
                </c:pt>
                <c:pt idx="461">
                  <c:v>7.6413799999999998</c:v>
                </c:pt>
                <c:pt idx="462">
                  <c:v>7.6279899999999996</c:v>
                </c:pt>
                <c:pt idx="463">
                  <c:v>7.6307099999999997</c:v>
                </c:pt>
                <c:pt idx="464">
                  <c:v>7.6370100000000001</c:v>
                </c:pt>
                <c:pt idx="465">
                  <c:v>7.6405200000000004</c:v>
                </c:pt>
                <c:pt idx="466">
                  <c:v>7.6431399999999998</c:v>
                </c:pt>
                <c:pt idx="467">
                  <c:v>7.62948</c:v>
                </c:pt>
                <c:pt idx="468">
                  <c:v>7.6411300000000004</c:v>
                </c:pt>
                <c:pt idx="469">
                  <c:v>7.6280200000000002</c:v>
                </c:pt>
                <c:pt idx="470">
                  <c:v>7.6260399999999997</c:v>
                </c:pt>
                <c:pt idx="471">
                  <c:v>7.6226500000000001</c:v>
                </c:pt>
                <c:pt idx="472">
                  <c:v>7.6488100000000001</c:v>
                </c:pt>
                <c:pt idx="473">
                  <c:v>7.6309800000000001</c:v>
                </c:pt>
                <c:pt idx="474">
                  <c:v>7.6467200000000002</c:v>
                </c:pt>
                <c:pt idx="475">
                  <c:v>7.6330400000000003</c:v>
                </c:pt>
                <c:pt idx="476">
                  <c:v>7.6331499999999997</c:v>
                </c:pt>
                <c:pt idx="477">
                  <c:v>7.6422699999999999</c:v>
                </c:pt>
                <c:pt idx="478">
                  <c:v>7.6490299999999998</c:v>
                </c:pt>
                <c:pt idx="479">
                  <c:v>7.6432900000000004</c:v>
                </c:pt>
                <c:pt idx="480">
                  <c:v>7.6362100000000002</c:v>
                </c:pt>
                <c:pt idx="481">
                  <c:v>7.6583500000000004</c:v>
                </c:pt>
                <c:pt idx="482">
                  <c:v>7.6535500000000001</c:v>
                </c:pt>
                <c:pt idx="483">
                  <c:v>7.6438800000000002</c:v>
                </c:pt>
                <c:pt idx="484">
                  <c:v>7.63584</c:v>
                </c:pt>
                <c:pt idx="485">
                  <c:v>7.6406400000000003</c:v>
                </c:pt>
                <c:pt idx="486">
                  <c:v>7.6375700000000002</c:v>
                </c:pt>
                <c:pt idx="487">
                  <c:v>7.63408</c:v>
                </c:pt>
                <c:pt idx="488">
                  <c:v>7.6299700000000001</c:v>
                </c:pt>
                <c:pt idx="489">
                  <c:v>7.6424700000000003</c:v>
                </c:pt>
                <c:pt idx="490">
                  <c:v>7.6324199999999998</c:v>
                </c:pt>
                <c:pt idx="491">
                  <c:v>7.6297300000000003</c:v>
                </c:pt>
                <c:pt idx="492">
                  <c:v>7.6202199999999998</c:v>
                </c:pt>
                <c:pt idx="493">
                  <c:v>7.6445400000000001</c:v>
                </c:pt>
                <c:pt idx="494">
                  <c:v>7.6521999999999997</c:v>
                </c:pt>
                <c:pt idx="495">
                  <c:v>7.6423300000000003</c:v>
                </c:pt>
                <c:pt idx="496">
                  <c:v>7.6499699999999997</c:v>
                </c:pt>
                <c:pt idx="497">
                  <c:v>7.6370100000000001</c:v>
                </c:pt>
                <c:pt idx="498">
                  <c:v>7.6733900000000004</c:v>
                </c:pt>
                <c:pt idx="499">
                  <c:v>7.6429499999999999</c:v>
                </c:pt>
                <c:pt idx="500">
                  <c:v>7.6507899999999998</c:v>
                </c:pt>
                <c:pt idx="501">
                  <c:v>7.6439500000000002</c:v>
                </c:pt>
                <c:pt idx="502">
                  <c:v>7.64337</c:v>
                </c:pt>
                <c:pt idx="503">
                  <c:v>7.6572500000000003</c:v>
                </c:pt>
                <c:pt idx="504">
                  <c:v>7.6405599999999998</c:v>
                </c:pt>
                <c:pt idx="505">
                  <c:v>7.6361800000000004</c:v>
                </c:pt>
                <c:pt idx="506">
                  <c:v>7.6462599999999998</c:v>
                </c:pt>
                <c:pt idx="507">
                  <c:v>7.6557300000000001</c:v>
                </c:pt>
                <c:pt idx="508">
                  <c:v>7.6401700000000003</c:v>
                </c:pt>
                <c:pt idx="509">
                  <c:v>7.66934</c:v>
                </c:pt>
                <c:pt idx="510">
                  <c:v>7.6596599999999997</c:v>
                </c:pt>
                <c:pt idx="511">
                  <c:v>7.6437999999999997</c:v>
                </c:pt>
                <c:pt idx="512">
                  <c:v>7.64269</c:v>
                </c:pt>
                <c:pt idx="513">
                  <c:v>7.6521699999999999</c:v>
                </c:pt>
                <c:pt idx="514">
                  <c:v>7.6604900000000002</c:v>
                </c:pt>
                <c:pt idx="515">
                  <c:v>7.6576899999999997</c:v>
                </c:pt>
                <c:pt idx="516">
                  <c:v>7.6436400000000004</c:v>
                </c:pt>
                <c:pt idx="517">
                  <c:v>7.6394000000000002</c:v>
                </c:pt>
                <c:pt idx="518">
                  <c:v>7.6504399999999997</c:v>
                </c:pt>
                <c:pt idx="519">
                  <c:v>7.6547099999999997</c:v>
                </c:pt>
                <c:pt idx="520">
                  <c:v>7.6388199999999999</c:v>
                </c:pt>
                <c:pt idx="521">
                  <c:v>7.6192399999999996</c:v>
                </c:pt>
                <c:pt idx="522">
                  <c:v>7.6401700000000003</c:v>
                </c:pt>
                <c:pt idx="523">
                  <c:v>7.6349799999999997</c:v>
                </c:pt>
                <c:pt idx="524">
                  <c:v>7.6387600000000004</c:v>
                </c:pt>
                <c:pt idx="525">
                  <c:v>7.6454899999999997</c:v>
                </c:pt>
                <c:pt idx="526">
                  <c:v>7.6505200000000002</c:v>
                </c:pt>
                <c:pt idx="527">
                  <c:v>7.6290899999999997</c:v>
                </c:pt>
                <c:pt idx="528">
                  <c:v>7.6589299999999998</c:v>
                </c:pt>
                <c:pt idx="529">
                  <c:v>7.6493900000000004</c:v>
                </c:pt>
                <c:pt idx="530">
                  <c:v>7.6397199999999996</c:v>
                </c:pt>
                <c:pt idx="531">
                  <c:v>7.6640100000000002</c:v>
                </c:pt>
                <c:pt idx="532">
                  <c:v>7.6586600000000002</c:v>
                </c:pt>
                <c:pt idx="533">
                  <c:v>7.6381699999999997</c:v>
                </c:pt>
                <c:pt idx="534">
                  <c:v>7.6404500000000004</c:v>
                </c:pt>
                <c:pt idx="535">
                  <c:v>7.6454899999999997</c:v>
                </c:pt>
                <c:pt idx="536">
                  <c:v>7.6506699999999999</c:v>
                </c:pt>
                <c:pt idx="537">
                  <c:v>7.6529400000000001</c:v>
                </c:pt>
                <c:pt idx="538">
                  <c:v>7.6528499999999999</c:v>
                </c:pt>
                <c:pt idx="539">
                  <c:v>7.6608999999999998</c:v>
                </c:pt>
                <c:pt idx="540">
                  <c:v>7.6488500000000004</c:v>
                </c:pt>
                <c:pt idx="541">
                  <c:v>7.6388100000000003</c:v>
                </c:pt>
                <c:pt idx="542">
                  <c:v>7.6389300000000002</c:v>
                </c:pt>
                <c:pt idx="543">
                  <c:v>7.6448799999999997</c:v>
                </c:pt>
                <c:pt idx="544">
                  <c:v>7.6417900000000003</c:v>
                </c:pt>
                <c:pt idx="545">
                  <c:v>7.6487699999999998</c:v>
                </c:pt>
                <c:pt idx="546">
                  <c:v>7.6597600000000003</c:v>
                </c:pt>
                <c:pt idx="547">
                  <c:v>7.6572899999999997</c:v>
                </c:pt>
                <c:pt idx="548">
                  <c:v>7.6448</c:v>
                </c:pt>
                <c:pt idx="549">
                  <c:v>7.64513</c:v>
                </c:pt>
                <c:pt idx="550">
                  <c:v>7.6492500000000003</c:v>
                </c:pt>
                <c:pt idx="551">
                  <c:v>7.64757</c:v>
                </c:pt>
                <c:pt idx="552">
                  <c:v>7.6679300000000001</c:v>
                </c:pt>
                <c:pt idx="553">
                  <c:v>7.6475200000000001</c:v>
                </c:pt>
                <c:pt idx="554">
                  <c:v>7.65456</c:v>
                </c:pt>
                <c:pt idx="555">
                  <c:v>7.6434899999999999</c:v>
                </c:pt>
                <c:pt idx="556">
                  <c:v>7.6532799999999996</c:v>
                </c:pt>
                <c:pt idx="557">
                  <c:v>7.6626099999999999</c:v>
                </c:pt>
                <c:pt idx="558">
                  <c:v>7.6399400000000002</c:v>
                </c:pt>
                <c:pt idx="559">
                  <c:v>7.6506600000000002</c:v>
                </c:pt>
                <c:pt idx="560">
                  <c:v>7.6608900000000002</c:v>
                </c:pt>
                <c:pt idx="561">
                  <c:v>7.6456600000000003</c:v>
                </c:pt>
                <c:pt idx="562">
                  <c:v>7.6524700000000001</c:v>
                </c:pt>
                <c:pt idx="563">
                  <c:v>7.6432500000000001</c:v>
                </c:pt>
                <c:pt idx="564">
                  <c:v>7.64093</c:v>
                </c:pt>
                <c:pt idx="565">
                  <c:v>7.6561199999999996</c:v>
                </c:pt>
                <c:pt idx="566">
                  <c:v>7.6455599999999997</c:v>
                </c:pt>
                <c:pt idx="567">
                  <c:v>7.6452799999999996</c:v>
                </c:pt>
                <c:pt idx="568">
                  <c:v>7.6528</c:v>
                </c:pt>
                <c:pt idx="569">
                  <c:v>7.6360700000000001</c:v>
                </c:pt>
                <c:pt idx="570">
                  <c:v>7.6486000000000001</c:v>
                </c:pt>
                <c:pt idx="571">
                  <c:v>7.62845</c:v>
                </c:pt>
                <c:pt idx="572">
                  <c:v>7.6464600000000003</c:v>
                </c:pt>
                <c:pt idx="573">
                  <c:v>7.6444200000000002</c:v>
                </c:pt>
                <c:pt idx="574">
                  <c:v>7.6516299999999999</c:v>
                </c:pt>
                <c:pt idx="575">
                  <c:v>7.6482999999999999</c:v>
                </c:pt>
                <c:pt idx="576">
                  <c:v>7.6435500000000003</c:v>
                </c:pt>
                <c:pt idx="577">
                  <c:v>7.6626200000000004</c:v>
                </c:pt>
                <c:pt idx="578">
                  <c:v>7.6341799999999997</c:v>
                </c:pt>
                <c:pt idx="579">
                  <c:v>7.6315200000000001</c:v>
                </c:pt>
                <c:pt idx="580">
                  <c:v>7.6195599999999999</c:v>
                </c:pt>
                <c:pt idx="581">
                  <c:v>7.63028</c:v>
                </c:pt>
                <c:pt idx="582">
                  <c:v>7.6325700000000003</c:v>
                </c:pt>
                <c:pt idx="583">
                  <c:v>7.6180700000000003</c:v>
                </c:pt>
                <c:pt idx="584">
                  <c:v>7.6331100000000003</c:v>
                </c:pt>
                <c:pt idx="585">
                  <c:v>7.6407600000000002</c:v>
                </c:pt>
                <c:pt idx="586">
                  <c:v>7.6402099999999997</c:v>
                </c:pt>
                <c:pt idx="587">
                  <c:v>7.6455099999999998</c:v>
                </c:pt>
                <c:pt idx="588">
                  <c:v>7.6405700000000003</c:v>
                </c:pt>
                <c:pt idx="589">
                  <c:v>7.6476300000000004</c:v>
                </c:pt>
                <c:pt idx="590">
                  <c:v>7.6463200000000002</c:v>
                </c:pt>
                <c:pt idx="591">
                  <c:v>7.6308199999999999</c:v>
                </c:pt>
                <c:pt idx="592">
                  <c:v>7.6472800000000003</c:v>
                </c:pt>
                <c:pt idx="593">
                  <c:v>7.6398599999999997</c:v>
                </c:pt>
                <c:pt idx="594">
                  <c:v>7.6348099999999999</c:v>
                </c:pt>
                <c:pt idx="595">
                  <c:v>7.6378899999999996</c:v>
                </c:pt>
                <c:pt idx="596">
                  <c:v>7.65768</c:v>
                </c:pt>
                <c:pt idx="597">
                  <c:v>7.6366100000000001</c:v>
                </c:pt>
                <c:pt idx="598">
                  <c:v>7.6511899999999997</c:v>
                </c:pt>
                <c:pt idx="599">
                  <c:v>7.6423500000000004</c:v>
                </c:pt>
                <c:pt idx="600">
                  <c:v>7.6362500000000004</c:v>
                </c:pt>
                <c:pt idx="601">
                  <c:v>7.6376499999999998</c:v>
                </c:pt>
                <c:pt idx="602">
                  <c:v>7.63293</c:v>
                </c:pt>
                <c:pt idx="603">
                  <c:v>7.6413500000000001</c:v>
                </c:pt>
                <c:pt idx="604">
                  <c:v>7.64114</c:v>
                </c:pt>
                <c:pt idx="605">
                  <c:v>7.6311799999999996</c:v>
                </c:pt>
                <c:pt idx="606">
                  <c:v>7.6298300000000001</c:v>
                </c:pt>
                <c:pt idx="607">
                  <c:v>7.6290699999999996</c:v>
                </c:pt>
                <c:pt idx="608">
                  <c:v>7.6485799999999999</c:v>
                </c:pt>
                <c:pt idx="609">
                  <c:v>7.6371099999999998</c:v>
                </c:pt>
                <c:pt idx="610">
                  <c:v>7.6188799999999999</c:v>
                </c:pt>
                <c:pt idx="611">
                  <c:v>7.6302700000000003</c:v>
                </c:pt>
                <c:pt idx="612">
                  <c:v>7.6277200000000001</c:v>
                </c:pt>
                <c:pt idx="613">
                  <c:v>7.6385500000000004</c:v>
                </c:pt>
                <c:pt idx="614">
                  <c:v>7.6365299999999996</c:v>
                </c:pt>
                <c:pt idx="615">
                  <c:v>7.6394500000000001</c:v>
                </c:pt>
                <c:pt idx="616">
                  <c:v>7.6291099999999998</c:v>
                </c:pt>
                <c:pt idx="617">
                  <c:v>7.6546500000000002</c:v>
                </c:pt>
                <c:pt idx="618">
                  <c:v>7.6512500000000001</c:v>
                </c:pt>
                <c:pt idx="619">
                  <c:v>7.62568</c:v>
                </c:pt>
                <c:pt idx="620">
                  <c:v>7.6188599999999997</c:v>
                </c:pt>
                <c:pt idx="621">
                  <c:v>7.6336500000000003</c:v>
                </c:pt>
                <c:pt idx="622">
                  <c:v>7.62845</c:v>
                </c:pt>
                <c:pt idx="623">
                  <c:v>7.6257999999999999</c:v>
                </c:pt>
                <c:pt idx="624">
                  <c:v>7.6214000000000004</c:v>
                </c:pt>
                <c:pt idx="625">
                  <c:v>7.6375400000000004</c:v>
                </c:pt>
                <c:pt idx="626">
                  <c:v>7.6318400000000004</c:v>
                </c:pt>
                <c:pt idx="627">
                  <c:v>7.6236100000000002</c:v>
                </c:pt>
                <c:pt idx="628">
                  <c:v>7.6487600000000002</c:v>
                </c:pt>
                <c:pt idx="629">
                  <c:v>7.6323600000000003</c:v>
                </c:pt>
                <c:pt idx="630">
                  <c:v>7.6269999999999998</c:v>
                </c:pt>
                <c:pt idx="631">
                  <c:v>7.6346800000000004</c:v>
                </c:pt>
                <c:pt idx="632">
                  <c:v>7.6265099999999997</c:v>
                </c:pt>
                <c:pt idx="633">
                  <c:v>7.6237700000000004</c:v>
                </c:pt>
                <c:pt idx="634">
                  <c:v>7.64236</c:v>
                </c:pt>
                <c:pt idx="635">
                  <c:v>7.6383299999999998</c:v>
                </c:pt>
                <c:pt idx="636">
                  <c:v>7.6262699999999999</c:v>
                </c:pt>
                <c:pt idx="637">
                  <c:v>7.6232699999999998</c:v>
                </c:pt>
                <c:pt idx="638">
                  <c:v>7.6492800000000001</c:v>
                </c:pt>
                <c:pt idx="639">
                  <c:v>7.6274300000000004</c:v>
                </c:pt>
                <c:pt idx="640">
                  <c:v>7.6342400000000001</c:v>
                </c:pt>
                <c:pt idx="641">
                  <c:v>7.6227600000000004</c:v>
                </c:pt>
                <c:pt idx="642">
                  <c:v>7.6307900000000002</c:v>
                </c:pt>
                <c:pt idx="643">
                  <c:v>7.6338499999999998</c:v>
                </c:pt>
                <c:pt idx="644">
                  <c:v>7.6280599999999996</c:v>
                </c:pt>
                <c:pt idx="645">
                  <c:v>7.6396800000000002</c:v>
                </c:pt>
                <c:pt idx="646">
                  <c:v>7.6378700000000004</c:v>
                </c:pt>
                <c:pt idx="647">
                  <c:v>7.6284000000000001</c:v>
                </c:pt>
                <c:pt idx="648">
                  <c:v>7.6317700000000004</c:v>
                </c:pt>
                <c:pt idx="649">
                  <c:v>7.63422</c:v>
                </c:pt>
                <c:pt idx="650">
                  <c:v>7.6511399999999998</c:v>
                </c:pt>
                <c:pt idx="651">
                  <c:v>7.6420700000000004</c:v>
                </c:pt>
                <c:pt idx="652">
                  <c:v>7.63157</c:v>
                </c:pt>
                <c:pt idx="653">
                  <c:v>7.62019</c:v>
                </c:pt>
                <c:pt idx="654">
                  <c:v>7.6413200000000003</c:v>
                </c:pt>
                <c:pt idx="655">
                  <c:v>7.63361</c:v>
                </c:pt>
                <c:pt idx="656">
                  <c:v>7.6461300000000003</c:v>
                </c:pt>
                <c:pt idx="657">
                  <c:v>7.6250400000000003</c:v>
                </c:pt>
                <c:pt idx="658">
                  <c:v>7.6386200000000004</c:v>
                </c:pt>
                <c:pt idx="659">
                  <c:v>7.6447599999999998</c:v>
                </c:pt>
                <c:pt idx="660">
                  <c:v>7.6406499999999999</c:v>
                </c:pt>
                <c:pt idx="661">
                  <c:v>7.6482700000000001</c:v>
                </c:pt>
                <c:pt idx="662">
                  <c:v>7.6411600000000002</c:v>
                </c:pt>
                <c:pt idx="663">
                  <c:v>7.6286800000000001</c:v>
                </c:pt>
                <c:pt idx="664">
                  <c:v>7.6226599999999998</c:v>
                </c:pt>
                <c:pt idx="665">
                  <c:v>7.6249500000000001</c:v>
                </c:pt>
                <c:pt idx="666">
                  <c:v>7.6553399999999998</c:v>
                </c:pt>
                <c:pt idx="667">
                  <c:v>7.6276299999999999</c:v>
                </c:pt>
                <c:pt idx="668">
                  <c:v>7.6480399999999999</c:v>
                </c:pt>
                <c:pt idx="669">
                  <c:v>7.6535900000000003</c:v>
                </c:pt>
                <c:pt idx="670">
                  <c:v>7.6376099999999996</c:v>
                </c:pt>
                <c:pt idx="671">
                  <c:v>7.6338200000000001</c:v>
                </c:pt>
                <c:pt idx="672">
                  <c:v>7.6267100000000001</c:v>
                </c:pt>
                <c:pt idx="673">
                  <c:v>7.6298899999999996</c:v>
                </c:pt>
                <c:pt idx="674">
                  <c:v>7.6241899999999996</c:v>
                </c:pt>
                <c:pt idx="675">
                  <c:v>7.6256599999999999</c:v>
                </c:pt>
                <c:pt idx="676">
                  <c:v>7.6318599999999996</c:v>
                </c:pt>
                <c:pt idx="677">
                  <c:v>7.6554099999999998</c:v>
                </c:pt>
                <c:pt idx="678">
                  <c:v>7.6410200000000001</c:v>
                </c:pt>
                <c:pt idx="679">
                  <c:v>7.6457800000000002</c:v>
                </c:pt>
                <c:pt idx="680">
                  <c:v>7.6451000000000002</c:v>
                </c:pt>
                <c:pt idx="681">
                  <c:v>7.6375999999999999</c:v>
                </c:pt>
                <c:pt idx="682">
                  <c:v>7.6342499999999998</c:v>
                </c:pt>
                <c:pt idx="683">
                  <c:v>7.6303900000000002</c:v>
                </c:pt>
                <c:pt idx="684">
                  <c:v>7.6577200000000003</c:v>
                </c:pt>
                <c:pt idx="685">
                  <c:v>7.6298199999999996</c:v>
                </c:pt>
                <c:pt idx="686">
                  <c:v>7.6331600000000002</c:v>
                </c:pt>
                <c:pt idx="687">
                  <c:v>7.6278300000000003</c:v>
                </c:pt>
                <c:pt idx="688">
                  <c:v>7.6545500000000004</c:v>
                </c:pt>
                <c:pt idx="689">
                  <c:v>7.6368799999999997</c:v>
                </c:pt>
                <c:pt idx="690">
                  <c:v>7.6428599999999998</c:v>
                </c:pt>
                <c:pt idx="691">
                  <c:v>7.65367</c:v>
                </c:pt>
                <c:pt idx="692">
                  <c:v>7.6272099999999998</c:v>
                </c:pt>
                <c:pt idx="693">
                  <c:v>7.6503300000000003</c:v>
                </c:pt>
                <c:pt idx="694">
                  <c:v>7.6372499999999999</c:v>
                </c:pt>
                <c:pt idx="695">
                  <c:v>7.6289499999999997</c:v>
                </c:pt>
                <c:pt idx="696">
                  <c:v>7.6460699999999999</c:v>
                </c:pt>
                <c:pt idx="697">
                  <c:v>7.6439399999999997</c:v>
                </c:pt>
                <c:pt idx="698">
                  <c:v>7.6507399999999999</c:v>
                </c:pt>
                <c:pt idx="699">
                  <c:v>7.64839</c:v>
                </c:pt>
                <c:pt idx="700">
                  <c:v>7.6461199999999998</c:v>
                </c:pt>
                <c:pt idx="701">
                  <c:v>7.6641700000000004</c:v>
                </c:pt>
                <c:pt idx="702">
                  <c:v>7.6545100000000001</c:v>
                </c:pt>
                <c:pt idx="703">
                  <c:v>7.6338499999999998</c:v>
                </c:pt>
                <c:pt idx="704">
                  <c:v>7.6447200000000004</c:v>
                </c:pt>
                <c:pt idx="705">
                  <c:v>7.63842</c:v>
                </c:pt>
                <c:pt idx="706">
                  <c:v>7.6554799999999998</c:v>
                </c:pt>
                <c:pt idx="707">
                  <c:v>7.6370899999999997</c:v>
                </c:pt>
                <c:pt idx="708">
                  <c:v>7.6464999999999996</c:v>
                </c:pt>
                <c:pt idx="709">
                  <c:v>7.6445999999999996</c:v>
                </c:pt>
                <c:pt idx="710">
                  <c:v>7.6423199999999998</c:v>
                </c:pt>
                <c:pt idx="711">
                  <c:v>7.62479</c:v>
                </c:pt>
                <c:pt idx="712">
                  <c:v>7.6454599999999999</c:v>
                </c:pt>
                <c:pt idx="713">
                  <c:v>7.6356200000000003</c:v>
                </c:pt>
                <c:pt idx="714">
                  <c:v>7.6401599999999998</c:v>
                </c:pt>
                <c:pt idx="715">
                  <c:v>7.63286</c:v>
                </c:pt>
                <c:pt idx="716">
                  <c:v>7.6457600000000001</c:v>
                </c:pt>
                <c:pt idx="717">
                  <c:v>7.6278100000000002</c:v>
                </c:pt>
                <c:pt idx="718">
                  <c:v>7.6358899999999998</c:v>
                </c:pt>
                <c:pt idx="719">
                  <c:v>7.6640899999999998</c:v>
                </c:pt>
                <c:pt idx="720">
                  <c:v>7.6532799999999996</c:v>
                </c:pt>
                <c:pt idx="721">
                  <c:v>7.6375000000000002</c:v>
                </c:pt>
                <c:pt idx="722">
                  <c:v>7.6354699999999998</c:v>
                </c:pt>
                <c:pt idx="723">
                  <c:v>7.6310200000000004</c:v>
                </c:pt>
                <c:pt idx="724">
                  <c:v>7.6386399999999997</c:v>
                </c:pt>
                <c:pt idx="725">
                  <c:v>7.6406099999999997</c:v>
                </c:pt>
                <c:pt idx="726">
                  <c:v>7.6394700000000002</c:v>
                </c:pt>
                <c:pt idx="727">
                  <c:v>7.62948</c:v>
                </c:pt>
                <c:pt idx="728">
                  <c:v>7.6586999999999996</c:v>
                </c:pt>
                <c:pt idx="729">
                  <c:v>7.6455599999999997</c:v>
                </c:pt>
                <c:pt idx="730">
                  <c:v>7.6396199999999999</c:v>
                </c:pt>
                <c:pt idx="731">
                  <c:v>7.6460699999999999</c:v>
                </c:pt>
                <c:pt idx="732">
                  <c:v>7.6523599999999998</c:v>
                </c:pt>
                <c:pt idx="733">
                  <c:v>7.6405599999999998</c:v>
                </c:pt>
                <c:pt idx="734">
                  <c:v>7.6334299999999997</c:v>
                </c:pt>
                <c:pt idx="735">
                  <c:v>7.6428000000000003</c:v>
                </c:pt>
                <c:pt idx="736">
                  <c:v>7.6323999999999996</c:v>
                </c:pt>
                <c:pt idx="737">
                  <c:v>7.6464400000000001</c:v>
                </c:pt>
                <c:pt idx="738">
                  <c:v>7.64724</c:v>
                </c:pt>
                <c:pt idx="739">
                  <c:v>7.6494</c:v>
                </c:pt>
                <c:pt idx="740">
                  <c:v>7.6550799999999999</c:v>
                </c:pt>
                <c:pt idx="741">
                  <c:v>7.6400399999999999</c:v>
                </c:pt>
                <c:pt idx="742">
                  <c:v>7.6589</c:v>
                </c:pt>
                <c:pt idx="743">
                  <c:v>7.6473599999999999</c:v>
                </c:pt>
                <c:pt idx="744">
                  <c:v>7.6487600000000002</c:v>
                </c:pt>
                <c:pt idx="745">
                  <c:v>7.6651600000000002</c:v>
                </c:pt>
                <c:pt idx="746">
                  <c:v>7.6486999999999998</c:v>
                </c:pt>
                <c:pt idx="747">
                  <c:v>7.6425799999999997</c:v>
                </c:pt>
                <c:pt idx="748">
                  <c:v>7.64534</c:v>
                </c:pt>
                <c:pt idx="749">
                  <c:v>7.6383599999999996</c:v>
                </c:pt>
                <c:pt idx="750">
                  <c:v>7.6613699999999998</c:v>
                </c:pt>
                <c:pt idx="751">
                  <c:v>7.6568399999999999</c:v>
                </c:pt>
                <c:pt idx="752">
                  <c:v>7.6412399999999998</c:v>
                </c:pt>
                <c:pt idx="753">
                  <c:v>7.6498600000000003</c:v>
                </c:pt>
                <c:pt idx="754">
                  <c:v>7.64872</c:v>
                </c:pt>
                <c:pt idx="755">
                  <c:v>7.6694100000000001</c:v>
                </c:pt>
                <c:pt idx="756">
                  <c:v>7.6593999999999998</c:v>
                </c:pt>
                <c:pt idx="757">
                  <c:v>7.6555400000000002</c:v>
                </c:pt>
                <c:pt idx="758">
                  <c:v>7.6487299999999996</c:v>
                </c:pt>
                <c:pt idx="759">
                  <c:v>7.6605999999999996</c:v>
                </c:pt>
                <c:pt idx="760">
                  <c:v>7.6550000000000002</c:v>
                </c:pt>
                <c:pt idx="761">
                  <c:v>7.6497099999999998</c:v>
                </c:pt>
                <c:pt idx="762">
                  <c:v>7.64602</c:v>
                </c:pt>
                <c:pt idx="763">
                  <c:v>7.6587399999999999</c:v>
                </c:pt>
                <c:pt idx="764">
                  <c:v>7.6716600000000001</c:v>
                </c:pt>
                <c:pt idx="765">
                  <c:v>7.6434600000000001</c:v>
                </c:pt>
                <c:pt idx="766">
                  <c:v>7.65313</c:v>
                </c:pt>
                <c:pt idx="767">
                  <c:v>7.6472899999999999</c:v>
                </c:pt>
                <c:pt idx="768">
                  <c:v>7.6450800000000001</c:v>
                </c:pt>
                <c:pt idx="769">
                  <c:v>7.6604999999999999</c:v>
                </c:pt>
                <c:pt idx="770">
                  <c:v>7.6626399999999997</c:v>
                </c:pt>
                <c:pt idx="771">
                  <c:v>7.6403100000000004</c:v>
                </c:pt>
                <c:pt idx="772">
                  <c:v>7.6609999999999996</c:v>
                </c:pt>
                <c:pt idx="773">
                  <c:v>7.6408800000000001</c:v>
                </c:pt>
                <c:pt idx="774">
                  <c:v>7.6513600000000004</c:v>
                </c:pt>
                <c:pt idx="775">
                  <c:v>7.6586699999999999</c:v>
                </c:pt>
                <c:pt idx="776">
                  <c:v>7.66181</c:v>
                </c:pt>
                <c:pt idx="777">
                  <c:v>7.6595700000000004</c:v>
                </c:pt>
                <c:pt idx="778">
                  <c:v>7.6398200000000003</c:v>
                </c:pt>
                <c:pt idx="779">
                  <c:v>7.6416300000000001</c:v>
                </c:pt>
                <c:pt idx="780">
                  <c:v>7.6469800000000001</c:v>
                </c:pt>
                <c:pt idx="781">
                  <c:v>7.6405900000000004</c:v>
                </c:pt>
                <c:pt idx="782">
                  <c:v>7.6684799999999997</c:v>
                </c:pt>
                <c:pt idx="783">
                  <c:v>7.65266</c:v>
                </c:pt>
                <c:pt idx="784">
                  <c:v>7.65036</c:v>
                </c:pt>
                <c:pt idx="785">
                  <c:v>7.6380299999999997</c:v>
                </c:pt>
                <c:pt idx="786">
                  <c:v>7.6651199999999999</c:v>
                </c:pt>
                <c:pt idx="787">
                  <c:v>7.65726</c:v>
                </c:pt>
                <c:pt idx="788">
                  <c:v>7.6372299999999997</c:v>
                </c:pt>
                <c:pt idx="789">
                  <c:v>7.6374399999999998</c:v>
                </c:pt>
                <c:pt idx="790">
                  <c:v>7.6354800000000003</c:v>
                </c:pt>
                <c:pt idx="791">
                  <c:v>7.6479400000000002</c:v>
                </c:pt>
                <c:pt idx="792">
                  <c:v>7.6573500000000001</c:v>
                </c:pt>
                <c:pt idx="793">
                  <c:v>7.6399900000000001</c:v>
                </c:pt>
                <c:pt idx="794">
                  <c:v>7.6475900000000001</c:v>
                </c:pt>
                <c:pt idx="795">
                  <c:v>7.6461300000000003</c:v>
                </c:pt>
                <c:pt idx="796">
                  <c:v>7.6545899999999998</c:v>
                </c:pt>
                <c:pt idx="797">
                  <c:v>7.6436000000000002</c:v>
                </c:pt>
                <c:pt idx="798">
                  <c:v>7.6400199999999998</c:v>
                </c:pt>
                <c:pt idx="799">
                  <c:v>7.63856</c:v>
                </c:pt>
                <c:pt idx="800">
                  <c:v>7.6455500000000001</c:v>
                </c:pt>
                <c:pt idx="801">
                  <c:v>7.6710200000000004</c:v>
                </c:pt>
                <c:pt idx="802">
                  <c:v>7.65571</c:v>
                </c:pt>
                <c:pt idx="803">
                  <c:v>7.6550700000000003</c:v>
                </c:pt>
                <c:pt idx="804">
                  <c:v>7.6384600000000002</c:v>
                </c:pt>
                <c:pt idx="805">
                  <c:v>7.6546700000000003</c:v>
                </c:pt>
                <c:pt idx="806">
                  <c:v>7.6387600000000004</c:v>
                </c:pt>
                <c:pt idx="807">
                  <c:v>7.6438300000000003</c:v>
                </c:pt>
                <c:pt idx="808">
                  <c:v>7.6451900000000004</c:v>
                </c:pt>
                <c:pt idx="809">
                  <c:v>7.6538899999999996</c:v>
                </c:pt>
                <c:pt idx="810">
                  <c:v>7.6549199999999997</c:v>
                </c:pt>
                <c:pt idx="811">
                  <c:v>7.6602899999999998</c:v>
                </c:pt>
                <c:pt idx="812">
                  <c:v>7.6484500000000004</c:v>
                </c:pt>
                <c:pt idx="813">
                  <c:v>7.6459999999999999</c:v>
                </c:pt>
                <c:pt idx="814">
                  <c:v>7.6547200000000002</c:v>
                </c:pt>
                <c:pt idx="815">
                  <c:v>7.6341900000000003</c:v>
                </c:pt>
                <c:pt idx="816">
                  <c:v>7.6484899999999998</c:v>
                </c:pt>
                <c:pt idx="817">
                  <c:v>7.6409099999999999</c:v>
                </c:pt>
                <c:pt idx="818">
                  <c:v>7.6465899999999998</c:v>
                </c:pt>
                <c:pt idx="819">
                  <c:v>7.6485399999999997</c:v>
                </c:pt>
                <c:pt idx="820">
                  <c:v>7.6539400000000004</c:v>
                </c:pt>
                <c:pt idx="821">
                  <c:v>7.6425799999999997</c:v>
                </c:pt>
                <c:pt idx="822">
                  <c:v>7.6511699999999996</c:v>
                </c:pt>
                <c:pt idx="823">
                  <c:v>7.6577599999999997</c:v>
                </c:pt>
                <c:pt idx="824">
                  <c:v>7.6578299999999997</c:v>
                </c:pt>
                <c:pt idx="825">
                  <c:v>7.6565000000000003</c:v>
                </c:pt>
                <c:pt idx="826">
                  <c:v>7.6372799999999996</c:v>
                </c:pt>
                <c:pt idx="827">
                  <c:v>7.6419800000000002</c:v>
                </c:pt>
                <c:pt idx="828">
                  <c:v>7.6678100000000002</c:v>
                </c:pt>
                <c:pt idx="829">
                  <c:v>7.6408699999999996</c:v>
                </c:pt>
                <c:pt idx="830">
                  <c:v>7.6783200000000003</c:v>
                </c:pt>
                <c:pt idx="831">
                  <c:v>7.6547999999999998</c:v>
                </c:pt>
                <c:pt idx="832">
                  <c:v>7.67598</c:v>
                </c:pt>
                <c:pt idx="833">
                  <c:v>7.6495800000000003</c:v>
                </c:pt>
                <c:pt idx="834">
                  <c:v>7.6643499999999998</c:v>
                </c:pt>
                <c:pt idx="835">
                  <c:v>7.6547400000000003</c:v>
                </c:pt>
                <c:pt idx="836">
                  <c:v>7.6553399999999998</c:v>
                </c:pt>
                <c:pt idx="837">
                  <c:v>7.6463900000000002</c:v>
                </c:pt>
                <c:pt idx="838">
                  <c:v>7.6509</c:v>
                </c:pt>
                <c:pt idx="839">
                  <c:v>7.6574299999999997</c:v>
                </c:pt>
                <c:pt idx="840">
                  <c:v>7.6560699999999997</c:v>
                </c:pt>
                <c:pt idx="841">
                  <c:v>7.6641599999999999</c:v>
                </c:pt>
                <c:pt idx="842">
                  <c:v>7.6278100000000002</c:v>
                </c:pt>
                <c:pt idx="843">
                  <c:v>7.6413700000000002</c:v>
                </c:pt>
                <c:pt idx="844">
                  <c:v>7.6429400000000003</c:v>
                </c:pt>
                <c:pt idx="845">
                  <c:v>7.6660399999999997</c:v>
                </c:pt>
                <c:pt idx="846">
                  <c:v>7.6562999999999999</c:v>
                </c:pt>
                <c:pt idx="847">
                  <c:v>7.6245799999999999</c:v>
                </c:pt>
                <c:pt idx="848">
                  <c:v>7.6492800000000001</c:v>
                </c:pt>
                <c:pt idx="849">
                  <c:v>7.64398</c:v>
                </c:pt>
                <c:pt idx="850">
                  <c:v>7.6448900000000002</c:v>
                </c:pt>
                <c:pt idx="851">
                  <c:v>7.6377100000000002</c:v>
                </c:pt>
                <c:pt idx="852">
                  <c:v>7.6613600000000002</c:v>
                </c:pt>
                <c:pt idx="853">
                  <c:v>7.6404500000000004</c:v>
                </c:pt>
                <c:pt idx="854">
                  <c:v>7.6395200000000001</c:v>
                </c:pt>
                <c:pt idx="855">
                  <c:v>7.63612</c:v>
                </c:pt>
                <c:pt idx="856">
                  <c:v>7.6335899999999999</c:v>
                </c:pt>
                <c:pt idx="857">
                  <c:v>7.6565500000000002</c:v>
                </c:pt>
                <c:pt idx="858">
                  <c:v>7.6521299999999997</c:v>
                </c:pt>
                <c:pt idx="859">
                  <c:v>7.6537800000000002</c:v>
                </c:pt>
                <c:pt idx="860">
                  <c:v>7.6494999999999997</c:v>
                </c:pt>
                <c:pt idx="861">
                  <c:v>7.6589900000000002</c:v>
                </c:pt>
                <c:pt idx="862">
                  <c:v>7.6484399999999999</c:v>
                </c:pt>
                <c:pt idx="863">
                  <c:v>7.6339499999999996</c:v>
                </c:pt>
                <c:pt idx="864">
                  <c:v>7.6467099999999997</c:v>
                </c:pt>
                <c:pt idx="865">
                  <c:v>7.6433200000000001</c:v>
                </c:pt>
                <c:pt idx="866">
                  <c:v>7.6443399999999997</c:v>
                </c:pt>
                <c:pt idx="867">
                  <c:v>7.6481000000000003</c:v>
                </c:pt>
                <c:pt idx="868">
                  <c:v>7.6627200000000002</c:v>
                </c:pt>
                <c:pt idx="869">
                  <c:v>7.6488100000000001</c:v>
                </c:pt>
                <c:pt idx="870">
                  <c:v>7.66465</c:v>
                </c:pt>
                <c:pt idx="871">
                  <c:v>7.6482799999999997</c:v>
                </c:pt>
                <c:pt idx="872">
                  <c:v>7.6518800000000002</c:v>
                </c:pt>
                <c:pt idx="873">
                  <c:v>7.6224400000000001</c:v>
                </c:pt>
                <c:pt idx="874">
                  <c:v>7.65665</c:v>
                </c:pt>
                <c:pt idx="875">
                  <c:v>7.63246</c:v>
                </c:pt>
                <c:pt idx="876">
                  <c:v>7.6517900000000001</c:v>
                </c:pt>
                <c:pt idx="877">
                  <c:v>7.6706200000000004</c:v>
                </c:pt>
                <c:pt idx="878">
                  <c:v>7.6446500000000004</c:v>
                </c:pt>
                <c:pt idx="879">
                  <c:v>7.62859</c:v>
                </c:pt>
                <c:pt idx="880">
                  <c:v>7.6533300000000004</c:v>
                </c:pt>
                <c:pt idx="881">
                  <c:v>7.6521999999999997</c:v>
                </c:pt>
                <c:pt idx="882">
                  <c:v>7.6577599999999997</c:v>
                </c:pt>
                <c:pt idx="883">
                  <c:v>7.6408800000000001</c:v>
                </c:pt>
                <c:pt idx="884">
                  <c:v>7.6319900000000001</c:v>
                </c:pt>
                <c:pt idx="885">
                  <c:v>7.6406000000000001</c:v>
                </c:pt>
                <c:pt idx="886">
                  <c:v>7.6383900000000002</c:v>
                </c:pt>
                <c:pt idx="887">
                  <c:v>7.6520000000000001</c:v>
                </c:pt>
                <c:pt idx="888">
                  <c:v>7.6514199999999999</c:v>
                </c:pt>
                <c:pt idx="889">
                  <c:v>7.6578999999999997</c:v>
                </c:pt>
                <c:pt idx="890">
                  <c:v>7.6597099999999996</c:v>
                </c:pt>
                <c:pt idx="891">
                  <c:v>7.6437999999999997</c:v>
                </c:pt>
                <c:pt idx="892">
                  <c:v>7.6489599999999998</c:v>
                </c:pt>
                <c:pt idx="893">
                  <c:v>7.6625899999999998</c:v>
                </c:pt>
                <c:pt idx="894">
                  <c:v>7.65177</c:v>
                </c:pt>
                <c:pt idx="895">
                  <c:v>7.6418200000000001</c:v>
                </c:pt>
                <c:pt idx="896">
                  <c:v>7.6712100000000003</c:v>
                </c:pt>
                <c:pt idx="897">
                  <c:v>7.6582999999999997</c:v>
                </c:pt>
                <c:pt idx="898">
                  <c:v>7.6356999999999999</c:v>
                </c:pt>
                <c:pt idx="899">
                  <c:v>7.6441699999999999</c:v>
                </c:pt>
                <c:pt idx="900">
                  <c:v>7.6550500000000001</c:v>
                </c:pt>
                <c:pt idx="901">
                  <c:v>7.6461199999999998</c:v>
                </c:pt>
                <c:pt idx="902">
                  <c:v>7.6525800000000004</c:v>
                </c:pt>
                <c:pt idx="903">
                  <c:v>7.65503</c:v>
                </c:pt>
                <c:pt idx="904">
                  <c:v>7.6365400000000001</c:v>
                </c:pt>
                <c:pt idx="905">
                  <c:v>7.6529400000000001</c:v>
                </c:pt>
                <c:pt idx="906">
                  <c:v>7.6413399999999996</c:v>
                </c:pt>
                <c:pt idx="907">
                  <c:v>7.6462500000000002</c:v>
                </c:pt>
                <c:pt idx="908">
                  <c:v>7.6304299999999996</c:v>
                </c:pt>
                <c:pt idx="909">
                  <c:v>7.6427800000000001</c:v>
                </c:pt>
                <c:pt idx="910">
                  <c:v>7.6372600000000004</c:v>
                </c:pt>
                <c:pt idx="911">
                  <c:v>7.6542000000000003</c:v>
                </c:pt>
                <c:pt idx="912">
                  <c:v>7.6471200000000001</c:v>
                </c:pt>
                <c:pt idx="913">
                  <c:v>7.6463000000000001</c:v>
                </c:pt>
                <c:pt idx="914">
                  <c:v>7.6437900000000001</c:v>
                </c:pt>
                <c:pt idx="915">
                  <c:v>7.6528</c:v>
                </c:pt>
                <c:pt idx="916">
                  <c:v>7.6548800000000004</c:v>
                </c:pt>
                <c:pt idx="917">
                  <c:v>7.64297</c:v>
                </c:pt>
                <c:pt idx="918">
                  <c:v>7.6413399999999996</c:v>
                </c:pt>
                <c:pt idx="919">
                  <c:v>7.6441299999999996</c:v>
                </c:pt>
                <c:pt idx="920">
                  <c:v>7.6440099999999997</c:v>
                </c:pt>
                <c:pt idx="921">
                  <c:v>7.6420399999999997</c:v>
                </c:pt>
                <c:pt idx="922">
                  <c:v>7.6457300000000004</c:v>
                </c:pt>
                <c:pt idx="923">
                  <c:v>7.6445800000000004</c:v>
                </c:pt>
                <c:pt idx="924">
                  <c:v>7.6539700000000002</c:v>
                </c:pt>
                <c:pt idx="925">
                  <c:v>7.6603300000000001</c:v>
                </c:pt>
                <c:pt idx="926">
                  <c:v>7.6390500000000001</c:v>
                </c:pt>
                <c:pt idx="927">
                  <c:v>7.6630599999999998</c:v>
                </c:pt>
                <c:pt idx="928">
                  <c:v>7.6462300000000001</c:v>
                </c:pt>
                <c:pt idx="929">
                  <c:v>7.6582600000000003</c:v>
                </c:pt>
                <c:pt idx="930">
                  <c:v>7.6430699999999998</c:v>
                </c:pt>
                <c:pt idx="931">
                  <c:v>7.6318200000000003</c:v>
                </c:pt>
                <c:pt idx="932">
                  <c:v>7.6469300000000002</c:v>
                </c:pt>
                <c:pt idx="933">
                  <c:v>7.6586100000000004</c:v>
                </c:pt>
                <c:pt idx="934">
                  <c:v>7.6383999999999999</c:v>
                </c:pt>
                <c:pt idx="935">
                  <c:v>7.6427399999999999</c:v>
                </c:pt>
                <c:pt idx="936">
                  <c:v>7.6390099999999999</c:v>
                </c:pt>
                <c:pt idx="937">
                  <c:v>7.6498200000000001</c:v>
                </c:pt>
                <c:pt idx="938">
                  <c:v>7.6389500000000004</c:v>
                </c:pt>
                <c:pt idx="939">
                  <c:v>7.6289800000000003</c:v>
                </c:pt>
                <c:pt idx="940">
                  <c:v>7.6579800000000002</c:v>
                </c:pt>
                <c:pt idx="941">
                  <c:v>7.6483699999999999</c:v>
                </c:pt>
                <c:pt idx="942">
                  <c:v>7.6377699999999997</c:v>
                </c:pt>
                <c:pt idx="943">
                  <c:v>7.63774</c:v>
                </c:pt>
                <c:pt idx="944">
                  <c:v>7.65733</c:v>
                </c:pt>
                <c:pt idx="945">
                  <c:v>7.62364</c:v>
                </c:pt>
                <c:pt idx="946">
                  <c:v>7.6422600000000003</c:v>
                </c:pt>
                <c:pt idx="947">
                  <c:v>7.6482599999999996</c:v>
                </c:pt>
                <c:pt idx="948">
                  <c:v>7.65177</c:v>
                </c:pt>
                <c:pt idx="949">
                  <c:v>7.65496</c:v>
                </c:pt>
                <c:pt idx="950">
                  <c:v>7.6540100000000004</c:v>
                </c:pt>
                <c:pt idx="951">
                  <c:v>7.63748</c:v>
                </c:pt>
                <c:pt idx="952">
                  <c:v>7.64954</c:v>
                </c:pt>
                <c:pt idx="953">
                  <c:v>7.6366800000000001</c:v>
                </c:pt>
                <c:pt idx="954">
                  <c:v>7.6423699999999997</c:v>
                </c:pt>
                <c:pt idx="955">
                  <c:v>7.6413700000000002</c:v>
                </c:pt>
                <c:pt idx="956">
                  <c:v>7.63659</c:v>
                </c:pt>
                <c:pt idx="957">
                  <c:v>7.6485500000000002</c:v>
                </c:pt>
                <c:pt idx="958">
                  <c:v>7.6477500000000003</c:v>
                </c:pt>
                <c:pt idx="959">
                  <c:v>7.6350600000000002</c:v>
                </c:pt>
                <c:pt idx="960">
                  <c:v>7.6370399999999998</c:v>
                </c:pt>
                <c:pt idx="961">
                  <c:v>7.62568</c:v>
                </c:pt>
                <c:pt idx="962">
                  <c:v>7.6431500000000003</c:v>
                </c:pt>
                <c:pt idx="963">
                  <c:v>7.6258800000000004</c:v>
                </c:pt>
                <c:pt idx="964">
                  <c:v>7.6486999999999998</c:v>
                </c:pt>
                <c:pt idx="965">
                  <c:v>7.6455299999999999</c:v>
                </c:pt>
                <c:pt idx="966">
                  <c:v>7.6550200000000004</c:v>
                </c:pt>
                <c:pt idx="967">
                  <c:v>7.6580399999999997</c:v>
                </c:pt>
                <c:pt idx="968">
                  <c:v>7.6279199999999996</c:v>
                </c:pt>
                <c:pt idx="969">
                  <c:v>7.6498799999999996</c:v>
                </c:pt>
                <c:pt idx="970">
                  <c:v>7.64229</c:v>
                </c:pt>
                <c:pt idx="971">
                  <c:v>7.6164699999999996</c:v>
                </c:pt>
                <c:pt idx="972">
                  <c:v>7.6352099999999998</c:v>
                </c:pt>
                <c:pt idx="973">
                  <c:v>7.6295099999999998</c:v>
                </c:pt>
                <c:pt idx="974">
                  <c:v>7.6388999999999996</c:v>
                </c:pt>
                <c:pt idx="975">
                  <c:v>7.6313899999999997</c:v>
                </c:pt>
                <c:pt idx="976">
                  <c:v>7.63985</c:v>
                </c:pt>
                <c:pt idx="977">
                  <c:v>7.64201</c:v>
                </c:pt>
                <c:pt idx="978">
                  <c:v>7.6412000000000004</c:v>
                </c:pt>
                <c:pt idx="979">
                  <c:v>7.6387400000000003</c:v>
                </c:pt>
                <c:pt idx="980">
                  <c:v>7.64133</c:v>
                </c:pt>
                <c:pt idx="981">
                  <c:v>7.6409099999999999</c:v>
                </c:pt>
                <c:pt idx="982">
                  <c:v>7.6512799999999999</c:v>
                </c:pt>
                <c:pt idx="983">
                  <c:v>7.6459200000000003</c:v>
                </c:pt>
                <c:pt idx="984">
                  <c:v>7.6340500000000002</c:v>
                </c:pt>
                <c:pt idx="985">
                  <c:v>7.6335499999999996</c:v>
                </c:pt>
                <c:pt idx="986">
                  <c:v>7.6422800000000004</c:v>
                </c:pt>
                <c:pt idx="987">
                  <c:v>7.6445100000000004</c:v>
                </c:pt>
                <c:pt idx="988">
                  <c:v>7.6660399999999997</c:v>
                </c:pt>
                <c:pt idx="989">
                  <c:v>7.6270499999999997</c:v>
                </c:pt>
                <c:pt idx="990">
                  <c:v>7.6384600000000002</c:v>
                </c:pt>
                <c:pt idx="991">
                  <c:v>7.6373699999999998</c:v>
                </c:pt>
                <c:pt idx="992">
                  <c:v>7.65306</c:v>
                </c:pt>
                <c:pt idx="993">
                  <c:v>7.6464400000000001</c:v>
                </c:pt>
                <c:pt idx="994">
                  <c:v>7.6712699999999998</c:v>
                </c:pt>
                <c:pt idx="995">
                  <c:v>7.6673200000000001</c:v>
                </c:pt>
                <c:pt idx="996">
                  <c:v>7.67394</c:v>
                </c:pt>
                <c:pt idx="997">
                  <c:v>7.6376200000000001</c:v>
                </c:pt>
                <c:pt idx="998">
                  <c:v>7.6598199999999999</c:v>
                </c:pt>
                <c:pt idx="999">
                  <c:v>7.6391799999999996</c:v>
                </c:pt>
                <c:pt idx="1000">
                  <c:v>7.6610199999999997</c:v>
                </c:pt>
                <c:pt idx="1001">
                  <c:v>7.6675300000000002</c:v>
                </c:pt>
                <c:pt idx="1002">
                  <c:v>7.6451700000000002</c:v>
                </c:pt>
                <c:pt idx="1003">
                  <c:v>7.6432000000000002</c:v>
                </c:pt>
                <c:pt idx="1004">
                  <c:v>7.6371399999999996</c:v>
                </c:pt>
                <c:pt idx="1005">
                  <c:v>7.6437400000000002</c:v>
                </c:pt>
                <c:pt idx="1006">
                  <c:v>7.6386599999999998</c:v>
                </c:pt>
                <c:pt idx="1007">
                  <c:v>7.6265499999999999</c:v>
                </c:pt>
                <c:pt idx="1008">
                  <c:v>7.6421999999999999</c:v>
                </c:pt>
                <c:pt idx="1009">
                  <c:v>7.63131</c:v>
                </c:pt>
                <c:pt idx="1010">
                  <c:v>7.6360000000000001</c:v>
                </c:pt>
                <c:pt idx="1011">
                  <c:v>7.6362699999999997</c:v>
                </c:pt>
                <c:pt idx="1012">
                  <c:v>7.6439199999999996</c:v>
                </c:pt>
                <c:pt idx="1013">
                  <c:v>7.64236</c:v>
                </c:pt>
                <c:pt idx="1014">
                  <c:v>7.6639499999999998</c:v>
                </c:pt>
                <c:pt idx="1015">
                  <c:v>7.6292900000000001</c:v>
                </c:pt>
                <c:pt idx="1016">
                  <c:v>7.6430800000000003</c:v>
                </c:pt>
                <c:pt idx="1017">
                  <c:v>7.6458000000000004</c:v>
                </c:pt>
                <c:pt idx="1018">
                  <c:v>7.63171</c:v>
                </c:pt>
                <c:pt idx="1019">
                  <c:v>7.6374300000000002</c:v>
                </c:pt>
                <c:pt idx="1020">
                  <c:v>7.6321099999999999</c:v>
                </c:pt>
                <c:pt idx="1021">
                  <c:v>7.6394799999999998</c:v>
                </c:pt>
                <c:pt idx="1022">
                  <c:v>7.6298399999999997</c:v>
                </c:pt>
                <c:pt idx="1023">
                  <c:v>7.6404300000000003</c:v>
                </c:pt>
                <c:pt idx="1024">
                  <c:v>7.6449299999999996</c:v>
                </c:pt>
                <c:pt idx="1025">
                  <c:v>7.6354300000000004</c:v>
                </c:pt>
                <c:pt idx="1026">
                  <c:v>7.6241099999999999</c:v>
                </c:pt>
                <c:pt idx="1027">
                  <c:v>7.6219700000000001</c:v>
                </c:pt>
                <c:pt idx="1028">
                  <c:v>7.6514100000000003</c:v>
                </c:pt>
                <c:pt idx="1029">
                  <c:v>7.6587100000000001</c:v>
                </c:pt>
                <c:pt idx="1030">
                  <c:v>7.6407600000000002</c:v>
                </c:pt>
                <c:pt idx="1031">
                  <c:v>7.6549800000000001</c:v>
                </c:pt>
                <c:pt idx="1032">
                  <c:v>7.6445100000000004</c:v>
                </c:pt>
                <c:pt idx="1033">
                  <c:v>7.6588799999999999</c:v>
                </c:pt>
                <c:pt idx="1034">
                  <c:v>7.6423699999999997</c:v>
                </c:pt>
                <c:pt idx="1035">
                  <c:v>7.6351399999999998</c:v>
                </c:pt>
                <c:pt idx="1036">
                  <c:v>7.64947</c:v>
                </c:pt>
                <c:pt idx="1037">
                  <c:v>7.6574600000000004</c:v>
                </c:pt>
                <c:pt idx="1038">
                  <c:v>7.6565500000000002</c:v>
                </c:pt>
                <c:pt idx="1039">
                  <c:v>7.6479499999999998</c:v>
                </c:pt>
                <c:pt idx="1040">
                  <c:v>7.6506400000000001</c:v>
                </c:pt>
                <c:pt idx="1041">
                  <c:v>7.6473699999999996</c:v>
                </c:pt>
                <c:pt idx="1042">
                  <c:v>7.6392600000000002</c:v>
                </c:pt>
                <c:pt idx="1043">
                  <c:v>7.6397399999999998</c:v>
                </c:pt>
                <c:pt idx="1044">
                  <c:v>7.6519899999999996</c:v>
                </c:pt>
                <c:pt idx="1045">
                  <c:v>7.6414999999999997</c:v>
                </c:pt>
                <c:pt idx="1046">
                  <c:v>7.6436000000000002</c:v>
                </c:pt>
                <c:pt idx="1047">
                  <c:v>7.6469100000000001</c:v>
                </c:pt>
                <c:pt idx="1048">
                  <c:v>7.6549300000000002</c:v>
                </c:pt>
                <c:pt idx="1049">
                  <c:v>7.6561899999999996</c:v>
                </c:pt>
                <c:pt idx="1050">
                  <c:v>7.6421400000000004</c:v>
                </c:pt>
                <c:pt idx="1051">
                  <c:v>7.6648500000000004</c:v>
                </c:pt>
                <c:pt idx="1052">
                  <c:v>7.6445499999999997</c:v>
                </c:pt>
                <c:pt idx="1053">
                  <c:v>7.6550000000000002</c:v>
                </c:pt>
                <c:pt idx="1054">
                  <c:v>7.6489500000000001</c:v>
                </c:pt>
                <c:pt idx="1055">
                  <c:v>7.6676000000000002</c:v>
                </c:pt>
                <c:pt idx="1056">
                  <c:v>7.64975</c:v>
                </c:pt>
                <c:pt idx="1057">
                  <c:v>7.64513</c:v>
                </c:pt>
                <c:pt idx="1058">
                  <c:v>7.6706899999999996</c:v>
                </c:pt>
                <c:pt idx="1059">
                  <c:v>7.6525699999999999</c:v>
                </c:pt>
                <c:pt idx="1060">
                  <c:v>7.6308600000000002</c:v>
                </c:pt>
                <c:pt idx="1061">
                  <c:v>7.6428200000000004</c:v>
                </c:pt>
                <c:pt idx="1062">
                  <c:v>7.6478900000000003</c:v>
                </c:pt>
                <c:pt idx="1063">
                  <c:v>7.6446300000000003</c:v>
                </c:pt>
                <c:pt idx="1064">
                  <c:v>7.6562700000000001</c:v>
                </c:pt>
                <c:pt idx="1065">
                  <c:v>7.64114</c:v>
                </c:pt>
                <c:pt idx="1066">
                  <c:v>7.6765100000000004</c:v>
                </c:pt>
                <c:pt idx="1067">
                  <c:v>7.6665400000000004</c:v>
                </c:pt>
                <c:pt idx="1068">
                  <c:v>7.6829599999999996</c:v>
                </c:pt>
                <c:pt idx="1069">
                  <c:v>7.6558000000000002</c:v>
                </c:pt>
                <c:pt idx="1070">
                  <c:v>7.6555099999999996</c:v>
                </c:pt>
                <c:pt idx="1071">
                  <c:v>7.6493900000000004</c:v>
                </c:pt>
                <c:pt idx="1072">
                  <c:v>7.6438800000000002</c:v>
                </c:pt>
                <c:pt idx="1073">
                  <c:v>7.6619000000000002</c:v>
                </c:pt>
                <c:pt idx="1074">
                  <c:v>7.6440099999999997</c:v>
                </c:pt>
                <c:pt idx="1075">
                  <c:v>7.6412000000000004</c:v>
                </c:pt>
                <c:pt idx="1076">
                  <c:v>7.6440000000000001</c:v>
                </c:pt>
                <c:pt idx="1077">
                  <c:v>7.6601699999999999</c:v>
                </c:pt>
                <c:pt idx="1078">
                  <c:v>7.6616299999999997</c:v>
                </c:pt>
                <c:pt idx="1079">
                  <c:v>7.6610100000000001</c:v>
                </c:pt>
                <c:pt idx="1080">
                  <c:v>7.6598300000000004</c:v>
                </c:pt>
                <c:pt idx="1081">
                  <c:v>7.6777899999999999</c:v>
                </c:pt>
                <c:pt idx="1082">
                  <c:v>7.65151</c:v>
                </c:pt>
                <c:pt idx="1083">
                  <c:v>7.6482900000000003</c:v>
                </c:pt>
                <c:pt idx="1084">
                  <c:v>7.6566799999999997</c:v>
                </c:pt>
                <c:pt idx="1085">
                  <c:v>7.6731600000000002</c:v>
                </c:pt>
                <c:pt idx="1086">
                  <c:v>7.6483400000000001</c:v>
                </c:pt>
                <c:pt idx="1087">
                  <c:v>7.6614699999999996</c:v>
                </c:pt>
                <c:pt idx="1088">
                  <c:v>7.6726900000000002</c:v>
                </c:pt>
                <c:pt idx="1089">
                  <c:v>7.6867999999999999</c:v>
                </c:pt>
                <c:pt idx="1090">
                  <c:v>7.6502100000000004</c:v>
                </c:pt>
                <c:pt idx="1091">
                  <c:v>7.6471099999999996</c:v>
                </c:pt>
                <c:pt idx="1092">
                  <c:v>7.6470799999999999</c:v>
                </c:pt>
                <c:pt idx="1093">
                  <c:v>7.6484500000000004</c:v>
                </c:pt>
                <c:pt idx="1094">
                  <c:v>7.6548400000000001</c:v>
                </c:pt>
                <c:pt idx="1095">
                  <c:v>7.6624600000000003</c:v>
                </c:pt>
                <c:pt idx="1096">
                  <c:v>7.67563</c:v>
                </c:pt>
                <c:pt idx="1097">
                  <c:v>7.6569200000000004</c:v>
                </c:pt>
                <c:pt idx="1098">
                  <c:v>7.6611000000000002</c:v>
                </c:pt>
                <c:pt idx="1099">
                  <c:v>7.65367</c:v>
                </c:pt>
                <c:pt idx="1100">
                  <c:v>7.6523500000000002</c:v>
                </c:pt>
                <c:pt idx="1101">
                  <c:v>7.6655800000000003</c:v>
                </c:pt>
                <c:pt idx="1102">
                  <c:v>7.6497000000000002</c:v>
                </c:pt>
                <c:pt idx="1103">
                  <c:v>7.6594600000000002</c:v>
                </c:pt>
                <c:pt idx="1104">
                  <c:v>7.6464800000000004</c:v>
                </c:pt>
                <c:pt idx="1105">
                  <c:v>7.6552499999999997</c:v>
                </c:pt>
                <c:pt idx="1106">
                  <c:v>7.6644600000000001</c:v>
                </c:pt>
                <c:pt idx="1107">
                  <c:v>7.6592399999999996</c:v>
                </c:pt>
                <c:pt idx="1108">
                  <c:v>7.6557000000000004</c:v>
                </c:pt>
                <c:pt idx="1109">
                  <c:v>7.6488899999999997</c:v>
                </c:pt>
                <c:pt idx="1110">
                  <c:v>7.6660300000000001</c:v>
                </c:pt>
                <c:pt idx="1111">
                  <c:v>7.6687700000000003</c:v>
                </c:pt>
                <c:pt idx="1112">
                  <c:v>7.6505000000000001</c:v>
                </c:pt>
                <c:pt idx="1113">
                  <c:v>7.6791900000000002</c:v>
                </c:pt>
                <c:pt idx="1114">
                  <c:v>7.6528700000000001</c:v>
                </c:pt>
                <c:pt idx="1115">
                  <c:v>7.6643100000000004</c:v>
                </c:pt>
                <c:pt idx="1116">
                  <c:v>7.6725599999999998</c:v>
                </c:pt>
                <c:pt idx="1117">
                  <c:v>7.6571100000000003</c:v>
                </c:pt>
                <c:pt idx="1118">
                  <c:v>7.6530100000000001</c:v>
                </c:pt>
                <c:pt idx="1119">
                  <c:v>7.6477500000000003</c:v>
                </c:pt>
                <c:pt idx="1120">
                  <c:v>7.6662100000000004</c:v>
                </c:pt>
                <c:pt idx="1121">
                  <c:v>7.6590999999999996</c:v>
                </c:pt>
                <c:pt idx="1122">
                  <c:v>7.6411100000000003</c:v>
                </c:pt>
                <c:pt idx="1123">
                  <c:v>7.6521400000000002</c:v>
                </c:pt>
                <c:pt idx="1124">
                  <c:v>7.6734</c:v>
                </c:pt>
                <c:pt idx="1125">
                  <c:v>7.6741000000000001</c:v>
                </c:pt>
                <c:pt idx="1126">
                  <c:v>7.6481000000000003</c:v>
                </c:pt>
                <c:pt idx="1127">
                  <c:v>7.6625699999999997</c:v>
                </c:pt>
                <c:pt idx="1128">
                  <c:v>7.6540999999999997</c:v>
                </c:pt>
                <c:pt idx="1129">
                  <c:v>7.6736599999999999</c:v>
                </c:pt>
                <c:pt idx="1130">
                  <c:v>7.6696499999999999</c:v>
                </c:pt>
                <c:pt idx="1131">
                  <c:v>7.6632899999999999</c:v>
                </c:pt>
                <c:pt idx="1132">
                  <c:v>7.6482200000000002</c:v>
                </c:pt>
                <c:pt idx="1133">
                  <c:v>7.6540400000000002</c:v>
                </c:pt>
                <c:pt idx="1134">
                  <c:v>7.6590600000000002</c:v>
                </c:pt>
                <c:pt idx="1135">
                  <c:v>7.66289</c:v>
                </c:pt>
                <c:pt idx="1136">
                  <c:v>7.6516700000000002</c:v>
                </c:pt>
                <c:pt idx="1137">
                  <c:v>7.6496599999999999</c:v>
                </c:pt>
                <c:pt idx="1138">
                  <c:v>7.6475</c:v>
                </c:pt>
                <c:pt idx="1139">
                  <c:v>7.6558599999999997</c:v>
                </c:pt>
                <c:pt idx="1140">
                  <c:v>7.6593</c:v>
                </c:pt>
                <c:pt idx="1141">
                  <c:v>7.64872</c:v>
                </c:pt>
                <c:pt idx="1142">
                  <c:v>7.6372200000000001</c:v>
                </c:pt>
                <c:pt idx="1143">
                  <c:v>7.6393500000000003</c:v>
                </c:pt>
                <c:pt idx="1144">
                  <c:v>7.6476600000000001</c:v>
                </c:pt>
                <c:pt idx="1145">
                  <c:v>7.6385500000000004</c:v>
                </c:pt>
                <c:pt idx="1146">
                  <c:v>7.6629300000000002</c:v>
                </c:pt>
                <c:pt idx="1147">
                  <c:v>7.6436700000000002</c:v>
                </c:pt>
                <c:pt idx="1148">
                  <c:v>7.6431399999999998</c:v>
                </c:pt>
                <c:pt idx="1149">
                  <c:v>7.6553000000000004</c:v>
                </c:pt>
                <c:pt idx="1150">
                  <c:v>7.6543299999999999</c:v>
                </c:pt>
                <c:pt idx="1151">
                  <c:v>7.6232600000000001</c:v>
                </c:pt>
                <c:pt idx="1152">
                  <c:v>7.6485000000000003</c:v>
                </c:pt>
                <c:pt idx="1153">
                  <c:v>7.6446500000000004</c:v>
                </c:pt>
                <c:pt idx="1154">
                  <c:v>7.6484199999999998</c:v>
                </c:pt>
                <c:pt idx="1155">
                  <c:v>7.66066</c:v>
                </c:pt>
                <c:pt idx="1156">
                  <c:v>7.63666</c:v>
                </c:pt>
                <c:pt idx="1157">
                  <c:v>7.6409000000000002</c:v>
                </c:pt>
                <c:pt idx="1158">
                  <c:v>7.6354499999999996</c:v>
                </c:pt>
                <c:pt idx="1159">
                  <c:v>7.6257900000000003</c:v>
                </c:pt>
                <c:pt idx="1160">
                  <c:v>7.6538199999999996</c:v>
                </c:pt>
                <c:pt idx="1161">
                  <c:v>7.6325799999999999</c:v>
                </c:pt>
                <c:pt idx="1162">
                  <c:v>7.6410200000000001</c:v>
                </c:pt>
                <c:pt idx="1163">
                  <c:v>7.6529100000000003</c:v>
                </c:pt>
                <c:pt idx="1164">
                  <c:v>7.6402099999999997</c:v>
                </c:pt>
                <c:pt idx="1165">
                  <c:v>7.6394000000000002</c:v>
                </c:pt>
                <c:pt idx="1166">
                  <c:v>7.6429200000000002</c:v>
                </c:pt>
                <c:pt idx="1167">
                  <c:v>7.6492100000000001</c:v>
                </c:pt>
                <c:pt idx="1168">
                  <c:v>7.6420500000000002</c:v>
                </c:pt>
                <c:pt idx="1169">
                  <c:v>7.6226799999999999</c:v>
                </c:pt>
                <c:pt idx="1170">
                  <c:v>7.6565000000000003</c:v>
                </c:pt>
                <c:pt idx="1171">
                  <c:v>7.6662999999999997</c:v>
                </c:pt>
                <c:pt idx="1172">
                  <c:v>7.6263699999999996</c:v>
                </c:pt>
                <c:pt idx="1173">
                  <c:v>7.6351300000000002</c:v>
                </c:pt>
                <c:pt idx="1174">
                  <c:v>7.6539900000000003</c:v>
                </c:pt>
                <c:pt idx="1175">
                  <c:v>7.6469699999999996</c:v>
                </c:pt>
                <c:pt idx="1176">
                  <c:v>7.6372200000000001</c:v>
                </c:pt>
                <c:pt idx="1177">
                  <c:v>7.6502999999999997</c:v>
                </c:pt>
                <c:pt idx="1178">
                  <c:v>7.64072</c:v>
                </c:pt>
                <c:pt idx="1179">
                  <c:v>7.6658200000000001</c:v>
                </c:pt>
                <c:pt idx="1180">
                  <c:v>7.6697600000000001</c:v>
                </c:pt>
                <c:pt idx="1181">
                  <c:v>7.6459700000000002</c:v>
                </c:pt>
                <c:pt idx="1182">
                  <c:v>7.6743399999999999</c:v>
                </c:pt>
                <c:pt idx="1183">
                  <c:v>7.6496700000000004</c:v>
                </c:pt>
                <c:pt idx="1184">
                  <c:v>7.6375299999999999</c:v>
                </c:pt>
                <c:pt idx="1185">
                  <c:v>7.6340700000000004</c:v>
                </c:pt>
                <c:pt idx="1186">
                  <c:v>7.6512799999999999</c:v>
                </c:pt>
                <c:pt idx="1187">
                  <c:v>7.6394200000000003</c:v>
                </c:pt>
                <c:pt idx="1188">
                  <c:v>7.63727</c:v>
                </c:pt>
                <c:pt idx="1189">
                  <c:v>7.6692600000000004</c:v>
                </c:pt>
                <c:pt idx="1190">
                  <c:v>7.6397599999999999</c:v>
                </c:pt>
                <c:pt idx="1191">
                  <c:v>7.6502400000000002</c:v>
                </c:pt>
                <c:pt idx="1192">
                  <c:v>7.6571199999999999</c:v>
                </c:pt>
                <c:pt idx="1193">
                  <c:v>7.63659</c:v>
                </c:pt>
                <c:pt idx="1194">
                  <c:v>7.6376299999999997</c:v>
                </c:pt>
                <c:pt idx="1195">
                  <c:v>7.6414400000000002</c:v>
                </c:pt>
                <c:pt idx="1196">
                  <c:v>7.6388699999999998</c:v>
                </c:pt>
                <c:pt idx="1197">
                  <c:v>7.6386500000000002</c:v>
                </c:pt>
                <c:pt idx="1198">
                  <c:v>7.6482700000000001</c:v>
                </c:pt>
                <c:pt idx="1199">
                  <c:v>7.6418699999999999</c:v>
                </c:pt>
                <c:pt idx="1200">
                  <c:v>7.65428</c:v>
                </c:pt>
                <c:pt idx="1201">
                  <c:v>7.6507399999999999</c:v>
                </c:pt>
                <c:pt idx="1202">
                  <c:v>7.62948</c:v>
                </c:pt>
                <c:pt idx="1203">
                  <c:v>7.6347899999999997</c:v>
                </c:pt>
                <c:pt idx="1204">
                  <c:v>7.6416399999999998</c:v>
                </c:pt>
                <c:pt idx="1205">
                  <c:v>7.6357400000000002</c:v>
                </c:pt>
                <c:pt idx="1206">
                  <c:v>7.6307799999999997</c:v>
                </c:pt>
                <c:pt idx="1207">
                  <c:v>7.6400899999999998</c:v>
                </c:pt>
                <c:pt idx="1208">
                  <c:v>7.6167499999999997</c:v>
                </c:pt>
                <c:pt idx="1209">
                  <c:v>7.6181900000000002</c:v>
                </c:pt>
                <c:pt idx="1210">
                  <c:v>7.6281699999999999</c:v>
                </c:pt>
                <c:pt idx="1211">
                  <c:v>7.6278499999999996</c:v>
                </c:pt>
                <c:pt idx="1212">
                  <c:v>7.64358</c:v>
                </c:pt>
                <c:pt idx="1213">
                  <c:v>7.6546099999999999</c:v>
                </c:pt>
                <c:pt idx="1214">
                  <c:v>7.6434899999999999</c:v>
                </c:pt>
                <c:pt idx="1215">
                  <c:v>7.6363799999999999</c:v>
                </c:pt>
                <c:pt idx="1216">
                  <c:v>7.6460499999999998</c:v>
                </c:pt>
                <c:pt idx="1217">
                  <c:v>7.6519899999999996</c:v>
                </c:pt>
                <c:pt idx="1218">
                  <c:v>7.6280900000000003</c:v>
                </c:pt>
                <c:pt idx="1219">
                  <c:v>7.6371799999999999</c:v>
                </c:pt>
                <c:pt idx="1220">
                  <c:v>7.6335600000000001</c:v>
                </c:pt>
                <c:pt idx="1221">
                  <c:v>7.6470799999999999</c:v>
                </c:pt>
                <c:pt idx="1222">
                  <c:v>7.6185799999999997</c:v>
                </c:pt>
                <c:pt idx="1223">
                  <c:v>7.6253799999999998</c:v>
                </c:pt>
                <c:pt idx="1224">
                  <c:v>7.6329599999999997</c:v>
                </c:pt>
                <c:pt idx="1225">
                  <c:v>7.6289800000000003</c:v>
                </c:pt>
                <c:pt idx="1226">
                  <c:v>7.6462899999999996</c:v>
                </c:pt>
                <c:pt idx="1227">
                  <c:v>7.63408</c:v>
                </c:pt>
                <c:pt idx="1228">
                  <c:v>7.6636899999999999</c:v>
                </c:pt>
                <c:pt idx="1229">
                  <c:v>7.6647699999999999</c:v>
                </c:pt>
                <c:pt idx="1230">
                  <c:v>7.6638299999999999</c:v>
                </c:pt>
                <c:pt idx="1231">
                  <c:v>7.6494600000000004</c:v>
                </c:pt>
                <c:pt idx="1232">
                  <c:v>7.6650200000000002</c:v>
                </c:pt>
                <c:pt idx="1233">
                  <c:v>7.6322099999999997</c:v>
                </c:pt>
                <c:pt idx="1234">
                  <c:v>7.65707</c:v>
                </c:pt>
                <c:pt idx="1235">
                  <c:v>7.6546700000000003</c:v>
                </c:pt>
                <c:pt idx="1236">
                  <c:v>7.6600099999999998</c:v>
                </c:pt>
                <c:pt idx="1237">
                  <c:v>7.6593499999999999</c:v>
                </c:pt>
                <c:pt idx="1238">
                  <c:v>7.6417000000000002</c:v>
                </c:pt>
                <c:pt idx="1239">
                  <c:v>7.6486900000000002</c:v>
                </c:pt>
                <c:pt idx="1240">
                  <c:v>7.6578900000000001</c:v>
                </c:pt>
                <c:pt idx="1241">
                  <c:v>7.6634700000000002</c:v>
                </c:pt>
                <c:pt idx="1242">
                  <c:v>7.6326499999999999</c:v>
                </c:pt>
                <c:pt idx="1243">
                  <c:v>7.6489200000000004</c:v>
                </c:pt>
                <c:pt idx="1244">
                  <c:v>7.6504500000000002</c:v>
                </c:pt>
                <c:pt idx="1245">
                  <c:v>7.65015</c:v>
                </c:pt>
                <c:pt idx="1246">
                  <c:v>7.6436400000000004</c:v>
                </c:pt>
                <c:pt idx="1247">
                  <c:v>7.6540999999999997</c:v>
                </c:pt>
                <c:pt idx="1248">
                  <c:v>7.6454700000000004</c:v>
                </c:pt>
                <c:pt idx="1249">
                  <c:v>7.6553199999999997</c:v>
                </c:pt>
                <c:pt idx="1250">
                  <c:v>7.6308100000000003</c:v>
                </c:pt>
                <c:pt idx="1251">
                  <c:v>7.6393599999999999</c:v>
                </c:pt>
                <c:pt idx="1252">
                  <c:v>7.6673099999999996</c:v>
                </c:pt>
                <c:pt idx="1253">
                  <c:v>7.6330299999999998</c:v>
                </c:pt>
                <c:pt idx="1254">
                  <c:v>7.6575300000000004</c:v>
                </c:pt>
                <c:pt idx="1255">
                  <c:v>7.6433400000000002</c:v>
                </c:pt>
                <c:pt idx="1256">
                  <c:v>7.65327</c:v>
                </c:pt>
                <c:pt idx="1257">
                  <c:v>7.6657200000000003</c:v>
                </c:pt>
                <c:pt idx="1258">
                  <c:v>7.6549199999999997</c:v>
                </c:pt>
                <c:pt idx="1259">
                  <c:v>7.6438899999999999</c:v>
                </c:pt>
                <c:pt idx="1260">
                  <c:v>7.6482700000000001</c:v>
                </c:pt>
                <c:pt idx="1261">
                  <c:v>7.66934</c:v>
                </c:pt>
                <c:pt idx="1262">
                  <c:v>7.6537699999999997</c:v>
                </c:pt>
                <c:pt idx="1263">
                  <c:v>7.6320199999999998</c:v>
                </c:pt>
                <c:pt idx="1264">
                  <c:v>7.6338499999999998</c:v>
                </c:pt>
                <c:pt idx="1265">
                  <c:v>7.6528799999999997</c:v>
                </c:pt>
                <c:pt idx="1266">
                  <c:v>7.6360299999999999</c:v>
                </c:pt>
                <c:pt idx="1267">
                  <c:v>7.6649000000000003</c:v>
                </c:pt>
                <c:pt idx="1268">
                  <c:v>7.6616799999999996</c:v>
                </c:pt>
                <c:pt idx="1269">
                  <c:v>7.6405200000000004</c:v>
                </c:pt>
                <c:pt idx="1270">
                  <c:v>7.68764</c:v>
                </c:pt>
                <c:pt idx="1271">
                  <c:v>7.6379700000000001</c:v>
                </c:pt>
                <c:pt idx="1272">
                  <c:v>7.6566299999999998</c:v>
                </c:pt>
                <c:pt idx="1273">
                  <c:v>7.6497900000000003</c:v>
                </c:pt>
                <c:pt idx="1274">
                  <c:v>7.6491100000000003</c:v>
                </c:pt>
                <c:pt idx="1275">
                  <c:v>7.6730299999999998</c:v>
                </c:pt>
                <c:pt idx="1276">
                  <c:v>7.6596900000000003</c:v>
                </c:pt>
                <c:pt idx="1277">
                  <c:v>7.6521600000000003</c:v>
                </c:pt>
                <c:pt idx="1278">
                  <c:v>7.6434300000000004</c:v>
                </c:pt>
                <c:pt idx="1279">
                  <c:v>7.6558599999999997</c:v>
                </c:pt>
                <c:pt idx="1280">
                  <c:v>7.6512700000000002</c:v>
                </c:pt>
                <c:pt idx="1281">
                  <c:v>7.64961</c:v>
                </c:pt>
                <c:pt idx="1282">
                  <c:v>7.6538500000000003</c:v>
                </c:pt>
                <c:pt idx="1283">
                  <c:v>7.6395400000000002</c:v>
                </c:pt>
                <c:pt idx="1284">
                  <c:v>7.6719299999999997</c:v>
                </c:pt>
                <c:pt idx="1285">
                  <c:v>7.6539999999999999</c:v>
                </c:pt>
                <c:pt idx="1286">
                  <c:v>7.6742999999999997</c:v>
                </c:pt>
                <c:pt idx="1287">
                  <c:v>7.6479900000000001</c:v>
                </c:pt>
                <c:pt idx="1288">
                  <c:v>7.6545500000000004</c:v>
                </c:pt>
                <c:pt idx="1289">
                  <c:v>7.66533</c:v>
                </c:pt>
                <c:pt idx="1290">
                  <c:v>7.6469800000000001</c:v>
                </c:pt>
                <c:pt idx="1291">
                  <c:v>7.6756099999999998</c:v>
                </c:pt>
                <c:pt idx="1292">
                  <c:v>7.6629399999999999</c:v>
                </c:pt>
                <c:pt idx="1293">
                  <c:v>7.6401899999999996</c:v>
                </c:pt>
                <c:pt idx="1294">
                  <c:v>7.6539400000000004</c:v>
                </c:pt>
                <c:pt idx="1295">
                  <c:v>7.6678199999999999</c:v>
                </c:pt>
                <c:pt idx="1296">
                  <c:v>7.6441100000000004</c:v>
                </c:pt>
                <c:pt idx="1297">
                  <c:v>7.66256</c:v>
                </c:pt>
                <c:pt idx="1298">
                  <c:v>7.6507399999999999</c:v>
                </c:pt>
                <c:pt idx="1299">
                  <c:v>7.6471499999999999</c:v>
                </c:pt>
                <c:pt idx="1300">
                  <c:v>7.6620699999999999</c:v>
                </c:pt>
                <c:pt idx="1301">
                  <c:v>7.6824500000000002</c:v>
                </c:pt>
                <c:pt idx="1302">
                  <c:v>7.6565899999999996</c:v>
                </c:pt>
                <c:pt idx="1303">
                  <c:v>7.6827199999999998</c:v>
                </c:pt>
                <c:pt idx="1304">
                  <c:v>7.6458300000000001</c:v>
                </c:pt>
                <c:pt idx="1305">
                  <c:v>7.6672099999999999</c:v>
                </c:pt>
                <c:pt idx="1306">
                  <c:v>7.6466200000000004</c:v>
                </c:pt>
                <c:pt idx="1307">
                  <c:v>7.6638999999999999</c:v>
                </c:pt>
                <c:pt idx="1308">
                  <c:v>7.6559600000000003</c:v>
                </c:pt>
                <c:pt idx="1309">
                  <c:v>7.6581000000000001</c:v>
                </c:pt>
                <c:pt idx="1310">
                  <c:v>7.6926500000000004</c:v>
                </c:pt>
                <c:pt idx="1311">
                  <c:v>7.6673799999999996</c:v>
                </c:pt>
                <c:pt idx="1312">
                  <c:v>7.6581400000000004</c:v>
                </c:pt>
                <c:pt idx="1313">
                  <c:v>7.6706899999999996</c:v>
                </c:pt>
                <c:pt idx="1314">
                  <c:v>7.6638900000000003</c:v>
                </c:pt>
                <c:pt idx="1315">
                  <c:v>7.6581000000000001</c:v>
                </c:pt>
                <c:pt idx="1316">
                  <c:v>7.6589600000000004</c:v>
                </c:pt>
                <c:pt idx="1317">
                  <c:v>7.6566999999999998</c:v>
                </c:pt>
                <c:pt idx="1318">
                  <c:v>7.6567100000000003</c:v>
                </c:pt>
                <c:pt idx="1319">
                  <c:v>7.6538899999999996</c:v>
                </c:pt>
                <c:pt idx="1320">
                  <c:v>7.6460400000000002</c:v>
                </c:pt>
                <c:pt idx="1321">
                  <c:v>7.6496399999999998</c:v>
                </c:pt>
                <c:pt idx="1322">
                  <c:v>7.6404300000000003</c:v>
                </c:pt>
                <c:pt idx="1323">
                  <c:v>7.6450800000000001</c:v>
                </c:pt>
                <c:pt idx="1324">
                  <c:v>7.6479200000000001</c:v>
                </c:pt>
                <c:pt idx="1325">
                  <c:v>7.6521499999999998</c:v>
                </c:pt>
                <c:pt idx="1326">
                  <c:v>7.6570999999999998</c:v>
                </c:pt>
                <c:pt idx="1327">
                  <c:v>7.6628299999999996</c:v>
                </c:pt>
                <c:pt idx="1328">
                  <c:v>7.6827399999999999</c:v>
                </c:pt>
                <c:pt idx="1329">
                  <c:v>7.6578499999999998</c:v>
                </c:pt>
                <c:pt idx="1330">
                  <c:v>7.6475400000000002</c:v>
                </c:pt>
                <c:pt idx="1331">
                  <c:v>7.6430100000000003</c:v>
                </c:pt>
                <c:pt idx="1332">
                  <c:v>7.6555799999999996</c:v>
                </c:pt>
                <c:pt idx="1333">
                  <c:v>7.6528499999999999</c:v>
                </c:pt>
                <c:pt idx="1334">
                  <c:v>7.6689400000000001</c:v>
                </c:pt>
                <c:pt idx="1335">
                  <c:v>7.6599599999999999</c:v>
                </c:pt>
                <c:pt idx="1336">
                  <c:v>7.6365400000000001</c:v>
                </c:pt>
                <c:pt idx="1337">
                  <c:v>7.6595300000000002</c:v>
                </c:pt>
                <c:pt idx="1338">
                  <c:v>7.6684799999999997</c:v>
                </c:pt>
                <c:pt idx="1339">
                  <c:v>7.6426400000000001</c:v>
                </c:pt>
                <c:pt idx="1340">
                  <c:v>7.65604</c:v>
                </c:pt>
                <c:pt idx="1341">
                  <c:v>7.6611900000000004</c:v>
                </c:pt>
                <c:pt idx="1342">
                  <c:v>7.6487299999999996</c:v>
                </c:pt>
                <c:pt idx="1343">
                  <c:v>7.6816800000000001</c:v>
                </c:pt>
                <c:pt idx="1344">
                  <c:v>7.6515500000000003</c:v>
                </c:pt>
                <c:pt idx="1345">
                  <c:v>7.6453100000000003</c:v>
                </c:pt>
                <c:pt idx="1346">
                  <c:v>7.6557599999999999</c:v>
                </c:pt>
                <c:pt idx="1347">
                  <c:v>7.64757</c:v>
                </c:pt>
                <c:pt idx="1348">
                  <c:v>7.6429299999999998</c:v>
                </c:pt>
                <c:pt idx="1349">
                  <c:v>7.6589200000000002</c:v>
                </c:pt>
                <c:pt idx="1350">
                  <c:v>7.6657400000000004</c:v>
                </c:pt>
                <c:pt idx="1351">
                  <c:v>7.6470200000000004</c:v>
                </c:pt>
                <c:pt idx="1352">
                  <c:v>7.6433999999999997</c:v>
                </c:pt>
                <c:pt idx="1353">
                  <c:v>7.6656599999999999</c:v>
                </c:pt>
                <c:pt idx="1354">
                  <c:v>7.6507199999999997</c:v>
                </c:pt>
                <c:pt idx="1355">
                  <c:v>7.6492399999999998</c:v>
                </c:pt>
                <c:pt idx="1356">
                  <c:v>7.6470900000000004</c:v>
                </c:pt>
                <c:pt idx="1357">
                  <c:v>7.6457499999999996</c:v>
                </c:pt>
                <c:pt idx="1358">
                  <c:v>7.6551400000000003</c:v>
                </c:pt>
                <c:pt idx="1359">
                  <c:v>7.6376400000000002</c:v>
                </c:pt>
                <c:pt idx="1360">
                  <c:v>7.6486000000000001</c:v>
                </c:pt>
                <c:pt idx="1361">
                  <c:v>7.6471200000000001</c:v>
                </c:pt>
                <c:pt idx="1362">
                  <c:v>7.6435899999999997</c:v>
                </c:pt>
                <c:pt idx="1363">
                  <c:v>7.6421799999999998</c:v>
                </c:pt>
                <c:pt idx="1364">
                  <c:v>7.6455900000000003</c:v>
                </c:pt>
                <c:pt idx="1365">
                  <c:v>7.6400199999999998</c:v>
                </c:pt>
                <c:pt idx="1366">
                  <c:v>7.6515700000000004</c:v>
                </c:pt>
                <c:pt idx="1367">
                  <c:v>7.6431300000000002</c:v>
                </c:pt>
                <c:pt idx="1368">
                  <c:v>7.6522699999999997</c:v>
                </c:pt>
                <c:pt idx="1369">
                  <c:v>7.6422600000000003</c:v>
                </c:pt>
                <c:pt idx="1370">
                  <c:v>7.6468100000000003</c:v>
                </c:pt>
                <c:pt idx="1371">
                  <c:v>7.6369199999999999</c:v>
                </c:pt>
                <c:pt idx="1372">
                  <c:v>7.6533600000000002</c:v>
                </c:pt>
                <c:pt idx="1373">
                  <c:v>7.65625</c:v>
                </c:pt>
                <c:pt idx="1374">
                  <c:v>7.6528600000000004</c:v>
                </c:pt>
                <c:pt idx="1375">
                  <c:v>7.6350199999999999</c:v>
                </c:pt>
                <c:pt idx="1376">
                  <c:v>7.6799499999999998</c:v>
                </c:pt>
                <c:pt idx="1377">
                  <c:v>7.6557399999999998</c:v>
                </c:pt>
                <c:pt idx="1378">
                  <c:v>7.65273</c:v>
                </c:pt>
                <c:pt idx="1379">
                  <c:v>7.6390799999999999</c:v>
                </c:pt>
                <c:pt idx="1380">
                  <c:v>7.6624100000000004</c:v>
                </c:pt>
                <c:pt idx="1381">
                  <c:v>7.6562900000000003</c:v>
                </c:pt>
                <c:pt idx="1382">
                  <c:v>7.6400499999999996</c:v>
                </c:pt>
                <c:pt idx="1383">
                  <c:v>7.6527500000000002</c:v>
                </c:pt>
                <c:pt idx="1384">
                  <c:v>7.6619700000000002</c:v>
                </c:pt>
                <c:pt idx="1385">
                  <c:v>7.6387900000000002</c:v>
                </c:pt>
                <c:pt idx="1386">
                  <c:v>7.6658900000000001</c:v>
                </c:pt>
                <c:pt idx="1387">
                  <c:v>7.6515199999999997</c:v>
                </c:pt>
                <c:pt idx="1388">
                  <c:v>7.6378599999999999</c:v>
                </c:pt>
                <c:pt idx="1389">
                  <c:v>7.6433</c:v>
                </c:pt>
                <c:pt idx="1390">
                  <c:v>7.6398599999999997</c:v>
                </c:pt>
                <c:pt idx="1391">
                  <c:v>7.6517499999999998</c:v>
                </c:pt>
                <c:pt idx="1392">
                  <c:v>7.6468400000000001</c:v>
                </c:pt>
                <c:pt idx="1393">
                  <c:v>7.6559299999999997</c:v>
                </c:pt>
                <c:pt idx="1394">
                  <c:v>7.6539299999999999</c:v>
                </c:pt>
                <c:pt idx="1395">
                  <c:v>7.6589799999999997</c:v>
                </c:pt>
                <c:pt idx="1396">
                  <c:v>7.6377499999999996</c:v>
                </c:pt>
                <c:pt idx="1397">
                  <c:v>7.6839300000000001</c:v>
                </c:pt>
                <c:pt idx="1398">
                  <c:v>7.66805</c:v>
                </c:pt>
                <c:pt idx="1399">
                  <c:v>7.6525800000000004</c:v>
                </c:pt>
                <c:pt idx="1400">
                  <c:v>7.6465300000000003</c:v>
                </c:pt>
                <c:pt idx="1401">
                  <c:v>7.6428099999999999</c:v>
                </c:pt>
                <c:pt idx="1402">
                  <c:v>7.6335699999999997</c:v>
                </c:pt>
                <c:pt idx="1403">
                  <c:v>7.6425299999999998</c:v>
                </c:pt>
                <c:pt idx="1404">
                  <c:v>7.6539299999999999</c:v>
                </c:pt>
                <c:pt idx="1405">
                  <c:v>7.6442500000000004</c:v>
                </c:pt>
                <c:pt idx="1406">
                  <c:v>7.6520400000000004</c:v>
                </c:pt>
                <c:pt idx="1407">
                  <c:v>7.6287700000000003</c:v>
                </c:pt>
                <c:pt idx="1408">
                  <c:v>7.6320199999999998</c:v>
                </c:pt>
                <c:pt idx="1409">
                  <c:v>7.6340599999999998</c:v>
                </c:pt>
                <c:pt idx="1410">
                  <c:v>7.6453100000000003</c:v>
                </c:pt>
                <c:pt idx="1411">
                  <c:v>7.6479699999999999</c:v>
                </c:pt>
                <c:pt idx="1412">
                  <c:v>7.6446199999999997</c:v>
                </c:pt>
                <c:pt idx="1413">
                  <c:v>7.6659699999999997</c:v>
                </c:pt>
                <c:pt idx="1414">
                  <c:v>7.6440799999999998</c:v>
                </c:pt>
                <c:pt idx="1415">
                  <c:v>7.6566999999999998</c:v>
                </c:pt>
                <c:pt idx="1416">
                  <c:v>7.63978</c:v>
                </c:pt>
                <c:pt idx="1417">
                  <c:v>7.64093</c:v>
                </c:pt>
                <c:pt idx="1418">
                  <c:v>7.6388400000000001</c:v>
                </c:pt>
                <c:pt idx="1419">
                  <c:v>7.6529199999999999</c:v>
                </c:pt>
                <c:pt idx="1420">
                  <c:v>7.6530500000000004</c:v>
                </c:pt>
                <c:pt idx="1421">
                  <c:v>7.6588799999999999</c:v>
                </c:pt>
                <c:pt idx="1422">
                  <c:v>7.6472100000000003</c:v>
                </c:pt>
                <c:pt idx="1423">
                  <c:v>7.6440700000000001</c:v>
                </c:pt>
                <c:pt idx="1424">
                  <c:v>7.6354199999999999</c:v>
                </c:pt>
                <c:pt idx="1425">
                  <c:v>7.64907</c:v>
                </c:pt>
                <c:pt idx="1426">
                  <c:v>7.6498699999999999</c:v>
                </c:pt>
                <c:pt idx="1427">
                  <c:v>7.6462399999999997</c:v>
                </c:pt>
                <c:pt idx="1428">
                  <c:v>7.6495199999999999</c:v>
                </c:pt>
                <c:pt idx="1429">
                  <c:v>7.6483600000000003</c:v>
                </c:pt>
                <c:pt idx="1430">
                  <c:v>7.6669200000000002</c:v>
                </c:pt>
                <c:pt idx="1431">
                  <c:v>7.6456600000000003</c:v>
                </c:pt>
                <c:pt idx="1432">
                  <c:v>7.6582400000000002</c:v>
                </c:pt>
                <c:pt idx="1433">
                  <c:v>7.6439300000000001</c:v>
                </c:pt>
                <c:pt idx="1434">
                  <c:v>7.63218</c:v>
                </c:pt>
                <c:pt idx="1435">
                  <c:v>7.6601900000000001</c:v>
                </c:pt>
                <c:pt idx="1436">
                  <c:v>7.6612499999999999</c:v>
                </c:pt>
                <c:pt idx="1437">
                  <c:v>7.65428</c:v>
                </c:pt>
                <c:pt idx="1438">
                  <c:v>7.65036</c:v>
                </c:pt>
                <c:pt idx="1439">
                  <c:v>7.6650400000000003</c:v>
                </c:pt>
                <c:pt idx="1440">
                  <c:v>7.6498799999999996</c:v>
                </c:pt>
                <c:pt idx="1441">
                  <c:v>7.6455200000000003</c:v>
                </c:pt>
                <c:pt idx="1442">
                  <c:v>7.65442</c:v>
                </c:pt>
                <c:pt idx="1443">
                  <c:v>7.6519399999999997</c:v>
                </c:pt>
                <c:pt idx="1444">
                  <c:v>7.6285800000000004</c:v>
                </c:pt>
                <c:pt idx="1445">
                  <c:v>7.6472600000000002</c:v>
                </c:pt>
                <c:pt idx="1446">
                  <c:v>7.6639099999999996</c:v>
                </c:pt>
                <c:pt idx="1447">
                  <c:v>7.6558299999999999</c:v>
                </c:pt>
                <c:pt idx="1448">
                  <c:v>7.6419699999999997</c:v>
                </c:pt>
                <c:pt idx="1449">
                  <c:v>7.6388100000000003</c:v>
                </c:pt>
                <c:pt idx="1450">
                  <c:v>7.6600200000000003</c:v>
                </c:pt>
                <c:pt idx="1451">
                  <c:v>7.6436999999999999</c:v>
                </c:pt>
                <c:pt idx="1452">
                  <c:v>7.6341900000000003</c:v>
                </c:pt>
                <c:pt idx="1453">
                  <c:v>7.6407999999999996</c:v>
                </c:pt>
                <c:pt idx="1454">
                  <c:v>7.6358499999999996</c:v>
                </c:pt>
                <c:pt idx="1455">
                  <c:v>7.6705300000000003</c:v>
                </c:pt>
                <c:pt idx="1456">
                  <c:v>7.6323100000000004</c:v>
                </c:pt>
                <c:pt idx="1457">
                  <c:v>7.6452200000000001</c:v>
                </c:pt>
                <c:pt idx="1458">
                  <c:v>7.6396800000000002</c:v>
                </c:pt>
                <c:pt idx="1459">
                  <c:v>7.6365699999999999</c:v>
                </c:pt>
                <c:pt idx="1460">
                  <c:v>7.6380699999999999</c:v>
                </c:pt>
                <c:pt idx="1461">
                  <c:v>7.6392199999999999</c:v>
                </c:pt>
                <c:pt idx="1462">
                  <c:v>7.6329900000000004</c:v>
                </c:pt>
                <c:pt idx="1463">
                  <c:v>7.6513999999999998</c:v>
                </c:pt>
                <c:pt idx="1464">
                  <c:v>7.6394700000000002</c:v>
                </c:pt>
                <c:pt idx="1465">
                  <c:v>7.6407100000000003</c:v>
                </c:pt>
                <c:pt idx="1466">
                  <c:v>7.6430800000000003</c:v>
                </c:pt>
                <c:pt idx="1467">
                  <c:v>7.6391999999999998</c:v>
                </c:pt>
                <c:pt idx="1468">
                  <c:v>7.6457899999999999</c:v>
                </c:pt>
                <c:pt idx="1469">
                  <c:v>7.6418400000000002</c:v>
                </c:pt>
                <c:pt idx="1470">
                  <c:v>7.6383700000000001</c:v>
                </c:pt>
                <c:pt idx="1471">
                  <c:v>7.6642099999999997</c:v>
                </c:pt>
                <c:pt idx="1472">
                  <c:v>7.6374000000000004</c:v>
                </c:pt>
                <c:pt idx="1473">
                  <c:v>7.6544600000000003</c:v>
                </c:pt>
                <c:pt idx="1474">
                  <c:v>7.6363700000000003</c:v>
                </c:pt>
                <c:pt idx="1475">
                  <c:v>7.6558299999999999</c:v>
                </c:pt>
                <c:pt idx="1476">
                  <c:v>7.6493599999999997</c:v>
                </c:pt>
                <c:pt idx="1477">
                  <c:v>7.6444799999999997</c:v>
                </c:pt>
                <c:pt idx="1478">
                  <c:v>7.6388299999999996</c:v>
                </c:pt>
                <c:pt idx="1479">
                  <c:v>7.6429600000000004</c:v>
                </c:pt>
                <c:pt idx="1480">
                  <c:v>7.6569799999999999</c:v>
                </c:pt>
                <c:pt idx="1481">
                  <c:v>7.6463000000000001</c:v>
                </c:pt>
                <c:pt idx="1482">
                  <c:v>7.6365299999999996</c:v>
                </c:pt>
                <c:pt idx="1483">
                  <c:v>7.6379200000000003</c:v>
                </c:pt>
                <c:pt idx="1484">
                  <c:v>7.6621899999999998</c:v>
                </c:pt>
                <c:pt idx="1485">
                  <c:v>7.6398099999999998</c:v>
                </c:pt>
                <c:pt idx="1486">
                  <c:v>7.6516099999999998</c:v>
                </c:pt>
                <c:pt idx="1487">
                  <c:v>7.6504700000000003</c:v>
                </c:pt>
                <c:pt idx="1488">
                  <c:v>7.6316100000000002</c:v>
                </c:pt>
                <c:pt idx="1489">
                  <c:v>7.6404800000000002</c:v>
                </c:pt>
                <c:pt idx="1490">
                  <c:v>7.6377699999999997</c:v>
                </c:pt>
                <c:pt idx="1491">
                  <c:v>7.6402799999999997</c:v>
                </c:pt>
                <c:pt idx="1492">
                  <c:v>7.6360900000000003</c:v>
                </c:pt>
                <c:pt idx="1493">
                  <c:v>7.6383200000000002</c:v>
                </c:pt>
                <c:pt idx="1494">
                  <c:v>7.6507800000000001</c:v>
                </c:pt>
                <c:pt idx="1495">
                  <c:v>7.6271899999999997</c:v>
                </c:pt>
                <c:pt idx="1496">
                  <c:v>7.6439300000000001</c:v>
                </c:pt>
                <c:pt idx="1497">
                  <c:v>7.6447099999999999</c:v>
                </c:pt>
                <c:pt idx="1498">
                  <c:v>7.6705500000000004</c:v>
                </c:pt>
                <c:pt idx="1499">
                  <c:v>7.63279</c:v>
                </c:pt>
                <c:pt idx="1500">
                  <c:v>7.6358899999999998</c:v>
                </c:pt>
                <c:pt idx="1501">
                  <c:v>7.63035</c:v>
                </c:pt>
                <c:pt idx="1502">
                  <c:v>7.6522100000000002</c:v>
                </c:pt>
                <c:pt idx="1503">
                  <c:v>7.6593499999999999</c:v>
                </c:pt>
                <c:pt idx="1504">
                  <c:v>7.6394099999999998</c:v>
                </c:pt>
                <c:pt idx="1505">
                  <c:v>7.6444299999999998</c:v>
                </c:pt>
                <c:pt idx="1506">
                  <c:v>7.64785</c:v>
                </c:pt>
                <c:pt idx="1507">
                  <c:v>7.6478200000000003</c:v>
                </c:pt>
                <c:pt idx="1508">
                  <c:v>7.6265900000000002</c:v>
                </c:pt>
                <c:pt idx="1509">
                  <c:v>7.62974</c:v>
                </c:pt>
                <c:pt idx="1510">
                  <c:v>7.6696099999999996</c:v>
                </c:pt>
                <c:pt idx="1511">
                  <c:v>7.6515399999999998</c:v>
                </c:pt>
                <c:pt idx="1512">
                  <c:v>7.6408399999999999</c:v>
                </c:pt>
                <c:pt idx="1513">
                  <c:v>7.6284999999999998</c:v>
                </c:pt>
                <c:pt idx="1514">
                  <c:v>7.6543400000000004</c:v>
                </c:pt>
                <c:pt idx="1515">
                  <c:v>7.6410799999999997</c:v>
                </c:pt>
                <c:pt idx="1516">
                  <c:v>7.6324500000000004</c:v>
                </c:pt>
                <c:pt idx="1517">
                  <c:v>7.6365999999999996</c:v>
                </c:pt>
                <c:pt idx="1518">
                  <c:v>7.6476199999999999</c:v>
                </c:pt>
                <c:pt idx="1519">
                  <c:v>7.6287500000000001</c:v>
                </c:pt>
                <c:pt idx="1520">
                  <c:v>7.6310599999999997</c:v>
                </c:pt>
                <c:pt idx="1521">
                  <c:v>7.6361800000000004</c:v>
                </c:pt>
                <c:pt idx="1522">
                  <c:v>7.6278499999999996</c:v>
                </c:pt>
                <c:pt idx="1523">
                  <c:v>7.6391900000000001</c:v>
                </c:pt>
                <c:pt idx="1524">
                  <c:v>7.6453899999999999</c:v>
                </c:pt>
                <c:pt idx="1525">
                  <c:v>7.64541</c:v>
                </c:pt>
                <c:pt idx="1526">
                  <c:v>7.6454000000000004</c:v>
                </c:pt>
                <c:pt idx="1527">
                  <c:v>7.6315999999999997</c:v>
                </c:pt>
                <c:pt idx="1528">
                  <c:v>7.6697699999999998</c:v>
                </c:pt>
                <c:pt idx="1529">
                  <c:v>7.6368600000000004</c:v>
                </c:pt>
                <c:pt idx="1530">
                  <c:v>7.6611500000000001</c:v>
                </c:pt>
                <c:pt idx="1531">
                  <c:v>7.6489599999999998</c:v>
                </c:pt>
                <c:pt idx="1532">
                  <c:v>7.6303400000000003</c:v>
                </c:pt>
                <c:pt idx="1533">
                  <c:v>7.6456299999999997</c:v>
                </c:pt>
                <c:pt idx="1534">
                  <c:v>7.6629500000000004</c:v>
                </c:pt>
                <c:pt idx="1535">
                  <c:v>7.6396499999999996</c:v>
                </c:pt>
                <c:pt idx="1536">
                  <c:v>7.6324800000000002</c:v>
                </c:pt>
                <c:pt idx="1537">
                  <c:v>7.6336500000000003</c:v>
                </c:pt>
                <c:pt idx="1538">
                  <c:v>7.6406900000000002</c:v>
                </c:pt>
                <c:pt idx="1539">
                  <c:v>7.6564500000000004</c:v>
                </c:pt>
                <c:pt idx="1540">
                  <c:v>7.6430699999999998</c:v>
                </c:pt>
                <c:pt idx="1541">
                  <c:v>7.6606100000000001</c:v>
                </c:pt>
                <c:pt idx="1542">
                  <c:v>7.6305500000000004</c:v>
                </c:pt>
                <c:pt idx="1543">
                  <c:v>7.6378000000000004</c:v>
                </c:pt>
                <c:pt idx="1544">
                  <c:v>7.6357200000000001</c:v>
                </c:pt>
                <c:pt idx="1545">
                  <c:v>7.6350800000000003</c:v>
                </c:pt>
                <c:pt idx="1546">
                  <c:v>7.6468400000000001</c:v>
                </c:pt>
                <c:pt idx="1547">
                  <c:v>7.6307900000000002</c:v>
                </c:pt>
                <c:pt idx="1548">
                  <c:v>7.6474700000000002</c:v>
                </c:pt>
                <c:pt idx="1549">
                  <c:v>7.6311799999999996</c:v>
                </c:pt>
                <c:pt idx="1550">
                  <c:v>7.64086</c:v>
                </c:pt>
                <c:pt idx="1551">
                  <c:v>7.6590699999999998</c:v>
                </c:pt>
                <c:pt idx="1552">
                  <c:v>7.6484100000000002</c:v>
                </c:pt>
                <c:pt idx="1553">
                  <c:v>7.6531799999999999</c:v>
                </c:pt>
                <c:pt idx="1554">
                  <c:v>7.6426699999999999</c:v>
                </c:pt>
                <c:pt idx="1555">
                  <c:v>7.6378300000000001</c:v>
                </c:pt>
                <c:pt idx="1556">
                  <c:v>7.64107</c:v>
                </c:pt>
                <c:pt idx="1557">
                  <c:v>7.6326499999999999</c:v>
                </c:pt>
                <c:pt idx="1558">
                  <c:v>7.6683899999999996</c:v>
                </c:pt>
                <c:pt idx="1559">
                  <c:v>7.6412199999999997</c:v>
                </c:pt>
                <c:pt idx="1560">
                  <c:v>7.65611</c:v>
                </c:pt>
                <c:pt idx="1561">
                  <c:v>7.6312699999999998</c:v>
                </c:pt>
                <c:pt idx="1562">
                  <c:v>7.6488500000000004</c:v>
                </c:pt>
                <c:pt idx="1563">
                  <c:v>7.6460100000000004</c:v>
                </c:pt>
                <c:pt idx="1564">
                  <c:v>7.6431100000000001</c:v>
                </c:pt>
                <c:pt idx="1565">
                  <c:v>7.6443399999999997</c:v>
                </c:pt>
                <c:pt idx="1566">
                  <c:v>7.6546000000000003</c:v>
                </c:pt>
                <c:pt idx="1567">
                  <c:v>7.6446399999999999</c:v>
                </c:pt>
                <c:pt idx="1568">
                  <c:v>7.6458500000000003</c:v>
                </c:pt>
                <c:pt idx="1569">
                  <c:v>7.6442600000000001</c:v>
                </c:pt>
                <c:pt idx="1570">
                  <c:v>7.6405399999999997</c:v>
                </c:pt>
                <c:pt idx="1571">
                  <c:v>7.6709199999999997</c:v>
                </c:pt>
                <c:pt idx="1572">
                  <c:v>7.64541</c:v>
                </c:pt>
                <c:pt idx="1573">
                  <c:v>7.67021</c:v>
                </c:pt>
                <c:pt idx="1574">
                  <c:v>7.6582400000000002</c:v>
                </c:pt>
                <c:pt idx="1575">
                  <c:v>7.6382899999999996</c:v>
                </c:pt>
                <c:pt idx="1576">
                  <c:v>7.6450100000000001</c:v>
                </c:pt>
                <c:pt idx="1577">
                  <c:v>7.6336399999999998</c:v>
                </c:pt>
                <c:pt idx="1578">
                  <c:v>7.6523300000000001</c:v>
                </c:pt>
                <c:pt idx="1579">
                  <c:v>7.6450199999999997</c:v>
                </c:pt>
                <c:pt idx="1580">
                  <c:v>7.6477199999999996</c:v>
                </c:pt>
                <c:pt idx="1581">
                  <c:v>7.6545899999999998</c:v>
                </c:pt>
                <c:pt idx="1582">
                  <c:v>7.6342100000000004</c:v>
                </c:pt>
                <c:pt idx="1583">
                  <c:v>7.6348599999999998</c:v>
                </c:pt>
                <c:pt idx="1584">
                  <c:v>7.6398999999999999</c:v>
                </c:pt>
                <c:pt idx="1585">
                  <c:v>7.6433200000000001</c:v>
                </c:pt>
                <c:pt idx="1586">
                  <c:v>7.66547</c:v>
                </c:pt>
                <c:pt idx="1587">
                  <c:v>7.6631400000000003</c:v>
                </c:pt>
                <c:pt idx="1588">
                  <c:v>7.6492399999999998</c:v>
                </c:pt>
                <c:pt idx="1589">
                  <c:v>7.6495699999999998</c:v>
                </c:pt>
                <c:pt idx="1590">
                  <c:v>7.6526300000000003</c:v>
                </c:pt>
                <c:pt idx="1591">
                  <c:v>7.65266</c:v>
                </c:pt>
                <c:pt idx="1592">
                  <c:v>7.6692299999999998</c:v>
                </c:pt>
                <c:pt idx="1593">
                  <c:v>7.6533800000000003</c:v>
                </c:pt>
                <c:pt idx="1594">
                  <c:v>7.6385800000000001</c:v>
                </c:pt>
                <c:pt idx="1595">
                  <c:v>7.66615</c:v>
                </c:pt>
                <c:pt idx="1596">
                  <c:v>7.6392600000000002</c:v>
                </c:pt>
                <c:pt idx="1597">
                  <c:v>7.6565099999999999</c:v>
                </c:pt>
                <c:pt idx="1598">
                  <c:v>7.64703</c:v>
                </c:pt>
                <c:pt idx="1599">
                  <c:v>7.66859</c:v>
                </c:pt>
                <c:pt idx="1600">
                  <c:v>7.6617499999999996</c:v>
                </c:pt>
                <c:pt idx="1601">
                  <c:v>7.6450399999999998</c:v>
                </c:pt>
                <c:pt idx="1602">
                  <c:v>7.6405500000000002</c:v>
                </c:pt>
                <c:pt idx="1603">
                  <c:v>7.6381199999999998</c:v>
                </c:pt>
                <c:pt idx="1604">
                  <c:v>7.6513600000000004</c:v>
                </c:pt>
                <c:pt idx="1605">
                  <c:v>7.6547000000000001</c:v>
                </c:pt>
                <c:pt idx="1606">
                  <c:v>7.6548400000000001</c:v>
                </c:pt>
                <c:pt idx="1607">
                  <c:v>7.6501299999999999</c:v>
                </c:pt>
                <c:pt idx="1608">
                  <c:v>7.6600099999999998</c:v>
                </c:pt>
                <c:pt idx="1609">
                  <c:v>7.6553699999999996</c:v>
                </c:pt>
                <c:pt idx="1610">
                  <c:v>7.6499100000000002</c:v>
                </c:pt>
                <c:pt idx="1611">
                  <c:v>7.6478700000000002</c:v>
                </c:pt>
                <c:pt idx="1612">
                  <c:v>7.6454399999999998</c:v>
                </c:pt>
                <c:pt idx="1613">
                  <c:v>7.6345299999999998</c:v>
                </c:pt>
                <c:pt idx="1614">
                  <c:v>7.6533600000000002</c:v>
                </c:pt>
                <c:pt idx="1615">
                  <c:v>7.6453300000000004</c:v>
                </c:pt>
                <c:pt idx="1616">
                  <c:v>7.6373899999999999</c:v>
                </c:pt>
                <c:pt idx="1617">
                  <c:v>7.6380299999999997</c:v>
                </c:pt>
                <c:pt idx="1618">
                  <c:v>7.6602199999999998</c:v>
                </c:pt>
                <c:pt idx="1619">
                  <c:v>7.6669400000000003</c:v>
                </c:pt>
                <c:pt idx="1620">
                  <c:v>7.6470399999999996</c:v>
                </c:pt>
                <c:pt idx="1621">
                  <c:v>7.6499600000000001</c:v>
                </c:pt>
                <c:pt idx="1622">
                  <c:v>7.6551099999999996</c:v>
                </c:pt>
                <c:pt idx="1623">
                  <c:v>7.6459299999999999</c:v>
                </c:pt>
                <c:pt idx="1624">
                  <c:v>7.6645899999999996</c:v>
                </c:pt>
                <c:pt idx="1625">
                  <c:v>7.6531500000000001</c:v>
                </c:pt>
                <c:pt idx="1626">
                  <c:v>7.6801300000000001</c:v>
                </c:pt>
                <c:pt idx="1627">
                  <c:v>7.6391299999999998</c:v>
                </c:pt>
                <c:pt idx="1628">
                  <c:v>7.6470700000000003</c:v>
                </c:pt>
                <c:pt idx="1629">
                  <c:v>7.6655899999999999</c:v>
                </c:pt>
                <c:pt idx="1630">
                  <c:v>7.6463400000000004</c:v>
                </c:pt>
                <c:pt idx="1631">
                  <c:v>7.6304600000000002</c:v>
                </c:pt>
                <c:pt idx="1632">
                  <c:v>7.6479200000000001</c:v>
                </c:pt>
                <c:pt idx="1633">
                  <c:v>7.6650999999999998</c:v>
                </c:pt>
                <c:pt idx="1634">
                  <c:v>7.6448999999999998</c:v>
                </c:pt>
                <c:pt idx="1635">
                  <c:v>7.6576899999999997</c:v>
                </c:pt>
                <c:pt idx="1636">
                  <c:v>7.6510800000000003</c:v>
                </c:pt>
                <c:pt idx="1637">
                  <c:v>7.6766199999999998</c:v>
                </c:pt>
                <c:pt idx="1638">
                  <c:v>7.6460999999999997</c:v>
                </c:pt>
                <c:pt idx="1639">
                  <c:v>7.6425900000000002</c:v>
                </c:pt>
                <c:pt idx="1640">
                  <c:v>7.6575899999999999</c:v>
                </c:pt>
                <c:pt idx="1641">
                  <c:v>7.6431500000000003</c:v>
                </c:pt>
                <c:pt idx="1642">
                  <c:v>7.6457300000000004</c:v>
                </c:pt>
                <c:pt idx="1643">
                  <c:v>7.6566299999999998</c:v>
                </c:pt>
                <c:pt idx="1644">
                  <c:v>7.6507699999999996</c:v>
                </c:pt>
                <c:pt idx="1645">
                  <c:v>7.6572399999999998</c:v>
                </c:pt>
                <c:pt idx="1646">
                  <c:v>7.6454300000000002</c:v>
                </c:pt>
                <c:pt idx="1647">
                  <c:v>7.6661700000000002</c:v>
                </c:pt>
                <c:pt idx="1648">
                  <c:v>7.6626200000000004</c:v>
                </c:pt>
                <c:pt idx="1649">
                  <c:v>7.6443099999999999</c:v>
                </c:pt>
                <c:pt idx="1650">
                  <c:v>7.6436900000000003</c:v>
                </c:pt>
                <c:pt idx="1651">
                  <c:v>7.6486799999999997</c:v>
                </c:pt>
                <c:pt idx="1652">
                  <c:v>7.6571699999999998</c:v>
                </c:pt>
                <c:pt idx="1653">
                  <c:v>7.6497299999999999</c:v>
                </c:pt>
                <c:pt idx="1654">
                  <c:v>7.6757400000000002</c:v>
                </c:pt>
                <c:pt idx="1655">
                  <c:v>7.6816199999999997</c:v>
                </c:pt>
                <c:pt idx="1656">
                  <c:v>7.6940600000000003</c:v>
                </c:pt>
                <c:pt idx="1657">
                  <c:v>7.6612600000000004</c:v>
                </c:pt>
                <c:pt idx="1658">
                  <c:v>7.6480100000000002</c:v>
                </c:pt>
                <c:pt idx="1659">
                  <c:v>7.6451900000000004</c:v>
                </c:pt>
                <c:pt idx="1660">
                  <c:v>7.6435700000000004</c:v>
                </c:pt>
                <c:pt idx="1661">
                  <c:v>7.6438300000000003</c:v>
                </c:pt>
                <c:pt idx="1662">
                  <c:v>7.6413599999999997</c:v>
                </c:pt>
                <c:pt idx="1663">
                  <c:v>7.6577799999999998</c:v>
                </c:pt>
                <c:pt idx="1664">
                  <c:v>7.65238</c:v>
                </c:pt>
                <c:pt idx="1665">
                  <c:v>7.6403999999999996</c:v>
                </c:pt>
                <c:pt idx="1666">
                  <c:v>7.6528499999999999</c:v>
                </c:pt>
                <c:pt idx="1667">
                  <c:v>7.6456</c:v>
                </c:pt>
                <c:pt idx="1668">
                  <c:v>7.6498499999999998</c:v>
                </c:pt>
                <c:pt idx="1669">
                  <c:v>7.6436500000000001</c:v>
                </c:pt>
                <c:pt idx="1670">
                  <c:v>7.6645599999999998</c:v>
                </c:pt>
                <c:pt idx="1671">
                  <c:v>7.6361299999999996</c:v>
                </c:pt>
                <c:pt idx="1672">
                  <c:v>7.6433499999999999</c:v>
                </c:pt>
                <c:pt idx="1673">
                  <c:v>7.6286199999999997</c:v>
                </c:pt>
                <c:pt idx="1674">
                  <c:v>7.6411899999999999</c:v>
                </c:pt>
                <c:pt idx="1675">
                  <c:v>7.6361299999999996</c:v>
                </c:pt>
                <c:pt idx="1676">
                  <c:v>7.6584899999999996</c:v>
                </c:pt>
                <c:pt idx="1677">
                  <c:v>7.6371200000000004</c:v>
                </c:pt>
                <c:pt idx="1678">
                  <c:v>7.6671399999999998</c:v>
                </c:pt>
                <c:pt idx="1679">
                  <c:v>7.6555200000000001</c:v>
                </c:pt>
                <c:pt idx="1680">
                  <c:v>7.6606800000000002</c:v>
                </c:pt>
                <c:pt idx="1681">
                  <c:v>7.6449299999999996</c:v>
                </c:pt>
                <c:pt idx="1682">
                  <c:v>7.6441600000000003</c:v>
                </c:pt>
                <c:pt idx="1683">
                  <c:v>7.6607900000000004</c:v>
                </c:pt>
                <c:pt idx="1684">
                  <c:v>7.6504799999999999</c:v>
                </c:pt>
                <c:pt idx="1685">
                  <c:v>7.6399800000000004</c:v>
                </c:pt>
                <c:pt idx="1686">
                  <c:v>7.6517799999999996</c:v>
                </c:pt>
                <c:pt idx="1687">
                  <c:v>7.6333799999999998</c:v>
                </c:pt>
                <c:pt idx="1688">
                  <c:v>7.6574799999999996</c:v>
                </c:pt>
                <c:pt idx="1689">
                  <c:v>7.6528299999999998</c:v>
                </c:pt>
                <c:pt idx="1690">
                  <c:v>7.6475799999999996</c:v>
                </c:pt>
                <c:pt idx="1691">
                  <c:v>7.6569900000000004</c:v>
                </c:pt>
                <c:pt idx="1692">
                  <c:v>7.6601900000000001</c:v>
                </c:pt>
                <c:pt idx="1693">
                  <c:v>7.6627900000000002</c:v>
                </c:pt>
                <c:pt idx="1694">
                  <c:v>7.6487999999999996</c:v>
                </c:pt>
                <c:pt idx="1695">
                  <c:v>7.6418900000000001</c:v>
                </c:pt>
                <c:pt idx="1696">
                  <c:v>7.6587899999999998</c:v>
                </c:pt>
                <c:pt idx="1697">
                  <c:v>7.6408300000000002</c:v>
                </c:pt>
                <c:pt idx="1698">
                  <c:v>7.6673799999999996</c:v>
                </c:pt>
                <c:pt idx="1699">
                  <c:v>7.6346699999999998</c:v>
                </c:pt>
                <c:pt idx="1700">
                  <c:v>7.64642</c:v>
                </c:pt>
                <c:pt idx="1701">
                  <c:v>7.65402</c:v>
                </c:pt>
                <c:pt idx="1702">
                  <c:v>7.6471600000000004</c:v>
                </c:pt>
                <c:pt idx="1703">
                  <c:v>7.6337799999999998</c:v>
                </c:pt>
                <c:pt idx="1704">
                  <c:v>7.6467000000000001</c:v>
                </c:pt>
                <c:pt idx="1705">
                  <c:v>7.6452900000000001</c:v>
                </c:pt>
                <c:pt idx="1706">
                  <c:v>7.6392600000000002</c:v>
                </c:pt>
                <c:pt idx="1707">
                  <c:v>7.6318200000000003</c:v>
                </c:pt>
                <c:pt idx="1708">
                  <c:v>7.6396699999999997</c:v>
                </c:pt>
                <c:pt idx="1709">
                  <c:v>7.6443599999999998</c:v>
                </c:pt>
                <c:pt idx="1710">
                  <c:v>7.6467000000000001</c:v>
                </c:pt>
                <c:pt idx="1711">
                  <c:v>7.6377800000000002</c:v>
                </c:pt>
                <c:pt idx="1712">
                  <c:v>7.6461899999999998</c:v>
                </c:pt>
                <c:pt idx="1713">
                  <c:v>7.6509200000000002</c:v>
                </c:pt>
                <c:pt idx="1714">
                  <c:v>7.6557599999999999</c:v>
                </c:pt>
                <c:pt idx="1715">
                  <c:v>7.63706</c:v>
                </c:pt>
                <c:pt idx="1716">
                  <c:v>7.6425900000000002</c:v>
                </c:pt>
                <c:pt idx="1717">
                  <c:v>7.6615700000000002</c:v>
                </c:pt>
                <c:pt idx="1718">
                  <c:v>7.6532999999999998</c:v>
                </c:pt>
                <c:pt idx="1719">
                  <c:v>7.6427699999999996</c:v>
                </c:pt>
                <c:pt idx="1720">
                  <c:v>7.6513600000000004</c:v>
                </c:pt>
                <c:pt idx="1721">
                  <c:v>7.6491800000000003</c:v>
                </c:pt>
                <c:pt idx="1722">
                  <c:v>7.6581799999999998</c:v>
                </c:pt>
                <c:pt idx="1723">
                  <c:v>7.6503199999999998</c:v>
                </c:pt>
                <c:pt idx="1724">
                  <c:v>7.6280799999999997</c:v>
                </c:pt>
                <c:pt idx="1725">
                  <c:v>7.6474299999999999</c:v>
                </c:pt>
                <c:pt idx="1726">
                  <c:v>7.6510499999999997</c:v>
                </c:pt>
                <c:pt idx="1727">
                  <c:v>7.64825</c:v>
                </c:pt>
                <c:pt idx="1728">
                  <c:v>7.6404300000000003</c:v>
                </c:pt>
                <c:pt idx="1729">
                  <c:v>7.6647800000000004</c:v>
                </c:pt>
                <c:pt idx="1730">
                  <c:v>7.6474700000000002</c:v>
                </c:pt>
                <c:pt idx="1731">
                  <c:v>7.6777600000000001</c:v>
                </c:pt>
                <c:pt idx="1732">
                  <c:v>7.6479900000000001</c:v>
                </c:pt>
                <c:pt idx="1733">
                  <c:v>7.6544800000000004</c:v>
                </c:pt>
                <c:pt idx="1734">
                  <c:v>7.6439399999999997</c:v>
                </c:pt>
                <c:pt idx="1735">
                  <c:v>7.6332000000000004</c:v>
                </c:pt>
                <c:pt idx="1736">
                  <c:v>7.6469699999999996</c:v>
                </c:pt>
                <c:pt idx="1737">
                  <c:v>7.6566799999999997</c:v>
                </c:pt>
                <c:pt idx="1738">
                  <c:v>7.6517200000000001</c:v>
                </c:pt>
                <c:pt idx="1739">
                  <c:v>7.6613300000000004</c:v>
                </c:pt>
                <c:pt idx="1740">
                  <c:v>7.6427300000000002</c:v>
                </c:pt>
                <c:pt idx="1741">
                  <c:v>7.6525999999999996</c:v>
                </c:pt>
                <c:pt idx="1742">
                  <c:v>7.6542000000000003</c:v>
                </c:pt>
                <c:pt idx="1743">
                  <c:v>7.6463900000000002</c:v>
                </c:pt>
                <c:pt idx="1744">
                  <c:v>7.6457100000000002</c:v>
                </c:pt>
                <c:pt idx="1745">
                  <c:v>7.6330999999999998</c:v>
                </c:pt>
                <c:pt idx="1746">
                  <c:v>7.6382000000000003</c:v>
                </c:pt>
                <c:pt idx="1747">
                  <c:v>7.6386200000000004</c:v>
                </c:pt>
                <c:pt idx="1748">
                  <c:v>7.6360000000000001</c:v>
                </c:pt>
                <c:pt idx="1749">
                  <c:v>7.6318200000000003</c:v>
                </c:pt>
                <c:pt idx="1750">
                  <c:v>7.63774</c:v>
                </c:pt>
                <c:pt idx="1751">
                  <c:v>7.6410900000000002</c:v>
                </c:pt>
                <c:pt idx="1752">
                  <c:v>7.6558999999999999</c:v>
                </c:pt>
                <c:pt idx="1753">
                  <c:v>7.6458700000000004</c:v>
                </c:pt>
                <c:pt idx="1754">
                  <c:v>7.6288600000000004</c:v>
                </c:pt>
                <c:pt idx="1755">
                  <c:v>7.6409200000000004</c:v>
                </c:pt>
                <c:pt idx="1756">
                  <c:v>7.6437900000000001</c:v>
                </c:pt>
                <c:pt idx="1757">
                  <c:v>7.6741700000000002</c:v>
                </c:pt>
                <c:pt idx="1758">
                  <c:v>7.6571600000000002</c:v>
                </c:pt>
                <c:pt idx="1759">
                  <c:v>7.64039</c:v>
                </c:pt>
                <c:pt idx="1760">
                  <c:v>7.6292900000000001</c:v>
                </c:pt>
                <c:pt idx="1761">
                  <c:v>7.6343399999999999</c:v>
                </c:pt>
                <c:pt idx="1762">
                  <c:v>7.6337299999999999</c:v>
                </c:pt>
                <c:pt idx="1763">
                  <c:v>7.6346499999999997</c:v>
                </c:pt>
                <c:pt idx="1764">
                  <c:v>7.6599599999999999</c:v>
                </c:pt>
                <c:pt idx="1765">
                  <c:v>7.6778899999999997</c:v>
                </c:pt>
                <c:pt idx="1766">
                  <c:v>7.6431699999999996</c:v>
                </c:pt>
                <c:pt idx="1767">
                  <c:v>7.6490999999999998</c:v>
                </c:pt>
                <c:pt idx="1768">
                  <c:v>7.6497799999999998</c:v>
                </c:pt>
                <c:pt idx="1769">
                  <c:v>7.6746499999999997</c:v>
                </c:pt>
                <c:pt idx="1770">
                  <c:v>7.6728100000000001</c:v>
                </c:pt>
                <c:pt idx="1771">
                  <c:v>7.6504500000000002</c:v>
                </c:pt>
                <c:pt idx="1772">
                  <c:v>7.65693</c:v>
                </c:pt>
                <c:pt idx="1773">
                  <c:v>7.6467000000000001</c:v>
                </c:pt>
                <c:pt idx="1774">
                  <c:v>7.6376499999999998</c:v>
                </c:pt>
                <c:pt idx="1775">
                  <c:v>7.6275199999999996</c:v>
                </c:pt>
                <c:pt idx="1776">
                  <c:v>7.6592500000000001</c:v>
                </c:pt>
                <c:pt idx="1777">
                  <c:v>7.6334499999999998</c:v>
                </c:pt>
                <c:pt idx="1778">
                  <c:v>7.6309699999999996</c:v>
                </c:pt>
                <c:pt idx="1779">
                  <c:v>7.6625199999999998</c:v>
                </c:pt>
                <c:pt idx="1780">
                  <c:v>7.6495600000000001</c:v>
                </c:pt>
                <c:pt idx="1781">
                  <c:v>7.6390200000000004</c:v>
                </c:pt>
                <c:pt idx="1782">
                  <c:v>7.6486099999999997</c:v>
                </c:pt>
                <c:pt idx="1783">
                  <c:v>7.6620600000000003</c:v>
                </c:pt>
                <c:pt idx="1784">
                  <c:v>7.6666800000000004</c:v>
                </c:pt>
                <c:pt idx="1785">
                  <c:v>7.6342499999999998</c:v>
                </c:pt>
                <c:pt idx="1786">
                  <c:v>7.6502999999999997</c:v>
                </c:pt>
                <c:pt idx="1787">
                  <c:v>7.6557500000000003</c:v>
                </c:pt>
                <c:pt idx="1788">
                  <c:v>7.6650799999999997</c:v>
                </c:pt>
                <c:pt idx="1789">
                  <c:v>7.6378000000000004</c:v>
                </c:pt>
                <c:pt idx="1790">
                  <c:v>7.6379299999999999</c:v>
                </c:pt>
                <c:pt idx="1791">
                  <c:v>7.6478000000000002</c:v>
                </c:pt>
                <c:pt idx="1792">
                  <c:v>7.6564699999999997</c:v>
                </c:pt>
                <c:pt idx="1793">
                  <c:v>7.6734999999999998</c:v>
                </c:pt>
                <c:pt idx="1794">
                  <c:v>7.6426299999999996</c:v>
                </c:pt>
                <c:pt idx="1795">
                  <c:v>7.6463200000000002</c:v>
                </c:pt>
                <c:pt idx="1796">
                  <c:v>7.6358499999999996</c:v>
                </c:pt>
                <c:pt idx="1797">
                  <c:v>7.6399299999999997</c:v>
                </c:pt>
                <c:pt idx="1798">
                  <c:v>7.6495600000000001</c:v>
                </c:pt>
                <c:pt idx="1799">
                  <c:v>7.6449600000000002</c:v>
                </c:pt>
                <c:pt idx="1800">
                  <c:v>7.6618300000000001</c:v>
                </c:pt>
                <c:pt idx="1801">
                  <c:v>7.6381899999999998</c:v>
                </c:pt>
                <c:pt idx="1802">
                  <c:v>7.6360599999999996</c:v>
                </c:pt>
                <c:pt idx="1803">
                  <c:v>7.6486400000000003</c:v>
                </c:pt>
                <c:pt idx="1804">
                  <c:v>7.64621</c:v>
                </c:pt>
                <c:pt idx="1805">
                  <c:v>7.6383000000000001</c:v>
                </c:pt>
                <c:pt idx="1806">
                  <c:v>7.6418699999999999</c:v>
                </c:pt>
                <c:pt idx="1807">
                  <c:v>7.6456400000000002</c:v>
                </c:pt>
                <c:pt idx="1808">
                  <c:v>7.6523199999999996</c:v>
                </c:pt>
                <c:pt idx="1809">
                  <c:v>7.6505900000000002</c:v>
                </c:pt>
                <c:pt idx="1810">
                  <c:v>7.6429299999999998</c:v>
                </c:pt>
                <c:pt idx="1811">
                  <c:v>7.6381199999999998</c:v>
                </c:pt>
                <c:pt idx="1812">
                  <c:v>7.64147</c:v>
                </c:pt>
                <c:pt idx="1813">
                  <c:v>7.6401599999999998</c:v>
                </c:pt>
                <c:pt idx="1814">
                  <c:v>7.65428</c:v>
                </c:pt>
                <c:pt idx="1815">
                  <c:v>7.6523700000000003</c:v>
                </c:pt>
                <c:pt idx="1816">
                  <c:v>7.6410799999999997</c:v>
                </c:pt>
                <c:pt idx="1817">
                  <c:v>7.6490200000000002</c:v>
                </c:pt>
                <c:pt idx="1818">
                  <c:v>7.6590199999999999</c:v>
                </c:pt>
                <c:pt idx="1819">
                  <c:v>7.6270100000000003</c:v>
                </c:pt>
                <c:pt idx="1820">
                  <c:v>7.6411899999999999</c:v>
                </c:pt>
                <c:pt idx="1821">
                  <c:v>7.6288600000000004</c:v>
                </c:pt>
                <c:pt idx="1822">
                  <c:v>7.6433499999999999</c:v>
                </c:pt>
                <c:pt idx="1823">
                  <c:v>7.6573500000000001</c:v>
                </c:pt>
                <c:pt idx="1824">
                  <c:v>7.6364900000000002</c:v>
                </c:pt>
                <c:pt idx="1825">
                  <c:v>7.67089</c:v>
                </c:pt>
                <c:pt idx="1826">
                  <c:v>7.6596500000000001</c:v>
                </c:pt>
                <c:pt idx="1827">
                  <c:v>7.6598800000000002</c:v>
                </c:pt>
                <c:pt idx="1828">
                  <c:v>7.6407699999999998</c:v>
                </c:pt>
                <c:pt idx="1829">
                  <c:v>7.6523099999999999</c:v>
                </c:pt>
                <c:pt idx="1830">
                  <c:v>7.6555099999999996</c:v>
                </c:pt>
                <c:pt idx="1831">
                  <c:v>7.6503699999999997</c:v>
                </c:pt>
                <c:pt idx="1832">
                  <c:v>7.6387400000000003</c:v>
                </c:pt>
                <c:pt idx="1833">
                  <c:v>7.6377699999999997</c:v>
                </c:pt>
                <c:pt idx="1834">
                  <c:v>7.6457600000000001</c:v>
                </c:pt>
                <c:pt idx="1835">
                  <c:v>7.6364400000000003</c:v>
                </c:pt>
                <c:pt idx="1836">
                  <c:v>7.6353799999999996</c:v>
                </c:pt>
                <c:pt idx="1837">
                  <c:v>7.6440200000000003</c:v>
                </c:pt>
                <c:pt idx="1838">
                  <c:v>7.6319600000000003</c:v>
                </c:pt>
                <c:pt idx="1839">
                  <c:v>7.6381600000000001</c:v>
                </c:pt>
                <c:pt idx="1840">
                  <c:v>7.6588599999999998</c:v>
                </c:pt>
                <c:pt idx="1841">
                  <c:v>7.6422600000000003</c:v>
                </c:pt>
                <c:pt idx="1842">
                  <c:v>7.6666499999999997</c:v>
                </c:pt>
                <c:pt idx="1843">
                  <c:v>7.6494600000000004</c:v>
                </c:pt>
                <c:pt idx="1844">
                  <c:v>7.6409000000000002</c:v>
                </c:pt>
                <c:pt idx="1845">
                  <c:v>7.63903</c:v>
                </c:pt>
                <c:pt idx="1846">
                  <c:v>7.6454700000000004</c:v>
                </c:pt>
                <c:pt idx="1847">
                  <c:v>7.6522399999999999</c:v>
                </c:pt>
                <c:pt idx="1848">
                  <c:v>7.64574</c:v>
                </c:pt>
                <c:pt idx="1849">
                  <c:v>7.6684299999999999</c:v>
                </c:pt>
                <c:pt idx="1850">
                  <c:v>7.6516200000000003</c:v>
                </c:pt>
                <c:pt idx="1851">
                  <c:v>7.67089</c:v>
                </c:pt>
                <c:pt idx="1852">
                  <c:v>7.6470099999999999</c:v>
                </c:pt>
                <c:pt idx="1853">
                  <c:v>7.6696200000000001</c:v>
                </c:pt>
                <c:pt idx="1854">
                  <c:v>7.6574099999999996</c:v>
                </c:pt>
                <c:pt idx="1855">
                  <c:v>7.6456</c:v>
                </c:pt>
                <c:pt idx="1856">
                  <c:v>7.6515500000000003</c:v>
                </c:pt>
                <c:pt idx="1857">
                  <c:v>7.6570799999999997</c:v>
                </c:pt>
                <c:pt idx="1858">
                  <c:v>7.6500700000000004</c:v>
                </c:pt>
                <c:pt idx="1859">
                  <c:v>7.6534300000000002</c:v>
                </c:pt>
                <c:pt idx="1860">
                  <c:v>7.6504500000000002</c:v>
                </c:pt>
                <c:pt idx="1861">
                  <c:v>7.6850399999999999</c:v>
                </c:pt>
                <c:pt idx="1862">
                  <c:v>7.6500300000000001</c:v>
                </c:pt>
                <c:pt idx="1863">
                  <c:v>7.6422299999999996</c:v>
                </c:pt>
                <c:pt idx="1864">
                  <c:v>7.6587100000000001</c:v>
                </c:pt>
                <c:pt idx="1865">
                  <c:v>7.6616600000000004</c:v>
                </c:pt>
                <c:pt idx="1866">
                  <c:v>7.6505599999999996</c:v>
                </c:pt>
                <c:pt idx="1867">
                  <c:v>7.6713800000000001</c:v>
                </c:pt>
                <c:pt idx="1868">
                  <c:v>7.6445499999999997</c:v>
                </c:pt>
                <c:pt idx="1869">
                  <c:v>7.6563600000000003</c:v>
                </c:pt>
                <c:pt idx="1870">
                  <c:v>7.6679599999999999</c:v>
                </c:pt>
                <c:pt idx="1871">
                  <c:v>7.66221</c:v>
                </c:pt>
                <c:pt idx="1872">
                  <c:v>7.6532200000000001</c:v>
                </c:pt>
                <c:pt idx="1873">
                  <c:v>7.6425999999999998</c:v>
                </c:pt>
                <c:pt idx="1874">
                  <c:v>7.6647699999999999</c:v>
                </c:pt>
                <c:pt idx="1875">
                  <c:v>7.6428099999999999</c:v>
                </c:pt>
                <c:pt idx="1876">
                  <c:v>7.6609800000000003</c:v>
                </c:pt>
                <c:pt idx="1877">
                  <c:v>7.6640499999999996</c:v>
                </c:pt>
                <c:pt idx="1878">
                  <c:v>7.6429400000000003</c:v>
                </c:pt>
                <c:pt idx="1879">
                  <c:v>7.6529800000000003</c:v>
                </c:pt>
                <c:pt idx="1880">
                  <c:v>7.6354899999999999</c:v>
                </c:pt>
                <c:pt idx="1881">
                  <c:v>7.6393899999999997</c:v>
                </c:pt>
                <c:pt idx="1882">
                  <c:v>7.6595000000000004</c:v>
                </c:pt>
                <c:pt idx="1883">
                  <c:v>7.6292999999999997</c:v>
                </c:pt>
                <c:pt idx="1884">
                  <c:v>7.6528700000000001</c:v>
                </c:pt>
                <c:pt idx="1885">
                  <c:v>7.6687500000000002</c:v>
                </c:pt>
                <c:pt idx="1886">
                  <c:v>7.6617699999999997</c:v>
                </c:pt>
                <c:pt idx="1887">
                  <c:v>7.6497599999999997</c:v>
                </c:pt>
                <c:pt idx="1888">
                  <c:v>7.6669</c:v>
                </c:pt>
                <c:pt idx="1889">
                  <c:v>7.6406200000000002</c:v>
                </c:pt>
                <c:pt idx="1890">
                  <c:v>7.6468100000000003</c:v>
                </c:pt>
                <c:pt idx="1891">
                  <c:v>7.64893</c:v>
                </c:pt>
                <c:pt idx="1892">
                  <c:v>7.6619599999999997</c:v>
                </c:pt>
                <c:pt idx="1893">
                  <c:v>7.6390500000000001</c:v>
                </c:pt>
                <c:pt idx="1894">
                  <c:v>7.6473199999999997</c:v>
                </c:pt>
                <c:pt idx="1895">
                  <c:v>7.6770500000000004</c:v>
                </c:pt>
                <c:pt idx="1896">
                  <c:v>7.6535399999999996</c:v>
                </c:pt>
                <c:pt idx="1897">
                  <c:v>7.66838</c:v>
                </c:pt>
                <c:pt idx="1898">
                  <c:v>7.6416199999999996</c:v>
                </c:pt>
                <c:pt idx="1899">
                  <c:v>7.6467499999999999</c:v>
                </c:pt>
                <c:pt idx="1900">
                  <c:v>7.6476199999999999</c:v>
                </c:pt>
                <c:pt idx="1901">
                  <c:v>7.6413000000000002</c:v>
                </c:pt>
                <c:pt idx="1902">
                  <c:v>7.6504200000000004</c:v>
                </c:pt>
                <c:pt idx="1903">
                  <c:v>7.6464299999999996</c:v>
                </c:pt>
                <c:pt idx="1904">
                  <c:v>7.6490499999999999</c:v>
                </c:pt>
                <c:pt idx="1905">
                  <c:v>7.6763300000000001</c:v>
                </c:pt>
                <c:pt idx="1906">
                  <c:v>7.6439700000000004</c:v>
                </c:pt>
                <c:pt idx="1907">
                  <c:v>7.64377</c:v>
                </c:pt>
                <c:pt idx="1908">
                  <c:v>7.6783599999999996</c:v>
                </c:pt>
                <c:pt idx="1909">
                  <c:v>7.6498499999999998</c:v>
                </c:pt>
                <c:pt idx="1910">
                  <c:v>7.6362199999999998</c:v>
                </c:pt>
                <c:pt idx="1911">
                  <c:v>7.65306</c:v>
                </c:pt>
                <c:pt idx="1912">
                  <c:v>7.64839</c:v>
                </c:pt>
                <c:pt idx="1913">
                  <c:v>7.6454199999999997</c:v>
                </c:pt>
                <c:pt idx="1914">
                  <c:v>7.6579600000000001</c:v>
                </c:pt>
                <c:pt idx="1915">
                  <c:v>7.6342400000000001</c:v>
                </c:pt>
                <c:pt idx="1916">
                  <c:v>7.6516700000000002</c:v>
                </c:pt>
                <c:pt idx="1917">
                  <c:v>7.6581099999999998</c:v>
                </c:pt>
                <c:pt idx="1918">
                  <c:v>7.6477300000000001</c:v>
                </c:pt>
                <c:pt idx="1919">
                  <c:v>7.6500199999999996</c:v>
                </c:pt>
                <c:pt idx="1920">
                  <c:v>7.6583899999999998</c:v>
                </c:pt>
                <c:pt idx="1921">
                  <c:v>7.6508700000000003</c:v>
                </c:pt>
                <c:pt idx="1922">
                  <c:v>7.6474500000000001</c:v>
                </c:pt>
                <c:pt idx="1923">
                  <c:v>7.6533100000000003</c:v>
                </c:pt>
                <c:pt idx="1924">
                  <c:v>7.6475799999999996</c:v>
                </c:pt>
                <c:pt idx="1925">
                  <c:v>7.6550099999999999</c:v>
                </c:pt>
                <c:pt idx="1926">
                  <c:v>7.6746699999999999</c:v>
                </c:pt>
                <c:pt idx="1927">
                  <c:v>7.6590600000000002</c:v>
                </c:pt>
                <c:pt idx="1928">
                  <c:v>7.63314</c:v>
                </c:pt>
                <c:pt idx="1929">
                  <c:v>7.6411600000000002</c:v>
                </c:pt>
                <c:pt idx="1930">
                  <c:v>7.6449999999999996</c:v>
                </c:pt>
                <c:pt idx="1931">
                  <c:v>7.6430999999999996</c:v>
                </c:pt>
                <c:pt idx="1932">
                  <c:v>7.6518300000000004</c:v>
                </c:pt>
                <c:pt idx="1933">
                  <c:v>7.6479900000000001</c:v>
                </c:pt>
                <c:pt idx="1934">
                  <c:v>7.6371000000000002</c:v>
                </c:pt>
                <c:pt idx="1935">
                  <c:v>7.6515300000000002</c:v>
                </c:pt>
                <c:pt idx="1936">
                  <c:v>7.6400600000000001</c:v>
                </c:pt>
                <c:pt idx="1937">
                  <c:v>7.6383599999999996</c:v>
                </c:pt>
                <c:pt idx="1938">
                  <c:v>7.6384100000000004</c:v>
                </c:pt>
                <c:pt idx="1939">
                  <c:v>7.64255</c:v>
                </c:pt>
                <c:pt idx="1940">
                  <c:v>7.6450500000000003</c:v>
                </c:pt>
                <c:pt idx="1941">
                  <c:v>7.6421400000000004</c:v>
                </c:pt>
                <c:pt idx="1942">
                  <c:v>7.6368799999999997</c:v>
                </c:pt>
                <c:pt idx="1943">
                  <c:v>7.6712499999999997</c:v>
                </c:pt>
                <c:pt idx="1944">
                  <c:v>7.6466000000000003</c:v>
                </c:pt>
                <c:pt idx="1945">
                  <c:v>7.6617199999999999</c:v>
                </c:pt>
                <c:pt idx="1946">
                  <c:v>7.6513600000000004</c:v>
                </c:pt>
                <c:pt idx="1947">
                  <c:v>7.6460800000000004</c:v>
                </c:pt>
                <c:pt idx="1948">
                  <c:v>7.6350100000000003</c:v>
                </c:pt>
                <c:pt idx="1949">
                  <c:v>7.6316899999999999</c:v>
                </c:pt>
                <c:pt idx="1950">
                  <c:v>7.6370699999999996</c:v>
                </c:pt>
                <c:pt idx="1951">
                  <c:v>7.6384499999999997</c:v>
                </c:pt>
                <c:pt idx="1952">
                  <c:v>7.6729900000000004</c:v>
                </c:pt>
                <c:pt idx="1953">
                  <c:v>7.6499499999999996</c:v>
                </c:pt>
                <c:pt idx="1954">
                  <c:v>7.6328399999999998</c:v>
                </c:pt>
                <c:pt idx="1955">
                  <c:v>7.6504300000000001</c:v>
                </c:pt>
                <c:pt idx="1956">
                  <c:v>7.6589299999999998</c:v>
                </c:pt>
                <c:pt idx="1957">
                  <c:v>7.6432799999999999</c:v>
                </c:pt>
                <c:pt idx="1958">
                  <c:v>7.6463799999999997</c:v>
                </c:pt>
                <c:pt idx="1959">
                  <c:v>7.6401899999999996</c:v>
                </c:pt>
                <c:pt idx="1960">
                  <c:v>7.6398299999999999</c:v>
                </c:pt>
                <c:pt idx="1961">
                  <c:v>7.6420500000000002</c:v>
                </c:pt>
                <c:pt idx="1962">
                  <c:v>7.6544499999999998</c:v>
                </c:pt>
                <c:pt idx="1963">
                  <c:v>7.65564</c:v>
                </c:pt>
                <c:pt idx="1964">
                  <c:v>7.6557000000000004</c:v>
                </c:pt>
                <c:pt idx="1965">
                  <c:v>7.6421599999999996</c:v>
                </c:pt>
                <c:pt idx="1966">
                  <c:v>7.64663</c:v>
                </c:pt>
                <c:pt idx="1967">
                  <c:v>7.6556600000000001</c:v>
                </c:pt>
                <c:pt idx="1968">
                  <c:v>7.6371399999999996</c:v>
                </c:pt>
                <c:pt idx="1969">
                  <c:v>7.6496300000000002</c:v>
                </c:pt>
                <c:pt idx="1970">
                  <c:v>7.6459700000000002</c:v>
                </c:pt>
                <c:pt idx="1971">
                  <c:v>7.6499300000000003</c:v>
                </c:pt>
                <c:pt idx="1972">
                  <c:v>7.6387099999999997</c:v>
                </c:pt>
                <c:pt idx="1973">
                  <c:v>7.6347500000000004</c:v>
                </c:pt>
                <c:pt idx="1974">
                  <c:v>7.6590400000000001</c:v>
                </c:pt>
                <c:pt idx="1975">
                  <c:v>7.6504300000000001</c:v>
                </c:pt>
                <c:pt idx="1976">
                  <c:v>7.6321399999999997</c:v>
                </c:pt>
                <c:pt idx="1977">
                  <c:v>7.6401899999999996</c:v>
                </c:pt>
                <c:pt idx="1978">
                  <c:v>7.6410999999999998</c:v>
                </c:pt>
                <c:pt idx="1979">
                  <c:v>7.63767</c:v>
                </c:pt>
                <c:pt idx="1980">
                  <c:v>7.6483299999999996</c:v>
                </c:pt>
                <c:pt idx="1981">
                  <c:v>7.6421400000000004</c:v>
                </c:pt>
                <c:pt idx="1982">
                  <c:v>7.6516799999999998</c:v>
                </c:pt>
                <c:pt idx="1983">
                  <c:v>7.6541800000000002</c:v>
                </c:pt>
                <c:pt idx="1984">
                  <c:v>7.63544</c:v>
                </c:pt>
                <c:pt idx="1985">
                  <c:v>7.6581900000000003</c:v>
                </c:pt>
                <c:pt idx="1986">
                  <c:v>7.6485700000000003</c:v>
                </c:pt>
                <c:pt idx="1987">
                  <c:v>7.6516000000000002</c:v>
                </c:pt>
                <c:pt idx="1988">
                  <c:v>7.6497099999999998</c:v>
                </c:pt>
                <c:pt idx="1989">
                  <c:v>7.6434699999999998</c:v>
                </c:pt>
                <c:pt idx="1990">
                  <c:v>7.6609100000000003</c:v>
                </c:pt>
                <c:pt idx="1991">
                  <c:v>7.6470599999999997</c:v>
                </c:pt>
                <c:pt idx="1992">
                  <c:v>7.6431199999999997</c:v>
                </c:pt>
                <c:pt idx="1993">
                  <c:v>7.6383000000000001</c:v>
                </c:pt>
                <c:pt idx="1994">
                  <c:v>7.6375900000000003</c:v>
                </c:pt>
                <c:pt idx="1995">
                  <c:v>7.6592000000000002</c:v>
                </c:pt>
                <c:pt idx="1996">
                  <c:v>7.6494499999999999</c:v>
                </c:pt>
                <c:pt idx="1997">
                  <c:v>7.6261299999999999</c:v>
                </c:pt>
                <c:pt idx="1998">
                  <c:v>7.63659</c:v>
                </c:pt>
                <c:pt idx="1999">
                  <c:v>7.6363799999999999</c:v>
                </c:pt>
                <c:pt idx="2000">
                  <c:v>7.6245000000000003</c:v>
                </c:pt>
                <c:pt idx="2001">
                  <c:v>7.6418400000000002</c:v>
                </c:pt>
                <c:pt idx="2002">
                  <c:v>7.6349400000000003</c:v>
                </c:pt>
                <c:pt idx="2003">
                  <c:v>7.6574200000000001</c:v>
                </c:pt>
                <c:pt idx="2004">
                  <c:v>7.6323499999999997</c:v>
                </c:pt>
                <c:pt idx="2005">
                  <c:v>7.6398799999999998</c:v>
                </c:pt>
                <c:pt idx="2006">
                  <c:v>7.6387</c:v>
                </c:pt>
                <c:pt idx="2007">
                  <c:v>7.6241899999999996</c:v>
                </c:pt>
                <c:pt idx="2008">
                  <c:v>7.6430400000000001</c:v>
                </c:pt>
                <c:pt idx="2009">
                  <c:v>7.6295799999999998</c:v>
                </c:pt>
                <c:pt idx="2010">
                  <c:v>7.6356000000000002</c:v>
                </c:pt>
                <c:pt idx="2011">
                  <c:v>7.6258499999999998</c:v>
                </c:pt>
                <c:pt idx="2012">
                  <c:v>7.6164500000000004</c:v>
                </c:pt>
                <c:pt idx="2013">
                  <c:v>7.6254099999999996</c:v>
                </c:pt>
                <c:pt idx="2014">
                  <c:v>7.59884</c:v>
                </c:pt>
                <c:pt idx="2015">
                  <c:v>7.59849</c:v>
                </c:pt>
                <c:pt idx="2016">
                  <c:v>7.5866400000000001</c:v>
                </c:pt>
                <c:pt idx="2017">
                  <c:v>7.5899200000000002</c:v>
                </c:pt>
                <c:pt idx="2018">
                  <c:v>7.5876000000000001</c:v>
                </c:pt>
                <c:pt idx="2019">
                  <c:v>7.5900600000000003</c:v>
                </c:pt>
                <c:pt idx="2020">
                  <c:v>7.5771499999999996</c:v>
                </c:pt>
                <c:pt idx="2021">
                  <c:v>7.5430700000000002</c:v>
                </c:pt>
                <c:pt idx="2022">
                  <c:v>7.5319700000000003</c:v>
                </c:pt>
                <c:pt idx="2023">
                  <c:v>7.52813</c:v>
                </c:pt>
                <c:pt idx="2024">
                  <c:v>7.5044899999999997</c:v>
                </c:pt>
                <c:pt idx="2025">
                  <c:v>7.4974699999999999</c:v>
                </c:pt>
                <c:pt idx="2026">
                  <c:v>7.50312</c:v>
                </c:pt>
                <c:pt idx="2027">
                  <c:v>7.51797</c:v>
                </c:pt>
                <c:pt idx="2028">
                  <c:v>7.4869000000000003</c:v>
                </c:pt>
                <c:pt idx="2029">
                  <c:v>7.4515700000000002</c:v>
                </c:pt>
                <c:pt idx="2030">
                  <c:v>7.4348900000000002</c:v>
                </c:pt>
                <c:pt idx="2031">
                  <c:v>7.4581600000000003</c:v>
                </c:pt>
                <c:pt idx="2032">
                  <c:v>7.4302999999999999</c:v>
                </c:pt>
                <c:pt idx="2033">
                  <c:v>7.4143400000000002</c:v>
                </c:pt>
                <c:pt idx="2034">
                  <c:v>7.4169</c:v>
                </c:pt>
                <c:pt idx="2035">
                  <c:v>7.3866100000000001</c:v>
                </c:pt>
                <c:pt idx="2036">
                  <c:v>7.3667499999999997</c:v>
                </c:pt>
                <c:pt idx="2037">
                  <c:v>7.3630300000000002</c:v>
                </c:pt>
                <c:pt idx="2038">
                  <c:v>7.3506600000000004</c:v>
                </c:pt>
                <c:pt idx="2039">
                  <c:v>7.3548900000000001</c:v>
                </c:pt>
                <c:pt idx="2040">
                  <c:v>7.3180399999999999</c:v>
                </c:pt>
                <c:pt idx="2041">
                  <c:v>7.3057499999999997</c:v>
                </c:pt>
                <c:pt idx="2042">
                  <c:v>7.2941399999999996</c:v>
                </c:pt>
                <c:pt idx="2043">
                  <c:v>7.27712</c:v>
                </c:pt>
                <c:pt idx="2044">
                  <c:v>7.2744099999999996</c:v>
                </c:pt>
                <c:pt idx="2045">
                  <c:v>7.2482899999999999</c:v>
                </c:pt>
                <c:pt idx="2046">
                  <c:v>7.2488799999999998</c:v>
                </c:pt>
                <c:pt idx="2047">
                  <c:v>7.2250100000000002</c:v>
                </c:pt>
                <c:pt idx="2048">
                  <c:v>7.2302999999999997</c:v>
                </c:pt>
                <c:pt idx="2049">
                  <c:v>7.20296</c:v>
                </c:pt>
                <c:pt idx="2050">
                  <c:v>7.1833900000000002</c:v>
                </c:pt>
                <c:pt idx="2051">
                  <c:v>7.1697300000000004</c:v>
                </c:pt>
                <c:pt idx="2052">
                  <c:v>7.1602899999999998</c:v>
                </c:pt>
                <c:pt idx="2053">
                  <c:v>7.1470900000000004</c:v>
                </c:pt>
                <c:pt idx="2054">
                  <c:v>7.1485599999999998</c:v>
                </c:pt>
                <c:pt idx="2055">
                  <c:v>7.13035</c:v>
                </c:pt>
                <c:pt idx="2056">
                  <c:v>7.1168699999999996</c:v>
                </c:pt>
                <c:pt idx="2057">
                  <c:v>7.1046800000000001</c:v>
                </c:pt>
                <c:pt idx="2058">
                  <c:v>7.1092700000000004</c:v>
                </c:pt>
                <c:pt idx="2059">
                  <c:v>7.10229</c:v>
                </c:pt>
                <c:pt idx="2060">
                  <c:v>7.0693000000000001</c:v>
                </c:pt>
                <c:pt idx="2061">
                  <c:v>7.0482100000000001</c:v>
                </c:pt>
                <c:pt idx="2062">
                  <c:v>7.0462199999999999</c:v>
                </c:pt>
                <c:pt idx="2063">
                  <c:v>7.0283199999999999</c:v>
                </c:pt>
                <c:pt idx="2064">
                  <c:v>6.9986199999999998</c:v>
                </c:pt>
                <c:pt idx="2065">
                  <c:v>6.9890499999999998</c:v>
                </c:pt>
                <c:pt idx="2066">
                  <c:v>6.9848999999999997</c:v>
                </c:pt>
                <c:pt idx="2067">
                  <c:v>6.9655699999999996</c:v>
                </c:pt>
                <c:pt idx="2068">
                  <c:v>6.9674100000000001</c:v>
                </c:pt>
                <c:pt idx="2069">
                  <c:v>6.9277899999999999</c:v>
                </c:pt>
                <c:pt idx="2070">
                  <c:v>6.9255599999999999</c:v>
                </c:pt>
                <c:pt idx="2071">
                  <c:v>6.9165799999999997</c:v>
                </c:pt>
                <c:pt idx="2072">
                  <c:v>6.8895</c:v>
                </c:pt>
                <c:pt idx="2073">
                  <c:v>6.8917599999999997</c:v>
                </c:pt>
                <c:pt idx="2074">
                  <c:v>6.8937499999999998</c:v>
                </c:pt>
                <c:pt idx="2075">
                  <c:v>6.8690600000000002</c:v>
                </c:pt>
                <c:pt idx="2076">
                  <c:v>6.8509599999999997</c:v>
                </c:pt>
                <c:pt idx="2077">
                  <c:v>6.8465100000000003</c:v>
                </c:pt>
                <c:pt idx="2078">
                  <c:v>6.8223599999999998</c:v>
                </c:pt>
                <c:pt idx="2079">
                  <c:v>6.8021700000000003</c:v>
                </c:pt>
                <c:pt idx="2080">
                  <c:v>6.8041</c:v>
                </c:pt>
                <c:pt idx="2081">
                  <c:v>6.7926000000000002</c:v>
                </c:pt>
                <c:pt idx="2082">
                  <c:v>6.7799300000000002</c:v>
                </c:pt>
                <c:pt idx="2083">
                  <c:v>6.7711699999999997</c:v>
                </c:pt>
                <c:pt idx="2084">
                  <c:v>6.7409800000000004</c:v>
                </c:pt>
                <c:pt idx="2085">
                  <c:v>6.7498500000000003</c:v>
                </c:pt>
                <c:pt idx="2086">
                  <c:v>6.7475899999999998</c:v>
                </c:pt>
                <c:pt idx="2087">
                  <c:v>6.7144199999999996</c:v>
                </c:pt>
                <c:pt idx="2088">
                  <c:v>6.7141700000000002</c:v>
                </c:pt>
                <c:pt idx="2089">
                  <c:v>6.7122700000000002</c:v>
                </c:pt>
                <c:pt idx="2090">
                  <c:v>6.7202599999999997</c:v>
                </c:pt>
                <c:pt idx="2091">
                  <c:v>6.6612999999999998</c:v>
                </c:pt>
                <c:pt idx="2092">
                  <c:v>6.6872600000000002</c:v>
                </c:pt>
                <c:pt idx="2093">
                  <c:v>6.6825999999999999</c:v>
                </c:pt>
                <c:pt idx="2094">
                  <c:v>6.6437099999999996</c:v>
                </c:pt>
                <c:pt idx="2095">
                  <c:v>6.6456099999999996</c:v>
                </c:pt>
                <c:pt idx="2096">
                  <c:v>6.6113</c:v>
                </c:pt>
                <c:pt idx="2097">
                  <c:v>6.6096199999999996</c:v>
                </c:pt>
                <c:pt idx="2098">
                  <c:v>6.6023800000000001</c:v>
                </c:pt>
                <c:pt idx="2099">
                  <c:v>6.5777200000000002</c:v>
                </c:pt>
                <c:pt idx="2100">
                  <c:v>6.5713499999999998</c:v>
                </c:pt>
                <c:pt idx="2101">
                  <c:v>6.5721699999999998</c:v>
                </c:pt>
                <c:pt idx="2102">
                  <c:v>6.5624000000000002</c:v>
                </c:pt>
                <c:pt idx="2103">
                  <c:v>6.5243700000000002</c:v>
                </c:pt>
                <c:pt idx="2104">
                  <c:v>6.5389699999999999</c:v>
                </c:pt>
                <c:pt idx="2105">
                  <c:v>6.5083900000000003</c:v>
                </c:pt>
                <c:pt idx="2106">
                  <c:v>6.4834399999999999</c:v>
                </c:pt>
                <c:pt idx="2107">
                  <c:v>6.4927000000000001</c:v>
                </c:pt>
                <c:pt idx="2108">
                  <c:v>6.4755700000000003</c:v>
                </c:pt>
                <c:pt idx="2109">
                  <c:v>6.4493799999999997</c:v>
                </c:pt>
                <c:pt idx="2110">
                  <c:v>6.4363200000000003</c:v>
                </c:pt>
                <c:pt idx="2111">
                  <c:v>6.4515700000000002</c:v>
                </c:pt>
                <c:pt idx="2112">
                  <c:v>6.4163300000000003</c:v>
                </c:pt>
                <c:pt idx="2113">
                  <c:v>6.4517499999999997</c:v>
                </c:pt>
                <c:pt idx="2114">
                  <c:v>6.4016000000000002</c:v>
                </c:pt>
                <c:pt idx="2115">
                  <c:v>6.3931399999999998</c:v>
                </c:pt>
                <c:pt idx="2116">
                  <c:v>6.3765200000000002</c:v>
                </c:pt>
                <c:pt idx="2117">
                  <c:v>6.3690300000000004</c:v>
                </c:pt>
                <c:pt idx="2118">
                  <c:v>6.3510099999999996</c:v>
                </c:pt>
                <c:pt idx="2119">
                  <c:v>6.3545600000000002</c:v>
                </c:pt>
                <c:pt idx="2120">
                  <c:v>6.3402900000000004</c:v>
                </c:pt>
                <c:pt idx="2121">
                  <c:v>6.3329300000000002</c:v>
                </c:pt>
                <c:pt idx="2122">
                  <c:v>6.3018200000000002</c:v>
                </c:pt>
                <c:pt idx="2123">
                  <c:v>6.3036599999999998</c:v>
                </c:pt>
                <c:pt idx="2124">
                  <c:v>6.2899900000000004</c:v>
                </c:pt>
                <c:pt idx="2125">
                  <c:v>6.2618799999999997</c:v>
                </c:pt>
                <c:pt idx="2126">
                  <c:v>6.2676600000000002</c:v>
                </c:pt>
                <c:pt idx="2127">
                  <c:v>6.2705099999999998</c:v>
                </c:pt>
                <c:pt idx="2128">
                  <c:v>6.2431200000000002</c:v>
                </c:pt>
                <c:pt idx="2129">
                  <c:v>6.2416900000000002</c:v>
                </c:pt>
                <c:pt idx="2130">
                  <c:v>6.2237099999999996</c:v>
                </c:pt>
                <c:pt idx="2131">
                  <c:v>6.2196100000000003</c:v>
                </c:pt>
                <c:pt idx="2132">
                  <c:v>6.2142999999999997</c:v>
                </c:pt>
                <c:pt idx="2133">
                  <c:v>6.1884399999999999</c:v>
                </c:pt>
                <c:pt idx="2134">
                  <c:v>6.17387</c:v>
                </c:pt>
                <c:pt idx="2135">
                  <c:v>6.1661900000000003</c:v>
                </c:pt>
                <c:pt idx="2136">
                  <c:v>6.1670999999999996</c:v>
                </c:pt>
                <c:pt idx="2137">
                  <c:v>6.1630399999999996</c:v>
                </c:pt>
                <c:pt idx="2138">
                  <c:v>6.13774</c:v>
                </c:pt>
                <c:pt idx="2139">
                  <c:v>6.1134300000000001</c:v>
                </c:pt>
                <c:pt idx="2140">
                  <c:v>6.1025900000000002</c:v>
                </c:pt>
                <c:pt idx="2141">
                  <c:v>6.09544</c:v>
                </c:pt>
                <c:pt idx="2142">
                  <c:v>6.09544</c:v>
                </c:pt>
                <c:pt idx="2143">
                  <c:v>6.0989399999999998</c:v>
                </c:pt>
                <c:pt idx="2144">
                  <c:v>6.0736999999999997</c:v>
                </c:pt>
                <c:pt idx="2145">
                  <c:v>6.0493399999999999</c:v>
                </c:pt>
                <c:pt idx="2146">
                  <c:v>6.0297000000000001</c:v>
                </c:pt>
                <c:pt idx="2147">
                  <c:v>6.0395700000000003</c:v>
                </c:pt>
                <c:pt idx="2148">
                  <c:v>6.0236299999999998</c:v>
                </c:pt>
                <c:pt idx="2149">
                  <c:v>6.0171700000000001</c:v>
                </c:pt>
                <c:pt idx="2150">
                  <c:v>5.9898899999999999</c:v>
                </c:pt>
                <c:pt idx="2151">
                  <c:v>5.9898699999999998</c:v>
                </c:pt>
                <c:pt idx="2152">
                  <c:v>5.9809599999999996</c:v>
                </c:pt>
                <c:pt idx="2153">
                  <c:v>5.9809599999999996</c:v>
                </c:pt>
                <c:pt idx="2154">
                  <c:v>5.9596900000000002</c:v>
                </c:pt>
                <c:pt idx="2155">
                  <c:v>5.9563699999999997</c:v>
                </c:pt>
                <c:pt idx="2156">
                  <c:v>5.9421999999999997</c:v>
                </c:pt>
                <c:pt idx="2157">
                  <c:v>5.9321799999999998</c:v>
                </c:pt>
                <c:pt idx="2158">
                  <c:v>5.9234999999999998</c:v>
                </c:pt>
                <c:pt idx="2159">
                  <c:v>5.9184200000000002</c:v>
                </c:pt>
                <c:pt idx="2160">
                  <c:v>5.9202000000000004</c:v>
                </c:pt>
                <c:pt idx="2161">
                  <c:v>5.9057399999999998</c:v>
                </c:pt>
                <c:pt idx="2162">
                  <c:v>5.9063800000000004</c:v>
                </c:pt>
                <c:pt idx="2163">
                  <c:v>5.8779300000000001</c:v>
                </c:pt>
                <c:pt idx="2164">
                  <c:v>5.8743999999999996</c:v>
                </c:pt>
                <c:pt idx="2165">
                  <c:v>5.8490599999999997</c:v>
                </c:pt>
                <c:pt idx="2166">
                  <c:v>5.8456700000000001</c:v>
                </c:pt>
                <c:pt idx="2167">
                  <c:v>5.8476900000000001</c:v>
                </c:pt>
                <c:pt idx="2168">
                  <c:v>5.84863</c:v>
                </c:pt>
                <c:pt idx="2169">
                  <c:v>5.8128700000000002</c:v>
                </c:pt>
                <c:pt idx="2170">
                  <c:v>5.8064299999999998</c:v>
                </c:pt>
                <c:pt idx="2171">
                  <c:v>5.8045099999999996</c:v>
                </c:pt>
                <c:pt idx="2172">
                  <c:v>5.7908900000000001</c:v>
                </c:pt>
                <c:pt idx="2173">
                  <c:v>5.7864800000000001</c:v>
                </c:pt>
                <c:pt idx="2174">
                  <c:v>5.7701500000000001</c:v>
                </c:pt>
                <c:pt idx="2175">
                  <c:v>5.7541799999999999</c:v>
                </c:pt>
                <c:pt idx="2176">
                  <c:v>5.7453200000000004</c:v>
                </c:pt>
                <c:pt idx="2177">
                  <c:v>5.7409800000000004</c:v>
                </c:pt>
                <c:pt idx="2178">
                  <c:v>5.7218799999999996</c:v>
                </c:pt>
                <c:pt idx="2179">
                  <c:v>5.7286299999999999</c:v>
                </c:pt>
                <c:pt idx="2180">
                  <c:v>5.7146400000000002</c:v>
                </c:pt>
                <c:pt idx="2181">
                  <c:v>5.6921099999999996</c:v>
                </c:pt>
                <c:pt idx="2182">
                  <c:v>5.69468</c:v>
                </c:pt>
                <c:pt idx="2183">
                  <c:v>5.6751899999999997</c:v>
                </c:pt>
                <c:pt idx="2184">
                  <c:v>5.6655199999999999</c:v>
                </c:pt>
                <c:pt idx="2185">
                  <c:v>5.6788299999999996</c:v>
                </c:pt>
                <c:pt idx="2186">
                  <c:v>5.6446800000000001</c:v>
                </c:pt>
                <c:pt idx="2187">
                  <c:v>5.6317700000000004</c:v>
                </c:pt>
                <c:pt idx="2188">
                  <c:v>5.6255800000000002</c:v>
                </c:pt>
                <c:pt idx="2189">
                  <c:v>5.6257700000000002</c:v>
                </c:pt>
                <c:pt idx="2190">
                  <c:v>5.5965999999999996</c:v>
                </c:pt>
                <c:pt idx="2191">
                  <c:v>5.6042800000000002</c:v>
                </c:pt>
                <c:pt idx="2192">
                  <c:v>5.5997599999999998</c:v>
                </c:pt>
                <c:pt idx="2193">
                  <c:v>5.5949299999999997</c:v>
                </c:pt>
                <c:pt idx="2194">
                  <c:v>5.5594700000000001</c:v>
                </c:pt>
                <c:pt idx="2195">
                  <c:v>5.5795300000000001</c:v>
                </c:pt>
                <c:pt idx="2196">
                  <c:v>5.5611199999999998</c:v>
                </c:pt>
                <c:pt idx="2197">
                  <c:v>5.5349199999999996</c:v>
                </c:pt>
                <c:pt idx="2198">
                  <c:v>5.5304900000000004</c:v>
                </c:pt>
                <c:pt idx="2199">
                  <c:v>5.5298699999999998</c:v>
                </c:pt>
                <c:pt idx="2200">
                  <c:v>5.5107699999999999</c:v>
                </c:pt>
                <c:pt idx="2201">
                  <c:v>5.5102500000000001</c:v>
                </c:pt>
                <c:pt idx="2202">
                  <c:v>5.4919399999999996</c:v>
                </c:pt>
                <c:pt idx="2203">
                  <c:v>5.4748999999999999</c:v>
                </c:pt>
                <c:pt idx="2204">
                  <c:v>5.48888</c:v>
                </c:pt>
                <c:pt idx="2205">
                  <c:v>5.4744000000000002</c:v>
                </c:pt>
                <c:pt idx="2206">
                  <c:v>5.4517300000000004</c:v>
                </c:pt>
                <c:pt idx="2207">
                  <c:v>5.4693300000000002</c:v>
                </c:pt>
                <c:pt idx="2208">
                  <c:v>5.4601100000000002</c:v>
                </c:pt>
                <c:pt idx="2209">
                  <c:v>5.4310299999999998</c:v>
                </c:pt>
                <c:pt idx="2210">
                  <c:v>5.4272499999999999</c:v>
                </c:pt>
                <c:pt idx="2211">
                  <c:v>5.4311600000000002</c:v>
                </c:pt>
                <c:pt idx="2212">
                  <c:v>5.3939300000000001</c:v>
                </c:pt>
                <c:pt idx="2213">
                  <c:v>5.3851500000000003</c:v>
                </c:pt>
                <c:pt idx="2214">
                  <c:v>5.3884999999999996</c:v>
                </c:pt>
                <c:pt idx="2215">
                  <c:v>5.40116</c:v>
                </c:pt>
                <c:pt idx="2216">
                  <c:v>5.3764700000000003</c:v>
                </c:pt>
                <c:pt idx="2217">
                  <c:v>5.3518400000000002</c:v>
                </c:pt>
                <c:pt idx="2218">
                  <c:v>5.3412499999999996</c:v>
                </c:pt>
                <c:pt idx="2219">
                  <c:v>5.3352399999999998</c:v>
                </c:pt>
                <c:pt idx="2220">
                  <c:v>5.32463</c:v>
                </c:pt>
                <c:pt idx="2221">
                  <c:v>5.3317199999999998</c:v>
                </c:pt>
                <c:pt idx="2222">
                  <c:v>5.3047199999999997</c:v>
                </c:pt>
                <c:pt idx="2223">
                  <c:v>5.3107600000000001</c:v>
                </c:pt>
                <c:pt idx="2224">
                  <c:v>5.3074599999999998</c:v>
                </c:pt>
                <c:pt idx="2225">
                  <c:v>5.2848300000000004</c:v>
                </c:pt>
                <c:pt idx="2226">
                  <c:v>5.2824999999999998</c:v>
                </c:pt>
                <c:pt idx="2227">
                  <c:v>5.2739099999999999</c:v>
                </c:pt>
                <c:pt idx="2228">
                  <c:v>5.2667599999999997</c:v>
                </c:pt>
                <c:pt idx="2229">
                  <c:v>5.2495200000000004</c:v>
                </c:pt>
                <c:pt idx="2230">
                  <c:v>5.2697500000000002</c:v>
                </c:pt>
                <c:pt idx="2231">
                  <c:v>5.2552300000000001</c:v>
                </c:pt>
                <c:pt idx="2232">
                  <c:v>5.2222900000000001</c:v>
                </c:pt>
                <c:pt idx="2233">
                  <c:v>5.2104999999999997</c:v>
                </c:pt>
                <c:pt idx="2234">
                  <c:v>5.2126200000000003</c:v>
                </c:pt>
                <c:pt idx="2235">
                  <c:v>5.1954700000000003</c:v>
                </c:pt>
                <c:pt idx="2236">
                  <c:v>5.1900199999999996</c:v>
                </c:pt>
                <c:pt idx="2237">
                  <c:v>5.18459</c:v>
                </c:pt>
                <c:pt idx="2238">
                  <c:v>5.1850300000000002</c:v>
                </c:pt>
                <c:pt idx="2239">
                  <c:v>5.1552899999999999</c:v>
                </c:pt>
                <c:pt idx="2240">
                  <c:v>5.1415100000000002</c:v>
                </c:pt>
                <c:pt idx="2241">
                  <c:v>5.1527700000000003</c:v>
                </c:pt>
                <c:pt idx="2242">
                  <c:v>5.1338900000000001</c:v>
                </c:pt>
                <c:pt idx="2243">
                  <c:v>5.1332399999999998</c:v>
                </c:pt>
                <c:pt idx="2244">
                  <c:v>5.1200099999999997</c:v>
                </c:pt>
                <c:pt idx="2245">
                  <c:v>5.11463</c:v>
                </c:pt>
                <c:pt idx="2246">
                  <c:v>5.1187100000000001</c:v>
                </c:pt>
                <c:pt idx="2247">
                  <c:v>5.1113299999999997</c:v>
                </c:pt>
                <c:pt idx="2248">
                  <c:v>5.0826200000000004</c:v>
                </c:pt>
                <c:pt idx="2249">
                  <c:v>5.0794100000000002</c:v>
                </c:pt>
                <c:pt idx="2250">
                  <c:v>5.07552</c:v>
                </c:pt>
                <c:pt idx="2251">
                  <c:v>5.0645699999999998</c:v>
                </c:pt>
                <c:pt idx="2252">
                  <c:v>5.0896299999999997</c:v>
                </c:pt>
                <c:pt idx="2253">
                  <c:v>5.0442099999999996</c:v>
                </c:pt>
                <c:pt idx="2254">
                  <c:v>5.0372500000000002</c:v>
                </c:pt>
                <c:pt idx="2255">
                  <c:v>5.0209599999999996</c:v>
                </c:pt>
                <c:pt idx="2256">
                  <c:v>5.0258099999999999</c:v>
                </c:pt>
                <c:pt idx="2257">
                  <c:v>5.0254300000000001</c:v>
                </c:pt>
                <c:pt idx="2258">
                  <c:v>4.99376</c:v>
                </c:pt>
                <c:pt idx="2259">
                  <c:v>4.9936100000000003</c:v>
                </c:pt>
                <c:pt idx="2260">
                  <c:v>5.0120800000000001</c:v>
                </c:pt>
                <c:pt idx="2261">
                  <c:v>4.9901299999999997</c:v>
                </c:pt>
                <c:pt idx="2262">
                  <c:v>4.9663700000000004</c:v>
                </c:pt>
                <c:pt idx="2263">
                  <c:v>4.95967</c:v>
                </c:pt>
                <c:pt idx="2264">
                  <c:v>4.9510899999999998</c:v>
                </c:pt>
                <c:pt idx="2265">
                  <c:v>4.96434</c:v>
                </c:pt>
                <c:pt idx="2266">
                  <c:v>4.9437499999999996</c:v>
                </c:pt>
                <c:pt idx="2267">
                  <c:v>4.9342800000000002</c:v>
                </c:pt>
                <c:pt idx="2268">
                  <c:v>4.9080500000000002</c:v>
                </c:pt>
                <c:pt idx="2269">
                  <c:v>4.9159100000000002</c:v>
                </c:pt>
                <c:pt idx="2270">
                  <c:v>4.8982700000000001</c:v>
                </c:pt>
                <c:pt idx="2271">
                  <c:v>4.8919199999999998</c:v>
                </c:pt>
                <c:pt idx="2272">
                  <c:v>4.8910099999999996</c:v>
                </c:pt>
                <c:pt idx="2273">
                  <c:v>4.8958300000000001</c:v>
                </c:pt>
                <c:pt idx="2274">
                  <c:v>4.8818099999999998</c:v>
                </c:pt>
                <c:pt idx="2275">
                  <c:v>4.8923800000000002</c:v>
                </c:pt>
                <c:pt idx="2276">
                  <c:v>4.8526800000000003</c:v>
                </c:pt>
                <c:pt idx="2277">
                  <c:v>4.8461400000000001</c:v>
                </c:pt>
                <c:pt idx="2278">
                  <c:v>4.8395299999999999</c:v>
                </c:pt>
                <c:pt idx="2279">
                  <c:v>4.8344699999999996</c:v>
                </c:pt>
                <c:pt idx="2280">
                  <c:v>4.8241800000000001</c:v>
                </c:pt>
                <c:pt idx="2281">
                  <c:v>4.8146899999999997</c:v>
                </c:pt>
                <c:pt idx="2282">
                  <c:v>4.8039100000000001</c:v>
                </c:pt>
                <c:pt idx="2283">
                  <c:v>4.7929599999999999</c:v>
                </c:pt>
                <c:pt idx="2284">
                  <c:v>4.8169700000000004</c:v>
                </c:pt>
                <c:pt idx="2285">
                  <c:v>4.7898399999999999</c:v>
                </c:pt>
                <c:pt idx="2286">
                  <c:v>4.7849899999999996</c:v>
                </c:pt>
                <c:pt idx="2287">
                  <c:v>4.7774599999999996</c:v>
                </c:pt>
                <c:pt idx="2288">
                  <c:v>4.7591099999999997</c:v>
                </c:pt>
                <c:pt idx="2289">
                  <c:v>4.7620100000000001</c:v>
                </c:pt>
                <c:pt idx="2290">
                  <c:v>4.7388500000000002</c:v>
                </c:pt>
                <c:pt idx="2291">
                  <c:v>4.7277399999999998</c:v>
                </c:pt>
                <c:pt idx="2292">
                  <c:v>4.7306100000000004</c:v>
                </c:pt>
                <c:pt idx="2293">
                  <c:v>4.7430099999999999</c:v>
                </c:pt>
                <c:pt idx="2294">
                  <c:v>4.7130000000000001</c:v>
                </c:pt>
                <c:pt idx="2295">
                  <c:v>4.7176099999999996</c:v>
                </c:pt>
                <c:pt idx="2296">
                  <c:v>4.6937300000000004</c:v>
                </c:pt>
                <c:pt idx="2297">
                  <c:v>4.6749099999999997</c:v>
                </c:pt>
                <c:pt idx="2298">
                  <c:v>4.6877199999999997</c:v>
                </c:pt>
                <c:pt idx="2299">
                  <c:v>4.6699599999999997</c:v>
                </c:pt>
                <c:pt idx="2300">
                  <c:v>4.6644600000000001</c:v>
                </c:pt>
                <c:pt idx="2301">
                  <c:v>4.6541800000000002</c:v>
                </c:pt>
                <c:pt idx="2302">
                  <c:v>4.6612799999999996</c:v>
                </c:pt>
                <c:pt idx="2303">
                  <c:v>4.6632899999999999</c:v>
                </c:pt>
                <c:pt idx="2304">
                  <c:v>4.6429299999999998</c:v>
                </c:pt>
                <c:pt idx="2305">
                  <c:v>4.6430800000000003</c:v>
                </c:pt>
                <c:pt idx="2306">
                  <c:v>4.6415199999999999</c:v>
                </c:pt>
                <c:pt idx="2307">
                  <c:v>4.6110800000000003</c:v>
                </c:pt>
                <c:pt idx="2308">
                  <c:v>4.6133800000000003</c:v>
                </c:pt>
                <c:pt idx="2309">
                  <c:v>4.6090499999999999</c:v>
                </c:pt>
                <c:pt idx="2310">
                  <c:v>4.6041100000000004</c:v>
                </c:pt>
                <c:pt idx="2311">
                  <c:v>4.5913899999999996</c:v>
                </c:pt>
                <c:pt idx="2312">
                  <c:v>4.6025999999999998</c:v>
                </c:pt>
                <c:pt idx="2313">
                  <c:v>4.59396</c:v>
                </c:pt>
                <c:pt idx="2314">
                  <c:v>4.5681399999999996</c:v>
                </c:pt>
                <c:pt idx="2315">
                  <c:v>4.5488499999999998</c:v>
                </c:pt>
                <c:pt idx="2316">
                  <c:v>4.5513700000000004</c:v>
                </c:pt>
                <c:pt idx="2317">
                  <c:v>4.5308900000000003</c:v>
                </c:pt>
                <c:pt idx="2318">
                  <c:v>4.5401499999999997</c:v>
                </c:pt>
                <c:pt idx="2319">
                  <c:v>4.5411000000000001</c:v>
                </c:pt>
                <c:pt idx="2320">
                  <c:v>4.5299300000000002</c:v>
                </c:pt>
                <c:pt idx="2321">
                  <c:v>4.5313999999999997</c:v>
                </c:pt>
                <c:pt idx="2322">
                  <c:v>4.5106799999999998</c:v>
                </c:pt>
                <c:pt idx="2323">
                  <c:v>4.5080400000000003</c:v>
                </c:pt>
                <c:pt idx="2324">
                  <c:v>4.4953099999999999</c:v>
                </c:pt>
                <c:pt idx="2325">
                  <c:v>4.4830199999999998</c:v>
                </c:pt>
                <c:pt idx="2326">
                  <c:v>4.47316</c:v>
                </c:pt>
                <c:pt idx="2327">
                  <c:v>4.4617100000000001</c:v>
                </c:pt>
                <c:pt idx="2328">
                  <c:v>4.4645900000000003</c:v>
                </c:pt>
                <c:pt idx="2329">
                  <c:v>4.4611900000000002</c:v>
                </c:pt>
                <c:pt idx="2330">
                  <c:v>4.4539900000000001</c:v>
                </c:pt>
                <c:pt idx="2331">
                  <c:v>4.4561099999999998</c:v>
                </c:pt>
                <c:pt idx="2332">
                  <c:v>4.4484599999999999</c:v>
                </c:pt>
                <c:pt idx="2333">
                  <c:v>4.4464499999999996</c:v>
                </c:pt>
                <c:pt idx="2334">
                  <c:v>4.43283</c:v>
                </c:pt>
                <c:pt idx="2335">
                  <c:v>4.41601</c:v>
                </c:pt>
                <c:pt idx="2336">
                  <c:v>4.4118199999999996</c:v>
                </c:pt>
                <c:pt idx="2337">
                  <c:v>4.40909</c:v>
                </c:pt>
                <c:pt idx="2338">
                  <c:v>4.4045800000000002</c:v>
                </c:pt>
                <c:pt idx="2339">
                  <c:v>4.3913099999999998</c:v>
                </c:pt>
                <c:pt idx="2340">
                  <c:v>4.3777999999999997</c:v>
                </c:pt>
                <c:pt idx="2341">
                  <c:v>4.3727099999999997</c:v>
                </c:pt>
                <c:pt idx="2342">
                  <c:v>4.3716600000000003</c:v>
                </c:pt>
                <c:pt idx="2343">
                  <c:v>4.3649100000000001</c:v>
                </c:pt>
                <c:pt idx="2344">
                  <c:v>4.3527800000000001</c:v>
                </c:pt>
                <c:pt idx="2345">
                  <c:v>4.3395599999999996</c:v>
                </c:pt>
                <c:pt idx="2346">
                  <c:v>4.34396</c:v>
                </c:pt>
                <c:pt idx="2347">
                  <c:v>4.35928</c:v>
                </c:pt>
                <c:pt idx="2348">
                  <c:v>4.3228799999999996</c:v>
                </c:pt>
                <c:pt idx="2349">
                  <c:v>4.3310700000000004</c:v>
                </c:pt>
                <c:pt idx="2350">
                  <c:v>4.3108300000000002</c:v>
                </c:pt>
                <c:pt idx="2351">
                  <c:v>4.3021000000000003</c:v>
                </c:pt>
                <c:pt idx="2352">
                  <c:v>4.2964900000000004</c:v>
                </c:pt>
                <c:pt idx="2353">
                  <c:v>4.2920199999999999</c:v>
                </c:pt>
                <c:pt idx="2354">
                  <c:v>4.2838099999999999</c:v>
                </c:pt>
                <c:pt idx="2355">
                  <c:v>4.2815300000000001</c:v>
                </c:pt>
                <c:pt idx="2356">
                  <c:v>4.2800200000000004</c:v>
                </c:pt>
                <c:pt idx="2357">
                  <c:v>4.2891000000000004</c:v>
                </c:pt>
                <c:pt idx="2358">
                  <c:v>4.2585300000000004</c:v>
                </c:pt>
                <c:pt idx="2359">
                  <c:v>4.2522599999999997</c:v>
                </c:pt>
                <c:pt idx="2360">
                  <c:v>4.2761500000000003</c:v>
                </c:pt>
                <c:pt idx="2361">
                  <c:v>4.2437100000000001</c:v>
                </c:pt>
                <c:pt idx="2362">
                  <c:v>4.2477</c:v>
                </c:pt>
                <c:pt idx="2363">
                  <c:v>4.2229400000000004</c:v>
                </c:pt>
                <c:pt idx="2364">
                  <c:v>4.2551800000000002</c:v>
                </c:pt>
                <c:pt idx="2365">
                  <c:v>4.21556</c:v>
                </c:pt>
                <c:pt idx="2366">
                  <c:v>4.2165999999999997</c:v>
                </c:pt>
                <c:pt idx="2367">
                  <c:v>4.1956499999999997</c:v>
                </c:pt>
                <c:pt idx="2368">
                  <c:v>4.1985999999999999</c:v>
                </c:pt>
                <c:pt idx="2369">
                  <c:v>4.1855000000000002</c:v>
                </c:pt>
                <c:pt idx="2370">
                  <c:v>4.1921499999999998</c:v>
                </c:pt>
                <c:pt idx="2371">
                  <c:v>4.1916799999999999</c:v>
                </c:pt>
                <c:pt idx="2372">
                  <c:v>4.1804100000000002</c:v>
                </c:pt>
                <c:pt idx="2373">
                  <c:v>4.1844299999999999</c:v>
                </c:pt>
                <c:pt idx="2374">
                  <c:v>4.1795099999999996</c:v>
                </c:pt>
                <c:pt idx="2375">
                  <c:v>4.1792899999999999</c:v>
                </c:pt>
                <c:pt idx="2376">
                  <c:v>4.1577400000000004</c:v>
                </c:pt>
                <c:pt idx="2377">
                  <c:v>4.1577299999999999</c:v>
                </c:pt>
                <c:pt idx="2378">
                  <c:v>4.1407400000000001</c:v>
                </c:pt>
                <c:pt idx="2379">
                  <c:v>4.1250900000000001</c:v>
                </c:pt>
                <c:pt idx="2380">
                  <c:v>4.1053600000000001</c:v>
                </c:pt>
                <c:pt idx="2381">
                  <c:v>4.1173999999999999</c:v>
                </c:pt>
                <c:pt idx="2382">
                  <c:v>4.1252800000000001</c:v>
                </c:pt>
                <c:pt idx="2383">
                  <c:v>4.1027199999999997</c:v>
                </c:pt>
                <c:pt idx="2384">
                  <c:v>4.10039</c:v>
                </c:pt>
                <c:pt idx="2385">
                  <c:v>4.0899400000000004</c:v>
                </c:pt>
                <c:pt idx="2386">
                  <c:v>4.0913000000000004</c:v>
                </c:pt>
                <c:pt idx="2387">
                  <c:v>4.0941700000000001</c:v>
                </c:pt>
                <c:pt idx="2388">
                  <c:v>4.0859800000000002</c:v>
                </c:pt>
                <c:pt idx="2389">
                  <c:v>4.0853200000000003</c:v>
                </c:pt>
                <c:pt idx="2390">
                  <c:v>4.0725899999999999</c:v>
                </c:pt>
                <c:pt idx="2391">
                  <c:v>4.0715000000000003</c:v>
                </c:pt>
                <c:pt idx="2392">
                  <c:v>4.0635199999999996</c:v>
                </c:pt>
                <c:pt idx="2393">
                  <c:v>4.0483200000000004</c:v>
                </c:pt>
                <c:pt idx="2394">
                  <c:v>4.0521599999999998</c:v>
                </c:pt>
                <c:pt idx="2395">
                  <c:v>4.0411099999999998</c:v>
                </c:pt>
                <c:pt idx="2396">
                  <c:v>4.0305600000000004</c:v>
                </c:pt>
                <c:pt idx="2397">
                  <c:v>4.03566</c:v>
                </c:pt>
                <c:pt idx="2398">
                  <c:v>4.01112</c:v>
                </c:pt>
                <c:pt idx="2399">
                  <c:v>4.0266299999999999</c:v>
                </c:pt>
                <c:pt idx="2400">
                  <c:v>4.0263499999999999</c:v>
                </c:pt>
                <c:pt idx="2401">
                  <c:v>4.0003200000000003</c:v>
                </c:pt>
                <c:pt idx="2402">
                  <c:v>3.9981300000000002</c:v>
                </c:pt>
                <c:pt idx="2403">
                  <c:v>4.0083799999999998</c:v>
                </c:pt>
                <c:pt idx="2404">
                  <c:v>3.9863599999999999</c:v>
                </c:pt>
                <c:pt idx="2405">
                  <c:v>3.9773999999999998</c:v>
                </c:pt>
                <c:pt idx="2406">
                  <c:v>3.9765999999999999</c:v>
                </c:pt>
                <c:pt idx="2407">
                  <c:v>3.9657900000000001</c:v>
                </c:pt>
                <c:pt idx="2408">
                  <c:v>3.9769399999999999</c:v>
                </c:pt>
                <c:pt idx="2409">
                  <c:v>3.9612699999999998</c:v>
                </c:pt>
                <c:pt idx="2410">
                  <c:v>3.9584299999999999</c:v>
                </c:pt>
                <c:pt idx="2411">
                  <c:v>3.94381</c:v>
                </c:pt>
                <c:pt idx="2412">
                  <c:v>3.95322</c:v>
                </c:pt>
                <c:pt idx="2413">
                  <c:v>3.9498700000000002</c:v>
                </c:pt>
                <c:pt idx="2414">
                  <c:v>3.9296799999999998</c:v>
                </c:pt>
                <c:pt idx="2415">
                  <c:v>3.9222600000000001</c:v>
                </c:pt>
                <c:pt idx="2416">
                  <c:v>3.91893</c:v>
                </c:pt>
                <c:pt idx="2417">
                  <c:v>3.9250500000000001</c:v>
                </c:pt>
                <c:pt idx="2418">
                  <c:v>3.89913</c:v>
                </c:pt>
                <c:pt idx="2419">
                  <c:v>3.9023699999999999</c:v>
                </c:pt>
                <c:pt idx="2420">
                  <c:v>3.8974700000000002</c:v>
                </c:pt>
                <c:pt idx="2421">
                  <c:v>3.8831099999999998</c:v>
                </c:pt>
                <c:pt idx="2422">
                  <c:v>3.8758300000000001</c:v>
                </c:pt>
                <c:pt idx="2423">
                  <c:v>3.8992399999999998</c:v>
                </c:pt>
                <c:pt idx="2424">
                  <c:v>3.87961</c:v>
                </c:pt>
                <c:pt idx="2425">
                  <c:v>3.87426</c:v>
                </c:pt>
                <c:pt idx="2426">
                  <c:v>3.8629199999999999</c:v>
                </c:pt>
                <c:pt idx="2427">
                  <c:v>3.8601700000000001</c:v>
                </c:pt>
                <c:pt idx="2428">
                  <c:v>3.84198</c:v>
                </c:pt>
                <c:pt idx="2429">
                  <c:v>3.8625500000000001</c:v>
                </c:pt>
                <c:pt idx="2430">
                  <c:v>3.84077</c:v>
                </c:pt>
                <c:pt idx="2431">
                  <c:v>3.8302399999999999</c:v>
                </c:pt>
                <c:pt idx="2432">
                  <c:v>3.8317299999999999</c:v>
                </c:pt>
                <c:pt idx="2433">
                  <c:v>3.8474200000000001</c:v>
                </c:pt>
                <c:pt idx="2434">
                  <c:v>3.8097099999999999</c:v>
                </c:pt>
                <c:pt idx="2435">
                  <c:v>3.8176299999999999</c:v>
                </c:pt>
                <c:pt idx="2436">
                  <c:v>3.8029299999999999</c:v>
                </c:pt>
                <c:pt idx="2437">
                  <c:v>3.8178000000000001</c:v>
                </c:pt>
                <c:pt idx="2438">
                  <c:v>3.7957900000000002</c:v>
                </c:pt>
                <c:pt idx="2439">
                  <c:v>3.8048099999999998</c:v>
                </c:pt>
                <c:pt idx="2440">
                  <c:v>3.7997999999999998</c:v>
                </c:pt>
                <c:pt idx="2441">
                  <c:v>3.7949199999999998</c:v>
                </c:pt>
                <c:pt idx="2442">
                  <c:v>3.7666499999999998</c:v>
                </c:pt>
                <c:pt idx="2443">
                  <c:v>3.7786400000000002</c:v>
                </c:pt>
                <c:pt idx="2444">
                  <c:v>3.7711399999999999</c:v>
                </c:pt>
                <c:pt idx="2445">
                  <c:v>3.7798099999999999</c:v>
                </c:pt>
                <c:pt idx="2446">
                  <c:v>3.7488199999999998</c:v>
                </c:pt>
                <c:pt idx="2447">
                  <c:v>3.7596799999999999</c:v>
                </c:pt>
                <c:pt idx="2448">
                  <c:v>3.7387199999999998</c:v>
                </c:pt>
                <c:pt idx="2449">
                  <c:v>3.7600500000000001</c:v>
                </c:pt>
                <c:pt idx="2450">
                  <c:v>3.7376499999999999</c:v>
                </c:pt>
                <c:pt idx="2451">
                  <c:v>3.7340200000000001</c:v>
                </c:pt>
                <c:pt idx="2452">
                  <c:v>3.7601800000000001</c:v>
                </c:pt>
                <c:pt idx="2453">
                  <c:v>3.7509999999999999</c:v>
                </c:pt>
                <c:pt idx="2454">
                  <c:v>3.7217699999999998</c:v>
                </c:pt>
                <c:pt idx="2455">
                  <c:v>3.71428</c:v>
                </c:pt>
                <c:pt idx="2456">
                  <c:v>3.7212000000000001</c:v>
                </c:pt>
                <c:pt idx="2457">
                  <c:v>3.70723</c:v>
                </c:pt>
                <c:pt idx="2458">
                  <c:v>3.6879499999999998</c:v>
                </c:pt>
                <c:pt idx="2459">
                  <c:v>3.69041</c:v>
                </c:pt>
                <c:pt idx="2460">
                  <c:v>3.6928000000000001</c:v>
                </c:pt>
                <c:pt idx="2461">
                  <c:v>3.6783700000000001</c:v>
                </c:pt>
                <c:pt idx="2462">
                  <c:v>3.6717</c:v>
                </c:pt>
                <c:pt idx="2463">
                  <c:v>3.68336</c:v>
                </c:pt>
                <c:pt idx="2464">
                  <c:v>3.6614200000000001</c:v>
                </c:pt>
                <c:pt idx="2465">
                  <c:v>3.6853199999999999</c:v>
                </c:pt>
                <c:pt idx="2466">
                  <c:v>3.6642700000000001</c:v>
                </c:pt>
                <c:pt idx="2467">
                  <c:v>3.6514500000000001</c:v>
                </c:pt>
                <c:pt idx="2468">
                  <c:v>3.6463299999999998</c:v>
                </c:pt>
                <c:pt idx="2469">
                  <c:v>3.6339399999999999</c:v>
                </c:pt>
                <c:pt idx="2470">
                  <c:v>3.6435599999999999</c:v>
                </c:pt>
                <c:pt idx="2471">
                  <c:v>3.64547</c:v>
                </c:pt>
                <c:pt idx="2472">
                  <c:v>3.6324700000000001</c:v>
                </c:pt>
                <c:pt idx="2473">
                  <c:v>3.6247199999999999</c:v>
                </c:pt>
                <c:pt idx="2474">
                  <c:v>3.6274899999999999</c:v>
                </c:pt>
                <c:pt idx="2475">
                  <c:v>3.61145</c:v>
                </c:pt>
                <c:pt idx="2476">
                  <c:v>3.61883</c:v>
                </c:pt>
                <c:pt idx="2477">
                  <c:v>3.60989</c:v>
                </c:pt>
                <c:pt idx="2478">
                  <c:v>3.6048800000000001</c:v>
                </c:pt>
                <c:pt idx="2479">
                  <c:v>3.5957699999999999</c:v>
                </c:pt>
                <c:pt idx="2480">
                  <c:v>3.5922900000000002</c:v>
                </c:pt>
                <c:pt idx="2481">
                  <c:v>3.5686800000000001</c:v>
                </c:pt>
                <c:pt idx="2482">
                  <c:v>3.5833499999999998</c:v>
                </c:pt>
                <c:pt idx="2483">
                  <c:v>3.55959</c:v>
                </c:pt>
                <c:pt idx="2484">
                  <c:v>3.5705100000000001</c:v>
                </c:pt>
                <c:pt idx="2485">
                  <c:v>3.55905</c:v>
                </c:pt>
                <c:pt idx="2486">
                  <c:v>3.5650599999999999</c:v>
                </c:pt>
                <c:pt idx="2487">
                  <c:v>3.5343300000000002</c:v>
                </c:pt>
                <c:pt idx="2488">
                  <c:v>3.55064</c:v>
                </c:pt>
                <c:pt idx="2489">
                  <c:v>3.5488400000000002</c:v>
                </c:pt>
                <c:pt idx="2490">
                  <c:v>3.5486399999999998</c:v>
                </c:pt>
                <c:pt idx="2491">
                  <c:v>3.5254099999999999</c:v>
                </c:pt>
                <c:pt idx="2492">
                  <c:v>3.53328</c:v>
                </c:pt>
                <c:pt idx="2493">
                  <c:v>3.53539</c:v>
                </c:pt>
                <c:pt idx="2494">
                  <c:v>3.5276100000000001</c:v>
                </c:pt>
                <c:pt idx="2495">
                  <c:v>3.5291299999999999</c:v>
                </c:pt>
                <c:pt idx="2496">
                  <c:v>3.50908</c:v>
                </c:pt>
                <c:pt idx="2497">
                  <c:v>3.5112899999999998</c:v>
                </c:pt>
                <c:pt idx="2498">
                  <c:v>3.51478</c:v>
                </c:pt>
                <c:pt idx="2499">
                  <c:v>3.5006200000000001</c:v>
                </c:pt>
                <c:pt idx="2500">
                  <c:v>3.49282</c:v>
                </c:pt>
                <c:pt idx="2501">
                  <c:v>3.4828000000000001</c:v>
                </c:pt>
                <c:pt idx="2502">
                  <c:v>3.5029400000000002</c:v>
                </c:pt>
                <c:pt idx="2503">
                  <c:v>3.4823599999999999</c:v>
                </c:pt>
                <c:pt idx="2504">
                  <c:v>3.48638</c:v>
                </c:pt>
                <c:pt idx="2505">
                  <c:v>3.4649200000000002</c:v>
                </c:pt>
                <c:pt idx="2506">
                  <c:v>3.4727399999999999</c:v>
                </c:pt>
                <c:pt idx="2507">
                  <c:v>3.46332</c:v>
                </c:pt>
                <c:pt idx="2508">
                  <c:v>3.4670999999999998</c:v>
                </c:pt>
                <c:pt idx="2509">
                  <c:v>3.4417499999999999</c:v>
                </c:pt>
                <c:pt idx="2510">
                  <c:v>3.44597</c:v>
                </c:pt>
                <c:pt idx="2511">
                  <c:v>3.4483999999999999</c:v>
                </c:pt>
                <c:pt idx="2512">
                  <c:v>3.4454899999999999</c:v>
                </c:pt>
                <c:pt idx="2513">
                  <c:v>3.44041</c:v>
                </c:pt>
                <c:pt idx="2514">
                  <c:v>3.4407199999999998</c:v>
                </c:pt>
                <c:pt idx="2515">
                  <c:v>3.4158599999999999</c:v>
                </c:pt>
                <c:pt idx="2516">
                  <c:v>3.42902</c:v>
                </c:pt>
                <c:pt idx="2517">
                  <c:v>3.4172099999999999</c:v>
                </c:pt>
                <c:pt idx="2518">
                  <c:v>3.4075299999999999</c:v>
                </c:pt>
                <c:pt idx="2519">
                  <c:v>3.4062299999999999</c:v>
                </c:pt>
                <c:pt idx="2520">
                  <c:v>3.4064999999999999</c:v>
                </c:pt>
                <c:pt idx="2521">
                  <c:v>3.3952399999999998</c:v>
                </c:pt>
                <c:pt idx="2522">
                  <c:v>3.4289100000000001</c:v>
                </c:pt>
                <c:pt idx="2523">
                  <c:v>3.3968600000000002</c:v>
                </c:pt>
                <c:pt idx="2524">
                  <c:v>3.3970400000000001</c:v>
                </c:pt>
                <c:pt idx="2525">
                  <c:v>3.39323</c:v>
                </c:pt>
                <c:pt idx="2526">
                  <c:v>3.3661300000000001</c:v>
                </c:pt>
                <c:pt idx="2527">
                  <c:v>3.3706900000000002</c:v>
                </c:pt>
                <c:pt idx="2528">
                  <c:v>3.3611499999999999</c:v>
                </c:pt>
                <c:pt idx="2529">
                  <c:v>3.3611499999999999</c:v>
                </c:pt>
                <c:pt idx="2530">
                  <c:v>3.36056</c:v>
                </c:pt>
                <c:pt idx="2531">
                  <c:v>3.3529100000000001</c:v>
                </c:pt>
                <c:pt idx="2532">
                  <c:v>3.3743300000000001</c:v>
                </c:pt>
                <c:pt idx="2533">
                  <c:v>3.3401299999999998</c:v>
                </c:pt>
                <c:pt idx="2534">
                  <c:v>3.3374700000000002</c:v>
                </c:pt>
                <c:pt idx="2535">
                  <c:v>3.3410899999999999</c:v>
                </c:pt>
                <c:pt idx="2536">
                  <c:v>3.3249300000000002</c:v>
                </c:pt>
                <c:pt idx="2537">
                  <c:v>3.3222700000000001</c:v>
                </c:pt>
                <c:pt idx="2538">
                  <c:v>3.31168</c:v>
                </c:pt>
                <c:pt idx="2539">
                  <c:v>3.3214100000000002</c:v>
                </c:pt>
                <c:pt idx="2540">
                  <c:v>3.3180499999999999</c:v>
                </c:pt>
                <c:pt idx="2541">
                  <c:v>3.3158300000000001</c:v>
                </c:pt>
                <c:pt idx="2542">
                  <c:v>3.3053400000000002</c:v>
                </c:pt>
                <c:pt idx="2543">
                  <c:v>3.29128</c:v>
                </c:pt>
                <c:pt idx="2544">
                  <c:v>3.2936200000000002</c:v>
                </c:pt>
                <c:pt idx="2545">
                  <c:v>3.2995100000000002</c:v>
                </c:pt>
                <c:pt idx="2546">
                  <c:v>3.2766700000000002</c:v>
                </c:pt>
                <c:pt idx="2547">
                  <c:v>3.30098</c:v>
                </c:pt>
                <c:pt idx="2548">
                  <c:v>3.2937599999999998</c:v>
                </c:pt>
                <c:pt idx="2549">
                  <c:v>3.2877800000000001</c:v>
                </c:pt>
                <c:pt idx="2550">
                  <c:v>3.2723800000000001</c:v>
                </c:pt>
                <c:pt idx="2551">
                  <c:v>3.2558500000000001</c:v>
                </c:pt>
                <c:pt idx="2552">
                  <c:v>3.2495799999999999</c:v>
                </c:pt>
                <c:pt idx="2553">
                  <c:v>3.2559900000000002</c:v>
                </c:pt>
                <c:pt idx="2554">
                  <c:v>3.26396</c:v>
                </c:pt>
                <c:pt idx="2555">
                  <c:v>3.2653500000000002</c:v>
                </c:pt>
                <c:pt idx="2556">
                  <c:v>3.25597</c:v>
                </c:pt>
                <c:pt idx="2557">
                  <c:v>3.2422499999999999</c:v>
                </c:pt>
                <c:pt idx="2558">
                  <c:v>3.23848</c:v>
                </c:pt>
                <c:pt idx="2559">
                  <c:v>3.2400699999999998</c:v>
                </c:pt>
                <c:pt idx="2560">
                  <c:v>3.24078</c:v>
                </c:pt>
                <c:pt idx="2561">
                  <c:v>3.2254800000000001</c:v>
                </c:pt>
                <c:pt idx="2562">
                  <c:v>3.2293400000000001</c:v>
                </c:pt>
                <c:pt idx="2563">
                  <c:v>3.2166700000000001</c:v>
                </c:pt>
                <c:pt idx="2564">
                  <c:v>3.2345700000000002</c:v>
                </c:pt>
                <c:pt idx="2565">
                  <c:v>3.22641</c:v>
                </c:pt>
                <c:pt idx="2566">
                  <c:v>3.2021999999999999</c:v>
                </c:pt>
                <c:pt idx="2567">
                  <c:v>3.1930999999999998</c:v>
                </c:pt>
                <c:pt idx="2568">
                  <c:v>3.2006899999999998</c:v>
                </c:pt>
                <c:pt idx="2569">
                  <c:v>3.18215</c:v>
                </c:pt>
                <c:pt idx="2570">
                  <c:v>3.1802199999999998</c:v>
                </c:pt>
                <c:pt idx="2571">
                  <c:v>3.18316</c:v>
                </c:pt>
                <c:pt idx="2572">
                  <c:v>3.1729099999999999</c:v>
                </c:pt>
                <c:pt idx="2573">
                  <c:v>3.18641</c:v>
                </c:pt>
                <c:pt idx="2574">
                  <c:v>3.1703399999999999</c:v>
                </c:pt>
                <c:pt idx="2575">
                  <c:v>3.1732</c:v>
                </c:pt>
                <c:pt idx="2576">
                  <c:v>3.16072</c:v>
                </c:pt>
                <c:pt idx="2577">
                  <c:v>3.1886800000000002</c:v>
                </c:pt>
                <c:pt idx="2578">
                  <c:v>3.1810499999999999</c:v>
                </c:pt>
                <c:pt idx="2579">
                  <c:v>3.1551</c:v>
                </c:pt>
                <c:pt idx="2580">
                  <c:v>3.15795</c:v>
                </c:pt>
                <c:pt idx="2581">
                  <c:v>3.1393800000000001</c:v>
                </c:pt>
                <c:pt idx="2582">
                  <c:v>3.1659600000000001</c:v>
                </c:pt>
                <c:pt idx="2583">
                  <c:v>3.1371600000000002</c:v>
                </c:pt>
                <c:pt idx="2584">
                  <c:v>3.1421999999999999</c:v>
                </c:pt>
                <c:pt idx="2585">
                  <c:v>3.13517</c:v>
                </c:pt>
                <c:pt idx="2586">
                  <c:v>3.1383299999999998</c:v>
                </c:pt>
                <c:pt idx="2587">
                  <c:v>3.1360800000000002</c:v>
                </c:pt>
                <c:pt idx="2588">
                  <c:v>3.1179600000000001</c:v>
                </c:pt>
                <c:pt idx="2589">
                  <c:v>3.1410499999999999</c:v>
                </c:pt>
                <c:pt idx="2590">
                  <c:v>3.1062400000000001</c:v>
                </c:pt>
                <c:pt idx="2591">
                  <c:v>3.1053799999999998</c:v>
                </c:pt>
                <c:pt idx="2592">
                  <c:v>3.1225299999999998</c:v>
                </c:pt>
                <c:pt idx="2593">
                  <c:v>3.10684</c:v>
                </c:pt>
                <c:pt idx="2594">
                  <c:v>3.0929700000000002</c:v>
                </c:pt>
                <c:pt idx="2595">
                  <c:v>3.09307</c:v>
                </c:pt>
                <c:pt idx="2596">
                  <c:v>3.0814499999999998</c:v>
                </c:pt>
                <c:pt idx="2597">
                  <c:v>3.0906699999999998</c:v>
                </c:pt>
                <c:pt idx="2598">
                  <c:v>3.0784899999999999</c:v>
                </c:pt>
                <c:pt idx="2599">
                  <c:v>3.0847600000000002</c:v>
                </c:pt>
                <c:pt idx="2600">
                  <c:v>3.0722700000000001</c:v>
                </c:pt>
                <c:pt idx="2601">
                  <c:v>3.0775199999999998</c:v>
                </c:pt>
                <c:pt idx="2602">
                  <c:v>3.0794999999999999</c:v>
                </c:pt>
                <c:pt idx="2603">
                  <c:v>3.07389</c:v>
                </c:pt>
                <c:pt idx="2604">
                  <c:v>3.0490499999999998</c:v>
                </c:pt>
                <c:pt idx="2605">
                  <c:v>3.0421999999999998</c:v>
                </c:pt>
                <c:pt idx="2606">
                  <c:v>3.0583300000000002</c:v>
                </c:pt>
                <c:pt idx="2607">
                  <c:v>3.04514</c:v>
                </c:pt>
                <c:pt idx="2608">
                  <c:v>3.0463</c:v>
                </c:pt>
                <c:pt idx="2609">
                  <c:v>3.0328300000000001</c:v>
                </c:pt>
                <c:pt idx="2610">
                  <c:v>3.0350000000000001</c:v>
                </c:pt>
                <c:pt idx="2611">
                  <c:v>3.0480700000000001</c:v>
                </c:pt>
                <c:pt idx="2612">
                  <c:v>3.0218099999999999</c:v>
                </c:pt>
                <c:pt idx="2613">
                  <c:v>3.0412599999999999</c:v>
                </c:pt>
                <c:pt idx="2614">
                  <c:v>3.0346500000000001</c:v>
                </c:pt>
                <c:pt idx="2615">
                  <c:v>3.0404599999999999</c:v>
                </c:pt>
                <c:pt idx="2616">
                  <c:v>3.02624</c:v>
                </c:pt>
                <c:pt idx="2617">
                  <c:v>3.0058500000000001</c:v>
                </c:pt>
                <c:pt idx="2618">
                  <c:v>3.01749</c:v>
                </c:pt>
                <c:pt idx="2619">
                  <c:v>2.9941</c:v>
                </c:pt>
                <c:pt idx="2620">
                  <c:v>3.0022500000000001</c:v>
                </c:pt>
                <c:pt idx="2621">
                  <c:v>2.9965000000000002</c:v>
                </c:pt>
                <c:pt idx="2622">
                  <c:v>2.9920599999999999</c:v>
                </c:pt>
                <c:pt idx="2623">
                  <c:v>2.9988700000000001</c:v>
                </c:pt>
                <c:pt idx="2624">
                  <c:v>2.9844599999999999</c:v>
                </c:pt>
                <c:pt idx="2625">
                  <c:v>2.9761799999999998</c:v>
                </c:pt>
                <c:pt idx="2626">
                  <c:v>2.99526</c:v>
                </c:pt>
                <c:pt idx="2627">
                  <c:v>2.95764</c:v>
                </c:pt>
                <c:pt idx="2628">
                  <c:v>2.9811700000000001</c:v>
                </c:pt>
                <c:pt idx="2629">
                  <c:v>2.9723199999999999</c:v>
                </c:pt>
                <c:pt idx="2630">
                  <c:v>2.9576500000000001</c:v>
                </c:pt>
                <c:pt idx="2631">
                  <c:v>2.9666399999999999</c:v>
                </c:pt>
                <c:pt idx="2632">
                  <c:v>2.9533299999999998</c:v>
                </c:pt>
                <c:pt idx="2633">
                  <c:v>2.9767800000000002</c:v>
                </c:pt>
                <c:pt idx="2634">
                  <c:v>2.9606599999999998</c:v>
                </c:pt>
                <c:pt idx="2635">
                  <c:v>2.9360300000000001</c:v>
                </c:pt>
                <c:pt idx="2636">
                  <c:v>2.9666600000000001</c:v>
                </c:pt>
                <c:pt idx="2637">
                  <c:v>2.9439099999999998</c:v>
                </c:pt>
                <c:pt idx="2638">
                  <c:v>2.9530699999999999</c:v>
                </c:pt>
                <c:pt idx="2639">
                  <c:v>2.9355699999999998</c:v>
                </c:pt>
                <c:pt idx="2640">
                  <c:v>2.9315600000000002</c:v>
                </c:pt>
                <c:pt idx="2641">
                  <c:v>2.9409399999999999</c:v>
                </c:pt>
                <c:pt idx="2642">
                  <c:v>2.9212099999999999</c:v>
                </c:pt>
                <c:pt idx="2643">
                  <c:v>2.9240699999999999</c:v>
                </c:pt>
                <c:pt idx="2644">
                  <c:v>2.9258999999999999</c:v>
                </c:pt>
                <c:pt idx="2645">
                  <c:v>2.9230399999999999</c:v>
                </c:pt>
                <c:pt idx="2646">
                  <c:v>2.9188700000000001</c:v>
                </c:pt>
                <c:pt idx="2647">
                  <c:v>2.9220799999999998</c:v>
                </c:pt>
                <c:pt idx="2648">
                  <c:v>2.9003999999999999</c:v>
                </c:pt>
                <c:pt idx="2649">
                  <c:v>2.9117000000000002</c:v>
                </c:pt>
                <c:pt idx="2650">
                  <c:v>2.90584</c:v>
                </c:pt>
                <c:pt idx="2651">
                  <c:v>2.8993600000000002</c:v>
                </c:pt>
                <c:pt idx="2652">
                  <c:v>2.8851</c:v>
                </c:pt>
                <c:pt idx="2653">
                  <c:v>2.8994599999999999</c:v>
                </c:pt>
                <c:pt idx="2654">
                  <c:v>2.8962699999999999</c:v>
                </c:pt>
                <c:pt idx="2655">
                  <c:v>2.8807800000000001</c:v>
                </c:pt>
                <c:pt idx="2656">
                  <c:v>2.8982800000000002</c:v>
                </c:pt>
                <c:pt idx="2657">
                  <c:v>2.8881899999999998</c:v>
                </c:pt>
                <c:pt idx="2658">
                  <c:v>2.8704900000000002</c:v>
                </c:pt>
                <c:pt idx="2659">
                  <c:v>2.8795999999999999</c:v>
                </c:pt>
                <c:pt idx="2660">
                  <c:v>2.8632300000000002</c:v>
                </c:pt>
                <c:pt idx="2661">
                  <c:v>2.8739400000000002</c:v>
                </c:pt>
                <c:pt idx="2662">
                  <c:v>2.8659599999999998</c:v>
                </c:pt>
                <c:pt idx="2663">
                  <c:v>2.87113</c:v>
                </c:pt>
                <c:pt idx="2664">
                  <c:v>2.8489900000000001</c:v>
                </c:pt>
                <c:pt idx="2665">
                  <c:v>2.8411900000000001</c:v>
                </c:pt>
                <c:pt idx="2666">
                  <c:v>2.8546399999999998</c:v>
                </c:pt>
                <c:pt idx="2667">
                  <c:v>2.8574000000000002</c:v>
                </c:pt>
                <c:pt idx="2668">
                  <c:v>2.8505400000000001</c:v>
                </c:pt>
                <c:pt idx="2669">
                  <c:v>2.8349799999999998</c:v>
                </c:pt>
                <c:pt idx="2670">
                  <c:v>2.8406400000000001</c:v>
                </c:pt>
                <c:pt idx="2671">
                  <c:v>2.8346200000000001</c:v>
                </c:pt>
                <c:pt idx="2672">
                  <c:v>2.84118</c:v>
                </c:pt>
                <c:pt idx="2673">
                  <c:v>2.8528099999999998</c:v>
                </c:pt>
                <c:pt idx="2674">
                  <c:v>2.83432</c:v>
                </c:pt>
                <c:pt idx="2675">
                  <c:v>2.8303799999999999</c:v>
                </c:pt>
                <c:pt idx="2676">
                  <c:v>2.8320099999999999</c:v>
                </c:pt>
                <c:pt idx="2677">
                  <c:v>2.81847</c:v>
                </c:pt>
                <c:pt idx="2678">
                  <c:v>2.8129499999999998</c:v>
                </c:pt>
                <c:pt idx="2679">
                  <c:v>2.8114699999999999</c:v>
                </c:pt>
                <c:pt idx="2680">
                  <c:v>2.8047399999999998</c:v>
                </c:pt>
                <c:pt idx="2681">
                  <c:v>2.81006</c:v>
                </c:pt>
                <c:pt idx="2682">
                  <c:v>2.8088600000000001</c:v>
                </c:pt>
                <c:pt idx="2683">
                  <c:v>2.7923399999999998</c:v>
                </c:pt>
                <c:pt idx="2684">
                  <c:v>2.8136100000000002</c:v>
                </c:pt>
                <c:pt idx="2685">
                  <c:v>2.79284</c:v>
                </c:pt>
                <c:pt idx="2686">
                  <c:v>2.78606</c:v>
                </c:pt>
                <c:pt idx="2687">
                  <c:v>2.8239399999999999</c:v>
                </c:pt>
                <c:pt idx="2688">
                  <c:v>2.7899799999999999</c:v>
                </c:pt>
                <c:pt idx="2689">
                  <c:v>2.7754799999999999</c:v>
                </c:pt>
                <c:pt idx="2690">
                  <c:v>2.7786499999999998</c:v>
                </c:pt>
                <c:pt idx="2691">
                  <c:v>2.7699600000000002</c:v>
                </c:pt>
                <c:pt idx="2692">
                  <c:v>2.7633100000000002</c:v>
                </c:pt>
                <c:pt idx="2693">
                  <c:v>2.7563499999999999</c:v>
                </c:pt>
                <c:pt idx="2694">
                  <c:v>2.7848199999999999</c:v>
                </c:pt>
                <c:pt idx="2695">
                  <c:v>2.7647200000000001</c:v>
                </c:pt>
                <c:pt idx="2696">
                  <c:v>2.7772100000000002</c:v>
                </c:pt>
                <c:pt idx="2697">
                  <c:v>2.7578399999999998</c:v>
                </c:pt>
                <c:pt idx="2698">
                  <c:v>2.7588599999999999</c:v>
                </c:pt>
                <c:pt idx="2699">
                  <c:v>2.75773</c:v>
                </c:pt>
                <c:pt idx="2700">
                  <c:v>2.7644099999999998</c:v>
                </c:pt>
                <c:pt idx="2701">
                  <c:v>2.74607</c:v>
                </c:pt>
                <c:pt idx="2702">
                  <c:v>2.7392500000000002</c:v>
                </c:pt>
                <c:pt idx="2703">
                  <c:v>2.7336200000000002</c:v>
                </c:pt>
                <c:pt idx="2704">
                  <c:v>2.7337500000000001</c:v>
                </c:pt>
                <c:pt idx="2705">
                  <c:v>2.7309299999999999</c:v>
                </c:pt>
                <c:pt idx="2706">
                  <c:v>2.7326800000000002</c:v>
                </c:pt>
                <c:pt idx="2707">
                  <c:v>2.7300900000000001</c:v>
                </c:pt>
                <c:pt idx="2708">
                  <c:v>2.7288199999999998</c:v>
                </c:pt>
                <c:pt idx="2709">
                  <c:v>2.7269899999999998</c:v>
                </c:pt>
                <c:pt idx="2710">
                  <c:v>2.7257799999999999</c:v>
                </c:pt>
                <c:pt idx="2711">
                  <c:v>2.7128100000000002</c:v>
                </c:pt>
                <c:pt idx="2712">
                  <c:v>2.72525</c:v>
                </c:pt>
                <c:pt idx="2713">
                  <c:v>2.7207599999999998</c:v>
                </c:pt>
                <c:pt idx="2714">
                  <c:v>2.7172900000000002</c:v>
                </c:pt>
                <c:pt idx="2715">
                  <c:v>2.7027100000000002</c:v>
                </c:pt>
                <c:pt idx="2716">
                  <c:v>2.6994699999999998</c:v>
                </c:pt>
                <c:pt idx="2717">
                  <c:v>2.7058900000000001</c:v>
                </c:pt>
                <c:pt idx="2718">
                  <c:v>2.6963699999999999</c:v>
                </c:pt>
                <c:pt idx="2719">
                  <c:v>2.6970700000000001</c:v>
                </c:pt>
                <c:pt idx="2720">
                  <c:v>2.6851400000000001</c:v>
                </c:pt>
                <c:pt idx="2721">
                  <c:v>2.6948400000000001</c:v>
                </c:pt>
                <c:pt idx="2722">
                  <c:v>2.6811699999999998</c:v>
                </c:pt>
                <c:pt idx="2723">
                  <c:v>2.6855600000000002</c:v>
                </c:pt>
                <c:pt idx="2724">
                  <c:v>2.6835200000000001</c:v>
                </c:pt>
                <c:pt idx="2725">
                  <c:v>2.6703700000000001</c:v>
                </c:pt>
                <c:pt idx="2726">
                  <c:v>2.7000099999999998</c:v>
                </c:pt>
                <c:pt idx="2727">
                  <c:v>2.6760000000000002</c:v>
                </c:pt>
                <c:pt idx="2728">
                  <c:v>2.68032</c:v>
                </c:pt>
                <c:pt idx="2729">
                  <c:v>2.6779099999999998</c:v>
                </c:pt>
                <c:pt idx="2730">
                  <c:v>2.6665899999999998</c:v>
                </c:pt>
                <c:pt idx="2731">
                  <c:v>2.67699</c:v>
                </c:pt>
                <c:pt idx="2732">
                  <c:v>2.6827000000000001</c:v>
                </c:pt>
                <c:pt idx="2733">
                  <c:v>2.6521499999999998</c:v>
                </c:pt>
                <c:pt idx="2734">
                  <c:v>2.6549900000000002</c:v>
                </c:pt>
                <c:pt idx="2735">
                  <c:v>2.64499</c:v>
                </c:pt>
                <c:pt idx="2736">
                  <c:v>2.6384099999999999</c:v>
                </c:pt>
                <c:pt idx="2737">
                  <c:v>2.65056</c:v>
                </c:pt>
                <c:pt idx="2738">
                  <c:v>2.6447400000000001</c:v>
                </c:pt>
                <c:pt idx="2739">
                  <c:v>2.6547399999999999</c:v>
                </c:pt>
                <c:pt idx="2740">
                  <c:v>2.63408</c:v>
                </c:pt>
                <c:pt idx="2741">
                  <c:v>2.64866</c:v>
                </c:pt>
                <c:pt idx="2742">
                  <c:v>2.6394099999999998</c:v>
                </c:pt>
                <c:pt idx="2743">
                  <c:v>2.6473</c:v>
                </c:pt>
                <c:pt idx="2744">
                  <c:v>2.6342300000000001</c:v>
                </c:pt>
                <c:pt idx="2745">
                  <c:v>2.63564</c:v>
                </c:pt>
                <c:pt idx="2746">
                  <c:v>2.6225100000000001</c:v>
                </c:pt>
                <c:pt idx="2747">
                  <c:v>2.6304599999999998</c:v>
                </c:pt>
                <c:pt idx="2748">
                  <c:v>2.63388</c:v>
                </c:pt>
                <c:pt idx="2749">
                  <c:v>2.6092599999999999</c:v>
                </c:pt>
                <c:pt idx="2750">
                  <c:v>2.6142300000000001</c:v>
                </c:pt>
                <c:pt idx="2751">
                  <c:v>2.6293799999999998</c:v>
                </c:pt>
                <c:pt idx="2752">
                  <c:v>2.6323799999999999</c:v>
                </c:pt>
                <c:pt idx="2753">
                  <c:v>2.6145100000000001</c:v>
                </c:pt>
                <c:pt idx="2754">
                  <c:v>2.62493</c:v>
                </c:pt>
                <c:pt idx="2755">
                  <c:v>2.6128800000000001</c:v>
                </c:pt>
                <c:pt idx="2756">
                  <c:v>2.5897600000000001</c:v>
                </c:pt>
                <c:pt idx="2757">
                  <c:v>2.5916100000000002</c:v>
                </c:pt>
                <c:pt idx="2758">
                  <c:v>2.5761400000000001</c:v>
                </c:pt>
                <c:pt idx="2759">
                  <c:v>2.6007099999999999</c:v>
                </c:pt>
                <c:pt idx="2760">
                  <c:v>2.5992099999999998</c:v>
                </c:pt>
                <c:pt idx="2761">
                  <c:v>2.5942099999999999</c:v>
                </c:pt>
                <c:pt idx="2762">
                  <c:v>2.5891500000000001</c:v>
                </c:pt>
                <c:pt idx="2763">
                  <c:v>2.5813299999999999</c:v>
                </c:pt>
                <c:pt idx="2764">
                  <c:v>2.585</c:v>
                </c:pt>
                <c:pt idx="2765">
                  <c:v>2.57531</c:v>
                </c:pt>
                <c:pt idx="2766">
                  <c:v>2.5797699999999999</c:v>
                </c:pt>
                <c:pt idx="2767">
                  <c:v>2.5868199999999999</c:v>
                </c:pt>
                <c:pt idx="2768">
                  <c:v>2.5655100000000002</c:v>
                </c:pt>
                <c:pt idx="2769">
                  <c:v>2.5801699999999999</c:v>
                </c:pt>
                <c:pt idx="2770">
                  <c:v>2.57904</c:v>
                </c:pt>
                <c:pt idx="2771">
                  <c:v>2.5685099999999998</c:v>
                </c:pt>
                <c:pt idx="2772">
                  <c:v>2.5761099999999999</c:v>
                </c:pt>
                <c:pt idx="2773">
                  <c:v>2.5478499999999999</c:v>
                </c:pt>
                <c:pt idx="2774">
                  <c:v>2.54548</c:v>
                </c:pt>
                <c:pt idx="2775">
                  <c:v>2.5538599999999998</c:v>
                </c:pt>
                <c:pt idx="2776">
                  <c:v>2.5576400000000001</c:v>
                </c:pt>
                <c:pt idx="2777">
                  <c:v>2.5501399999999999</c:v>
                </c:pt>
                <c:pt idx="2778">
                  <c:v>2.55504</c:v>
                </c:pt>
                <c:pt idx="2779">
                  <c:v>2.5442499999999999</c:v>
                </c:pt>
                <c:pt idx="2780">
                  <c:v>2.5387</c:v>
                </c:pt>
                <c:pt idx="2781">
                  <c:v>2.5346000000000002</c:v>
                </c:pt>
                <c:pt idx="2782">
                  <c:v>2.51918</c:v>
                </c:pt>
                <c:pt idx="2783">
                  <c:v>2.5362</c:v>
                </c:pt>
                <c:pt idx="2784">
                  <c:v>2.5262899999999999</c:v>
                </c:pt>
                <c:pt idx="2785">
                  <c:v>2.5478900000000002</c:v>
                </c:pt>
                <c:pt idx="2786">
                  <c:v>2.5213199999999998</c:v>
                </c:pt>
                <c:pt idx="2787">
                  <c:v>2.5236499999999999</c:v>
                </c:pt>
                <c:pt idx="2788">
                  <c:v>2.5173000000000001</c:v>
                </c:pt>
                <c:pt idx="2789">
                  <c:v>2.52373</c:v>
                </c:pt>
                <c:pt idx="2790">
                  <c:v>2.4991699999999999</c:v>
                </c:pt>
                <c:pt idx="2791">
                  <c:v>2.4971800000000002</c:v>
                </c:pt>
                <c:pt idx="2792">
                  <c:v>2.51851</c:v>
                </c:pt>
                <c:pt idx="2793">
                  <c:v>2.5225499999999998</c:v>
                </c:pt>
                <c:pt idx="2794">
                  <c:v>2.5243600000000002</c:v>
                </c:pt>
                <c:pt idx="2795">
                  <c:v>2.49729</c:v>
                </c:pt>
                <c:pt idx="2796">
                  <c:v>2.5111300000000001</c:v>
                </c:pt>
                <c:pt idx="2797">
                  <c:v>2.4979800000000001</c:v>
                </c:pt>
                <c:pt idx="2798">
                  <c:v>2.4880200000000001</c:v>
                </c:pt>
                <c:pt idx="2799">
                  <c:v>2.5064099999999998</c:v>
                </c:pt>
                <c:pt idx="2800">
                  <c:v>2.4899200000000001</c:v>
                </c:pt>
                <c:pt idx="2801">
                  <c:v>2.50027</c:v>
                </c:pt>
                <c:pt idx="2802">
                  <c:v>2.4762400000000002</c:v>
                </c:pt>
                <c:pt idx="2803">
                  <c:v>2.4819</c:v>
                </c:pt>
                <c:pt idx="2804">
                  <c:v>2.4830100000000002</c:v>
                </c:pt>
                <c:pt idx="2805">
                  <c:v>2.4729000000000001</c:v>
                </c:pt>
                <c:pt idx="2806">
                  <c:v>2.4651200000000002</c:v>
                </c:pt>
                <c:pt idx="2807">
                  <c:v>2.47085</c:v>
                </c:pt>
                <c:pt idx="2808">
                  <c:v>2.4650599999999998</c:v>
                </c:pt>
                <c:pt idx="2809">
                  <c:v>2.4685999999999999</c:v>
                </c:pt>
                <c:pt idx="2810">
                  <c:v>2.4731100000000001</c:v>
                </c:pt>
                <c:pt idx="2811">
                  <c:v>2.4509300000000001</c:v>
                </c:pt>
                <c:pt idx="2812">
                  <c:v>2.4532699999999998</c:v>
                </c:pt>
                <c:pt idx="2813">
                  <c:v>2.4680300000000002</c:v>
                </c:pt>
                <c:pt idx="2814">
                  <c:v>2.4443600000000001</c:v>
                </c:pt>
                <c:pt idx="2815">
                  <c:v>2.4554</c:v>
                </c:pt>
                <c:pt idx="2816">
                  <c:v>2.4568500000000002</c:v>
                </c:pt>
                <c:pt idx="2817">
                  <c:v>2.4643799999999998</c:v>
                </c:pt>
                <c:pt idx="2818">
                  <c:v>2.4589500000000002</c:v>
                </c:pt>
                <c:pt idx="2819">
                  <c:v>2.4557000000000002</c:v>
                </c:pt>
                <c:pt idx="2820">
                  <c:v>2.4487999999999999</c:v>
                </c:pt>
                <c:pt idx="2821">
                  <c:v>2.4479600000000001</c:v>
                </c:pt>
                <c:pt idx="2822">
                  <c:v>2.4341400000000002</c:v>
                </c:pt>
                <c:pt idx="2823">
                  <c:v>2.45377</c:v>
                </c:pt>
                <c:pt idx="2824">
                  <c:v>2.4397099999999998</c:v>
                </c:pt>
                <c:pt idx="2825">
                  <c:v>2.4455200000000001</c:v>
                </c:pt>
                <c:pt idx="2826">
                  <c:v>2.4369700000000001</c:v>
                </c:pt>
                <c:pt idx="2827">
                  <c:v>2.4311699999999998</c:v>
                </c:pt>
                <c:pt idx="2828">
                  <c:v>2.4264700000000001</c:v>
                </c:pt>
                <c:pt idx="2829">
                  <c:v>2.4214099999999998</c:v>
                </c:pt>
                <c:pt idx="2830">
                  <c:v>2.4201999999999999</c:v>
                </c:pt>
                <c:pt idx="2831">
                  <c:v>2.4114900000000001</c:v>
                </c:pt>
                <c:pt idx="2832">
                  <c:v>2.4126300000000001</c:v>
                </c:pt>
                <c:pt idx="2833">
                  <c:v>2.4380199999999999</c:v>
                </c:pt>
                <c:pt idx="2834">
                  <c:v>2.4003700000000001</c:v>
                </c:pt>
                <c:pt idx="2835">
                  <c:v>2.4180600000000001</c:v>
                </c:pt>
                <c:pt idx="2836">
                  <c:v>2.4076300000000002</c:v>
                </c:pt>
                <c:pt idx="2837">
                  <c:v>2.39934</c:v>
                </c:pt>
                <c:pt idx="2838">
                  <c:v>2.40482</c:v>
                </c:pt>
                <c:pt idx="2839">
                  <c:v>2.39012</c:v>
                </c:pt>
                <c:pt idx="2840">
                  <c:v>2.4095300000000002</c:v>
                </c:pt>
                <c:pt idx="2841">
                  <c:v>2.4139200000000001</c:v>
                </c:pt>
                <c:pt idx="2842">
                  <c:v>2.39635</c:v>
                </c:pt>
                <c:pt idx="2843">
                  <c:v>2.3950300000000002</c:v>
                </c:pt>
                <c:pt idx="2844">
                  <c:v>2.3791899999999999</c:v>
                </c:pt>
                <c:pt idx="2845">
                  <c:v>2.3803999999999998</c:v>
                </c:pt>
                <c:pt idx="2846">
                  <c:v>2.3942700000000001</c:v>
                </c:pt>
                <c:pt idx="2847">
                  <c:v>2.3700299999999999</c:v>
                </c:pt>
                <c:pt idx="2848">
                  <c:v>2.3812000000000002</c:v>
                </c:pt>
                <c:pt idx="2849">
                  <c:v>2.3766699999999998</c:v>
                </c:pt>
                <c:pt idx="2850">
                  <c:v>2.37914</c:v>
                </c:pt>
                <c:pt idx="2851">
                  <c:v>2.3744100000000001</c:v>
                </c:pt>
                <c:pt idx="2852">
                  <c:v>2.3685900000000002</c:v>
                </c:pt>
                <c:pt idx="2853">
                  <c:v>2.3794400000000002</c:v>
                </c:pt>
                <c:pt idx="2854">
                  <c:v>2.3726799999999999</c:v>
                </c:pt>
                <c:pt idx="2855">
                  <c:v>2.3694899999999999</c:v>
                </c:pt>
                <c:pt idx="2856">
                  <c:v>2.3780000000000001</c:v>
                </c:pt>
                <c:pt idx="2857">
                  <c:v>2.3713199999999999</c:v>
                </c:pt>
                <c:pt idx="2858">
                  <c:v>2.3440699999999999</c:v>
                </c:pt>
                <c:pt idx="2859">
                  <c:v>2.3621300000000001</c:v>
                </c:pt>
                <c:pt idx="2860">
                  <c:v>2.35833</c:v>
                </c:pt>
                <c:pt idx="2861">
                  <c:v>2.3508900000000001</c:v>
                </c:pt>
                <c:pt idx="2862">
                  <c:v>2.35825</c:v>
                </c:pt>
                <c:pt idx="2863">
                  <c:v>2.3487200000000001</c:v>
                </c:pt>
                <c:pt idx="2864">
                  <c:v>2.3465099999999999</c:v>
                </c:pt>
                <c:pt idx="2865">
                  <c:v>2.3441999999999998</c:v>
                </c:pt>
                <c:pt idx="2866">
                  <c:v>2.3513299999999999</c:v>
                </c:pt>
                <c:pt idx="2867">
                  <c:v>2.3455499999999998</c:v>
                </c:pt>
                <c:pt idx="2868">
                  <c:v>2.35242</c:v>
                </c:pt>
                <c:pt idx="2869">
                  <c:v>2.3329499999999999</c:v>
                </c:pt>
                <c:pt idx="2870">
                  <c:v>2.3618199999999998</c:v>
                </c:pt>
                <c:pt idx="2871">
                  <c:v>2.3283</c:v>
                </c:pt>
                <c:pt idx="2872">
                  <c:v>2.3368500000000001</c:v>
                </c:pt>
                <c:pt idx="2873">
                  <c:v>2.3210199999999999</c:v>
                </c:pt>
                <c:pt idx="2874">
                  <c:v>2.33182</c:v>
                </c:pt>
                <c:pt idx="2875">
                  <c:v>2.3143099999999999</c:v>
                </c:pt>
                <c:pt idx="2876">
                  <c:v>2.3340100000000001</c:v>
                </c:pt>
                <c:pt idx="2877">
                  <c:v>2.31962</c:v>
                </c:pt>
                <c:pt idx="2878">
                  <c:v>2.3231600000000001</c:v>
                </c:pt>
                <c:pt idx="2879">
                  <c:v>2.3277199999999998</c:v>
                </c:pt>
                <c:pt idx="2880">
                  <c:v>2.3159000000000001</c:v>
                </c:pt>
                <c:pt idx="2881">
                  <c:v>2.3111000000000002</c:v>
                </c:pt>
                <c:pt idx="2882">
                  <c:v>2.31094</c:v>
                </c:pt>
                <c:pt idx="2883">
                  <c:v>2.3136199999999998</c:v>
                </c:pt>
                <c:pt idx="2884">
                  <c:v>2.3288700000000002</c:v>
                </c:pt>
                <c:pt idx="2885">
                  <c:v>2.3129599999999999</c:v>
                </c:pt>
                <c:pt idx="2886">
                  <c:v>2.30654</c:v>
                </c:pt>
                <c:pt idx="2887">
                  <c:v>2.3049900000000001</c:v>
                </c:pt>
                <c:pt idx="2888">
                  <c:v>2.28986</c:v>
                </c:pt>
                <c:pt idx="2889">
                  <c:v>2.3079100000000001</c:v>
                </c:pt>
                <c:pt idx="2890">
                  <c:v>2.2957900000000002</c:v>
                </c:pt>
                <c:pt idx="2891">
                  <c:v>2.3142900000000002</c:v>
                </c:pt>
                <c:pt idx="2892">
                  <c:v>2.29284</c:v>
                </c:pt>
                <c:pt idx="2893">
                  <c:v>2.2888899999999999</c:v>
                </c:pt>
                <c:pt idx="2894">
                  <c:v>2.2835100000000002</c:v>
                </c:pt>
                <c:pt idx="2895">
                  <c:v>2.2808099999999998</c:v>
                </c:pt>
                <c:pt idx="2896">
                  <c:v>2.2812700000000001</c:v>
                </c:pt>
                <c:pt idx="2897">
                  <c:v>2.30321</c:v>
                </c:pt>
                <c:pt idx="2898">
                  <c:v>2.2855799999999999</c:v>
                </c:pt>
                <c:pt idx="2899">
                  <c:v>2.27684</c:v>
                </c:pt>
                <c:pt idx="2900">
                  <c:v>2.2878099999999999</c:v>
                </c:pt>
                <c:pt idx="2901">
                  <c:v>2.27494</c:v>
                </c:pt>
                <c:pt idx="2902">
                  <c:v>2.28064</c:v>
                </c:pt>
                <c:pt idx="2903">
                  <c:v>2.2831000000000001</c:v>
                </c:pt>
                <c:pt idx="2904">
                  <c:v>2.2825799999999998</c:v>
                </c:pt>
                <c:pt idx="2905">
                  <c:v>2.2753000000000001</c:v>
                </c:pt>
                <c:pt idx="2906">
                  <c:v>2.2846199999999999</c:v>
                </c:pt>
                <c:pt idx="2907">
                  <c:v>2.2763200000000001</c:v>
                </c:pt>
                <c:pt idx="2908">
                  <c:v>2.2676599999999998</c:v>
                </c:pt>
                <c:pt idx="2909">
                  <c:v>2.2606700000000002</c:v>
                </c:pt>
                <c:pt idx="2910">
                  <c:v>2.2550400000000002</c:v>
                </c:pt>
                <c:pt idx="2911">
                  <c:v>2.2724899999999999</c:v>
                </c:pt>
                <c:pt idx="2912">
                  <c:v>2.26634</c:v>
                </c:pt>
                <c:pt idx="2913">
                  <c:v>2.2491099999999999</c:v>
                </c:pt>
                <c:pt idx="2914">
                  <c:v>2.2486600000000001</c:v>
                </c:pt>
                <c:pt idx="2915">
                  <c:v>2.2715900000000002</c:v>
                </c:pt>
                <c:pt idx="2916">
                  <c:v>2.2445400000000002</c:v>
                </c:pt>
                <c:pt idx="2917">
                  <c:v>2.2475100000000001</c:v>
                </c:pt>
                <c:pt idx="2918">
                  <c:v>2.2612299999999999</c:v>
                </c:pt>
                <c:pt idx="2919">
                  <c:v>2.2607300000000001</c:v>
                </c:pt>
                <c:pt idx="2920">
                  <c:v>2.2388599999999999</c:v>
                </c:pt>
                <c:pt idx="2921">
                  <c:v>2.24431</c:v>
                </c:pt>
                <c:pt idx="2922">
                  <c:v>2.24498</c:v>
                </c:pt>
                <c:pt idx="2923">
                  <c:v>2.2323300000000001</c:v>
                </c:pt>
                <c:pt idx="2924">
                  <c:v>2.2412800000000002</c:v>
                </c:pt>
                <c:pt idx="2925">
                  <c:v>2.2481499999999999</c:v>
                </c:pt>
                <c:pt idx="2926">
                  <c:v>2.2280899999999999</c:v>
                </c:pt>
                <c:pt idx="2927">
                  <c:v>2.2261799999999998</c:v>
                </c:pt>
                <c:pt idx="2928">
                  <c:v>2.2283499999999998</c:v>
                </c:pt>
                <c:pt idx="2929">
                  <c:v>2.2237399999999998</c:v>
                </c:pt>
                <c:pt idx="2930">
                  <c:v>2.2252299999999998</c:v>
                </c:pt>
                <c:pt idx="2931">
                  <c:v>2.2261799999999998</c:v>
                </c:pt>
                <c:pt idx="2932">
                  <c:v>2.21522</c:v>
                </c:pt>
                <c:pt idx="2933">
                  <c:v>2.2095799999999999</c:v>
                </c:pt>
                <c:pt idx="2934">
                  <c:v>2.2147100000000002</c:v>
                </c:pt>
                <c:pt idx="2935">
                  <c:v>2.2077599999999999</c:v>
                </c:pt>
                <c:pt idx="2936">
                  <c:v>2.2289400000000001</c:v>
                </c:pt>
                <c:pt idx="2937">
                  <c:v>2.2096399999999998</c:v>
                </c:pt>
                <c:pt idx="2938">
                  <c:v>2.2139199999999999</c:v>
                </c:pt>
                <c:pt idx="2939">
                  <c:v>2.2258</c:v>
                </c:pt>
                <c:pt idx="2940">
                  <c:v>2.21671</c:v>
                </c:pt>
                <c:pt idx="2941">
                  <c:v>2.2043300000000001</c:v>
                </c:pt>
                <c:pt idx="2942">
                  <c:v>2.2140300000000002</c:v>
                </c:pt>
                <c:pt idx="2943">
                  <c:v>2.1903700000000002</c:v>
                </c:pt>
                <c:pt idx="2944">
                  <c:v>2.2027000000000001</c:v>
                </c:pt>
                <c:pt idx="2945">
                  <c:v>2.2044999999999999</c:v>
                </c:pt>
                <c:pt idx="2946">
                  <c:v>2.1982499999999998</c:v>
                </c:pt>
                <c:pt idx="2947">
                  <c:v>2.1968800000000002</c:v>
                </c:pt>
                <c:pt idx="2948">
                  <c:v>2.2047500000000002</c:v>
                </c:pt>
                <c:pt idx="2949">
                  <c:v>2.1991000000000001</c:v>
                </c:pt>
                <c:pt idx="2950">
                  <c:v>2.2019799999999998</c:v>
                </c:pt>
                <c:pt idx="2951">
                  <c:v>2.2148099999999999</c:v>
                </c:pt>
                <c:pt idx="2952">
                  <c:v>2.1906400000000001</c:v>
                </c:pt>
                <c:pt idx="2953">
                  <c:v>2.2046800000000002</c:v>
                </c:pt>
                <c:pt idx="2954">
                  <c:v>2.1861100000000002</c:v>
                </c:pt>
                <c:pt idx="2955">
                  <c:v>2.1924000000000001</c:v>
                </c:pt>
                <c:pt idx="2956">
                  <c:v>2.1802700000000002</c:v>
                </c:pt>
                <c:pt idx="2957">
                  <c:v>2.1941299999999999</c:v>
                </c:pt>
                <c:pt idx="2958">
                  <c:v>2.1958899999999999</c:v>
                </c:pt>
                <c:pt idx="2959">
                  <c:v>2.1798299999999999</c:v>
                </c:pt>
                <c:pt idx="2960">
                  <c:v>2.1661100000000002</c:v>
                </c:pt>
                <c:pt idx="2961">
                  <c:v>2.1705299999999998</c:v>
                </c:pt>
                <c:pt idx="2962">
                  <c:v>2.1734200000000001</c:v>
                </c:pt>
                <c:pt idx="2963">
                  <c:v>2.1814</c:v>
                </c:pt>
                <c:pt idx="2964">
                  <c:v>2.1584599999999998</c:v>
                </c:pt>
                <c:pt idx="2965">
                  <c:v>2.1627999999999998</c:v>
                </c:pt>
                <c:pt idx="2966">
                  <c:v>2.1539999999999999</c:v>
                </c:pt>
                <c:pt idx="2967">
                  <c:v>2.1757499999999999</c:v>
                </c:pt>
                <c:pt idx="2968">
                  <c:v>2.1605699999999999</c:v>
                </c:pt>
                <c:pt idx="2969">
                  <c:v>2.16879</c:v>
                </c:pt>
                <c:pt idx="2970">
                  <c:v>2.1537000000000002</c:v>
                </c:pt>
                <c:pt idx="2971">
                  <c:v>2.1513100000000001</c:v>
                </c:pt>
                <c:pt idx="2972">
                  <c:v>2.1528800000000001</c:v>
                </c:pt>
                <c:pt idx="2973">
                  <c:v>2.1745100000000002</c:v>
                </c:pt>
                <c:pt idx="2974">
                  <c:v>2.1437499999999998</c:v>
                </c:pt>
                <c:pt idx="2975">
                  <c:v>2.1402000000000001</c:v>
                </c:pt>
                <c:pt idx="2976">
                  <c:v>2.1411099999999998</c:v>
                </c:pt>
                <c:pt idx="2977">
                  <c:v>2.1517900000000001</c:v>
                </c:pt>
                <c:pt idx="2978">
                  <c:v>2.1451600000000002</c:v>
                </c:pt>
                <c:pt idx="2979">
                  <c:v>2.14392</c:v>
                </c:pt>
                <c:pt idx="2980">
                  <c:v>2.1599200000000001</c:v>
                </c:pt>
                <c:pt idx="2981">
                  <c:v>2.1479499999999998</c:v>
                </c:pt>
                <c:pt idx="2982">
                  <c:v>2.1242000000000001</c:v>
                </c:pt>
                <c:pt idx="2983">
                  <c:v>2.1506599999999998</c:v>
                </c:pt>
                <c:pt idx="2984">
                  <c:v>2.1381899999999998</c:v>
                </c:pt>
                <c:pt idx="2985">
                  <c:v>2.1237400000000002</c:v>
                </c:pt>
                <c:pt idx="2986">
                  <c:v>2.1213099999999998</c:v>
                </c:pt>
                <c:pt idx="2987">
                  <c:v>2.14513</c:v>
                </c:pt>
                <c:pt idx="2988">
                  <c:v>2.1425200000000002</c:v>
                </c:pt>
                <c:pt idx="2989">
                  <c:v>2.1345999999999998</c:v>
                </c:pt>
                <c:pt idx="2990">
                  <c:v>2.1526100000000001</c:v>
                </c:pt>
                <c:pt idx="2991">
                  <c:v>2.1297600000000001</c:v>
                </c:pt>
                <c:pt idx="2992">
                  <c:v>2.13456</c:v>
                </c:pt>
                <c:pt idx="2993">
                  <c:v>2.12269</c:v>
                </c:pt>
                <c:pt idx="2994">
                  <c:v>2.1130200000000001</c:v>
                </c:pt>
                <c:pt idx="2995">
                  <c:v>2.1419199999999998</c:v>
                </c:pt>
                <c:pt idx="2996">
                  <c:v>2.1171500000000001</c:v>
                </c:pt>
                <c:pt idx="2997">
                  <c:v>2.1392899999999999</c:v>
                </c:pt>
                <c:pt idx="2998">
                  <c:v>2.1234099999999998</c:v>
                </c:pt>
                <c:pt idx="2999">
                  <c:v>2.10439</c:v>
                </c:pt>
                <c:pt idx="3000">
                  <c:v>2.11747</c:v>
                </c:pt>
                <c:pt idx="3001">
                  <c:v>2.10792</c:v>
                </c:pt>
                <c:pt idx="3002">
                  <c:v>2.1176599999999999</c:v>
                </c:pt>
                <c:pt idx="3003">
                  <c:v>2.1051099999999998</c:v>
                </c:pt>
                <c:pt idx="3004">
                  <c:v>2.1045600000000002</c:v>
                </c:pt>
                <c:pt idx="3005">
                  <c:v>2.1048399999999998</c:v>
                </c:pt>
                <c:pt idx="3006">
                  <c:v>2.1066199999999999</c:v>
                </c:pt>
                <c:pt idx="3007">
                  <c:v>2.0902599999999998</c:v>
                </c:pt>
                <c:pt idx="3008">
                  <c:v>2.10595</c:v>
                </c:pt>
                <c:pt idx="3009">
                  <c:v>2.1085699999999998</c:v>
                </c:pt>
                <c:pt idx="3010">
                  <c:v>2.0876700000000001</c:v>
                </c:pt>
                <c:pt idx="3011">
                  <c:v>2.1038999999999999</c:v>
                </c:pt>
                <c:pt idx="3012">
                  <c:v>2.0899399999999999</c:v>
                </c:pt>
                <c:pt idx="3013">
                  <c:v>2.0984600000000002</c:v>
                </c:pt>
                <c:pt idx="3014">
                  <c:v>2.08535</c:v>
                </c:pt>
                <c:pt idx="3015">
                  <c:v>2.1135700000000002</c:v>
                </c:pt>
                <c:pt idx="3016">
                  <c:v>2.09768</c:v>
                </c:pt>
                <c:pt idx="3017">
                  <c:v>2.1115400000000002</c:v>
                </c:pt>
                <c:pt idx="3018">
                  <c:v>2.0875300000000001</c:v>
                </c:pt>
                <c:pt idx="3019">
                  <c:v>2.0846300000000002</c:v>
                </c:pt>
                <c:pt idx="3020">
                  <c:v>2.0858500000000002</c:v>
                </c:pt>
                <c:pt idx="3021">
                  <c:v>2.0942400000000001</c:v>
                </c:pt>
                <c:pt idx="3022">
                  <c:v>2.0801400000000001</c:v>
                </c:pt>
                <c:pt idx="3023">
                  <c:v>2.0805099999999999</c:v>
                </c:pt>
                <c:pt idx="3024">
                  <c:v>2.07836</c:v>
                </c:pt>
                <c:pt idx="3025">
                  <c:v>2.0897399999999999</c:v>
                </c:pt>
                <c:pt idx="3026">
                  <c:v>2.0780799999999999</c:v>
                </c:pt>
                <c:pt idx="3027">
                  <c:v>2.0694300000000001</c:v>
                </c:pt>
                <c:pt idx="3028">
                  <c:v>2.06915</c:v>
                </c:pt>
                <c:pt idx="3029">
                  <c:v>2.0682</c:v>
                </c:pt>
                <c:pt idx="3030">
                  <c:v>2.0827399999999998</c:v>
                </c:pt>
                <c:pt idx="3031">
                  <c:v>2.0729500000000001</c:v>
                </c:pt>
                <c:pt idx="3032">
                  <c:v>2.0761500000000002</c:v>
                </c:pt>
                <c:pt idx="3033">
                  <c:v>2.0773799999999998</c:v>
                </c:pt>
                <c:pt idx="3034">
                  <c:v>2.06725</c:v>
                </c:pt>
                <c:pt idx="3035">
                  <c:v>2.0634399999999999</c:v>
                </c:pt>
                <c:pt idx="3036">
                  <c:v>2.0973899999999999</c:v>
                </c:pt>
                <c:pt idx="3037">
                  <c:v>2.0453000000000001</c:v>
                </c:pt>
                <c:pt idx="3038">
                  <c:v>2.0533999999999999</c:v>
                </c:pt>
                <c:pt idx="3039">
                  <c:v>2.0631499999999998</c:v>
                </c:pt>
                <c:pt idx="3040">
                  <c:v>2.0548999999999999</c:v>
                </c:pt>
                <c:pt idx="3041">
                  <c:v>2.0615800000000002</c:v>
                </c:pt>
                <c:pt idx="3042">
                  <c:v>2.04508</c:v>
                </c:pt>
                <c:pt idx="3043">
                  <c:v>2.0617000000000001</c:v>
                </c:pt>
                <c:pt idx="3044">
                  <c:v>2.07959</c:v>
                </c:pt>
                <c:pt idx="3045">
                  <c:v>2.0482100000000001</c:v>
                </c:pt>
                <c:pt idx="3046">
                  <c:v>2.0711400000000002</c:v>
                </c:pt>
                <c:pt idx="3047">
                  <c:v>2.0429300000000001</c:v>
                </c:pt>
                <c:pt idx="3048">
                  <c:v>2.0388199999999999</c:v>
                </c:pt>
                <c:pt idx="3049">
                  <c:v>2.0375899999999998</c:v>
                </c:pt>
                <c:pt idx="3050">
                  <c:v>2.0500099999999999</c:v>
                </c:pt>
                <c:pt idx="3051">
                  <c:v>2.04</c:v>
                </c:pt>
                <c:pt idx="3052">
                  <c:v>2.05111</c:v>
                </c:pt>
                <c:pt idx="3053">
                  <c:v>2.0465300000000002</c:v>
                </c:pt>
                <c:pt idx="3054">
                  <c:v>2.0313400000000001</c:v>
                </c:pt>
                <c:pt idx="3055">
                  <c:v>2.0479500000000002</c:v>
                </c:pt>
                <c:pt idx="3056">
                  <c:v>2.0436299999999998</c:v>
                </c:pt>
                <c:pt idx="3057">
                  <c:v>2.0459299999999998</c:v>
                </c:pt>
                <c:pt idx="3058">
                  <c:v>2.05966</c:v>
                </c:pt>
                <c:pt idx="3059">
                  <c:v>2.0266799999999998</c:v>
                </c:pt>
                <c:pt idx="3060">
                  <c:v>2.0315599999999998</c:v>
                </c:pt>
                <c:pt idx="3061">
                  <c:v>2.0286599999999999</c:v>
                </c:pt>
                <c:pt idx="3062">
                  <c:v>2.0223100000000001</c:v>
                </c:pt>
                <c:pt idx="3063">
                  <c:v>2.0242900000000001</c:v>
                </c:pt>
                <c:pt idx="3064">
                  <c:v>2.0172500000000002</c:v>
                </c:pt>
                <c:pt idx="3065">
                  <c:v>2.0106299999999999</c:v>
                </c:pt>
                <c:pt idx="3066">
                  <c:v>2.0291000000000001</c:v>
                </c:pt>
                <c:pt idx="3067">
                  <c:v>2.0262600000000002</c:v>
                </c:pt>
                <c:pt idx="3068">
                  <c:v>2.0183599999999999</c:v>
                </c:pt>
                <c:pt idx="3069">
                  <c:v>2.04061</c:v>
                </c:pt>
                <c:pt idx="3070">
                  <c:v>2.0225300000000002</c:v>
                </c:pt>
                <c:pt idx="3071">
                  <c:v>2.0159099999999999</c:v>
                </c:pt>
                <c:pt idx="3072">
                  <c:v>2.0298699999999998</c:v>
                </c:pt>
                <c:pt idx="3073">
                  <c:v>2.0138199999999999</c:v>
                </c:pt>
                <c:pt idx="3074">
                  <c:v>2.03037</c:v>
                </c:pt>
                <c:pt idx="3075">
                  <c:v>2.02582</c:v>
                </c:pt>
                <c:pt idx="3076">
                  <c:v>2.0314700000000001</c:v>
                </c:pt>
                <c:pt idx="3077">
                  <c:v>2.0162</c:v>
                </c:pt>
                <c:pt idx="3078">
                  <c:v>2.00976</c:v>
                </c:pt>
                <c:pt idx="3079">
                  <c:v>1.9963900000000001</c:v>
                </c:pt>
                <c:pt idx="3080">
                  <c:v>1.99082</c:v>
                </c:pt>
                <c:pt idx="3081">
                  <c:v>2.0105200000000001</c:v>
                </c:pt>
                <c:pt idx="3082">
                  <c:v>1.9998100000000001</c:v>
                </c:pt>
                <c:pt idx="3083">
                  <c:v>1.9935499999999999</c:v>
                </c:pt>
                <c:pt idx="3084">
                  <c:v>1.98638</c:v>
                </c:pt>
                <c:pt idx="3085">
                  <c:v>1.99969</c:v>
                </c:pt>
                <c:pt idx="3086">
                  <c:v>1.9913799999999999</c:v>
                </c:pt>
                <c:pt idx="3087">
                  <c:v>1.99092</c:v>
                </c:pt>
                <c:pt idx="3088">
                  <c:v>2.0013299999999998</c:v>
                </c:pt>
                <c:pt idx="3089">
                  <c:v>1.9920899999999999</c:v>
                </c:pt>
                <c:pt idx="3090">
                  <c:v>2.0114000000000001</c:v>
                </c:pt>
                <c:pt idx="3091">
                  <c:v>1.9921</c:v>
                </c:pt>
                <c:pt idx="3092">
                  <c:v>1.98323</c:v>
                </c:pt>
                <c:pt idx="3093">
                  <c:v>1.9923299999999999</c:v>
                </c:pt>
                <c:pt idx="3094">
                  <c:v>1.98217</c:v>
                </c:pt>
                <c:pt idx="3095">
                  <c:v>1.9966999999999999</c:v>
                </c:pt>
                <c:pt idx="3096">
                  <c:v>1.9831399999999999</c:v>
                </c:pt>
                <c:pt idx="3097">
                  <c:v>1.9650799999999999</c:v>
                </c:pt>
                <c:pt idx="3098">
                  <c:v>1.9717100000000001</c:v>
                </c:pt>
                <c:pt idx="3099">
                  <c:v>1.9854700000000001</c:v>
                </c:pt>
                <c:pt idx="3100">
                  <c:v>1.9752000000000001</c:v>
                </c:pt>
                <c:pt idx="3101">
                  <c:v>1.9668699999999999</c:v>
                </c:pt>
                <c:pt idx="3102">
                  <c:v>1.9728000000000001</c:v>
                </c:pt>
                <c:pt idx="3103">
                  <c:v>1.98509</c:v>
                </c:pt>
                <c:pt idx="3104">
                  <c:v>1.9816499999999999</c:v>
                </c:pt>
                <c:pt idx="3105">
                  <c:v>1.9666699999999999</c:v>
                </c:pt>
                <c:pt idx="3106">
                  <c:v>1.9605900000000001</c:v>
                </c:pt>
                <c:pt idx="3107">
                  <c:v>1.96699</c:v>
                </c:pt>
                <c:pt idx="3108">
                  <c:v>1.97502</c:v>
                </c:pt>
                <c:pt idx="3109">
                  <c:v>1.97021</c:v>
                </c:pt>
                <c:pt idx="3110">
                  <c:v>1.95069</c:v>
                </c:pt>
                <c:pt idx="3111">
                  <c:v>1.96732</c:v>
                </c:pt>
                <c:pt idx="3112">
                  <c:v>1.9562299999999999</c:v>
                </c:pt>
                <c:pt idx="3113">
                  <c:v>1.97546</c:v>
                </c:pt>
                <c:pt idx="3114">
                  <c:v>1.9622599999999999</c:v>
                </c:pt>
                <c:pt idx="3115">
                  <c:v>1.95041</c:v>
                </c:pt>
                <c:pt idx="3116">
                  <c:v>1.97363</c:v>
                </c:pt>
                <c:pt idx="3117">
                  <c:v>1.9629799999999999</c:v>
                </c:pt>
                <c:pt idx="3118">
                  <c:v>1.96434</c:v>
                </c:pt>
                <c:pt idx="3119">
                  <c:v>1.9699899999999999</c:v>
                </c:pt>
                <c:pt idx="3120">
                  <c:v>1.9590399999999999</c:v>
                </c:pt>
                <c:pt idx="3121">
                  <c:v>1.9607699999999999</c:v>
                </c:pt>
                <c:pt idx="3122">
                  <c:v>1.9542299999999999</c:v>
                </c:pt>
                <c:pt idx="3123">
                  <c:v>1.9344399999999999</c:v>
                </c:pt>
                <c:pt idx="3124">
                  <c:v>1.95533</c:v>
                </c:pt>
                <c:pt idx="3125">
                  <c:v>1.9596</c:v>
                </c:pt>
                <c:pt idx="3126">
                  <c:v>1.95618</c:v>
                </c:pt>
                <c:pt idx="3127">
                  <c:v>1.95387</c:v>
                </c:pt>
                <c:pt idx="3128">
                  <c:v>1.96374</c:v>
                </c:pt>
                <c:pt idx="3129">
                  <c:v>1.9331700000000001</c:v>
                </c:pt>
                <c:pt idx="3130">
                  <c:v>1.94048</c:v>
                </c:pt>
                <c:pt idx="3131">
                  <c:v>1.94255</c:v>
                </c:pt>
                <c:pt idx="3132">
                  <c:v>1.9351799999999999</c:v>
                </c:pt>
                <c:pt idx="3133">
                  <c:v>1.9276500000000001</c:v>
                </c:pt>
                <c:pt idx="3134">
                  <c:v>1.9395199999999999</c:v>
                </c:pt>
                <c:pt idx="3135">
                  <c:v>1.9255599999999999</c:v>
                </c:pt>
                <c:pt idx="3136">
                  <c:v>1.91822</c:v>
                </c:pt>
                <c:pt idx="3137">
                  <c:v>1.93832</c:v>
                </c:pt>
                <c:pt idx="3138">
                  <c:v>1.95408</c:v>
                </c:pt>
                <c:pt idx="3139">
                  <c:v>1.92038</c:v>
                </c:pt>
                <c:pt idx="3140">
                  <c:v>1.9356199999999999</c:v>
                </c:pt>
                <c:pt idx="3141">
                  <c:v>1.9206300000000001</c:v>
                </c:pt>
                <c:pt idx="3142">
                  <c:v>1.92601</c:v>
                </c:pt>
                <c:pt idx="3143">
                  <c:v>1.9212899999999999</c:v>
                </c:pt>
                <c:pt idx="3144">
                  <c:v>1.93604</c:v>
                </c:pt>
                <c:pt idx="3145">
                  <c:v>1.9131899999999999</c:v>
                </c:pt>
                <c:pt idx="3146">
                  <c:v>1.92231</c:v>
                </c:pt>
                <c:pt idx="3147">
                  <c:v>1.93353</c:v>
                </c:pt>
                <c:pt idx="3148">
                  <c:v>1.9316500000000001</c:v>
                </c:pt>
                <c:pt idx="3149">
                  <c:v>1.9206700000000001</c:v>
                </c:pt>
                <c:pt idx="3150">
                  <c:v>1.92015</c:v>
                </c:pt>
                <c:pt idx="3151">
                  <c:v>1.91174</c:v>
                </c:pt>
                <c:pt idx="3152">
                  <c:v>1.9183699999999999</c:v>
                </c:pt>
                <c:pt idx="3153">
                  <c:v>1.9147400000000001</c:v>
                </c:pt>
                <c:pt idx="3154">
                  <c:v>1.9224600000000001</c:v>
                </c:pt>
                <c:pt idx="3155">
                  <c:v>1.9125000000000001</c:v>
                </c:pt>
                <c:pt idx="3156">
                  <c:v>1.9138500000000001</c:v>
                </c:pt>
                <c:pt idx="3157">
                  <c:v>1.91093</c:v>
                </c:pt>
                <c:pt idx="3158">
                  <c:v>1.9229099999999999</c:v>
                </c:pt>
                <c:pt idx="3159">
                  <c:v>1.9114199999999999</c:v>
                </c:pt>
                <c:pt idx="3160">
                  <c:v>1.9010800000000001</c:v>
                </c:pt>
                <c:pt idx="3161">
                  <c:v>1.9173</c:v>
                </c:pt>
                <c:pt idx="3162">
                  <c:v>1.9107000000000001</c:v>
                </c:pt>
                <c:pt idx="3163">
                  <c:v>1.91082</c:v>
                </c:pt>
                <c:pt idx="3164">
                  <c:v>1.90547</c:v>
                </c:pt>
                <c:pt idx="3165">
                  <c:v>1.89069</c:v>
                </c:pt>
                <c:pt idx="3166">
                  <c:v>1.9126300000000001</c:v>
                </c:pt>
                <c:pt idx="3167">
                  <c:v>1.8889899999999999</c:v>
                </c:pt>
                <c:pt idx="3168">
                  <c:v>1.9165000000000001</c:v>
                </c:pt>
                <c:pt idx="3169">
                  <c:v>1.8883399999999999</c:v>
                </c:pt>
                <c:pt idx="3170">
                  <c:v>1.89663</c:v>
                </c:pt>
                <c:pt idx="3171">
                  <c:v>1.8948799999999999</c:v>
                </c:pt>
                <c:pt idx="3172">
                  <c:v>1.90238</c:v>
                </c:pt>
                <c:pt idx="3173">
                  <c:v>1.9094199999999999</c:v>
                </c:pt>
                <c:pt idx="3174">
                  <c:v>1.88551</c:v>
                </c:pt>
                <c:pt idx="3175">
                  <c:v>1.88653</c:v>
                </c:pt>
                <c:pt idx="3176">
                  <c:v>1.8820399999999999</c:v>
                </c:pt>
                <c:pt idx="3177">
                  <c:v>1.8847400000000001</c:v>
                </c:pt>
                <c:pt idx="3178">
                  <c:v>1.8757999999999999</c:v>
                </c:pt>
                <c:pt idx="3179">
                  <c:v>1.8757999999999999</c:v>
                </c:pt>
                <c:pt idx="3180">
                  <c:v>1.89032</c:v>
                </c:pt>
                <c:pt idx="3181">
                  <c:v>1.8786400000000001</c:v>
                </c:pt>
                <c:pt idx="3182">
                  <c:v>1.8877900000000001</c:v>
                </c:pt>
                <c:pt idx="3183">
                  <c:v>1.89114</c:v>
                </c:pt>
                <c:pt idx="3184">
                  <c:v>1.88167</c:v>
                </c:pt>
                <c:pt idx="3185">
                  <c:v>1.8619399999999999</c:v>
                </c:pt>
                <c:pt idx="3186">
                  <c:v>1.88541</c:v>
                </c:pt>
                <c:pt idx="3187">
                  <c:v>1.8811</c:v>
                </c:pt>
                <c:pt idx="3188">
                  <c:v>1.86456</c:v>
                </c:pt>
                <c:pt idx="3189">
                  <c:v>1.88317</c:v>
                </c:pt>
                <c:pt idx="3190">
                  <c:v>1.8771199999999999</c:v>
                </c:pt>
                <c:pt idx="3191">
                  <c:v>1.87792</c:v>
                </c:pt>
                <c:pt idx="3192">
                  <c:v>1.8814500000000001</c:v>
                </c:pt>
                <c:pt idx="3193">
                  <c:v>1.87033</c:v>
                </c:pt>
                <c:pt idx="3194">
                  <c:v>1.87042</c:v>
                </c:pt>
                <c:pt idx="3195">
                  <c:v>1.8736200000000001</c:v>
                </c:pt>
                <c:pt idx="3196">
                  <c:v>1.88032</c:v>
                </c:pt>
                <c:pt idx="3197">
                  <c:v>1.861</c:v>
                </c:pt>
                <c:pt idx="3198">
                  <c:v>1.85606</c:v>
                </c:pt>
                <c:pt idx="3199">
                  <c:v>1.87222</c:v>
                </c:pt>
                <c:pt idx="3200">
                  <c:v>1.8759699999999999</c:v>
                </c:pt>
                <c:pt idx="3201">
                  <c:v>1.87897</c:v>
                </c:pt>
                <c:pt idx="3202">
                  <c:v>1.86039</c:v>
                </c:pt>
                <c:pt idx="3203">
                  <c:v>1.8474699999999999</c:v>
                </c:pt>
                <c:pt idx="3204">
                  <c:v>1.8642799999999999</c:v>
                </c:pt>
                <c:pt idx="3205">
                  <c:v>1.85171</c:v>
                </c:pt>
                <c:pt idx="3206">
                  <c:v>1.8548199999999999</c:v>
                </c:pt>
                <c:pt idx="3207">
                  <c:v>1.85693</c:v>
                </c:pt>
                <c:pt idx="3208">
                  <c:v>1.8645400000000001</c:v>
                </c:pt>
                <c:pt idx="3209">
                  <c:v>1.8642000000000001</c:v>
                </c:pt>
                <c:pt idx="3210">
                  <c:v>1.8446199999999999</c:v>
                </c:pt>
                <c:pt idx="3211">
                  <c:v>1.87635</c:v>
                </c:pt>
                <c:pt idx="3212">
                  <c:v>1.8720699999999999</c:v>
                </c:pt>
                <c:pt idx="3213">
                  <c:v>1.8446899999999999</c:v>
                </c:pt>
                <c:pt idx="3214">
                  <c:v>1.85364</c:v>
                </c:pt>
                <c:pt idx="3215">
                  <c:v>1.8452</c:v>
                </c:pt>
                <c:pt idx="3216">
                  <c:v>1.84396</c:v>
                </c:pt>
                <c:pt idx="3217">
                  <c:v>1.85646</c:v>
                </c:pt>
                <c:pt idx="3218">
                  <c:v>1.84145</c:v>
                </c:pt>
                <c:pt idx="3219">
                  <c:v>1.8425199999999999</c:v>
                </c:pt>
                <c:pt idx="3220">
                  <c:v>1.84738</c:v>
                </c:pt>
                <c:pt idx="3221">
                  <c:v>1.85785</c:v>
                </c:pt>
                <c:pt idx="3222">
                  <c:v>1.84371</c:v>
                </c:pt>
                <c:pt idx="3223">
                  <c:v>1.8408100000000001</c:v>
                </c:pt>
                <c:pt idx="3224">
                  <c:v>1.86957</c:v>
                </c:pt>
                <c:pt idx="3225">
                  <c:v>1.8534200000000001</c:v>
                </c:pt>
                <c:pt idx="3226">
                  <c:v>1.83389</c:v>
                </c:pt>
                <c:pt idx="3227">
                  <c:v>1.8510899999999999</c:v>
                </c:pt>
                <c:pt idx="3228">
                  <c:v>1.8271299999999999</c:v>
                </c:pt>
                <c:pt idx="3229">
                  <c:v>1.8344800000000001</c:v>
                </c:pt>
                <c:pt idx="3230">
                  <c:v>1.82579</c:v>
                </c:pt>
                <c:pt idx="3231">
                  <c:v>1.8381799999999999</c:v>
                </c:pt>
                <c:pt idx="3232">
                  <c:v>1.82698</c:v>
                </c:pt>
                <c:pt idx="3233">
                  <c:v>1.84581</c:v>
                </c:pt>
                <c:pt idx="3234">
                  <c:v>1.8394699999999999</c:v>
                </c:pt>
                <c:pt idx="3235">
                  <c:v>1.8282799999999999</c:v>
                </c:pt>
                <c:pt idx="3236">
                  <c:v>1.83535</c:v>
                </c:pt>
                <c:pt idx="3237">
                  <c:v>1.83596</c:v>
                </c:pt>
                <c:pt idx="3238">
                  <c:v>1.8316300000000001</c:v>
                </c:pt>
                <c:pt idx="3239">
                  <c:v>1.82805</c:v>
                </c:pt>
                <c:pt idx="3240">
                  <c:v>1.8226800000000001</c:v>
                </c:pt>
                <c:pt idx="3241">
                  <c:v>1.82256</c:v>
                </c:pt>
                <c:pt idx="3242">
                  <c:v>1.8202199999999999</c:v>
                </c:pt>
                <c:pt idx="3243">
                  <c:v>1.8163800000000001</c:v>
                </c:pt>
                <c:pt idx="3244">
                  <c:v>1.83884</c:v>
                </c:pt>
                <c:pt idx="3245">
                  <c:v>1.82317</c:v>
                </c:pt>
                <c:pt idx="3246">
                  <c:v>1.83687</c:v>
                </c:pt>
                <c:pt idx="3247">
                  <c:v>1.82297</c:v>
                </c:pt>
                <c:pt idx="3248">
                  <c:v>1.8146</c:v>
                </c:pt>
                <c:pt idx="3249">
                  <c:v>1.8083</c:v>
                </c:pt>
                <c:pt idx="3250">
                  <c:v>1.8202799999999999</c:v>
                </c:pt>
                <c:pt idx="3251">
                  <c:v>1.8144</c:v>
                </c:pt>
                <c:pt idx="3252">
                  <c:v>1.8218399999999999</c:v>
                </c:pt>
                <c:pt idx="3253">
                  <c:v>1.8205100000000001</c:v>
                </c:pt>
                <c:pt idx="3254">
                  <c:v>1.8183100000000001</c:v>
                </c:pt>
                <c:pt idx="3255">
                  <c:v>1.8062400000000001</c:v>
                </c:pt>
                <c:pt idx="3256">
                  <c:v>1.81718</c:v>
                </c:pt>
                <c:pt idx="3257">
                  <c:v>1.81151</c:v>
                </c:pt>
                <c:pt idx="3258">
                  <c:v>1.8201700000000001</c:v>
                </c:pt>
                <c:pt idx="3259">
                  <c:v>1.81809</c:v>
                </c:pt>
                <c:pt idx="3260">
                  <c:v>1.81552</c:v>
                </c:pt>
                <c:pt idx="3261">
                  <c:v>1.81633</c:v>
                </c:pt>
                <c:pt idx="3262">
                  <c:v>1.82609</c:v>
                </c:pt>
                <c:pt idx="3263">
                  <c:v>1.8106599999999999</c:v>
                </c:pt>
                <c:pt idx="3264">
                  <c:v>1.8229900000000001</c:v>
                </c:pt>
                <c:pt idx="3265">
                  <c:v>1.8282400000000001</c:v>
                </c:pt>
                <c:pt idx="3266">
                  <c:v>1.8027500000000001</c:v>
                </c:pt>
                <c:pt idx="3267">
                  <c:v>1.7939700000000001</c:v>
                </c:pt>
                <c:pt idx="3268">
                  <c:v>1.8015099999999999</c:v>
                </c:pt>
                <c:pt idx="3269">
                  <c:v>1.81714</c:v>
                </c:pt>
                <c:pt idx="3270">
                  <c:v>1.7939700000000001</c:v>
                </c:pt>
                <c:pt idx="3271">
                  <c:v>1.80169</c:v>
                </c:pt>
                <c:pt idx="3272">
                  <c:v>1.7988900000000001</c:v>
                </c:pt>
                <c:pt idx="3273">
                  <c:v>1.80162</c:v>
                </c:pt>
                <c:pt idx="3274">
                  <c:v>1.7971900000000001</c:v>
                </c:pt>
                <c:pt idx="3275">
                  <c:v>1.8102100000000001</c:v>
                </c:pt>
                <c:pt idx="3276">
                  <c:v>1.7999099999999999</c:v>
                </c:pt>
                <c:pt idx="3277">
                  <c:v>1.81399</c:v>
                </c:pt>
                <c:pt idx="3278">
                  <c:v>1.8060099999999999</c:v>
                </c:pt>
                <c:pt idx="3279">
                  <c:v>1.7971600000000001</c:v>
                </c:pt>
                <c:pt idx="3280">
                  <c:v>1.78921</c:v>
                </c:pt>
                <c:pt idx="3281">
                  <c:v>1.7978099999999999</c:v>
                </c:pt>
                <c:pt idx="3282">
                  <c:v>1.80433</c:v>
                </c:pt>
                <c:pt idx="3283">
                  <c:v>1.7866899999999999</c:v>
                </c:pt>
                <c:pt idx="3284">
                  <c:v>1.79274</c:v>
                </c:pt>
                <c:pt idx="3285">
                  <c:v>1.79135</c:v>
                </c:pt>
                <c:pt idx="3286">
                  <c:v>1.7841199999999999</c:v>
                </c:pt>
                <c:pt idx="3287">
                  <c:v>1.8082800000000001</c:v>
                </c:pt>
                <c:pt idx="3288">
                  <c:v>1.78945</c:v>
                </c:pt>
                <c:pt idx="3289">
                  <c:v>1.7903199999999999</c:v>
                </c:pt>
                <c:pt idx="3290">
                  <c:v>1.8064499999999999</c:v>
                </c:pt>
                <c:pt idx="3291">
                  <c:v>1.80324</c:v>
                </c:pt>
                <c:pt idx="3292">
                  <c:v>1.8107800000000001</c:v>
                </c:pt>
                <c:pt idx="3293">
                  <c:v>1.78742</c:v>
                </c:pt>
                <c:pt idx="3294">
                  <c:v>1.79111</c:v>
                </c:pt>
                <c:pt idx="3295">
                  <c:v>1.7678799999999999</c:v>
                </c:pt>
                <c:pt idx="3296">
                  <c:v>1.8180700000000001</c:v>
                </c:pt>
                <c:pt idx="3297">
                  <c:v>1.7861899999999999</c:v>
                </c:pt>
                <c:pt idx="3298">
                  <c:v>1.79634</c:v>
                </c:pt>
                <c:pt idx="3299">
                  <c:v>1.77901</c:v>
                </c:pt>
                <c:pt idx="3300">
                  <c:v>1.7900199999999999</c:v>
                </c:pt>
                <c:pt idx="3301">
                  <c:v>1.7976700000000001</c:v>
                </c:pt>
                <c:pt idx="3302">
                  <c:v>1.77545</c:v>
                </c:pt>
                <c:pt idx="3303">
                  <c:v>1.7911699999999999</c:v>
                </c:pt>
                <c:pt idx="3304">
                  <c:v>1.7814099999999999</c:v>
                </c:pt>
                <c:pt idx="3305">
                  <c:v>1.79453</c:v>
                </c:pt>
                <c:pt idx="3306">
                  <c:v>1.77732</c:v>
                </c:pt>
                <c:pt idx="3307">
                  <c:v>1.77433</c:v>
                </c:pt>
                <c:pt idx="3308">
                  <c:v>1.7742100000000001</c:v>
                </c:pt>
                <c:pt idx="3309">
                  <c:v>1.76214</c:v>
                </c:pt>
                <c:pt idx="3310">
                  <c:v>1.7789299999999999</c:v>
                </c:pt>
                <c:pt idx="3311">
                  <c:v>1.7677400000000001</c:v>
                </c:pt>
                <c:pt idx="3312">
                  <c:v>1.7659899999999999</c:v>
                </c:pt>
                <c:pt idx="3313">
                  <c:v>1.7742500000000001</c:v>
                </c:pt>
                <c:pt idx="3314">
                  <c:v>1.77118</c:v>
                </c:pt>
                <c:pt idx="3315">
                  <c:v>1.78596</c:v>
                </c:pt>
                <c:pt idx="3316">
                  <c:v>1.7757799999999999</c:v>
                </c:pt>
                <c:pt idx="3317">
                  <c:v>1.7718700000000001</c:v>
                </c:pt>
                <c:pt idx="3318">
                  <c:v>1.76871</c:v>
                </c:pt>
                <c:pt idx="3319">
                  <c:v>1.7605299999999999</c:v>
                </c:pt>
                <c:pt idx="3320">
                  <c:v>1.7648600000000001</c:v>
                </c:pt>
                <c:pt idx="3321">
                  <c:v>1.75084</c:v>
                </c:pt>
                <c:pt idx="3322">
                  <c:v>1.78163</c:v>
                </c:pt>
                <c:pt idx="3323">
                  <c:v>1.77254</c:v>
                </c:pt>
                <c:pt idx="3324">
                  <c:v>1.77905</c:v>
                </c:pt>
                <c:pt idx="3325">
                  <c:v>1.764</c:v>
                </c:pt>
                <c:pt idx="3326">
                  <c:v>1.7669999999999999</c:v>
                </c:pt>
                <c:pt idx="3327">
                  <c:v>1.7744200000000001</c:v>
                </c:pt>
                <c:pt idx="3328">
                  <c:v>1.76058</c:v>
                </c:pt>
                <c:pt idx="3329">
                  <c:v>1.7601800000000001</c:v>
                </c:pt>
                <c:pt idx="3330">
                  <c:v>1.79061</c:v>
                </c:pt>
                <c:pt idx="3331">
                  <c:v>1.7515799999999999</c:v>
                </c:pt>
                <c:pt idx="3332">
                  <c:v>1.7543200000000001</c:v>
                </c:pt>
                <c:pt idx="3333">
                  <c:v>1.76637</c:v>
                </c:pt>
                <c:pt idx="3334">
                  <c:v>1.7669299999999999</c:v>
                </c:pt>
                <c:pt idx="3335">
                  <c:v>1.7735399999999999</c:v>
                </c:pt>
                <c:pt idx="3336">
                  <c:v>1.7546600000000001</c:v>
                </c:pt>
                <c:pt idx="3337">
                  <c:v>1.74695</c:v>
                </c:pt>
                <c:pt idx="3338">
                  <c:v>1.76586</c:v>
                </c:pt>
                <c:pt idx="3339">
                  <c:v>1.7526999999999999</c:v>
                </c:pt>
                <c:pt idx="3340">
                  <c:v>1.7454400000000001</c:v>
                </c:pt>
                <c:pt idx="3341">
                  <c:v>1.75458</c:v>
                </c:pt>
                <c:pt idx="3342">
                  <c:v>1.7519100000000001</c:v>
                </c:pt>
                <c:pt idx="3343">
                  <c:v>1.7618</c:v>
                </c:pt>
                <c:pt idx="3344">
                  <c:v>1.76033</c:v>
                </c:pt>
                <c:pt idx="3345">
                  <c:v>1.74922</c:v>
                </c:pt>
                <c:pt idx="3346">
                  <c:v>1.75346</c:v>
                </c:pt>
                <c:pt idx="3347">
                  <c:v>1.7428999999999999</c:v>
                </c:pt>
                <c:pt idx="3348">
                  <c:v>1.74752</c:v>
                </c:pt>
                <c:pt idx="3349">
                  <c:v>1.7493099999999999</c:v>
                </c:pt>
                <c:pt idx="3350">
                  <c:v>1.7562500000000001</c:v>
                </c:pt>
                <c:pt idx="3351">
                  <c:v>1.7459499999999999</c:v>
                </c:pt>
                <c:pt idx="3352">
                  <c:v>1.74166</c:v>
                </c:pt>
                <c:pt idx="3353">
                  <c:v>1.7478899999999999</c:v>
                </c:pt>
                <c:pt idx="3354">
                  <c:v>1.7423599999999999</c:v>
                </c:pt>
                <c:pt idx="3355">
                  <c:v>1.7317</c:v>
                </c:pt>
                <c:pt idx="3356">
                  <c:v>1.7407999999999999</c:v>
                </c:pt>
                <c:pt idx="3357">
                  <c:v>1.7506299999999999</c:v>
                </c:pt>
                <c:pt idx="3358">
                  <c:v>1.73716</c:v>
                </c:pt>
                <c:pt idx="3359">
                  <c:v>1.7332099999999999</c:v>
                </c:pt>
                <c:pt idx="3360">
                  <c:v>1.7525900000000001</c:v>
                </c:pt>
                <c:pt idx="3361">
                  <c:v>1.7551399999999999</c:v>
                </c:pt>
                <c:pt idx="3362">
                  <c:v>1.7394499999999999</c:v>
                </c:pt>
                <c:pt idx="3363">
                  <c:v>1.7319599999999999</c:v>
                </c:pt>
                <c:pt idx="3364">
                  <c:v>1.7471300000000001</c:v>
                </c:pt>
                <c:pt idx="3365">
                  <c:v>1.7427299999999999</c:v>
                </c:pt>
                <c:pt idx="3366">
                  <c:v>1.73465</c:v>
                </c:pt>
                <c:pt idx="3367">
                  <c:v>1.73376</c:v>
                </c:pt>
                <c:pt idx="3368">
                  <c:v>1.7439899999999999</c:v>
                </c:pt>
                <c:pt idx="3369">
                  <c:v>1.7302900000000001</c:v>
                </c:pt>
                <c:pt idx="3370">
                  <c:v>1.7255199999999999</c:v>
                </c:pt>
                <c:pt idx="3371">
                  <c:v>1.7312399999999999</c:v>
                </c:pt>
                <c:pt idx="3372">
                  <c:v>1.7359100000000001</c:v>
                </c:pt>
                <c:pt idx="3373">
                  <c:v>1.7321</c:v>
                </c:pt>
                <c:pt idx="3374">
                  <c:v>1.72153</c:v>
                </c:pt>
                <c:pt idx="3375">
                  <c:v>1.72478</c:v>
                </c:pt>
                <c:pt idx="3376">
                  <c:v>1.71987</c:v>
                </c:pt>
                <c:pt idx="3377">
                  <c:v>1.7290700000000001</c:v>
                </c:pt>
                <c:pt idx="3378">
                  <c:v>1.7224299999999999</c:v>
                </c:pt>
                <c:pt idx="3379">
                  <c:v>1.7177500000000001</c:v>
                </c:pt>
                <c:pt idx="3380">
                  <c:v>1.72689</c:v>
                </c:pt>
                <c:pt idx="3381">
                  <c:v>1.7421199999999999</c:v>
                </c:pt>
                <c:pt idx="3382">
                  <c:v>1.7226699999999999</c:v>
                </c:pt>
                <c:pt idx="3383">
                  <c:v>1.7310700000000001</c:v>
                </c:pt>
                <c:pt idx="3384">
                  <c:v>1.7169300000000001</c:v>
                </c:pt>
                <c:pt idx="3385">
                  <c:v>1.7179199999999999</c:v>
                </c:pt>
                <c:pt idx="3386">
                  <c:v>1.7225299999999999</c:v>
                </c:pt>
                <c:pt idx="3387">
                  <c:v>1.74604</c:v>
                </c:pt>
                <c:pt idx="3388">
                  <c:v>1.7140599999999999</c:v>
                </c:pt>
                <c:pt idx="3389">
                  <c:v>1.7172099999999999</c:v>
                </c:pt>
                <c:pt idx="3390">
                  <c:v>1.70258</c:v>
                </c:pt>
                <c:pt idx="3391">
                  <c:v>1.7057800000000001</c:v>
                </c:pt>
                <c:pt idx="3392">
                  <c:v>1.7430300000000001</c:v>
                </c:pt>
                <c:pt idx="3393">
                  <c:v>1.7081999999999999</c:v>
                </c:pt>
                <c:pt idx="3394">
                  <c:v>1.70926</c:v>
                </c:pt>
                <c:pt idx="3395">
                  <c:v>1.69604</c:v>
                </c:pt>
                <c:pt idx="3396">
                  <c:v>1.70289</c:v>
                </c:pt>
                <c:pt idx="3397">
                  <c:v>1.7023699999999999</c:v>
                </c:pt>
                <c:pt idx="3398">
                  <c:v>1.71654</c:v>
                </c:pt>
                <c:pt idx="3399">
                  <c:v>1.7050399999999999</c:v>
                </c:pt>
                <c:pt idx="3400">
                  <c:v>1.7033400000000001</c:v>
                </c:pt>
                <c:pt idx="3401">
                  <c:v>1.7267600000000001</c:v>
                </c:pt>
                <c:pt idx="3402">
                  <c:v>1.7172400000000001</c:v>
                </c:pt>
                <c:pt idx="3403">
                  <c:v>1.70747</c:v>
                </c:pt>
                <c:pt idx="3404">
                  <c:v>1.6919999999999999</c:v>
                </c:pt>
                <c:pt idx="3405">
                  <c:v>1.69906</c:v>
                </c:pt>
                <c:pt idx="3406">
                  <c:v>1.6893400000000001</c:v>
                </c:pt>
                <c:pt idx="3407">
                  <c:v>1.7140500000000001</c:v>
                </c:pt>
                <c:pt idx="3408">
                  <c:v>1.70519</c:v>
                </c:pt>
                <c:pt idx="3409">
                  <c:v>1.69906</c:v>
                </c:pt>
                <c:pt idx="3410">
                  <c:v>1.71743</c:v>
                </c:pt>
                <c:pt idx="3411">
                  <c:v>1.6874499999999999</c:v>
                </c:pt>
                <c:pt idx="3412">
                  <c:v>1.71865</c:v>
                </c:pt>
                <c:pt idx="3413">
                  <c:v>1.69598</c:v>
                </c:pt>
                <c:pt idx="3414">
                  <c:v>1.7191099999999999</c:v>
                </c:pt>
                <c:pt idx="3415">
                  <c:v>1.6902200000000001</c:v>
                </c:pt>
                <c:pt idx="3416">
                  <c:v>1.69177</c:v>
                </c:pt>
                <c:pt idx="3417">
                  <c:v>1.7014800000000001</c:v>
                </c:pt>
                <c:pt idx="3418">
                  <c:v>1.6894899999999999</c:v>
                </c:pt>
                <c:pt idx="3419">
                  <c:v>1.68929</c:v>
                </c:pt>
                <c:pt idx="3420">
                  <c:v>1.7086699999999999</c:v>
                </c:pt>
                <c:pt idx="3421">
                  <c:v>1.69791</c:v>
                </c:pt>
                <c:pt idx="3422">
                  <c:v>1.7056800000000001</c:v>
                </c:pt>
                <c:pt idx="3423">
                  <c:v>1.6922200000000001</c:v>
                </c:pt>
                <c:pt idx="3424">
                  <c:v>1.6989799999999999</c:v>
                </c:pt>
                <c:pt idx="3425">
                  <c:v>1.6759999999999999</c:v>
                </c:pt>
                <c:pt idx="3426">
                  <c:v>1.69337</c:v>
                </c:pt>
                <c:pt idx="3427">
                  <c:v>1.6908799999999999</c:v>
                </c:pt>
                <c:pt idx="3428">
                  <c:v>1.70581</c:v>
                </c:pt>
                <c:pt idx="3429">
                  <c:v>1.6988000000000001</c:v>
                </c:pt>
                <c:pt idx="3430">
                  <c:v>1.67936</c:v>
                </c:pt>
                <c:pt idx="3431">
                  <c:v>1.70475</c:v>
                </c:pt>
                <c:pt idx="3432">
                  <c:v>1.6878500000000001</c:v>
                </c:pt>
                <c:pt idx="3433">
                  <c:v>1.6926000000000001</c:v>
                </c:pt>
                <c:pt idx="3434">
                  <c:v>1.6756200000000001</c:v>
                </c:pt>
                <c:pt idx="3435">
                  <c:v>1.6869099999999999</c:v>
                </c:pt>
                <c:pt idx="3436">
                  <c:v>1.6866300000000001</c:v>
                </c:pt>
                <c:pt idx="3437">
                  <c:v>1.6862900000000001</c:v>
                </c:pt>
                <c:pt idx="3438">
                  <c:v>1.6802699999999999</c:v>
                </c:pt>
                <c:pt idx="3439">
                  <c:v>1.6987699999999999</c:v>
                </c:pt>
                <c:pt idx="3440">
                  <c:v>1.68787</c:v>
                </c:pt>
                <c:pt idx="3441">
                  <c:v>1.6839500000000001</c:v>
                </c:pt>
                <c:pt idx="3442">
                  <c:v>1.6802900000000001</c:v>
                </c:pt>
                <c:pt idx="3443">
                  <c:v>1.6653899999999999</c:v>
                </c:pt>
                <c:pt idx="3444">
                  <c:v>1.67845</c:v>
                </c:pt>
                <c:pt idx="3445">
                  <c:v>1.6740999999999999</c:v>
                </c:pt>
                <c:pt idx="3446">
                  <c:v>1.67998</c:v>
                </c:pt>
                <c:pt idx="3447">
                  <c:v>1.68011</c:v>
                </c:pt>
                <c:pt idx="3448">
                  <c:v>1.67422</c:v>
                </c:pt>
                <c:pt idx="3449">
                  <c:v>1.6780900000000001</c:v>
                </c:pt>
                <c:pt idx="3450">
                  <c:v>1.6762300000000001</c:v>
                </c:pt>
                <c:pt idx="3451">
                  <c:v>1.6651800000000001</c:v>
                </c:pt>
                <c:pt idx="3452">
                  <c:v>1.6655599999999999</c:v>
                </c:pt>
                <c:pt idx="3453">
                  <c:v>1.6639600000000001</c:v>
                </c:pt>
                <c:pt idx="3454">
                  <c:v>1.66811</c:v>
                </c:pt>
                <c:pt idx="3455">
                  <c:v>1.67624</c:v>
                </c:pt>
                <c:pt idx="3456">
                  <c:v>1.68205</c:v>
                </c:pt>
                <c:pt idx="3457">
                  <c:v>1.66066</c:v>
                </c:pt>
                <c:pt idx="3458">
                  <c:v>1.6945600000000001</c:v>
                </c:pt>
                <c:pt idx="3459">
                  <c:v>1.6799900000000001</c:v>
                </c:pt>
                <c:pt idx="3460">
                  <c:v>1.6667000000000001</c:v>
                </c:pt>
                <c:pt idx="3461">
                  <c:v>1.67171</c:v>
                </c:pt>
                <c:pt idx="3462">
                  <c:v>1.6771400000000001</c:v>
                </c:pt>
                <c:pt idx="3463">
                  <c:v>1.6707399999999999</c:v>
                </c:pt>
                <c:pt idx="3464">
                  <c:v>1.66852</c:v>
                </c:pt>
                <c:pt idx="3465">
                  <c:v>1.6661999999999999</c:v>
                </c:pt>
                <c:pt idx="3466">
                  <c:v>1.6565700000000001</c:v>
                </c:pt>
                <c:pt idx="3467">
                  <c:v>1.6898500000000001</c:v>
                </c:pt>
                <c:pt idx="3468">
                  <c:v>1.6539900000000001</c:v>
                </c:pt>
                <c:pt idx="3469">
                  <c:v>1.66513</c:v>
                </c:pt>
                <c:pt idx="3470">
                  <c:v>1.6621699999999999</c:v>
                </c:pt>
                <c:pt idx="3471">
                  <c:v>1.65906</c:v>
                </c:pt>
                <c:pt idx="3472">
                  <c:v>1.6522399999999999</c:v>
                </c:pt>
                <c:pt idx="3473">
                  <c:v>1.66981</c:v>
                </c:pt>
                <c:pt idx="3474">
                  <c:v>1.66029</c:v>
                </c:pt>
                <c:pt idx="3475">
                  <c:v>1.66384</c:v>
                </c:pt>
                <c:pt idx="3476">
                  <c:v>1.6600900000000001</c:v>
                </c:pt>
                <c:pt idx="3477">
                  <c:v>1.6755800000000001</c:v>
                </c:pt>
                <c:pt idx="3478">
                  <c:v>1.6473599999999999</c:v>
                </c:pt>
                <c:pt idx="3479">
                  <c:v>1.6597900000000001</c:v>
                </c:pt>
                <c:pt idx="3480">
                  <c:v>1.6497999999999999</c:v>
                </c:pt>
                <c:pt idx="3481">
                  <c:v>1.6460399999999999</c:v>
                </c:pt>
                <c:pt idx="3482">
                  <c:v>1.65846</c:v>
                </c:pt>
                <c:pt idx="3483">
                  <c:v>1.64666</c:v>
                </c:pt>
                <c:pt idx="3484">
                  <c:v>1.65238</c:v>
                </c:pt>
                <c:pt idx="3485">
                  <c:v>1.64079</c:v>
                </c:pt>
                <c:pt idx="3486">
                  <c:v>1.64764</c:v>
                </c:pt>
                <c:pt idx="3487">
                  <c:v>1.65899</c:v>
                </c:pt>
                <c:pt idx="3488">
                  <c:v>1.63964</c:v>
                </c:pt>
                <c:pt idx="3489">
                  <c:v>1.65035</c:v>
                </c:pt>
                <c:pt idx="3490">
                  <c:v>1.65147</c:v>
                </c:pt>
                <c:pt idx="3491">
                  <c:v>1.66506</c:v>
                </c:pt>
                <c:pt idx="3492">
                  <c:v>1.6349499999999999</c:v>
                </c:pt>
                <c:pt idx="3493">
                  <c:v>1.6465700000000001</c:v>
                </c:pt>
                <c:pt idx="3494">
                  <c:v>1.6591400000000001</c:v>
                </c:pt>
                <c:pt idx="3495">
                  <c:v>1.63324</c:v>
                </c:pt>
                <c:pt idx="3496">
                  <c:v>1.6359699999999999</c:v>
                </c:pt>
                <c:pt idx="3497">
                  <c:v>1.64238</c:v>
                </c:pt>
                <c:pt idx="3498">
                  <c:v>1.6465099999999999</c:v>
                </c:pt>
                <c:pt idx="3499">
                  <c:v>1.6598299999999999</c:v>
                </c:pt>
                <c:pt idx="3500">
                  <c:v>1.65358</c:v>
                </c:pt>
                <c:pt idx="3501">
                  <c:v>1.6676</c:v>
                </c:pt>
                <c:pt idx="3502">
                  <c:v>1.6397999999999999</c:v>
                </c:pt>
                <c:pt idx="3503">
                  <c:v>1.65334</c:v>
                </c:pt>
                <c:pt idx="3504">
                  <c:v>1.6326700000000001</c:v>
                </c:pt>
                <c:pt idx="3505">
                  <c:v>1.6467000000000001</c:v>
                </c:pt>
                <c:pt idx="3506">
                  <c:v>1.6528700000000001</c:v>
                </c:pt>
                <c:pt idx="3507">
                  <c:v>1.6548</c:v>
                </c:pt>
                <c:pt idx="3508">
                  <c:v>1.65351</c:v>
                </c:pt>
                <c:pt idx="3509">
                  <c:v>1.64611</c:v>
                </c:pt>
                <c:pt idx="3510">
                  <c:v>1.63453</c:v>
                </c:pt>
                <c:pt idx="3511">
                  <c:v>1.64913</c:v>
                </c:pt>
                <c:pt idx="3512">
                  <c:v>1.6442600000000001</c:v>
                </c:pt>
                <c:pt idx="3513">
                  <c:v>1.6476299999999999</c:v>
                </c:pt>
                <c:pt idx="3514">
                  <c:v>1.64344</c:v>
                </c:pt>
                <c:pt idx="3515">
                  <c:v>1.6618599999999999</c:v>
                </c:pt>
                <c:pt idx="3516">
                  <c:v>1.6402600000000001</c:v>
                </c:pt>
                <c:pt idx="3517">
                  <c:v>1.63636</c:v>
                </c:pt>
                <c:pt idx="3518">
                  <c:v>1.6472199999999999</c:v>
                </c:pt>
                <c:pt idx="3519">
                  <c:v>1.63002</c:v>
                </c:pt>
                <c:pt idx="3520">
                  <c:v>1.64435</c:v>
                </c:pt>
                <c:pt idx="3521">
                  <c:v>1.64466</c:v>
                </c:pt>
                <c:pt idx="3522">
                  <c:v>1.6314500000000001</c:v>
                </c:pt>
                <c:pt idx="3523">
                  <c:v>1.6579999999999999</c:v>
                </c:pt>
                <c:pt idx="3524">
                  <c:v>1.63775</c:v>
                </c:pt>
                <c:pt idx="3525">
                  <c:v>1.6485300000000001</c:v>
                </c:pt>
                <c:pt idx="3526">
                  <c:v>1.6280300000000001</c:v>
                </c:pt>
                <c:pt idx="3527">
                  <c:v>1.64408</c:v>
                </c:pt>
                <c:pt idx="3528">
                  <c:v>1.64324</c:v>
                </c:pt>
                <c:pt idx="3529">
                  <c:v>1.64506</c:v>
                </c:pt>
                <c:pt idx="3530">
                  <c:v>1.64947</c:v>
                </c:pt>
                <c:pt idx="3531">
                  <c:v>1.6334</c:v>
                </c:pt>
                <c:pt idx="3532">
                  <c:v>1.64775</c:v>
                </c:pt>
                <c:pt idx="3533">
                  <c:v>1.63568</c:v>
                </c:pt>
                <c:pt idx="3534">
                  <c:v>1.64344</c:v>
                </c:pt>
                <c:pt idx="3535">
                  <c:v>1.63137</c:v>
                </c:pt>
                <c:pt idx="3536">
                  <c:v>1.6607099999999999</c:v>
                </c:pt>
                <c:pt idx="3537">
                  <c:v>1.6384099999999999</c:v>
                </c:pt>
                <c:pt idx="3538">
                  <c:v>1.6269400000000001</c:v>
                </c:pt>
                <c:pt idx="3539">
                  <c:v>1.62619</c:v>
                </c:pt>
                <c:pt idx="3540">
                  <c:v>1.61826</c:v>
                </c:pt>
                <c:pt idx="3541">
                  <c:v>1.6455</c:v>
                </c:pt>
                <c:pt idx="3542">
                  <c:v>1.62852</c:v>
                </c:pt>
                <c:pt idx="3543">
                  <c:v>1.6277699999999999</c:v>
                </c:pt>
                <c:pt idx="3544">
                  <c:v>1.6344000000000001</c:v>
                </c:pt>
                <c:pt idx="3545">
                  <c:v>1.6267</c:v>
                </c:pt>
                <c:pt idx="3546">
                  <c:v>1.6222099999999999</c:v>
                </c:pt>
                <c:pt idx="3547">
                  <c:v>1.62622</c:v>
                </c:pt>
                <c:pt idx="3548">
                  <c:v>1.6252899999999999</c:v>
                </c:pt>
                <c:pt idx="3549">
                  <c:v>1.63405</c:v>
                </c:pt>
                <c:pt idx="3550">
                  <c:v>1.6395</c:v>
                </c:pt>
                <c:pt idx="3551">
                  <c:v>1.62897</c:v>
                </c:pt>
                <c:pt idx="3552">
                  <c:v>1.631</c:v>
                </c:pt>
                <c:pt idx="3553">
                  <c:v>1.6323799999999999</c:v>
                </c:pt>
                <c:pt idx="3554">
                  <c:v>1.61531</c:v>
                </c:pt>
                <c:pt idx="3555">
                  <c:v>1.6263099999999999</c:v>
                </c:pt>
                <c:pt idx="3556">
                  <c:v>1.64279</c:v>
                </c:pt>
                <c:pt idx="3557">
                  <c:v>1.6400300000000001</c:v>
                </c:pt>
                <c:pt idx="3558">
                  <c:v>1.6173299999999999</c:v>
                </c:pt>
                <c:pt idx="3559">
                  <c:v>1.6160699999999999</c:v>
                </c:pt>
                <c:pt idx="3560">
                  <c:v>1.62527</c:v>
                </c:pt>
                <c:pt idx="3561">
                  <c:v>1.6120399999999999</c:v>
                </c:pt>
                <c:pt idx="3562">
                  <c:v>1.62262</c:v>
                </c:pt>
                <c:pt idx="3563">
                  <c:v>1.62731</c:v>
                </c:pt>
                <c:pt idx="3564">
                  <c:v>1.61252</c:v>
                </c:pt>
                <c:pt idx="3565">
                  <c:v>1.62541</c:v>
                </c:pt>
                <c:pt idx="3566">
                  <c:v>1.63964</c:v>
                </c:pt>
                <c:pt idx="3567">
                  <c:v>1.61625</c:v>
                </c:pt>
                <c:pt idx="3568">
                  <c:v>1.6323399999999999</c:v>
                </c:pt>
                <c:pt idx="3569">
                  <c:v>1.6178900000000001</c:v>
                </c:pt>
                <c:pt idx="3570">
                  <c:v>1.6147100000000001</c:v>
                </c:pt>
                <c:pt idx="3571">
                  <c:v>1.6162000000000001</c:v>
                </c:pt>
                <c:pt idx="3572">
                  <c:v>1.6158300000000001</c:v>
                </c:pt>
                <c:pt idx="3573">
                  <c:v>1.61398</c:v>
                </c:pt>
                <c:pt idx="3574">
                  <c:v>1.6232200000000001</c:v>
                </c:pt>
                <c:pt idx="3575">
                  <c:v>1.6133599999999999</c:v>
                </c:pt>
                <c:pt idx="3576">
                  <c:v>1.61903</c:v>
                </c:pt>
                <c:pt idx="3577">
                  <c:v>1.6313599999999999</c:v>
                </c:pt>
                <c:pt idx="3578">
                  <c:v>1.6141000000000001</c:v>
                </c:pt>
                <c:pt idx="3579">
                  <c:v>1.6052200000000001</c:v>
                </c:pt>
                <c:pt idx="3580">
                  <c:v>1.61941</c:v>
                </c:pt>
                <c:pt idx="3581">
                  <c:v>1.6207</c:v>
                </c:pt>
                <c:pt idx="3582">
                  <c:v>1.6028500000000001</c:v>
                </c:pt>
                <c:pt idx="3583">
                  <c:v>1.627</c:v>
                </c:pt>
                <c:pt idx="3584">
                  <c:v>1.6190199999999999</c:v>
                </c:pt>
                <c:pt idx="3585">
                  <c:v>1.60738</c:v>
                </c:pt>
                <c:pt idx="3586">
                  <c:v>1.6309400000000001</c:v>
                </c:pt>
                <c:pt idx="3587">
                  <c:v>1.60616</c:v>
                </c:pt>
                <c:pt idx="3588">
                  <c:v>1.6114999999999999</c:v>
                </c:pt>
                <c:pt idx="3589">
                  <c:v>1.6309800000000001</c:v>
                </c:pt>
                <c:pt idx="3590">
                  <c:v>1.6026400000000001</c:v>
                </c:pt>
                <c:pt idx="3591">
                  <c:v>1.61731</c:v>
                </c:pt>
                <c:pt idx="3592">
                  <c:v>1.6252</c:v>
                </c:pt>
                <c:pt idx="3593">
                  <c:v>1.6034299999999999</c:v>
                </c:pt>
                <c:pt idx="3594">
                  <c:v>1.6123400000000001</c:v>
                </c:pt>
                <c:pt idx="3595">
                  <c:v>1.5993999999999999</c:v>
                </c:pt>
                <c:pt idx="3596">
                  <c:v>1.6156900000000001</c:v>
                </c:pt>
                <c:pt idx="3597">
                  <c:v>1.6113999999999999</c:v>
                </c:pt>
                <c:pt idx="3598">
                  <c:v>1.5998600000000001</c:v>
                </c:pt>
                <c:pt idx="3599">
                  <c:v>1.6029599999999999</c:v>
                </c:pt>
                <c:pt idx="3600">
                  <c:v>1.6009599999999999</c:v>
                </c:pt>
                <c:pt idx="3601">
                  <c:v>1.61019</c:v>
                </c:pt>
                <c:pt idx="3602">
                  <c:v>1.6036600000000001</c:v>
                </c:pt>
                <c:pt idx="3603">
                  <c:v>1.6249400000000001</c:v>
                </c:pt>
                <c:pt idx="3604">
                  <c:v>1.59988</c:v>
                </c:pt>
                <c:pt idx="3605">
                  <c:v>1.5964</c:v>
                </c:pt>
                <c:pt idx="3606">
                  <c:v>1.60293</c:v>
                </c:pt>
                <c:pt idx="3607">
                  <c:v>1.59409</c:v>
                </c:pt>
                <c:pt idx="3608">
                  <c:v>1.61747</c:v>
                </c:pt>
                <c:pt idx="3609">
                  <c:v>1.5985100000000001</c:v>
                </c:pt>
                <c:pt idx="3610">
                  <c:v>1.5952999999999999</c:v>
                </c:pt>
                <c:pt idx="3611">
                  <c:v>1.6079000000000001</c:v>
                </c:pt>
                <c:pt idx="3612">
                  <c:v>1.5946800000000001</c:v>
                </c:pt>
                <c:pt idx="3613">
                  <c:v>1.60459</c:v>
                </c:pt>
                <c:pt idx="3614">
                  <c:v>1.59477</c:v>
                </c:pt>
                <c:pt idx="3615">
                  <c:v>1.60117</c:v>
                </c:pt>
                <c:pt idx="3616">
                  <c:v>1.61524</c:v>
                </c:pt>
                <c:pt idx="3617">
                  <c:v>1.5948199999999999</c:v>
                </c:pt>
                <c:pt idx="3618">
                  <c:v>1.62392</c:v>
                </c:pt>
                <c:pt idx="3619">
                  <c:v>1.6023099999999999</c:v>
                </c:pt>
                <c:pt idx="3620">
                  <c:v>1.59883</c:v>
                </c:pt>
                <c:pt idx="3621">
                  <c:v>1.5979399999999999</c:v>
                </c:pt>
                <c:pt idx="3622">
                  <c:v>1.5968500000000001</c:v>
                </c:pt>
                <c:pt idx="3623">
                  <c:v>1.59589</c:v>
                </c:pt>
                <c:pt idx="3624">
                  <c:v>1.6015200000000001</c:v>
                </c:pt>
                <c:pt idx="3625">
                  <c:v>1.60141</c:v>
                </c:pt>
                <c:pt idx="3626">
                  <c:v>1.58758</c:v>
                </c:pt>
                <c:pt idx="3627">
                  <c:v>1.59579</c:v>
                </c:pt>
                <c:pt idx="3628">
                  <c:v>1.5845400000000001</c:v>
                </c:pt>
                <c:pt idx="3629">
                  <c:v>1.5836300000000001</c:v>
                </c:pt>
                <c:pt idx="3630">
                  <c:v>1.58769</c:v>
                </c:pt>
                <c:pt idx="3631">
                  <c:v>1.5969599999999999</c:v>
                </c:pt>
                <c:pt idx="3632">
                  <c:v>1.5812200000000001</c:v>
                </c:pt>
                <c:pt idx="3633">
                  <c:v>1.59365</c:v>
                </c:pt>
                <c:pt idx="3634">
                  <c:v>1.60677</c:v>
                </c:pt>
                <c:pt idx="3635">
                  <c:v>1.59283</c:v>
                </c:pt>
                <c:pt idx="3636">
                  <c:v>1.5829800000000001</c:v>
                </c:pt>
                <c:pt idx="3637">
                  <c:v>1.59836</c:v>
                </c:pt>
                <c:pt idx="3638">
                  <c:v>1.5794999999999999</c:v>
                </c:pt>
                <c:pt idx="3639">
                  <c:v>1.5974900000000001</c:v>
                </c:pt>
                <c:pt idx="3640">
                  <c:v>1.6069599999999999</c:v>
                </c:pt>
                <c:pt idx="3641">
                  <c:v>1.58405</c:v>
                </c:pt>
                <c:pt idx="3642">
                  <c:v>1.6036999999999999</c:v>
                </c:pt>
                <c:pt idx="3643">
                  <c:v>1.5885400000000001</c:v>
                </c:pt>
                <c:pt idx="3644">
                  <c:v>1.61873</c:v>
                </c:pt>
                <c:pt idx="3645">
                  <c:v>1.59728</c:v>
                </c:pt>
                <c:pt idx="3646">
                  <c:v>1.5964100000000001</c:v>
                </c:pt>
                <c:pt idx="3647">
                  <c:v>1.59894</c:v>
                </c:pt>
                <c:pt idx="3648">
                  <c:v>1.5666100000000001</c:v>
                </c:pt>
                <c:pt idx="3649">
                  <c:v>1.5892200000000001</c:v>
                </c:pt>
                <c:pt idx="3650">
                  <c:v>1.5937600000000001</c:v>
                </c:pt>
                <c:pt idx="3651">
                  <c:v>1.59263</c:v>
                </c:pt>
                <c:pt idx="3652">
                  <c:v>1.58999</c:v>
                </c:pt>
                <c:pt idx="3653">
                  <c:v>1.59589</c:v>
                </c:pt>
                <c:pt idx="3654">
                  <c:v>1.58908</c:v>
                </c:pt>
                <c:pt idx="3655">
                  <c:v>1.5867100000000001</c:v>
                </c:pt>
                <c:pt idx="3656">
                  <c:v>1.5708599999999999</c:v>
                </c:pt>
                <c:pt idx="3657">
                  <c:v>1.57928</c:v>
                </c:pt>
                <c:pt idx="3658">
                  <c:v>1.5858099999999999</c:v>
                </c:pt>
                <c:pt idx="3659">
                  <c:v>1.5781400000000001</c:v>
                </c:pt>
                <c:pt idx="3660">
                  <c:v>1.57843</c:v>
                </c:pt>
                <c:pt idx="3661">
                  <c:v>1.56935</c:v>
                </c:pt>
                <c:pt idx="3662">
                  <c:v>1.56619</c:v>
                </c:pt>
                <c:pt idx="3663">
                  <c:v>1.58416</c:v>
                </c:pt>
                <c:pt idx="3664">
                  <c:v>1.5744400000000001</c:v>
                </c:pt>
                <c:pt idx="3665">
                  <c:v>1.57351</c:v>
                </c:pt>
                <c:pt idx="3666">
                  <c:v>1.5792900000000001</c:v>
                </c:pt>
                <c:pt idx="3667">
                  <c:v>1.6064499999999999</c:v>
                </c:pt>
                <c:pt idx="3668">
                  <c:v>1.57847</c:v>
                </c:pt>
                <c:pt idx="3669">
                  <c:v>1.5791999999999999</c:v>
                </c:pt>
                <c:pt idx="3670">
                  <c:v>1.58552</c:v>
                </c:pt>
                <c:pt idx="3671">
                  <c:v>1.57239</c:v>
                </c:pt>
                <c:pt idx="3672">
                  <c:v>1.5683499999999999</c:v>
                </c:pt>
                <c:pt idx="3673">
                  <c:v>1.55907</c:v>
                </c:pt>
                <c:pt idx="3674">
                  <c:v>1.57681</c:v>
                </c:pt>
                <c:pt idx="3675">
                  <c:v>1.56924</c:v>
                </c:pt>
                <c:pt idx="3676">
                  <c:v>1.5651900000000001</c:v>
                </c:pt>
                <c:pt idx="3677">
                  <c:v>1.5646599999999999</c:v>
                </c:pt>
                <c:pt idx="3678">
                  <c:v>1.5650999999999999</c:v>
                </c:pt>
                <c:pt idx="3679">
                  <c:v>1.56575</c:v>
                </c:pt>
                <c:pt idx="3680">
                  <c:v>1.5740099999999999</c:v>
                </c:pt>
                <c:pt idx="3681">
                  <c:v>1.57633</c:v>
                </c:pt>
                <c:pt idx="3682">
                  <c:v>1.57013</c:v>
                </c:pt>
                <c:pt idx="3683">
                  <c:v>1.5712900000000001</c:v>
                </c:pt>
                <c:pt idx="3684">
                  <c:v>1.5720799999999999</c:v>
                </c:pt>
                <c:pt idx="3685">
                  <c:v>1.5579799999999999</c:v>
                </c:pt>
                <c:pt idx="3686">
                  <c:v>1.56125</c:v>
                </c:pt>
                <c:pt idx="3687">
                  <c:v>1.5892999999999999</c:v>
                </c:pt>
                <c:pt idx="3688">
                  <c:v>1.56603</c:v>
                </c:pt>
                <c:pt idx="3689">
                  <c:v>1.5689</c:v>
                </c:pt>
                <c:pt idx="3690">
                  <c:v>1.5708</c:v>
                </c:pt>
                <c:pt idx="3691">
                  <c:v>1.5748200000000001</c:v>
                </c:pt>
                <c:pt idx="3692">
                  <c:v>1.57342</c:v>
                </c:pt>
                <c:pt idx="3693">
                  <c:v>1.56541</c:v>
                </c:pt>
                <c:pt idx="3694">
                  <c:v>1.5586100000000001</c:v>
                </c:pt>
                <c:pt idx="3695">
                  <c:v>1.5678000000000001</c:v>
                </c:pt>
                <c:pt idx="3696">
                  <c:v>1.5589299999999999</c:v>
                </c:pt>
                <c:pt idx="3697">
                  <c:v>1.5702700000000001</c:v>
                </c:pt>
                <c:pt idx="3698">
                  <c:v>1.56202</c:v>
                </c:pt>
                <c:pt idx="3699">
                  <c:v>1.5623199999999999</c:v>
                </c:pt>
                <c:pt idx="3700">
                  <c:v>1.57863</c:v>
                </c:pt>
                <c:pt idx="3701">
                  <c:v>1.59198</c:v>
                </c:pt>
                <c:pt idx="3702">
                  <c:v>1.5605500000000001</c:v>
                </c:pt>
                <c:pt idx="3703">
                  <c:v>1.5767500000000001</c:v>
                </c:pt>
                <c:pt idx="3704">
                  <c:v>1.5494300000000001</c:v>
                </c:pt>
                <c:pt idx="3705">
                  <c:v>1.55636</c:v>
                </c:pt>
                <c:pt idx="3706">
                  <c:v>1.55799</c:v>
                </c:pt>
                <c:pt idx="3707">
                  <c:v>1.56142</c:v>
                </c:pt>
                <c:pt idx="3708">
                  <c:v>1.56735</c:v>
                </c:pt>
                <c:pt idx="3709">
                  <c:v>1.5650999999999999</c:v>
                </c:pt>
                <c:pt idx="3710">
                  <c:v>1.5495300000000001</c:v>
                </c:pt>
                <c:pt idx="3711">
                  <c:v>1.55789</c:v>
                </c:pt>
                <c:pt idx="3712">
                  <c:v>1.55413</c:v>
                </c:pt>
                <c:pt idx="3713">
                  <c:v>1.55775</c:v>
                </c:pt>
                <c:pt idx="3714">
                  <c:v>1.56898</c:v>
                </c:pt>
                <c:pt idx="3715">
                  <c:v>1.5457399999999999</c:v>
                </c:pt>
                <c:pt idx="3716">
                  <c:v>1.56657</c:v>
                </c:pt>
                <c:pt idx="3717">
                  <c:v>1.5617700000000001</c:v>
                </c:pt>
                <c:pt idx="3718">
                  <c:v>1.5495000000000001</c:v>
                </c:pt>
                <c:pt idx="3719">
                  <c:v>1.5783499999999999</c:v>
                </c:pt>
                <c:pt idx="3720">
                  <c:v>1.56497</c:v>
                </c:pt>
                <c:pt idx="3721">
                  <c:v>1.54315</c:v>
                </c:pt>
                <c:pt idx="3722">
                  <c:v>1.55535</c:v>
                </c:pt>
                <c:pt idx="3723">
                  <c:v>1.56274</c:v>
                </c:pt>
                <c:pt idx="3724">
                  <c:v>1.5439499999999999</c:v>
                </c:pt>
                <c:pt idx="3725">
                  <c:v>1.5415000000000001</c:v>
                </c:pt>
                <c:pt idx="3726">
                  <c:v>1.5473699999999999</c:v>
                </c:pt>
                <c:pt idx="3727">
                  <c:v>1.56731</c:v>
                </c:pt>
                <c:pt idx="3728">
                  <c:v>1.5706100000000001</c:v>
                </c:pt>
                <c:pt idx="3729">
                  <c:v>1.54461</c:v>
                </c:pt>
                <c:pt idx="3730">
                  <c:v>1.5363800000000001</c:v>
                </c:pt>
                <c:pt idx="3731">
                  <c:v>1.5498700000000001</c:v>
                </c:pt>
                <c:pt idx="3732">
                  <c:v>1.5518099999999999</c:v>
                </c:pt>
                <c:pt idx="3733">
                  <c:v>1.54617</c:v>
                </c:pt>
                <c:pt idx="3734">
                  <c:v>1.54573</c:v>
                </c:pt>
                <c:pt idx="3735">
                  <c:v>1.56019</c:v>
                </c:pt>
                <c:pt idx="3736">
                  <c:v>1.5727100000000001</c:v>
                </c:pt>
                <c:pt idx="3737">
                  <c:v>1.55464</c:v>
                </c:pt>
                <c:pt idx="3738">
                  <c:v>1.54514</c:v>
                </c:pt>
                <c:pt idx="3739">
                  <c:v>1.5434300000000001</c:v>
                </c:pt>
                <c:pt idx="3740">
                  <c:v>1.5545199999999999</c:v>
                </c:pt>
                <c:pt idx="3741">
                  <c:v>1.5473399999999999</c:v>
                </c:pt>
                <c:pt idx="3742">
                  <c:v>1.53102</c:v>
                </c:pt>
                <c:pt idx="3743">
                  <c:v>1.5443800000000001</c:v>
                </c:pt>
                <c:pt idx="3744">
                  <c:v>1.55375</c:v>
                </c:pt>
                <c:pt idx="3745">
                  <c:v>1.556</c:v>
                </c:pt>
                <c:pt idx="3746">
                  <c:v>1.5482800000000001</c:v>
                </c:pt>
                <c:pt idx="3747">
                  <c:v>1.55247</c:v>
                </c:pt>
                <c:pt idx="3748">
                  <c:v>1.54884</c:v>
                </c:pt>
                <c:pt idx="3749">
                  <c:v>1.55057</c:v>
                </c:pt>
                <c:pt idx="3750">
                  <c:v>1.5462899999999999</c:v>
                </c:pt>
                <c:pt idx="3751">
                  <c:v>1.5563400000000001</c:v>
                </c:pt>
                <c:pt idx="3752">
                  <c:v>1.54366</c:v>
                </c:pt>
                <c:pt idx="3753">
                  <c:v>1.5814699999999999</c:v>
                </c:pt>
                <c:pt idx="3754">
                  <c:v>1.55277</c:v>
                </c:pt>
                <c:pt idx="3755">
                  <c:v>1.5515000000000001</c:v>
                </c:pt>
                <c:pt idx="3756">
                  <c:v>1.53474</c:v>
                </c:pt>
                <c:pt idx="3757">
                  <c:v>1.54379</c:v>
                </c:pt>
                <c:pt idx="3758">
                  <c:v>1.53548</c:v>
                </c:pt>
                <c:pt idx="3759">
                  <c:v>1.5442899999999999</c:v>
                </c:pt>
                <c:pt idx="3760">
                  <c:v>1.53779</c:v>
                </c:pt>
                <c:pt idx="3761">
                  <c:v>1.5302199999999999</c:v>
                </c:pt>
                <c:pt idx="3762">
                  <c:v>1.5243500000000001</c:v>
                </c:pt>
                <c:pt idx="3763">
                  <c:v>1.52895</c:v>
                </c:pt>
                <c:pt idx="3764">
                  <c:v>1.5312300000000001</c:v>
                </c:pt>
                <c:pt idx="3765">
                  <c:v>1.5447200000000001</c:v>
                </c:pt>
                <c:pt idx="3766">
                  <c:v>1.54261</c:v>
                </c:pt>
                <c:pt idx="3767">
                  <c:v>1.5390200000000001</c:v>
                </c:pt>
                <c:pt idx="3768">
                  <c:v>1.5529500000000001</c:v>
                </c:pt>
                <c:pt idx="3769">
                  <c:v>1.5370699999999999</c:v>
                </c:pt>
                <c:pt idx="3770">
                  <c:v>1.5399700000000001</c:v>
                </c:pt>
                <c:pt idx="3771">
                  <c:v>1.55494</c:v>
                </c:pt>
                <c:pt idx="3772">
                  <c:v>1.5300400000000001</c:v>
                </c:pt>
                <c:pt idx="3773">
                  <c:v>1.5247599999999999</c:v>
                </c:pt>
                <c:pt idx="3774">
                  <c:v>1.5386299999999999</c:v>
                </c:pt>
                <c:pt idx="3775">
                  <c:v>1.52756</c:v>
                </c:pt>
                <c:pt idx="3776">
                  <c:v>1.544</c:v>
                </c:pt>
                <c:pt idx="3777">
                  <c:v>1.5282899999999999</c:v>
                </c:pt>
                <c:pt idx="3778">
                  <c:v>1.53687</c:v>
                </c:pt>
                <c:pt idx="3779">
                  <c:v>1.5321800000000001</c:v>
                </c:pt>
                <c:pt idx="3780">
                  <c:v>1.53793</c:v>
                </c:pt>
                <c:pt idx="3781">
                  <c:v>1.5346599999999999</c:v>
                </c:pt>
                <c:pt idx="3782">
                  <c:v>1.5375099999999999</c:v>
                </c:pt>
                <c:pt idx="3783">
                  <c:v>1.53976</c:v>
                </c:pt>
                <c:pt idx="3784">
                  <c:v>1.5266900000000001</c:v>
                </c:pt>
                <c:pt idx="3785">
                  <c:v>1.54881</c:v>
                </c:pt>
                <c:pt idx="3786">
                  <c:v>1.53261</c:v>
                </c:pt>
                <c:pt idx="3787">
                  <c:v>1.5244899999999999</c:v>
                </c:pt>
                <c:pt idx="3788">
                  <c:v>1.53549</c:v>
                </c:pt>
                <c:pt idx="3789">
                  <c:v>1.5267999999999999</c:v>
                </c:pt>
                <c:pt idx="3790">
                  <c:v>1.5504800000000001</c:v>
                </c:pt>
                <c:pt idx="3791">
                  <c:v>1.5415700000000001</c:v>
                </c:pt>
                <c:pt idx="3792">
                  <c:v>1.5283100000000001</c:v>
                </c:pt>
                <c:pt idx="3793">
                  <c:v>1.52935</c:v>
                </c:pt>
                <c:pt idx="3794">
                  <c:v>1.5376799999999999</c:v>
                </c:pt>
                <c:pt idx="3795">
                  <c:v>1.54755</c:v>
                </c:pt>
                <c:pt idx="3796">
                  <c:v>1.5182199999999999</c:v>
                </c:pt>
                <c:pt idx="3797">
                  <c:v>1.5219199999999999</c:v>
                </c:pt>
                <c:pt idx="3798">
                  <c:v>1.51857</c:v>
                </c:pt>
                <c:pt idx="3799">
                  <c:v>1.5638300000000001</c:v>
                </c:pt>
                <c:pt idx="3800">
                  <c:v>1.5288999999999999</c:v>
                </c:pt>
                <c:pt idx="3801">
                  <c:v>1.54067</c:v>
                </c:pt>
                <c:pt idx="3802">
                  <c:v>1.5202899999999999</c:v>
                </c:pt>
                <c:pt idx="3803">
                  <c:v>1.5327900000000001</c:v>
                </c:pt>
                <c:pt idx="3804">
                  <c:v>1.55166</c:v>
                </c:pt>
                <c:pt idx="3805">
                  <c:v>1.5364199999999999</c:v>
                </c:pt>
                <c:pt idx="3806">
                  <c:v>1.5492600000000001</c:v>
                </c:pt>
                <c:pt idx="3807">
                  <c:v>1.5399099999999999</c:v>
                </c:pt>
                <c:pt idx="3808">
                  <c:v>1.5262800000000001</c:v>
                </c:pt>
                <c:pt idx="3809">
                  <c:v>1.5365500000000001</c:v>
                </c:pt>
                <c:pt idx="3810">
                  <c:v>1.53098</c:v>
                </c:pt>
                <c:pt idx="3811">
                  <c:v>1.5146500000000001</c:v>
                </c:pt>
                <c:pt idx="3812">
                  <c:v>1.5503100000000001</c:v>
                </c:pt>
                <c:pt idx="3813">
                  <c:v>1.52441</c:v>
                </c:pt>
                <c:pt idx="3814">
                  <c:v>1.5178499999999999</c:v>
                </c:pt>
                <c:pt idx="3815">
                  <c:v>1.5277099999999999</c:v>
                </c:pt>
                <c:pt idx="3816">
                  <c:v>1.52996</c:v>
                </c:pt>
                <c:pt idx="3817">
                  <c:v>1.53413</c:v>
                </c:pt>
                <c:pt idx="3818">
                  <c:v>1.53383</c:v>
                </c:pt>
                <c:pt idx="3819">
                  <c:v>1.51752</c:v>
                </c:pt>
                <c:pt idx="3820">
                  <c:v>1.5254300000000001</c:v>
                </c:pt>
                <c:pt idx="3821">
                  <c:v>1.5258100000000001</c:v>
                </c:pt>
                <c:pt idx="3822">
                  <c:v>1.5174099999999999</c:v>
                </c:pt>
                <c:pt idx="3823">
                  <c:v>1.50793</c:v>
                </c:pt>
                <c:pt idx="3824">
                  <c:v>1.52173</c:v>
                </c:pt>
                <c:pt idx="3825">
                  <c:v>1.52586</c:v>
                </c:pt>
                <c:pt idx="3826">
                  <c:v>1.5173700000000001</c:v>
                </c:pt>
                <c:pt idx="3827">
                  <c:v>1.5185900000000001</c:v>
                </c:pt>
                <c:pt idx="3828">
                  <c:v>1.5390200000000001</c:v>
                </c:pt>
                <c:pt idx="3829">
                  <c:v>1.5230900000000001</c:v>
                </c:pt>
                <c:pt idx="3830">
                  <c:v>1.5100100000000001</c:v>
                </c:pt>
                <c:pt idx="3831">
                  <c:v>1.52576</c:v>
                </c:pt>
                <c:pt idx="3832">
                  <c:v>1.53487</c:v>
                </c:pt>
                <c:pt idx="3833">
                  <c:v>1.5248699999999999</c:v>
                </c:pt>
                <c:pt idx="3834">
                  <c:v>1.5354300000000001</c:v>
                </c:pt>
                <c:pt idx="3835">
                  <c:v>1.5186599999999999</c:v>
                </c:pt>
                <c:pt idx="3836">
                  <c:v>1.5177099999999999</c:v>
                </c:pt>
                <c:pt idx="3837">
                  <c:v>1.52237</c:v>
                </c:pt>
                <c:pt idx="3838">
                  <c:v>1.53027</c:v>
                </c:pt>
                <c:pt idx="3839">
                  <c:v>1.5234300000000001</c:v>
                </c:pt>
                <c:pt idx="3840">
                  <c:v>1.5503899999999999</c:v>
                </c:pt>
                <c:pt idx="3841">
                  <c:v>1.51878</c:v>
                </c:pt>
                <c:pt idx="3842">
                  <c:v>1.52203</c:v>
                </c:pt>
                <c:pt idx="3843">
                  <c:v>1.5308999999999999</c:v>
                </c:pt>
                <c:pt idx="3844">
                  <c:v>1.5198499999999999</c:v>
                </c:pt>
                <c:pt idx="3845">
                  <c:v>1.52275</c:v>
                </c:pt>
                <c:pt idx="3846">
                  <c:v>1.5162500000000001</c:v>
                </c:pt>
                <c:pt idx="3847">
                  <c:v>1.52634</c:v>
                </c:pt>
                <c:pt idx="3848">
                  <c:v>1.51718</c:v>
                </c:pt>
                <c:pt idx="3849">
                  <c:v>1.5293699999999999</c:v>
                </c:pt>
                <c:pt idx="3850">
                  <c:v>1.5258700000000001</c:v>
                </c:pt>
                <c:pt idx="3851">
                  <c:v>1.5408900000000001</c:v>
                </c:pt>
                <c:pt idx="3852">
                  <c:v>1.5406899999999999</c:v>
                </c:pt>
                <c:pt idx="3853">
                  <c:v>1.51685</c:v>
                </c:pt>
                <c:pt idx="3854">
                  <c:v>1.5171300000000001</c:v>
                </c:pt>
                <c:pt idx="3855">
                  <c:v>1.51549</c:v>
                </c:pt>
                <c:pt idx="3856">
                  <c:v>1.5300199999999999</c:v>
                </c:pt>
                <c:pt idx="3857">
                  <c:v>1.52915</c:v>
                </c:pt>
                <c:pt idx="3858">
                  <c:v>1.5122</c:v>
                </c:pt>
                <c:pt idx="3859">
                  <c:v>1.5164599999999999</c:v>
                </c:pt>
                <c:pt idx="3860">
                  <c:v>1.5322899999999999</c:v>
                </c:pt>
                <c:pt idx="3861">
                  <c:v>1.50631</c:v>
                </c:pt>
                <c:pt idx="3862">
                  <c:v>1.5184500000000001</c:v>
                </c:pt>
                <c:pt idx="3863">
                  <c:v>1.52685</c:v>
                </c:pt>
                <c:pt idx="3864">
                  <c:v>1.51183</c:v>
                </c:pt>
                <c:pt idx="3865">
                  <c:v>1.52525</c:v>
                </c:pt>
                <c:pt idx="3866">
                  <c:v>1.5111300000000001</c:v>
                </c:pt>
                <c:pt idx="3867">
                  <c:v>1.5045200000000001</c:v>
                </c:pt>
                <c:pt idx="3868">
                  <c:v>1.5107999999999999</c:v>
                </c:pt>
                <c:pt idx="3869">
                  <c:v>1.5191699999999999</c:v>
                </c:pt>
                <c:pt idx="3870">
                  <c:v>1.51336</c:v>
                </c:pt>
                <c:pt idx="3871">
                  <c:v>1.5261199999999999</c:v>
                </c:pt>
                <c:pt idx="3872">
                  <c:v>1.51488</c:v>
                </c:pt>
                <c:pt idx="3873">
                  <c:v>1.5204</c:v>
                </c:pt>
                <c:pt idx="3874">
                  <c:v>1.5181</c:v>
                </c:pt>
                <c:pt idx="3875">
                  <c:v>1.5347599999999999</c:v>
                </c:pt>
                <c:pt idx="3876">
                  <c:v>1.5226500000000001</c:v>
                </c:pt>
                <c:pt idx="3877">
                  <c:v>1.50943</c:v>
                </c:pt>
                <c:pt idx="3878">
                  <c:v>1.50187</c:v>
                </c:pt>
                <c:pt idx="3879">
                  <c:v>1.51528</c:v>
                </c:pt>
                <c:pt idx="3880">
                  <c:v>1.51294</c:v>
                </c:pt>
                <c:pt idx="3881">
                  <c:v>1.5138499999999999</c:v>
                </c:pt>
                <c:pt idx="3882">
                  <c:v>1.5146299999999999</c:v>
                </c:pt>
                <c:pt idx="3883">
                  <c:v>1.5101100000000001</c:v>
                </c:pt>
                <c:pt idx="3884">
                  <c:v>1.52298</c:v>
                </c:pt>
                <c:pt idx="3885">
                  <c:v>1.5122</c:v>
                </c:pt>
                <c:pt idx="3886">
                  <c:v>1.5045599999999999</c:v>
                </c:pt>
                <c:pt idx="3887">
                  <c:v>1.5088900000000001</c:v>
                </c:pt>
                <c:pt idx="3888">
                  <c:v>1.5084200000000001</c:v>
                </c:pt>
                <c:pt idx="3889">
                  <c:v>1.5079199999999999</c:v>
                </c:pt>
                <c:pt idx="3890">
                  <c:v>1.5093799999999999</c:v>
                </c:pt>
                <c:pt idx="3891">
                  <c:v>1.5075000000000001</c:v>
                </c:pt>
                <c:pt idx="3892">
                  <c:v>1.49736</c:v>
                </c:pt>
                <c:pt idx="3893">
                  <c:v>1.5117100000000001</c:v>
                </c:pt>
                <c:pt idx="3894">
                  <c:v>1.51108</c:v>
                </c:pt>
                <c:pt idx="3895">
                  <c:v>1.5041599999999999</c:v>
                </c:pt>
                <c:pt idx="3896">
                  <c:v>1.50485</c:v>
                </c:pt>
                <c:pt idx="3897">
                  <c:v>1.5064299999999999</c:v>
                </c:pt>
                <c:pt idx="3898">
                  <c:v>1.5119400000000001</c:v>
                </c:pt>
                <c:pt idx="3899">
                  <c:v>1.52518</c:v>
                </c:pt>
                <c:pt idx="3900">
                  <c:v>1.50187</c:v>
                </c:pt>
                <c:pt idx="3901">
                  <c:v>1.51033</c:v>
                </c:pt>
                <c:pt idx="3902">
                  <c:v>1.5258100000000001</c:v>
                </c:pt>
                <c:pt idx="3903">
                  <c:v>1.5180899999999999</c:v>
                </c:pt>
                <c:pt idx="3904">
                  <c:v>1.50176</c:v>
                </c:pt>
                <c:pt idx="3905">
                  <c:v>1.51048</c:v>
                </c:pt>
                <c:pt idx="3906">
                  <c:v>1.50176</c:v>
                </c:pt>
                <c:pt idx="3907">
                  <c:v>1.5158400000000001</c:v>
                </c:pt>
                <c:pt idx="3908">
                  <c:v>1.51356</c:v>
                </c:pt>
                <c:pt idx="3909">
                  <c:v>1.4983200000000001</c:v>
                </c:pt>
                <c:pt idx="3910">
                  <c:v>1.5057799999999999</c:v>
                </c:pt>
                <c:pt idx="3911">
                  <c:v>1.4944999999999999</c:v>
                </c:pt>
                <c:pt idx="3912">
                  <c:v>1.51824</c:v>
                </c:pt>
                <c:pt idx="3913">
                  <c:v>1.49708</c:v>
                </c:pt>
                <c:pt idx="3914">
                  <c:v>1.48848</c:v>
                </c:pt>
                <c:pt idx="3915">
                  <c:v>1.48973</c:v>
                </c:pt>
                <c:pt idx="3916">
                  <c:v>1.49379</c:v>
                </c:pt>
                <c:pt idx="3917">
                  <c:v>1.50064</c:v>
                </c:pt>
                <c:pt idx="3918">
                  <c:v>1.4983</c:v>
                </c:pt>
                <c:pt idx="3919">
                  <c:v>1.5110399999999999</c:v>
                </c:pt>
                <c:pt idx="3920">
                  <c:v>1.52603</c:v>
                </c:pt>
                <c:pt idx="3921">
                  <c:v>1.4951099999999999</c:v>
                </c:pt>
                <c:pt idx="3922">
                  <c:v>1.50231</c:v>
                </c:pt>
                <c:pt idx="3923">
                  <c:v>1.48854</c:v>
                </c:pt>
                <c:pt idx="3924">
                  <c:v>1.49386</c:v>
                </c:pt>
                <c:pt idx="3925">
                  <c:v>1.5064299999999999</c:v>
                </c:pt>
                <c:pt idx="3926">
                  <c:v>1.5047900000000001</c:v>
                </c:pt>
                <c:pt idx="3927">
                  <c:v>1.50091</c:v>
                </c:pt>
                <c:pt idx="3928">
                  <c:v>1.4966299999999999</c:v>
                </c:pt>
                <c:pt idx="3929">
                  <c:v>1.49875</c:v>
                </c:pt>
                <c:pt idx="3930">
                  <c:v>1.49996</c:v>
                </c:pt>
                <c:pt idx="3931">
                  <c:v>1.49583</c:v>
                </c:pt>
                <c:pt idx="3932">
                  <c:v>1.49733</c:v>
                </c:pt>
                <c:pt idx="3933">
                  <c:v>1.5117</c:v>
                </c:pt>
                <c:pt idx="3934">
                  <c:v>1.4855</c:v>
                </c:pt>
                <c:pt idx="3935">
                  <c:v>1.49166</c:v>
                </c:pt>
                <c:pt idx="3936">
                  <c:v>1.48054</c:v>
                </c:pt>
                <c:pt idx="3937">
                  <c:v>1.5023299999999999</c:v>
                </c:pt>
                <c:pt idx="3938">
                  <c:v>1.4974400000000001</c:v>
                </c:pt>
                <c:pt idx="3939">
                  <c:v>1.4871700000000001</c:v>
                </c:pt>
                <c:pt idx="3940">
                  <c:v>1.4935</c:v>
                </c:pt>
                <c:pt idx="3941">
                  <c:v>1.51854</c:v>
                </c:pt>
                <c:pt idx="3942">
                  <c:v>1.49248</c:v>
                </c:pt>
                <c:pt idx="3943">
                  <c:v>1.49448</c:v>
                </c:pt>
                <c:pt idx="3944">
                  <c:v>1.48187</c:v>
                </c:pt>
                <c:pt idx="3945">
                  <c:v>1.4933000000000001</c:v>
                </c:pt>
                <c:pt idx="3946">
                  <c:v>1.50421</c:v>
                </c:pt>
                <c:pt idx="3947">
                  <c:v>1.49665</c:v>
                </c:pt>
                <c:pt idx="3948">
                  <c:v>1.49763</c:v>
                </c:pt>
                <c:pt idx="3949">
                  <c:v>1.4866999999999999</c:v>
                </c:pt>
                <c:pt idx="3950">
                  <c:v>1.4978899999999999</c:v>
                </c:pt>
                <c:pt idx="3951">
                  <c:v>1.4857899999999999</c:v>
                </c:pt>
                <c:pt idx="3952">
                  <c:v>1.4899</c:v>
                </c:pt>
                <c:pt idx="3953">
                  <c:v>1.48089</c:v>
                </c:pt>
                <c:pt idx="3954">
                  <c:v>1.5016700000000001</c:v>
                </c:pt>
                <c:pt idx="3955">
                  <c:v>1.4910600000000001</c:v>
                </c:pt>
                <c:pt idx="3956">
                  <c:v>1.4926900000000001</c:v>
                </c:pt>
                <c:pt idx="3957">
                  <c:v>1.484</c:v>
                </c:pt>
                <c:pt idx="3958">
                  <c:v>1.4941899999999999</c:v>
                </c:pt>
                <c:pt idx="3959">
                  <c:v>1.4854799999999999</c:v>
                </c:pt>
                <c:pt idx="3960">
                  <c:v>1.4925900000000001</c:v>
                </c:pt>
                <c:pt idx="3961">
                  <c:v>1.49447</c:v>
                </c:pt>
                <c:pt idx="3962">
                  <c:v>1.49952</c:v>
                </c:pt>
                <c:pt idx="3963">
                  <c:v>1.5088699999999999</c:v>
                </c:pt>
                <c:pt idx="3964">
                  <c:v>1.49793</c:v>
                </c:pt>
                <c:pt idx="3965">
                  <c:v>1.4900500000000001</c:v>
                </c:pt>
                <c:pt idx="3966">
                  <c:v>1.49272</c:v>
                </c:pt>
                <c:pt idx="3967">
                  <c:v>1.48739</c:v>
                </c:pt>
                <c:pt idx="3968">
                  <c:v>1.5019100000000001</c:v>
                </c:pt>
                <c:pt idx="3969">
                  <c:v>1.4883900000000001</c:v>
                </c:pt>
                <c:pt idx="3970">
                  <c:v>1.4943</c:v>
                </c:pt>
                <c:pt idx="3971">
                  <c:v>1.4838100000000001</c:v>
                </c:pt>
                <c:pt idx="3972">
                  <c:v>1.4903200000000001</c:v>
                </c:pt>
                <c:pt idx="3973">
                  <c:v>1.4756899999999999</c:v>
                </c:pt>
                <c:pt idx="3974">
                  <c:v>1.4792700000000001</c:v>
                </c:pt>
                <c:pt idx="3975">
                  <c:v>1.49075</c:v>
                </c:pt>
                <c:pt idx="3976">
                  <c:v>1.48064</c:v>
                </c:pt>
                <c:pt idx="3977">
                  <c:v>1.4881599999999999</c:v>
                </c:pt>
                <c:pt idx="3978">
                  <c:v>1.47481</c:v>
                </c:pt>
                <c:pt idx="3979">
                  <c:v>1.4850399999999999</c:v>
                </c:pt>
                <c:pt idx="3980">
                  <c:v>1.49701</c:v>
                </c:pt>
                <c:pt idx="3981">
                  <c:v>1.4941500000000001</c:v>
                </c:pt>
                <c:pt idx="3982">
                  <c:v>1.48221</c:v>
                </c:pt>
                <c:pt idx="3983">
                  <c:v>1.4816400000000001</c:v>
                </c:pt>
                <c:pt idx="3984">
                  <c:v>1.4673499999999999</c:v>
                </c:pt>
                <c:pt idx="3985">
                  <c:v>1.47936</c:v>
                </c:pt>
                <c:pt idx="3986">
                  <c:v>1.48001</c:v>
                </c:pt>
                <c:pt idx="3987">
                  <c:v>1.49217</c:v>
                </c:pt>
                <c:pt idx="3988">
                  <c:v>1.4796100000000001</c:v>
                </c:pt>
                <c:pt idx="3989">
                  <c:v>1.48082</c:v>
                </c:pt>
                <c:pt idx="3990">
                  <c:v>1.4678899999999999</c:v>
                </c:pt>
                <c:pt idx="3991">
                  <c:v>1.4752099999999999</c:v>
                </c:pt>
                <c:pt idx="3992">
                  <c:v>1.4842</c:v>
                </c:pt>
                <c:pt idx="3993">
                  <c:v>1.49221</c:v>
                </c:pt>
                <c:pt idx="3994">
                  <c:v>1.4765999999999999</c:v>
                </c:pt>
                <c:pt idx="3995">
                  <c:v>1.48146</c:v>
                </c:pt>
                <c:pt idx="3996">
                  <c:v>1.46424</c:v>
                </c:pt>
                <c:pt idx="3997">
                  <c:v>1.4811399999999999</c:v>
                </c:pt>
                <c:pt idx="3998">
                  <c:v>1.4757499999999999</c:v>
                </c:pt>
                <c:pt idx="3999">
                  <c:v>1.47298</c:v>
                </c:pt>
                <c:pt idx="4000">
                  <c:v>1.48566</c:v>
                </c:pt>
                <c:pt idx="4001">
                  <c:v>1.47932</c:v>
                </c:pt>
                <c:pt idx="4002">
                  <c:v>1.47878</c:v>
                </c:pt>
                <c:pt idx="4003">
                  <c:v>1.4829600000000001</c:v>
                </c:pt>
                <c:pt idx="4004">
                  <c:v>1.47872</c:v>
                </c:pt>
                <c:pt idx="4005">
                  <c:v>1.4844299999999999</c:v>
                </c:pt>
                <c:pt idx="4006">
                  <c:v>1.46811</c:v>
                </c:pt>
                <c:pt idx="4007">
                  <c:v>1.48264</c:v>
                </c:pt>
                <c:pt idx="4008">
                  <c:v>1.4685900000000001</c:v>
                </c:pt>
                <c:pt idx="4009">
                  <c:v>1.4766900000000001</c:v>
                </c:pt>
                <c:pt idx="4010">
                  <c:v>1.4784900000000001</c:v>
                </c:pt>
                <c:pt idx="4011">
                  <c:v>1.46574</c:v>
                </c:pt>
                <c:pt idx="4012">
                  <c:v>1.4729099999999999</c:v>
                </c:pt>
                <c:pt idx="4013">
                  <c:v>1.4805600000000001</c:v>
                </c:pt>
                <c:pt idx="4014">
                  <c:v>1.4699</c:v>
                </c:pt>
                <c:pt idx="4015">
                  <c:v>1.4789699999999999</c:v>
                </c:pt>
                <c:pt idx="4016">
                  <c:v>1.4764999999999999</c:v>
                </c:pt>
                <c:pt idx="4017">
                  <c:v>1.4857899999999999</c:v>
                </c:pt>
                <c:pt idx="4018">
                  <c:v>1.4732099999999999</c:v>
                </c:pt>
                <c:pt idx="4019">
                  <c:v>1.4772000000000001</c:v>
                </c:pt>
                <c:pt idx="4020">
                  <c:v>1.46892</c:v>
                </c:pt>
                <c:pt idx="4021">
                  <c:v>1.4938800000000001</c:v>
                </c:pt>
                <c:pt idx="4022">
                  <c:v>1.47584</c:v>
                </c:pt>
                <c:pt idx="4023">
                  <c:v>1.4639800000000001</c:v>
                </c:pt>
                <c:pt idx="4024">
                  <c:v>1.4636899999999999</c:v>
                </c:pt>
                <c:pt idx="4025">
                  <c:v>1.46027</c:v>
                </c:pt>
                <c:pt idx="4026">
                  <c:v>1.46424</c:v>
                </c:pt>
                <c:pt idx="4027">
                  <c:v>1.46878</c:v>
                </c:pt>
                <c:pt idx="4028">
                  <c:v>1.47176</c:v>
                </c:pt>
                <c:pt idx="4029">
                  <c:v>1.4768300000000001</c:v>
                </c:pt>
                <c:pt idx="4030">
                  <c:v>1.47462</c:v>
                </c:pt>
                <c:pt idx="4031">
                  <c:v>1.4973700000000001</c:v>
                </c:pt>
                <c:pt idx="4032">
                  <c:v>1.4604600000000001</c:v>
                </c:pt>
                <c:pt idx="4033">
                  <c:v>1.45842</c:v>
                </c:pt>
                <c:pt idx="4034">
                  <c:v>1.4642200000000001</c:v>
                </c:pt>
                <c:pt idx="4035">
                  <c:v>1.47679</c:v>
                </c:pt>
                <c:pt idx="4036">
                  <c:v>1.4797100000000001</c:v>
                </c:pt>
                <c:pt idx="4037">
                  <c:v>1.47786</c:v>
                </c:pt>
                <c:pt idx="4038">
                  <c:v>1.4626699999999999</c:v>
                </c:pt>
                <c:pt idx="4039">
                  <c:v>1.45966</c:v>
                </c:pt>
                <c:pt idx="4040">
                  <c:v>1.496</c:v>
                </c:pt>
                <c:pt idx="4041">
                  <c:v>1.48994</c:v>
                </c:pt>
                <c:pt idx="4042">
                  <c:v>1.4811799999999999</c:v>
                </c:pt>
                <c:pt idx="4043">
                  <c:v>1.46448</c:v>
                </c:pt>
                <c:pt idx="4044">
                  <c:v>1.4600200000000001</c:v>
                </c:pt>
                <c:pt idx="4045">
                  <c:v>1.46539</c:v>
                </c:pt>
                <c:pt idx="4046">
                  <c:v>1.4807600000000001</c:v>
                </c:pt>
                <c:pt idx="4047">
                  <c:v>1.4882500000000001</c:v>
                </c:pt>
                <c:pt idx="4048">
                  <c:v>1.4585999999999999</c:v>
                </c:pt>
                <c:pt idx="4049">
                  <c:v>1.4765600000000001</c:v>
                </c:pt>
                <c:pt idx="4050">
                  <c:v>1.48299</c:v>
                </c:pt>
                <c:pt idx="4051">
                  <c:v>1.4654799999999999</c:v>
                </c:pt>
                <c:pt idx="4052">
                  <c:v>1.4648000000000001</c:v>
                </c:pt>
                <c:pt idx="4053">
                  <c:v>1.4662999999999999</c:v>
                </c:pt>
                <c:pt idx="4054">
                  <c:v>1.4557800000000001</c:v>
                </c:pt>
                <c:pt idx="4055">
                  <c:v>1.46513</c:v>
                </c:pt>
                <c:pt idx="4056">
                  <c:v>1.4665999999999999</c:v>
                </c:pt>
                <c:pt idx="4057">
                  <c:v>1.45909</c:v>
                </c:pt>
                <c:pt idx="4058">
                  <c:v>1.46909</c:v>
                </c:pt>
                <c:pt idx="4059">
                  <c:v>1.4622900000000001</c:v>
                </c:pt>
                <c:pt idx="4060">
                  <c:v>1.4688000000000001</c:v>
                </c:pt>
                <c:pt idx="4061">
                  <c:v>1.4653799999999999</c:v>
                </c:pt>
                <c:pt idx="4062">
                  <c:v>1.48177</c:v>
                </c:pt>
                <c:pt idx="4063">
                  <c:v>1.4631099999999999</c:v>
                </c:pt>
                <c:pt idx="4064">
                  <c:v>1.4783999999999999</c:v>
                </c:pt>
                <c:pt idx="4065">
                  <c:v>1.47431</c:v>
                </c:pt>
                <c:pt idx="4066">
                  <c:v>1.46252</c:v>
                </c:pt>
                <c:pt idx="4067">
                  <c:v>1.4669399999999999</c:v>
                </c:pt>
                <c:pt idx="4068">
                  <c:v>1.44896</c:v>
                </c:pt>
                <c:pt idx="4069">
                  <c:v>1.4701200000000001</c:v>
                </c:pt>
                <c:pt idx="4070">
                  <c:v>1.46991</c:v>
                </c:pt>
                <c:pt idx="4071">
                  <c:v>1.46428</c:v>
                </c:pt>
                <c:pt idx="4072">
                  <c:v>1.46262</c:v>
                </c:pt>
                <c:pt idx="4073">
                  <c:v>1.4600500000000001</c:v>
                </c:pt>
                <c:pt idx="4074">
                  <c:v>1.46254</c:v>
                </c:pt>
                <c:pt idx="4075">
                  <c:v>1.4501599999999999</c:v>
                </c:pt>
                <c:pt idx="4076">
                  <c:v>1.4735199999999999</c:v>
                </c:pt>
                <c:pt idx="4077">
                  <c:v>1.4572799999999999</c:v>
                </c:pt>
                <c:pt idx="4078">
                  <c:v>1.45079</c:v>
                </c:pt>
                <c:pt idx="4079">
                  <c:v>1.4741500000000001</c:v>
                </c:pt>
                <c:pt idx="4080">
                  <c:v>1.45644</c:v>
                </c:pt>
                <c:pt idx="4081">
                  <c:v>1.4686300000000001</c:v>
                </c:pt>
                <c:pt idx="4082">
                  <c:v>1.45461</c:v>
                </c:pt>
                <c:pt idx="4083">
                  <c:v>1.46991</c:v>
                </c:pt>
                <c:pt idx="4084">
                  <c:v>1.4681599999999999</c:v>
                </c:pt>
                <c:pt idx="4085">
                  <c:v>1.4679899999999999</c:v>
                </c:pt>
                <c:pt idx="4086">
                  <c:v>1.4519299999999999</c:v>
                </c:pt>
                <c:pt idx="4087">
                  <c:v>1.4530700000000001</c:v>
                </c:pt>
                <c:pt idx="4088">
                  <c:v>1.4588699999999999</c:v>
                </c:pt>
                <c:pt idx="4089">
                  <c:v>1.4634499999999999</c:v>
                </c:pt>
                <c:pt idx="4090">
                  <c:v>1.46014</c:v>
                </c:pt>
                <c:pt idx="4091">
                  <c:v>1.49322</c:v>
                </c:pt>
                <c:pt idx="4092">
                  <c:v>1.4659500000000001</c:v>
                </c:pt>
                <c:pt idx="4093">
                  <c:v>1.47628</c:v>
                </c:pt>
                <c:pt idx="4094">
                  <c:v>1.45024</c:v>
                </c:pt>
                <c:pt idx="4095">
                  <c:v>1.4731000000000001</c:v>
                </c:pt>
                <c:pt idx="4096">
                  <c:v>1.4788699999999999</c:v>
                </c:pt>
                <c:pt idx="4097">
                  <c:v>1.4806999999999999</c:v>
                </c:pt>
                <c:pt idx="4098">
                  <c:v>1.46027</c:v>
                </c:pt>
                <c:pt idx="4099">
                  <c:v>1.4636100000000001</c:v>
                </c:pt>
                <c:pt idx="4100">
                  <c:v>1.4632799999999999</c:v>
                </c:pt>
                <c:pt idx="4101">
                  <c:v>1.4721500000000001</c:v>
                </c:pt>
                <c:pt idx="4102">
                  <c:v>1.45225</c:v>
                </c:pt>
                <c:pt idx="4103">
                  <c:v>1.4570099999999999</c:v>
                </c:pt>
                <c:pt idx="4104">
                  <c:v>1.4676199999999999</c:v>
                </c:pt>
                <c:pt idx="4105">
                  <c:v>1.4483699999999999</c:v>
                </c:pt>
                <c:pt idx="4106">
                  <c:v>1.4606600000000001</c:v>
                </c:pt>
                <c:pt idx="4107">
                  <c:v>1.4538500000000001</c:v>
                </c:pt>
                <c:pt idx="4108">
                  <c:v>1.4617199999999999</c:v>
                </c:pt>
                <c:pt idx="4109">
                  <c:v>1.45533</c:v>
                </c:pt>
                <c:pt idx="4110">
                  <c:v>1.47038</c:v>
                </c:pt>
                <c:pt idx="4111">
                  <c:v>1.46095</c:v>
                </c:pt>
                <c:pt idx="4112">
                  <c:v>1.45705</c:v>
                </c:pt>
                <c:pt idx="4113">
                  <c:v>1.4636</c:v>
                </c:pt>
                <c:pt idx="4114">
                  <c:v>1.46685</c:v>
                </c:pt>
                <c:pt idx="4115">
                  <c:v>1.45886</c:v>
                </c:pt>
                <c:pt idx="4116">
                  <c:v>1.4706300000000001</c:v>
                </c:pt>
                <c:pt idx="4117">
                  <c:v>1.4573100000000001</c:v>
                </c:pt>
                <c:pt idx="4118">
                  <c:v>1.4681500000000001</c:v>
                </c:pt>
                <c:pt idx="4119">
                  <c:v>1.4545399999999999</c:v>
                </c:pt>
                <c:pt idx="4120">
                  <c:v>1.4588699999999999</c:v>
                </c:pt>
                <c:pt idx="4121">
                  <c:v>1.4565300000000001</c:v>
                </c:pt>
                <c:pt idx="4122">
                  <c:v>1.47296</c:v>
                </c:pt>
                <c:pt idx="4123">
                  <c:v>1.4540299999999999</c:v>
                </c:pt>
                <c:pt idx="4124">
                  <c:v>1.4528300000000001</c:v>
                </c:pt>
                <c:pt idx="4125">
                  <c:v>1.4629000000000001</c:v>
                </c:pt>
                <c:pt idx="4126">
                  <c:v>1.47014</c:v>
                </c:pt>
                <c:pt idx="4127">
                  <c:v>1.4540500000000001</c:v>
                </c:pt>
                <c:pt idx="4128">
                  <c:v>1.4681299999999999</c:v>
                </c:pt>
                <c:pt idx="4129">
                  <c:v>1.4545300000000001</c:v>
                </c:pt>
                <c:pt idx="4130">
                  <c:v>1.4582599999999999</c:v>
                </c:pt>
                <c:pt idx="4131">
                  <c:v>1.4704699999999999</c:v>
                </c:pt>
                <c:pt idx="4132">
                  <c:v>1.4680200000000001</c:v>
                </c:pt>
                <c:pt idx="4133">
                  <c:v>1.4631099999999999</c:v>
                </c:pt>
                <c:pt idx="4134">
                  <c:v>1.4549000000000001</c:v>
                </c:pt>
                <c:pt idx="4135">
                  <c:v>1.4546399999999999</c:v>
                </c:pt>
                <c:pt idx="4136">
                  <c:v>1.45722</c:v>
                </c:pt>
                <c:pt idx="4137">
                  <c:v>1.4567699999999999</c:v>
                </c:pt>
                <c:pt idx="4138">
                  <c:v>1.46848</c:v>
                </c:pt>
                <c:pt idx="4139">
                  <c:v>1.47367</c:v>
                </c:pt>
                <c:pt idx="4140">
                  <c:v>1.46194</c:v>
                </c:pt>
                <c:pt idx="4141">
                  <c:v>1.4579599999999999</c:v>
                </c:pt>
                <c:pt idx="4142">
                  <c:v>1.4761299999999999</c:v>
                </c:pt>
                <c:pt idx="4143">
                  <c:v>1.4580599999999999</c:v>
                </c:pt>
                <c:pt idx="4144">
                  <c:v>1.47509</c:v>
                </c:pt>
                <c:pt idx="4145">
                  <c:v>1.46051</c:v>
                </c:pt>
                <c:pt idx="4146">
                  <c:v>1.44774</c:v>
                </c:pt>
                <c:pt idx="4147">
                  <c:v>1.45495</c:v>
                </c:pt>
                <c:pt idx="4148">
                  <c:v>1.4442900000000001</c:v>
                </c:pt>
                <c:pt idx="4149">
                  <c:v>1.4499899999999999</c:v>
                </c:pt>
                <c:pt idx="4150">
                  <c:v>1.4623299999999999</c:v>
                </c:pt>
                <c:pt idx="4151">
                  <c:v>1.46394</c:v>
                </c:pt>
                <c:pt idx="4152">
                  <c:v>1.47068</c:v>
                </c:pt>
                <c:pt idx="4153">
                  <c:v>1.4809600000000001</c:v>
                </c:pt>
                <c:pt idx="4154">
                  <c:v>1.4587600000000001</c:v>
                </c:pt>
                <c:pt idx="4155">
                  <c:v>1.4643200000000001</c:v>
                </c:pt>
                <c:pt idx="4156">
                  <c:v>1.44831</c:v>
                </c:pt>
                <c:pt idx="4157">
                  <c:v>1.4485699999999999</c:v>
                </c:pt>
                <c:pt idx="4158">
                  <c:v>1.4756499999999999</c:v>
                </c:pt>
                <c:pt idx="4159">
                  <c:v>1.46292</c:v>
                </c:pt>
                <c:pt idx="4160">
                  <c:v>1.45157</c:v>
                </c:pt>
                <c:pt idx="4161">
                  <c:v>1.4399299999999999</c:v>
                </c:pt>
                <c:pt idx="4162">
                  <c:v>1.4699599999999999</c:v>
                </c:pt>
                <c:pt idx="4163">
                  <c:v>1.45214</c:v>
                </c:pt>
                <c:pt idx="4164">
                  <c:v>1.4502999999999999</c:v>
                </c:pt>
                <c:pt idx="4165">
                  <c:v>1.44784</c:v>
                </c:pt>
                <c:pt idx="4166">
                  <c:v>1.4559299999999999</c:v>
                </c:pt>
                <c:pt idx="4167">
                  <c:v>1.4462600000000001</c:v>
                </c:pt>
                <c:pt idx="4168">
                  <c:v>1.4476500000000001</c:v>
                </c:pt>
                <c:pt idx="4169">
                  <c:v>1.46885</c:v>
                </c:pt>
                <c:pt idx="4170">
                  <c:v>1.4561299999999999</c:v>
                </c:pt>
                <c:pt idx="4171">
                  <c:v>1.4553499999999999</c:v>
                </c:pt>
                <c:pt idx="4172">
                  <c:v>1.44842</c:v>
                </c:pt>
                <c:pt idx="4173">
                  <c:v>1.45105</c:v>
                </c:pt>
                <c:pt idx="4174">
                  <c:v>1.4630700000000001</c:v>
                </c:pt>
                <c:pt idx="4175">
                  <c:v>1.48699</c:v>
                </c:pt>
                <c:pt idx="4176">
                  <c:v>1.4503699999999999</c:v>
                </c:pt>
                <c:pt idx="4177">
                  <c:v>1.4588000000000001</c:v>
                </c:pt>
                <c:pt idx="4178">
                  <c:v>1.45275</c:v>
                </c:pt>
                <c:pt idx="4179">
                  <c:v>1.44973</c:v>
                </c:pt>
                <c:pt idx="4180">
                  <c:v>1.4479299999999999</c:v>
                </c:pt>
                <c:pt idx="4181">
                  <c:v>1.4510099999999999</c:v>
                </c:pt>
                <c:pt idx="4182">
                  <c:v>1.4568399999999999</c:v>
                </c:pt>
                <c:pt idx="4183">
                  <c:v>1.45878</c:v>
                </c:pt>
                <c:pt idx="4184">
                  <c:v>1.4498</c:v>
                </c:pt>
                <c:pt idx="4185">
                  <c:v>1.45841</c:v>
                </c:pt>
                <c:pt idx="4186">
                  <c:v>1.46017</c:v>
                </c:pt>
                <c:pt idx="4187">
                  <c:v>1.4727399999999999</c:v>
                </c:pt>
                <c:pt idx="4188">
                  <c:v>1.4522299999999999</c:v>
                </c:pt>
                <c:pt idx="4189">
                  <c:v>1.45312</c:v>
                </c:pt>
                <c:pt idx="4190">
                  <c:v>1.4482900000000001</c:v>
                </c:pt>
                <c:pt idx="4191">
                  <c:v>1.4627399999999999</c:v>
                </c:pt>
                <c:pt idx="4192">
                  <c:v>1.4682900000000001</c:v>
                </c:pt>
                <c:pt idx="4193">
                  <c:v>1.4593400000000001</c:v>
                </c:pt>
                <c:pt idx="4194">
                  <c:v>1.4410799999999999</c:v>
                </c:pt>
                <c:pt idx="4195">
                  <c:v>1.47065</c:v>
                </c:pt>
                <c:pt idx="4196">
                  <c:v>1.45526</c:v>
                </c:pt>
                <c:pt idx="4197">
                  <c:v>1.4566600000000001</c:v>
                </c:pt>
                <c:pt idx="4198">
                  <c:v>1.4368000000000001</c:v>
                </c:pt>
                <c:pt idx="4199">
                  <c:v>1.43296</c:v>
                </c:pt>
                <c:pt idx="4200">
                  <c:v>1.45153</c:v>
                </c:pt>
                <c:pt idx="4201">
                  <c:v>1.4608699999999999</c:v>
                </c:pt>
                <c:pt idx="4202">
                  <c:v>1.43814</c:v>
                </c:pt>
                <c:pt idx="4203">
                  <c:v>1.4472400000000001</c:v>
                </c:pt>
                <c:pt idx="4204">
                  <c:v>1.43432</c:v>
                </c:pt>
                <c:pt idx="4205">
                  <c:v>1.4354100000000001</c:v>
                </c:pt>
                <c:pt idx="4206">
                  <c:v>1.4442200000000001</c:v>
                </c:pt>
                <c:pt idx="4207">
                  <c:v>1.44655</c:v>
                </c:pt>
                <c:pt idx="4208">
                  <c:v>1.4392400000000001</c:v>
                </c:pt>
                <c:pt idx="4209">
                  <c:v>1.4446000000000001</c:v>
                </c:pt>
                <c:pt idx="4210">
                  <c:v>1.4421299999999999</c:v>
                </c:pt>
                <c:pt idx="4211">
                  <c:v>1.4367700000000001</c:v>
                </c:pt>
                <c:pt idx="4212">
                  <c:v>1.4616100000000001</c:v>
                </c:pt>
                <c:pt idx="4213">
                  <c:v>1.44438</c:v>
                </c:pt>
                <c:pt idx="4214">
                  <c:v>1.43052</c:v>
                </c:pt>
                <c:pt idx="4215">
                  <c:v>1.4408099999999999</c:v>
                </c:pt>
                <c:pt idx="4216">
                  <c:v>1.46719</c:v>
                </c:pt>
                <c:pt idx="4217">
                  <c:v>1.4403300000000001</c:v>
                </c:pt>
                <c:pt idx="4218">
                  <c:v>1.44862</c:v>
                </c:pt>
                <c:pt idx="4219">
                  <c:v>1.44685</c:v>
                </c:pt>
                <c:pt idx="4220">
                  <c:v>1.4278999999999999</c:v>
                </c:pt>
                <c:pt idx="4221">
                  <c:v>1.45679</c:v>
                </c:pt>
                <c:pt idx="4222">
                  <c:v>1.448</c:v>
                </c:pt>
                <c:pt idx="4223">
                  <c:v>1.4426699999999999</c:v>
                </c:pt>
                <c:pt idx="4224">
                  <c:v>1.4375</c:v>
                </c:pt>
                <c:pt idx="4225">
                  <c:v>1.4322999999999999</c:v>
                </c:pt>
                <c:pt idx="4226">
                  <c:v>1.42981</c:v>
                </c:pt>
                <c:pt idx="4227">
                  <c:v>1.4482200000000001</c:v>
                </c:pt>
                <c:pt idx="4228">
                  <c:v>1.4351799999999999</c:v>
                </c:pt>
                <c:pt idx="4229">
                  <c:v>1.4475</c:v>
                </c:pt>
                <c:pt idx="4230">
                  <c:v>1.43337</c:v>
                </c:pt>
                <c:pt idx="4231">
                  <c:v>1.44496</c:v>
                </c:pt>
                <c:pt idx="4232">
                  <c:v>1.4330099999999999</c:v>
                </c:pt>
                <c:pt idx="4233">
                  <c:v>1.44198</c:v>
                </c:pt>
                <c:pt idx="4234">
                  <c:v>1.4421600000000001</c:v>
                </c:pt>
                <c:pt idx="4235">
                  <c:v>1.4348099999999999</c:v>
                </c:pt>
                <c:pt idx="4236">
                  <c:v>1.43425</c:v>
                </c:pt>
                <c:pt idx="4237">
                  <c:v>1.4319500000000001</c:v>
                </c:pt>
                <c:pt idx="4238">
                  <c:v>1.44106</c:v>
                </c:pt>
                <c:pt idx="4239">
                  <c:v>1.43109</c:v>
                </c:pt>
                <c:pt idx="4240">
                  <c:v>1.4679500000000001</c:v>
                </c:pt>
                <c:pt idx="4241">
                  <c:v>1.43228</c:v>
                </c:pt>
                <c:pt idx="4242">
                  <c:v>1.4370799999999999</c:v>
                </c:pt>
                <c:pt idx="4243">
                  <c:v>1.44824</c:v>
                </c:pt>
                <c:pt idx="4244">
                  <c:v>1.43835</c:v>
                </c:pt>
                <c:pt idx="4245">
                  <c:v>1.45621</c:v>
                </c:pt>
                <c:pt idx="4246">
                  <c:v>1.44211</c:v>
                </c:pt>
                <c:pt idx="4247">
                  <c:v>1.42974</c:v>
                </c:pt>
                <c:pt idx="4248">
                  <c:v>1.44171</c:v>
                </c:pt>
                <c:pt idx="4249">
                  <c:v>1.4460900000000001</c:v>
                </c:pt>
                <c:pt idx="4250">
                  <c:v>1.4343300000000001</c:v>
                </c:pt>
                <c:pt idx="4251">
                  <c:v>1.4247000000000001</c:v>
                </c:pt>
                <c:pt idx="4252">
                  <c:v>1.4336899999999999</c:v>
                </c:pt>
                <c:pt idx="4253">
                  <c:v>1.42455</c:v>
                </c:pt>
                <c:pt idx="4254">
                  <c:v>1.44746</c:v>
                </c:pt>
                <c:pt idx="4255">
                  <c:v>1.43512</c:v>
                </c:pt>
                <c:pt idx="4256">
                  <c:v>1.4305300000000001</c:v>
                </c:pt>
                <c:pt idx="4257">
                  <c:v>1.43946</c:v>
                </c:pt>
                <c:pt idx="4258">
                  <c:v>1.4327099999999999</c:v>
                </c:pt>
                <c:pt idx="4259">
                  <c:v>1.44773</c:v>
                </c:pt>
                <c:pt idx="4260">
                  <c:v>1.42561</c:v>
                </c:pt>
                <c:pt idx="4261">
                  <c:v>1.4288700000000001</c:v>
                </c:pt>
                <c:pt idx="4262">
                  <c:v>1.4366300000000001</c:v>
                </c:pt>
                <c:pt idx="4263">
                  <c:v>1.4439500000000001</c:v>
                </c:pt>
                <c:pt idx="4264">
                  <c:v>1.4473499999999999</c:v>
                </c:pt>
                <c:pt idx="4265">
                  <c:v>1.4328799999999999</c:v>
                </c:pt>
                <c:pt idx="4266">
                  <c:v>1.4303900000000001</c:v>
                </c:pt>
                <c:pt idx="4267">
                  <c:v>1.4278999999999999</c:v>
                </c:pt>
                <c:pt idx="4268">
                  <c:v>1.4476500000000001</c:v>
                </c:pt>
                <c:pt idx="4269">
                  <c:v>1.4225399999999999</c:v>
                </c:pt>
                <c:pt idx="4270">
                  <c:v>1.4153199999999999</c:v>
                </c:pt>
                <c:pt idx="4271">
                  <c:v>1.4380900000000001</c:v>
                </c:pt>
                <c:pt idx="4272">
                  <c:v>1.4197500000000001</c:v>
                </c:pt>
                <c:pt idx="4273">
                  <c:v>1.43008</c:v>
                </c:pt>
                <c:pt idx="4274">
                  <c:v>1.4389099999999999</c:v>
                </c:pt>
                <c:pt idx="4275">
                  <c:v>1.43832</c:v>
                </c:pt>
                <c:pt idx="4276">
                  <c:v>1.4301999999999999</c:v>
                </c:pt>
                <c:pt idx="4277">
                  <c:v>1.43014</c:v>
                </c:pt>
                <c:pt idx="4278">
                  <c:v>1.4334499999999999</c:v>
                </c:pt>
                <c:pt idx="4279">
                  <c:v>1.4271</c:v>
                </c:pt>
                <c:pt idx="4280">
                  <c:v>1.4347000000000001</c:v>
                </c:pt>
                <c:pt idx="4281">
                  <c:v>1.4168000000000001</c:v>
                </c:pt>
                <c:pt idx="4282">
                  <c:v>1.43119</c:v>
                </c:pt>
                <c:pt idx="4283">
                  <c:v>1.4261999999999999</c:v>
                </c:pt>
                <c:pt idx="4284">
                  <c:v>1.4198599999999999</c:v>
                </c:pt>
                <c:pt idx="4285">
                  <c:v>1.4375500000000001</c:v>
                </c:pt>
                <c:pt idx="4286">
                  <c:v>1.4525399999999999</c:v>
                </c:pt>
                <c:pt idx="4287">
                  <c:v>1.44038</c:v>
                </c:pt>
                <c:pt idx="4288">
                  <c:v>1.45583</c:v>
                </c:pt>
                <c:pt idx="4289">
                  <c:v>1.42266</c:v>
                </c:pt>
                <c:pt idx="4290">
                  <c:v>1.4378500000000001</c:v>
                </c:pt>
                <c:pt idx="4291">
                  <c:v>1.4327700000000001</c:v>
                </c:pt>
                <c:pt idx="4292">
                  <c:v>1.44346</c:v>
                </c:pt>
                <c:pt idx="4293">
                  <c:v>1.4125300000000001</c:v>
                </c:pt>
                <c:pt idx="4294">
                  <c:v>1.4430700000000001</c:v>
                </c:pt>
                <c:pt idx="4295">
                  <c:v>1.43208</c:v>
                </c:pt>
                <c:pt idx="4296">
                  <c:v>1.4348799999999999</c:v>
                </c:pt>
                <c:pt idx="4297">
                  <c:v>1.42195</c:v>
                </c:pt>
                <c:pt idx="4298">
                  <c:v>1.4205300000000001</c:v>
                </c:pt>
                <c:pt idx="4299">
                  <c:v>1.42441</c:v>
                </c:pt>
                <c:pt idx="4300">
                  <c:v>1.44398</c:v>
                </c:pt>
                <c:pt idx="4301">
                  <c:v>1.4236899999999999</c:v>
                </c:pt>
                <c:pt idx="4302">
                  <c:v>1.42384</c:v>
                </c:pt>
                <c:pt idx="4303">
                  <c:v>1.4217599999999999</c:v>
                </c:pt>
                <c:pt idx="4304">
                  <c:v>1.4325000000000001</c:v>
                </c:pt>
                <c:pt idx="4305">
                  <c:v>1.4191</c:v>
                </c:pt>
                <c:pt idx="4306">
                  <c:v>1.41916</c:v>
                </c:pt>
                <c:pt idx="4307">
                  <c:v>1.4265699999999999</c:v>
                </c:pt>
                <c:pt idx="4308">
                  <c:v>1.43516</c:v>
                </c:pt>
                <c:pt idx="4309">
                  <c:v>1.4218999999999999</c:v>
                </c:pt>
                <c:pt idx="4310">
                  <c:v>1.4172400000000001</c:v>
                </c:pt>
                <c:pt idx="4311">
                  <c:v>1.42022</c:v>
                </c:pt>
                <c:pt idx="4312">
                  <c:v>1.42228</c:v>
                </c:pt>
                <c:pt idx="4313">
                  <c:v>1.4488300000000001</c:v>
                </c:pt>
                <c:pt idx="4314">
                  <c:v>1.4165399999999999</c:v>
                </c:pt>
                <c:pt idx="4315">
                  <c:v>1.42879</c:v>
                </c:pt>
                <c:pt idx="4316">
                  <c:v>1.43164</c:v>
                </c:pt>
                <c:pt idx="4317">
                  <c:v>1.4369700000000001</c:v>
                </c:pt>
                <c:pt idx="4318">
                  <c:v>1.4213199999999999</c:v>
                </c:pt>
                <c:pt idx="4319">
                  <c:v>1.41333</c:v>
                </c:pt>
                <c:pt idx="4320">
                  <c:v>1.4374199999999999</c:v>
                </c:pt>
                <c:pt idx="4321">
                  <c:v>1.4283300000000001</c:v>
                </c:pt>
                <c:pt idx="4322">
                  <c:v>1.4400599999999999</c:v>
                </c:pt>
                <c:pt idx="4323">
                  <c:v>1.4166399999999999</c:v>
                </c:pt>
                <c:pt idx="4324">
                  <c:v>1.4188700000000001</c:v>
                </c:pt>
                <c:pt idx="4325">
                  <c:v>1.42964</c:v>
                </c:pt>
                <c:pt idx="4326">
                  <c:v>1.4330700000000001</c:v>
                </c:pt>
                <c:pt idx="4327">
                  <c:v>1.42422</c:v>
                </c:pt>
                <c:pt idx="4328">
                  <c:v>1.43577</c:v>
                </c:pt>
                <c:pt idx="4329">
                  <c:v>1.4205300000000001</c:v>
                </c:pt>
                <c:pt idx="4330">
                  <c:v>1.42445</c:v>
                </c:pt>
                <c:pt idx="4331">
                  <c:v>1.4312199999999999</c:v>
                </c:pt>
                <c:pt idx="4332">
                  <c:v>1.4305699999999999</c:v>
                </c:pt>
                <c:pt idx="4333">
                  <c:v>1.42957</c:v>
                </c:pt>
                <c:pt idx="4334">
                  <c:v>1.4235100000000001</c:v>
                </c:pt>
                <c:pt idx="4335">
                  <c:v>1.42601</c:v>
                </c:pt>
                <c:pt idx="4336">
                  <c:v>1.43306</c:v>
                </c:pt>
                <c:pt idx="4337">
                  <c:v>1.43988</c:v>
                </c:pt>
                <c:pt idx="4338">
                  <c:v>1.42964</c:v>
                </c:pt>
                <c:pt idx="4339">
                  <c:v>1.42916</c:v>
                </c:pt>
                <c:pt idx="4340">
                  <c:v>1.4296500000000001</c:v>
                </c:pt>
                <c:pt idx="4341">
                  <c:v>1.42733</c:v>
                </c:pt>
                <c:pt idx="4342">
                  <c:v>1.4232</c:v>
                </c:pt>
                <c:pt idx="4343">
                  <c:v>1.4130199999999999</c:v>
                </c:pt>
                <c:pt idx="4344">
                  <c:v>1.4313199999999999</c:v>
                </c:pt>
                <c:pt idx="4345">
                  <c:v>1.42133</c:v>
                </c:pt>
                <c:pt idx="4346">
                  <c:v>1.4184399999999999</c:v>
                </c:pt>
                <c:pt idx="4347">
                  <c:v>1.41951</c:v>
                </c:pt>
                <c:pt idx="4348">
                  <c:v>1.41784</c:v>
                </c:pt>
                <c:pt idx="4349">
                  <c:v>1.43885</c:v>
                </c:pt>
                <c:pt idx="4350">
                  <c:v>1.4450499999999999</c:v>
                </c:pt>
                <c:pt idx="4351">
                  <c:v>1.42136</c:v>
                </c:pt>
                <c:pt idx="4352">
                  <c:v>1.4217299999999999</c:v>
                </c:pt>
                <c:pt idx="4353">
                  <c:v>1.42299</c:v>
                </c:pt>
                <c:pt idx="4354">
                  <c:v>1.44818</c:v>
                </c:pt>
                <c:pt idx="4355">
                  <c:v>1.41869</c:v>
                </c:pt>
                <c:pt idx="4356">
                  <c:v>1.4215599999999999</c:v>
                </c:pt>
                <c:pt idx="4357">
                  <c:v>1.4297800000000001</c:v>
                </c:pt>
                <c:pt idx="4358">
                  <c:v>1.42964</c:v>
                </c:pt>
                <c:pt idx="4359">
                  <c:v>1.4178599999999999</c:v>
                </c:pt>
                <c:pt idx="4360">
                  <c:v>1.4298200000000001</c:v>
                </c:pt>
                <c:pt idx="4361">
                  <c:v>1.42465</c:v>
                </c:pt>
                <c:pt idx="4362">
                  <c:v>1.4238500000000001</c:v>
                </c:pt>
                <c:pt idx="4363">
                  <c:v>1.4480200000000001</c:v>
                </c:pt>
                <c:pt idx="4364">
                  <c:v>1.43021</c:v>
                </c:pt>
                <c:pt idx="4365">
                  <c:v>1.4259999999999999</c:v>
                </c:pt>
                <c:pt idx="4366">
                  <c:v>1.4320999999999999</c:v>
                </c:pt>
                <c:pt idx="4367">
                  <c:v>1.42736</c:v>
                </c:pt>
                <c:pt idx="4368">
                  <c:v>1.4505300000000001</c:v>
                </c:pt>
                <c:pt idx="4369">
                  <c:v>1.4307300000000001</c:v>
                </c:pt>
                <c:pt idx="4370">
                  <c:v>1.43668</c:v>
                </c:pt>
                <c:pt idx="4371">
                  <c:v>1.44533</c:v>
                </c:pt>
                <c:pt idx="4372">
                  <c:v>1.42774</c:v>
                </c:pt>
                <c:pt idx="4373">
                  <c:v>1.42425</c:v>
                </c:pt>
                <c:pt idx="4374">
                  <c:v>1.4204399999999999</c:v>
                </c:pt>
                <c:pt idx="4375">
                  <c:v>1.4477199999999999</c:v>
                </c:pt>
                <c:pt idx="4376">
                  <c:v>1.4393199999999999</c:v>
                </c:pt>
                <c:pt idx="4377">
                  <c:v>1.4329700000000001</c:v>
                </c:pt>
                <c:pt idx="4378">
                  <c:v>1.43343</c:v>
                </c:pt>
                <c:pt idx="4379">
                  <c:v>1.4363699999999999</c:v>
                </c:pt>
                <c:pt idx="4380">
                  <c:v>1.4333899999999999</c:v>
                </c:pt>
                <c:pt idx="4381">
                  <c:v>1.4206000000000001</c:v>
                </c:pt>
                <c:pt idx="4382">
                  <c:v>1.4335199999999999</c:v>
                </c:pt>
                <c:pt idx="4383">
                  <c:v>1.43147</c:v>
                </c:pt>
                <c:pt idx="4384">
                  <c:v>1.4383900000000001</c:v>
                </c:pt>
                <c:pt idx="4385">
                  <c:v>1.4196599999999999</c:v>
                </c:pt>
                <c:pt idx="4386">
                  <c:v>1.41337</c:v>
                </c:pt>
                <c:pt idx="4387">
                  <c:v>1.4115800000000001</c:v>
                </c:pt>
                <c:pt idx="4388">
                  <c:v>1.4298900000000001</c:v>
                </c:pt>
                <c:pt idx="4389">
                  <c:v>1.4528799999999999</c:v>
                </c:pt>
                <c:pt idx="4390">
                  <c:v>1.4409700000000001</c:v>
                </c:pt>
                <c:pt idx="4391">
                  <c:v>1.4191199999999999</c:v>
                </c:pt>
                <c:pt idx="4392">
                  <c:v>1.40882</c:v>
                </c:pt>
                <c:pt idx="4393">
                  <c:v>1.42736</c:v>
                </c:pt>
                <c:pt idx="4394">
                  <c:v>1.42232</c:v>
                </c:pt>
                <c:pt idx="4395">
                  <c:v>1.4325600000000001</c:v>
                </c:pt>
                <c:pt idx="4396">
                  <c:v>1.4212199999999999</c:v>
                </c:pt>
                <c:pt idx="4397">
                  <c:v>1.43371</c:v>
                </c:pt>
                <c:pt idx="4398">
                  <c:v>1.42763</c:v>
                </c:pt>
                <c:pt idx="4399">
                  <c:v>1.42815</c:v>
                </c:pt>
                <c:pt idx="4400">
                  <c:v>1.42187</c:v>
                </c:pt>
                <c:pt idx="4401">
                  <c:v>1.4196500000000001</c:v>
                </c:pt>
                <c:pt idx="4402">
                  <c:v>1.42065</c:v>
                </c:pt>
                <c:pt idx="4403">
                  <c:v>1.4241900000000001</c:v>
                </c:pt>
                <c:pt idx="4404">
                  <c:v>1.4175800000000001</c:v>
                </c:pt>
                <c:pt idx="4405">
                  <c:v>1.4321200000000001</c:v>
                </c:pt>
                <c:pt idx="4406">
                  <c:v>1.4287799999999999</c:v>
                </c:pt>
                <c:pt idx="4407">
                  <c:v>1.43198</c:v>
                </c:pt>
                <c:pt idx="4408">
                  <c:v>1.41991</c:v>
                </c:pt>
                <c:pt idx="4409">
                  <c:v>1.4285699999999999</c:v>
                </c:pt>
                <c:pt idx="4410">
                  <c:v>1.42937</c:v>
                </c:pt>
                <c:pt idx="4411">
                  <c:v>1.41595</c:v>
                </c:pt>
                <c:pt idx="4412">
                  <c:v>1.4131199999999999</c:v>
                </c:pt>
                <c:pt idx="4413">
                  <c:v>1.42913</c:v>
                </c:pt>
                <c:pt idx="4414">
                  <c:v>1.4209799999999999</c:v>
                </c:pt>
                <c:pt idx="4415">
                  <c:v>1.4471099999999999</c:v>
                </c:pt>
                <c:pt idx="4416">
                  <c:v>1.4195599999999999</c:v>
                </c:pt>
                <c:pt idx="4417">
                  <c:v>1.4376100000000001</c:v>
                </c:pt>
                <c:pt idx="4418">
                  <c:v>1.4436</c:v>
                </c:pt>
                <c:pt idx="4419">
                  <c:v>1.4377200000000001</c:v>
                </c:pt>
                <c:pt idx="4420">
                  <c:v>1.4399</c:v>
                </c:pt>
                <c:pt idx="4421">
                  <c:v>1.4108099999999999</c:v>
                </c:pt>
                <c:pt idx="4422">
                  <c:v>1.42737</c:v>
                </c:pt>
                <c:pt idx="4423">
                  <c:v>1.41814</c:v>
                </c:pt>
                <c:pt idx="4424">
                  <c:v>1.4261299999999999</c:v>
                </c:pt>
                <c:pt idx="4425">
                  <c:v>1.42578</c:v>
                </c:pt>
                <c:pt idx="4426">
                  <c:v>1.4151199999999999</c:v>
                </c:pt>
                <c:pt idx="4427">
                  <c:v>1.4290700000000001</c:v>
                </c:pt>
                <c:pt idx="4428">
                  <c:v>1.41917</c:v>
                </c:pt>
                <c:pt idx="4429">
                  <c:v>1.43303</c:v>
                </c:pt>
                <c:pt idx="4430">
                  <c:v>1.41364</c:v>
                </c:pt>
                <c:pt idx="4431">
                  <c:v>1.4198900000000001</c:v>
                </c:pt>
                <c:pt idx="4432">
                  <c:v>1.42371</c:v>
                </c:pt>
                <c:pt idx="4433">
                  <c:v>1.4289700000000001</c:v>
                </c:pt>
                <c:pt idx="4434">
                  <c:v>1.4204600000000001</c:v>
                </c:pt>
                <c:pt idx="4435">
                  <c:v>1.4297599999999999</c:v>
                </c:pt>
                <c:pt idx="4436">
                  <c:v>1.4082600000000001</c:v>
                </c:pt>
                <c:pt idx="4437">
                  <c:v>1.4261299999999999</c:v>
                </c:pt>
                <c:pt idx="4438">
                  <c:v>1.41693</c:v>
                </c:pt>
                <c:pt idx="4439">
                  <c:v>1.42069</c:v>
                </c:pt>
                <c:pt idx="4440">
                  <c:v>1.4292899999999999</c:v>
                </c:pt>
                <c:pt idx="4441">
                  <c:v>1.43594</c:v>
                </c:pt>
                <c:pt idx="4442">
                  <c:v>1.4110100000000001</c:v>
                </c:pt>
                <c:pt idx="4443">
                  <c:v>1.4156299999999999</c:v>
                </c:pt>
                <c:pt idx="4444">
                  <c:v>1.42242</c:v>
                </c:pt>
                <c:pt idx="4445">
                  <c:v>1.41256</c:v>
                </c:pt>
                <c:pt idx="4446">
                  <c:v>1.4295899999999999</c:v>
                </c:pt>
                <c:pt idx="4447">
                  <c:v>1.4232400000000001</c:v>
                </c:pt>
                <c:pt idx="4448">
                  <c:v>1.4213199999999999</c:v>
                </c:pt>
                <c:pt idx="4449">
                  <c:v>1.42302</c:v>
                </c:pt>
                <c:pt idx="4450">
                  <c:v>1.4274500000000001</c:v>
                </c:pt>
                <c:pt idx="4451">
                  <c:v>1.41154</c:v>
                </c:pt>
                <c:pt idx="4452">
                  <c:v>1.4313800000000001</c:v>
                </c:pt>
                <c:pt idx="4453">
                  <c:v>1.42089</c:v>
                </c:pt>
                <c:pt idx="4454">
                  <c:v>1.4095200000000001</c:v>
                </c:pt>
                <c:pt idx="4455">
                  <c:v>1.43367</c:v>
                </c:pt>
                <c:pt idx="4456">
                  <c:v>1.42354</c:v>
                </c:pt>
                <c:pt idx="4457">
                  <c:v>1.4322999999999999</c:v>
                </c:pt>
                <c:pt idx="4458">
                  <c:v>1.4082300000000001</c:v>
                </c:pt>
                <c:pt idx="4459">
                  <c:v>1.4005099999999999</c:v>
                </c:pt>
                <c:pt idx="4460">
                  <c:v>1.42649</c:v>
                </c:pt>
                <c:pt idx="4461">
                  <c:v>1.4113199999999999</c:v>
                </c:pt>
                <c:pt idx="4462">
                  <c:v>1.4354899999999999</c:v>
                </c:pt>
                <c:pt idx="4463">
                  <c:v>1.42462</c:v>
                </c:pt>
                <c:pt idx="4464">
                  <c:v>1.4095899999999999</c:v>
                </c:pt>
                <c:pt idx="4465">
                  <c:v>1.43977</c:v>
                </c:pt>
                <c:pt idx="4466">
                  <c:v>1.41092</c:v>
                </c:pt>
                <c:pt idx="4467">
                  <c:v>1.4201699999999999</c:v>
                </c:pt>
                <c:pt idx="4468">
                  <c:v>1.41614</c:v>
                </c:pt>
                <c:pt idx="4469">
                  <c:v>1.4250100000000001</c:v>
                </c:pt>
                <c:pt idx="4470">
                  <c:v>1.4319500000000001</c:v>
                </c:pt>
                <c:pt idx="4471">
                  <c:v>1.41689</c:v>
                </c:pt>
                <c:pt idx="4472">
                  <c:v>1.4355500000000001</c:v>
                </c:pt>
                <c:pt idx="4473">
                  <c:v>1.41153</c:v>
                </c:pt>
                <c:pt idx="4474">
                  <c:v>1.4209499999999999</c:v>
                </c:pt>
                <c:pt idx="4475">
                  <c:v>1.44201</c:v>
                </c:pt>
                <c:pt idx="4476">
                  <c:v>1.41889</c:v>
                </c:pt>
                <c:pt idx="4477">
                  <c:v>1.41005</c:v>
                </c:pt>
                <c:pt idx="4478">
                  <c:v>1.4078200000000001</c:v>
                </c:pt>
                <c:pt idx="4479">
                  <c:v>1.4087000000000001</c:v>
                </c:pt>
                <c:pt idx="4480">
                  <c:v>1.4292</c:v>
                </c:pt>
                <c:pt idx="4481">
                  <c:v>1.41045</c:v>
                </c:pt>
                <c:pt idx="4482">
                  <c:v>1.4109100000000001</c:v>
                </c:pt>
                <c:pt idx="4483">
                  <c:v>1.4161900000000001</c:v>
                </c:pt>
                <c:pt idx="4484">
                  <c:v>1.4191199999999999</c:v>
                </c:pt>
                <c:pt idx="4485">
                  <c:v>1.4092800000000001</c:v>
                </c:pt>
                <c:pt idx="4486">
                  <c:v>1.41517</c:v>
                </c:pt>
                <c:pt idx="4487">
                  <c:v>1.4064700000000001</c:v>
                </c:pt>
                <c:pt idx="4488">
                  <c:v>1.4265300000000001</c:v>
                </c:pt>
                <c:pt idx="4489">
                  <c:v>1.4115599999999999</c:v>
                </c:pt>
                <c:pt idx="4490">
                  <c:v>1.4081699999999999</c:v>
                </c:pt>
                <c:pt idx="4491">
                  <c:v>1.421</c:v>
                </c:pt>
                <c:pt idx="4492">
                  <c:v>1.41784</c:v>
                </c:pt>
                <c:pt idx="4493">
                  <c:v>1.41438</c:v>
                </c:pt>
                <c:pt idx="4494">
                  <c:v>1.4109100000000001</c:v>
                </c:pt>
                <c:pt idx="4495">
                  <c:v>1.42136</c:v>
                </c:pt>
                <c:pt idx="4496">
                  <c:v>1.4135</c:v>
                </c:pt>
                <c:pt idx="4497">
                  <c:v>1.4232499999999999</c:v>
                </c:pt>
                <c:pt idx="4498">
                  <c:v>1.4151899999999999</c:v>
                </c:pt>
                <c:pt idx="4499">
                  <c:v>1.4159299999999999</c:v>
                </c:pt>
                <c:pt idx="4500">
                  <c:v>1.4015599999999999</c:v>
                </c:pt>
                <c:pt idx="4501">
                  <c:v>1.4109499999999999</c:v>
                </c:pt>
                <c:pt idx="4502">
                  <c:v>1.4172199999999999</c:v>
                </c:pt>
                <c:pt idx="4503">
                  <c:v>1.42635</c:v>
                </c:pt>
                <c:pt idx="4504">
                  <c:v>1.41089</c:v>
                </c:pt>
                <c:pt idx="4505">
                  <c:v>1.4138599999999999</c:v>
                </c:pt>
                <c:pt idx="4506">
                  <c:v>1.4161300000000001</c:v>
                </c:pt>
                <c:pt idx="4507">
                  <c:v>1.4052899999999999</c:v>
                </c:pt>
                <c:pt idx="4508">
                  <c:v>1.4233199999999999</c:v>
                </c:pt>
                <c:pt idx="4509">
                  <c:v>1.41378</c:v>
                </c:pt>
                <c:pt idx="4510">
                  <c:v>1.40743</c:v>
                </c:pt>
                <c:pt idx="4511">
                  <c:v>1.42422</c:v>
                </c:pt>
                <c:pt idx="4512">
                  <c:v>1.41883</c:v>
                </c:pt>
                <c:pt idx="4513">
                  <c:v>1.4071</c:v>
                </c:pt>
                <c:pt idx="4514">
                  <c:v>1.4182600000000001</c:v>
                </c:pt>
                <c:pt idx="4515">
                  <c:v>1.41618</c:v>
                </c:pt>
                <c:pt idx="4516">
                  <c:v>1.43197</c:v>
                </c:pt>
                <c:pt idx="4517">
                  <c:v>1.4110799999999999</c:v>
                </c:pt>
                <c:pt idx="4518">
                  <c:v>1.40957</c:v>
                </c:pt>
                <c:pt idx="4519">
                  <c:v>1.4080900000000001</c:v>
                </c:pt>
                <c:pt idx="4520">
                  <c:v>1.40178</c:v>
                </c:pt>
                <c:pt idx="4521">
                  <c:v>1.3984099999999999</c:v>
                </c:pt>
                <c:pt idx="4522">
                  <c:v>1.3992899999999999</c:v>
                </c:pt>
                <c:pt idx="4523">
                  <c:v>1.42092</c:v>
                </c:pt>
                <c:pt idx="4524">
                  <c:v>1.42137</c:v>
                </c:pt>
                <c:pt idx="4525">
                  <c:v>1.4101399999999999</c:v>
                </c:pt>
                <c:pt idx="4526">
                  <c:v>1.4040900000000001</c:v>
                </c:pt>
                <c:pt idx="4527">
                  <c:v>1.4046700000000001</c:v>
                </c:pt>
                <c:pt idx="4528">
                  <c:v>1.4051199999999999</c:v>
                </c:pt>
                <c:pt idx="4529">
                  <c:v>1.44119</c:v>
                </c:pt>
                <c:pt idx="4530">
                  <c:v>1.4031100000000001</c:v>
                </c:pt>
                <c:pt idx="4531">
                  <c:v>1.42605</c:v>
                </c:pt>
                <c:pt idx="4532">
                  <c:v>1.4238299999999999</c:v>
                </c:pt>
                <c:pt idx="4533">
                  <c:v>1.40846</c:v>
                </c:pt>
                <c:pt idx="4534">
                  <c:v>1.3999200000000001</c:v>
                </c:pt>
                <c:pt idx="4535">
                  <c:v>1.4093800000000001</c:v>
                </c:pt>
                <c:pt idx="4536">
                  <c:v>1.4266700000000001</c:v>
                </c:pt>
                <c:pt idx="4537">
                  <c:v>1.40418</c:v>
                </c:pt>
                <c:pt idx="4538">
                  <c:v>1.4094599999999999</c:v>
                </c:pt>
                <c:pt idx="4539">
                  <c:v>1.40547</c:v>
                </c:pt>
                <c:pt idx="4540">
                  <c:v>1.4063699999999999</c:v>
                </c:pt>
                <c:pt idx="4541">
                  <c:v>1.4176800000000001</c:v>
                </c:pt>
                <c:pt idx="4542">
                  <c:v>1.4117999999999999</c:v>
                </c:pt>
                <c:pt idx="4543">
                  <c:v>1.42208</c:v>
                </c:pt>
                <c:pt idx="4544">
                  <c:v>1.40408</c:v>
                </c:pt>
                <c:pt idx="4545">
                  <c:v>1.4077</c:v>
                </c:pt>
                <c:pt idx="4546">
                  <c:v>1.4041999999999999</c:v>
                </c:pt>
                <c:pt idx="4547">
                  <c:v>1.39181</c:v>
                </c:pt>
                <c:pt idx="4548">
                  <c:v>1.40499</c:v>
                </c:pt>
                <c:pt idx="4549">
                  <c:v>1.40635</c:v>
                </c:pt>
                <c:pt idx="4550">
                  <c:v>1.4200699999999999</c:v>
                </c:pt>
                <c:pt idx="4551">
                  <c:v>1.4238299999999999</c:v>
                </c:pt>
                <c:pt idx="4552">
                  <c:v>1.3998299999999999</c:v>
                </c:pt>
                <c:pt idx="4553">
                  <c:v>1.41428</c:v>
                </c:pt>
                <c:pt idx="4554">
                  <c:v>1.3949400000000001</c:v>
                </c:pt>
                <c:pt idx="4555">
                  <c:v>1.3978299999999999</c:v>
                </c:pt>
                <c:pt idx="4556">
                  <c:v>1.4216599999999999</c:v>
                </c:pt>
                <c:pt idx="4557">
                  <c:v>1.4039900000000001</c:v>
                </c:pt>
                <c:pt idx="4558">
                  <c:v>1.40079</c:v>
                </c:pt>
                <c:pt idx="4559">
                  <c:v>1.3926000000000001</c:v>
                </c:pt>
                <c:pt idx="4560">
                  <c:v>1.4125399999999999</c:v>
                </c:pt>
                <c:pt idx="4561">
                  <c:v>1.40761</c:v>
                </c:pt>
                <c:pt idx="4562">
                  <c:v>1.42184</c:v>
                </c:pt>
                <c:pt idx="4563">
                  <c:v>1.4040299999999999</c:v>
                </c:pt>
                <c:pt idx="4564">
                  <c:v>1.4099699999999999</c:v>
                </c:pt>
                <c:pt idx="4565">
                  <c:v>1.3944399999999999</c:v>
                </c:pt>
                <c:pt idx="4566">
                  <c:v>1.41215</c:v>
                </c:pt>
                <c:pt idx="4567">
                  <c:v>1.4014599999999999</c:v>
                </c:pt>
                <c:pt idx="4568">
                  <c:v>1.3997200000000001</c:v>
                </c:pt>
                <c:pt idx="4569">
                  <c:v>1.39577</c:v>
                </c:pt>
                <c:pt idx="4570">
                  <c:v>1.41629</c:v>
                </c:pt>
                <c:pt idx="4571">
                  <c:v>1.3949100000000001</c:v>
                </c:pt>
                <c:pt idx="4572">
                  <c:v>1.3964000000000001</c:v>
                </c:pt>
                <c:pt idx="4573">
                  <c:v>1.39876</c:v>
                </c:pt>
                <c:pt idx="4574">
                  <c:v>1.39002</c:v>
                </c:pt>
                <c:pt idx="4575">
                  <c:v>1.3858600000000001</c:v>
                </c:pt>
                <c:pt idx="4576">
                  <c:v>1.4000300000000001</c:v>
                </c:pt>
                <c:pt idx="4577">
                  <c:v>1.39354</c:v>
                </c:pt>
                <c:pt idx="4578">
                  <c:v>1.3919600000000001</c:v>
                </c:pt>
                <c:pt idx="4579">
                  <c:v>1.4113100000000001</c:v>
                </c:pt>
                <c:pt idx="4580">
                  <c:v>1.4133500000000001</c:v>
                </c:pt>
                <c:pt idx="4581">
                  <c:v>1.39727</c:v>
                </c:pt>
                <c:pt idx="4582">
                  <c:v>1.4226700000000001</c:v>
                </c:pt>
                <c:pt idx="4583">
                  <c:v>1.40472</c:v>
                </c:pt>
                <c:pt idx="4584">
                  <c:v>1.3951899999999999</c:v>
                </c:pt>
                <c:pt idx="4585">
                  <c:v>1.4033</c:v>
                </c:pt>
                <c:pt idx="4586">
                  <c:v>1.40337</c:v>
                </c:pt>
                <c:pt idx="4587">
                  <c:v>1.4303999999999999</c:v>
                </c:pt>
                <c:pt idx="4588">
                  <c:v>1.42455</c:v>
                </c:pt>
                <c:pt idx="4589">
                  <c:v>1.4085000000000001</c:v>
                </c:pt>
                <c:pt idx="4590">
                  <c:v>1.4158900000000001</c:v>
                </c:pt>
                <c:pt idx="4591">
                  <c:v>1.39697</c:v>
                </c:pt>
                <c:pt idx="4592">
                  <c:v>1.3897600000000001</c:v>
                </c:pt>
                <c:pt idx="4593">
                  <c:v>1.39436</c:v>
                </c:pt>
                <c:pt idx="4594">
                  <c:v>1.3995599999999999</c:v>
                </c:pt>
                <c:pt idx="4595">
                  <c:v>1.4125000000000001</c:v>
                </c:pt>
                <c:pt idx="4596">
                  <c:v>1.3937600000000001</c:v>
                </c:pt>
                <c:pt idx="4597">
                  <c:v>1.3852199999999999</c:v>
                </c:pt>
                <c:pt idx="4598">
                  <c:v>1.3935999999999999</c:v>
                </c:pt>
                <c:pt idx="4599">
                  <c:v>1.40113</c:v>
                </c:pt>
                <c:pt idx="4600">
                  <c:v>1.4182699999999999</c:v>
                </c:pt>
                <c:pt idx="4601">
                  <c:v>1.38734</c:v>
                </c:pt>
                <c:pt idx="4602">
                  <c:v>1.3898900000000001</c:v>
                </c:pt>
                <c:pt idx="4603">
                  <c:v>1.4019600000000001</c:v>
                </c:pt>
                <c:pt idx="4604">
                  <c:v>1.3972899999999999</c:v>
                </c:pt>
                <c:pt idx="4605">
                  <c:v>1.4003099999999999</c:v>
                </c:pt>
                <c:pt idx="4606">
                  <c:v>1.3922099999999999</c:v>
                </c:pt>
                <c:pt idx="4607">
                  <c:v>1.39899</c:v>
                </c:pt>
                <c:pt idx="4608">
                  <c:v>1.40421</c:v>
                </c:pt>
                <c:pt idx="4609">
                  <c:v>1.409</c:v>
                </c:pt>
                <c:pt idx="4610">
                  <c:v>1.4087000000000001</c:v>
                </c:pt>
                <c:pt idx="4611">
                  <c:v>1.4107400000000001</c:v>
                </c:pt>
                <c:pt idx="4612">
                  <c:v>1.3940999999999999</c:v>
                </c:pt>
                <c:pt idx="4613">
                  <c:v>1.40266</c:v>
                </c:pt>
                <c:pt idx="4614">
                  <c:v>1.4100200000000001</c:v>
                </c:pt>
                <c:pt idx="4615">
                  <c:v>1.4020600000000001</c:v>
                </c:pt>
                <c:pt idx="4616">
                  <c:v>1.40987</c:v>
                </c:pt>
                <c:pt idx="4617">
                  <c:v>1.39452</c:v>
                </c:pt>
                <c:pt idx="4618">
                  <c:v>1.39646</c:v>
                </c:pt>
                <c:pt idx="4619">
                  <c:v>1.3948499999999999</c:v>
                </c:pt>
                <c:pt idx="4620">
                  <c:v>1.4071499999999999</c:v>
                </c:pt>
                <c:pt idx="4621">
                  <c:v>1.3953800000000001</c:v>
                </c:pt>
                <c:pt idx="4622">
                  <c:v>1.3928499999999999</c:v>
                </c:pt>
                <c:pt idx="4623">
                  <c:v>1.4000699999999999</c:v>
                </c:pt>
                <c:pt idx="4624">
                  <c:v>1.40151</c:v>
                </c:pt>
                <c:pt idx="4625">
                  <c:v>1.3948199999999999</c:v>
                </c:pt>
                <c:pt idx="4626">
                  <c:v>1.39581</c:v>
                </c:pt>
                <c:pt idx="4627">
                  <c:v>1.39089</c:v>
                </c:pt>
                <c:pt idx="4628">
                  <c:v>1.40659</c:v>
                </c:pt>
                <c:pt idx="4629">
                  <c:v>1.4056</c:v>
                </c:pt>
                <c:pt idx="4630">
                  <c:v>1.4060299999999999</c:v>
                </c:pt>
                <c:pt idx="4631">
                  <c:v>1.4116500000000001</c:v>
                </c:pt>
                <c:pt idx="4632">
                  <c:v>1.40913</c:v>
                </c:pt>
                <c:pt idx="4633">
                  <c:v>1.39212</c:v>
                </c:pt>
                <c:pt idx="4634">
                  <c:v>1.39903</c:v>
                </c:pt>
                <c:pt idx="4635">
                  <c:v>1.39646</c:v>
                </c:pt>
                <c:pt idx="4636">
                  <c:v>1.39778</c:v>
                </c:pt>
                <c:pt idx="4637">
                  <c:v>1.4044700000000001</c:v>
                </c:pt>
                <c:pt idx="4638">
                  <c:v>1.40846</c:v>
                </c:pt>
                <c:pt idx="4639">
                  <c:v>1.4156</c:v>
                </c:pt>
                <c:pt idx="4640">
                  <c:v>1.4236800000000001</c:v>
                </c:pt>
                <c:pt idx="4641">
                  <c:v>1.40856</c:v>
                </c:pt>
                <c:pt idx="4642">
                  <c:v>1.3984399999999999</c:v>
                </c:pt>
                <c:pt idx="4643">
                  <c:v>1.3909100000000001</c:v>
                </c:pt>
                <c:pt idx="4644">
                  <c:v>1.39845</c:v>
                </c:pt>
                <c:pt idx="4645">
                  <c:v>1.3992500000000001</c:v>
                </c:pt>
                <c:pt idx="4646">
                  <c:v>1.4044300000000001</c:v>
                </c:pt>
                <c:pt idx="4647">
                  <c:v>1.3991199999999999</c:v>
                </c:pt>
                <c:pt idx="4648">
                  <c:v>1.40394</c:v>
                </c:pt>
                <c:pt idx="4649">
                  <c:v>1.4122699999999999</c:v>
                </c:pt>
                <c:pt idx="4650">
                  <c:v>1.40246</c:v>
                </c:pt>
                <c:pt idx="4651">
                  <c:v>1.39229</c:v>
                </c:pt>
                <c:pt idx="4652">
                  <c:v>1.40676</c:v>
                </c:pt>
                <c:pt idx="4653">
                  <c:v>1.4214899999999999</c:v>
                </c:pt>
                <c:pt idx="4654">
                  <c:v>1.41174</c:v>
                </c:pt>
                <c:pt idx="4655">
                  <c:v>1.38869</c:v>
                </c:pt>
                <c:pt idx="4656">
                  <c:v>1.3896200000000001</c:v>
                </c:pt>
                <c:pt idx="4657">
                  <c:v>1.3943099999999999</c:v>
                </c:pt>
                <c:pt idx="4658">
                  <c:v>1.40689</c:v>
                </c:pt>
                <c:pt idx="4659">
                  <c:v>1.4053500000000001</c:v>
                </c:pt>
                <c:pt idx="4660">
                  <c:v>1.4182699999999999</c:v>
                </c:pt>
                <c:pt idx="4661">
                  <c:v>1.405</c:v>
                </c:pt>
                <c:pt idx="4662">
                  <c:v>1.4054800000000001</c:v>
                </c:pt>
                <c:pt idx="4663">
                  <c:v>1.4095200000000001</c:v>
                </c:pt>
                <c:pt idx="4664">
                  <c:v>1.40995</c:v>
                </c:pt>
                <c:pt idx="4665">
                  <c:v>1.4038600000000001</c:v>
                </c:pt>
                <c:pt idx="4666">
                  <c:v>1.4012100000000001</c:v>
                </c:pt>
                <c:pt idx="4667">
                  <c:v>1.40768</c:v>
                </c:pt>
                <c:pt idx="4668">
                  <c:v>1.4093100000000001</c:v>
                </c:pt>
                <c:pt idx="4669">
                  <c:v>1.39628</c:v>
                </c:pt>
                <c:pt idx="4670">
                  <c:v>1.4121300000000001</c:v>
                </c:pt>
                <c:pt idx="4671">
                  <c:v>1.4066799999999999</c:v>
                </c:pt>
                <c:pt idx="4672">
                  <c:v>1.4011199999999999</c:v>
                </c:pt>
                <c:pt idx="4673">
                  <c:v>1.3951499999999999</c:v>
                </c:pt>
                <c:pt idx="4674">
                  <c:v>1.4067700000000001</c:v>
                </c:pt>
                <c:pt idx="4675">
                  <c:v>1.39052</c:v>
                </c:pt>
                <c:pt idx="4676">
                  <c:v>1.41134</c:v>
                </c:pt>
                <c:pt idx="4677">
                  <c:v>1.3982000000000001</c:v>
                </c:pt>
                <c:pt idx="4678">
                  <c:v>1.39947</c:v>
                </c:pt>
                <c:pt idx="4679">
                  <c:v>1.4108400000000001</c:v>
                </c:pt>
                <c:pt idx="4680">
                  <c:v>1.4008700000000001</c:v>
                </c:pt>
                <c:pt idx="4681">
                  <c:v>1.39175</c:v>
                </c:pt>
                <c:pt idx="4682">
                  <c:v>1.4173</c:v>
                </c:pt>
                <c:pt idx="4683">
                  <c:v>1.4042699999999999</c:v>
                </c:pt>
                <c:pt idx="4684">
                  <c:v>1.4035899999999999</c:v>
                </c:pt>
                <c:pt idx="4685">
                  <c:v>1.3939699999999999</c:v>
                </c:pt>
                <c:pt idx="4686">
                  <c:v>1.39649</c:v>
                </c:pt>
                <c:pt idx="4687">
                  <c:v>1.39951</c:v>
                </c:pt>
                <c:pt idx="4688">
                  <c:v>1.4131800000000001</c:v>
                </c:pt>
                <c:pt idx="4689">
                  <c:v>1.3934899999999999</c:v>
                </c:pt>
                <c:pt idx="4690">
                  <c:v>1.3964300000000001</c:v>
                </c:pt>
                <c:pt idx="4691">
                  <c:v>1.39449</c:v>
                </c:pt>
                <c:pt idx="4692">
                  <c:v>1.39815</c:v>
                </c:pt>
                <c:pt idx="4693">
                  <c:v>1.3945700000000001</c:v>
                </c:pt>
                <c:pt idx="4694">
                  <c:v>1.3946400000000001</c:v>
                </c:pt>
                <c:pt idx="4695">
                  <c:v>1.4023099999999999</c:v>
                </c:pt>
                <c:pt idx="4696">
                  <c:v>1.4095500000000001</c:v>
                </c:pt>
                <c:pt idx="4697">
                  <c:v>1.40242</c:v>
                </c:pt>
                <c:pt idx="4698">
                  <c:v>1.4151100000000001</c:v>
                </c:pt>
                <c:pt idx="4699">
                  <c:v>1.39042</c:v>
                </c:pt>
                <c:pt idx="4700">
                  <c:v>1.3922000000000001</c:v>
                </c:pt>
                <c:pt idx="4701">
                  <c:v>1.3969400000000001</c:v>
                </c:pt>
                <c:pt idx="4702">
                  <c:v>1.4052</c:v>
                </c:pt>
                <c:pt idx="4703">
                  <c:v>1.4029799999999999</c:v>
                </c:pt>
                <c:pt idx="4704">
                  <c:v>1.41699</c:v>
                </c:pt>
                <c:pt idx="4705">
                  <c:v>1.4227099999999999</c:v>
                </c:pt>
                <c:pt idx="4706">
                  <c:v>1.39263</c:v>
                </c:pt>
                <c:pt idx="4707">
                  <c:v>1.3977200000000001</c:v>
                </c:pt>
                <c:pt idx="4708">
                  <c:v>1.4076</c:v>
                </c:pt>
                <c:pt idx="4709">
                  <c:v>1.3996599999999999</c:v>
                </c:pt>
                <c:pt idx="4710">
                  <c:v>1.3951199999999999</c:v>
                </c:pt>
                <c:pt idx="4711">
                  <c:v>1.40086</c:v>
                </c:pt>
                <c:pt idx="4712">
                  <c:v>1.38768</c:v>
                </c:pt>
                <c:pt idx="4713">
                  <c:v>1.39384</c:v>
                </c:pt>
                <c:pt idx="4714">
                  <c:v>1.3989499999999999</c:v>
                </c:pt>
                <c:pt idx="4715">
                  <c:v>1.3940300000000001</c:v>
                </c:pt>
                <c:pt idx="4716">
                  <c:v>1.40255</c:v>
                </c:pt>
                <c:pt idx="4717">
                  <c:v>1.3907799999999999</c:v>
                </c:pt>
                <c:pt idx="4718">
                  <c:v>1.40924</c:v>
                </c:pt>
                <c:pt idx="4719">
                  <c:v>1.39557</c:v>
                </c:pt>
                <c:pt idx="4720">
                  <c:v>1.40218</c:v>
                </c:pt>
                <c:pt idx="4721">
                  <c:v>1.3938699999999999</c:v>
                </c:pt>
                <c:pt idx="4722">
                  <c:v>1.3847400000000001</c:v>
                </c:pt>
                <c:pt idx="4723">
                  <c:v>1.41307</c:v>
                </c:pt>
                <c:pt idx="4724">
                  <c:v>1.4047700000000001</c:v>
                </c:pt>
                <c:pt idx="4725">
                  <c:v>1.4090400000000001</c:v>
                </c:pt>
                <c:pt idx="4726">
                  <c:v>1.38673</c:v>
                </c:pt>
                <c:pt idx="4727">
                  <c:v>1.4159900000000001</c:v>
                </c:pt>
                <c:pt idx="4728">
                  <c:v>1.4056900000000001</c:v>
                </c:pt>
                <c:pt idx="4729">
                  <c:v>1.4048799999999999</c:v>
                </c:pt>
                <c:pt idx="4730">
                  <c:v>1.3958299999999999</c:v>
                </c:pt>
                <c:pt idx="4731">
                  <c:v>1.40103</c:v>
                </c:pt>
                <c:pt idx="4732">
                  <c:v>1.4059699999999999</c:v>
                </c:pt>
                <c:pt idx="4733">
                  <c:v>1.3929400000000001</c:v>
                </c:pt>
                <c:pt idx="4734">
                  <c:v>1.4065399999999999</c:v>
                </c:pt>
                <c:pt idx="4735">
                  <c:v>1.3990800000000001</c:v>
                </c:pt>
                <c:pt idx="4736">
                  <c:v>1.42319</c:v>
                </c:pt>
                <c:pt idx="4737">
                  <c:v>1.3932</c:v>
                </c:pt>
                <c:pt idx="4738">
                  <c:v>1.4136200000000001</c:v>
                </c:pt>
                <c:pt idx="4739">
                  <c:v>1.40158</c:v>
                </c:pt>
                <c:pt idx="4740">
                  <c:v>1.38748</c:v>
                </c:pt>
                <c:pt idx="4741">
                  <c:v>1.39832</c:v>
                </c:pt>
                <c:pt idx="4742">
                  <c:v>1.3968499999999999</c:v>
                </c:pt>
                <c:pt idx="4743">
                  <c:v>1.4135</c:v>
                </c:pt>
                <c:pt idx="4744">
                  <c:v>1.40228</c:v>
                </c:pt>
                <c:pt idx="4745">
                  <c:v>1.4113100000000001</c:v>
                </c:pt>
                <c:pt idx="4746">
                  <c:v>1.41642</c:v>
                </c:pt>
                <c:pt idx="4747">
                  <c:v>1.4013199999999999</c:v>
                </c:pt>
                <c:pt idx="4748">
                  <c:v>1.39733</c:v>
                </c:pt>
                <c:pt idx="4749">
                  <c:v>1.4140900000000001</c:v>
                </c:pt>
                <c:pt idx="4750">
                  <c:v>1.39236</c:v>
                </c:pt>
                <c:pt idx="4751">
                  <c:v>1.4044000000000001</c:v>
                </c:pt>
                <c:pt idx="4752">
                  <c:v>1.3974599999999999</c:v>
                </c:pt>
                <c:pt idx="4753">
                  <c:v>1.3871</c:v>
                </c:pt>
                <c:pt idx="4754">
                  <c:v>1.39798</c:v>
                </c:pt>
                <c:pt idx="4755">
                  <c:v>1.3949</c:v>
                </c:pt>
                <c:pt idx="4756">
                  <c:v>1.3970899999999999</c:v>
                </c:pt>
                <c:pt idx="4757">
                  <c:v>1.3841300000000001</c:v>
                </c:pt>
                <c:pt idx="4758">
                  <c:v>1.39882</c:v>
                </c:pt>
                <c:pt idx="4759">
                  <c:v>1.40168</c:v>
                </c:pt>
                <c:pt idx="4760">
                  <c:v>1.3856599999999999</c:v>
                </c:pt>
                <c:pt idx="4761">
                  <c:v>1.3774999999999999</c:v>
                </c:pt>
                <c:pt idx="4762">
                  <c:v>1.3898699999999999</c:v>
                </c:pt>
                <c:pt idx="4763">
                  <c:v>1.4109</c:v>
                </c:pt>
                <c:pt idx="4764">
                  <c:v>1.3741099999999999</c:v>
                </c:pt>
                <c:pt idx="4765">
                  <c:v>1.4095200000000001</c:v>
                </c:pt>
                <c:pt idx="4766">
                  <c:v>1.4046400000000001</c:v>
                </c:pt>
                <c:pt idx="4767">
                  <c:v>1.40273</c:v>
                </c:pt>
                <c:pt idx="4768">
                  <c:v>1.3935500000000001</c:v>
                </c:pt>
                <c:pt idx="4769">
                  <c:v>1.3887100000000001</c:v>
                </c:pt>
                <c:pt idx="4770">
                  <c:v>1.3952899999999999</c:v>
                </c:pt>
                <c:pt idx="4771">
                  <c:v>1.38568</c:v>
                </c:pt>
                <c:pt idx="4772">
                  <c:v>1.3956999999999999</c:v>
                </c:pt>
                <c:pt idx="4773">
                  <c:v>1.3771100000000001</c:v>
                </c:pt>
                <c:pt idx="4774">
                  <c:v>1.3857999999999999</c:v>
                </c:pt>
                <c:pt idx="4775">
                  <c:v>1.3841399999999999</c:v>
                </c:pt>
                <c:pt idx="4776">
                  <c:v>1.39476</c:v>
                </c:pt>
                <c:pt idx="4777">
                  <c:v>1.3900699999999999</c:v>
                </c:pt>
                <c:pt idx="4778">
                  <c:v>1.38184</c:v>
                </c:pt>
                <c:pt idx="4779">
                  <c:v>1.3858200000000001</c:v>
                </c:pt>
                <c:pt idx="4780">
                  <c:v>1.4092100000000001</c:v>
                </c:pt>
                <c:pt idx="4781">
                  <c:v>1.3965000000000001</c:v>
                </c:pt>
                <c:pt idx="4782">
                  <c:v>1.3874299999999999</c:v>
                </c:pt>
                <c:pt idx="4783">
                  <c:v>1.3954299999999999</c:v>
                </c:pt>
                <c:pt idx="4784">
                  <c:v>1.3815200000000001</c:v>
                </c:pt>
                <c:pt idx="4785">
                  <c:v>1.3882399999999999</c:v>
                </c:pt>
                <c:pt idx="4786">
                  <c:v>1.3878200000000001</c:v>
                </c:pt>
                <c:pt idx="4787">
                  <c:v>1.40306</c:v>
                </c:pt>
                <c:pt idx="4788">
                  <c:v>1.3894599999999999</c:v>
                </c:pt>
                <c:pt idx="4789">
                  <c:v>1.3851</c:v>
                </c:pt>
                <c:pt idx="4790">
                  <c:v>1.3887</c:v>
                </c:pt>
                <c:pt idx="4791">
                  <c:v>1.38113</c:v>
                </c:pt>
                <c:pt idx="4792">
                  <c:v>1.3776200000000001</c:v>
                </c:pt>
                <c:pt idx="4793">
                  <c:v>1.3943700000000001</c:v>
                </c:pt>
                <c:pt idx="4794">
                  <c:v>1.3945700000000001</c:v>
                </c:pt>
                <c:pt idx="4795">
                  <c:v>1.40154</c:v>
                </c:pt>
                <c:pt idx="4796">
                  <c:v>1.37384</c:v>
                </c:pt>
                <c:pt idx="4797">
                  <c:v>1.4002600000000001</c:v>
                </c:pt>
                <c:pt idx="4798">
                  <c:v>1.3873500000000001</c:v>
                </c:pt>
                <c:pt idx="4799">
                  <c:v>1.40665</c:v>
                </c:pt>
                <c:pt idx="4800">
                  <c:v>1.39723</c:v>
                </c:pt>
                <c:pt idx="4801">
                  <c:v>1.36985</c:v>
                </c:pt>
                <c:pt idx="4802">
                  <c:v>1.3909400000000001</c:v>
                </c:pt>
                <c:pt idx="4803">
                  <c:v>1.38419</c:v>
                </c:pt>
                <c:pt idx="4804">
                  <c:v>1.3939299999999999</c:v>
                </c:pt>
                <c:pt idx="4805">
                  <c:v>1.4059999999999999</c:v>
                </c:pt>
                <c:pt idx="4806">
                  <c:v>1.38419</c:v>
                </c:pt>
                <c:pt idx="4807">
                  <c:v>1.39483</c:v>
                </c:pt>
                <c:pt idx="4808">
                  <c:v>1.4013100000000001</c:v>
                </c:pt>
                <c:pt idx="4809">
                  <c:v>1.38235</c:v>
                </c:pt>
                <c:pt idx="4810">
                  <c:v>1.3862099999999999</c:v>
                </c:pt>
                <c:pt idx="4811">
                  <c:v>1.3985099999999999</c:v>
                </c:pt>
                <c:pt idx="4812">
                  <c:v>1.3862300000000001</c:v>
                </c:pt>
                <c:pt idx="4813">
                  <c:v>1.39679</c:v>
                </c:pt>
                <c:pt idx="4814">
                  <c:v>1.36578</c:v>
                </c:pt>
                <c:pt idx="4815">
                  <c:v>1.3738600000000001</c:v>
                </c:pt>
                <c:pt idx="4816">
                  <c:v>1.3998600000000001</c:v>
                </c:pt>
                <c:pt idx="4817">
                  <c:v>1.3782099999999999</c:v>
                </c:pt>
                <c:pt idx="4818">
                  <c:v>1.3927099999999999</c:v>
                </c:pt>
                <c:pt idx="4819">
                  <c:v>1.3727100000000001</c:v>
                </c:pt>
                <c:pt idx="4820">
                  <c:v>1.39341</c:v>
                </c:pt>
                <c:pt idx="4821">
                  <c:v>1.38575</c:v>
                </c:pt>
                <c:pt idx="4822">
                  <c:v>1.39001</c:v>
                </c:pt>
                <c:pt idx="4823">
                  <c:v>1.38131</c:v>
                </c:pt>
                <c:pt idx="4824">
                  <c:v>1.3923099999999999</c:v>
                </c:pt>
                <c:pt idx="4825">
                  <c:v>1.3961300000000001</c:v>
                </c:pt>
                <c:pt idx="4826">
                  <c:v>1.3987499999999999</c:v>
                </c:pt>
                <c:pt idx="4827">
                  <c:v>1.3890899999999999</c:v>
                </c:pt>
                <c:pt idx="4828">
                  <c:v>1.38771</c:v>
                </c:pt>
                <c:pt idx="4829">
                  <c:v>1.3820300000000001</c:v>
                </c:pt>
                <c:pt idx="4830">
                  <c:v>1.3773899999999999</c:v>
                </c:pt>
                <c:pt idx="4831">
                  <c:v>1.3742000000000001</c:v>
                </c:pt>
                <c:pt idx="4832">
                  <c:v>1.3797900000000001</c:v>
                </c:pt>
                <c:pt idx="4833">
                  <c:v>1.3832199999999999</c:v>
                </c:pt>
                <c:pt idx="4834">
                  <c:v>1.38395</c:v>
                </c:pt>
                <c:pt idx="4835">
                  <c:v>1.3971</c:v>
                </c:pt>
                <c:pt idx="4836">
                  <c:v>1.3889100000000001</c:v>
                </c:pt>
                <c:pt idx="4837">
                  <c:v>1.3865799999999999</c:v>
                </c:pt>
                <c:pt idx="4838">
                  <c:v>1.3759600000000001</c:v>
                </c:pt>
                <c:pt idx="4839">
                  <c:v>1.4012100000000001</c:v>
                </c:pt>
                <c:pt idx="4840">
                  <c:v>1.3762700000000001</c:v>
                </c:pt>
                <c:pt idx="4841">
                  <c:v>1.38303</c:v>
                </c:pt>
                <c:pt idx="4842">
                  <c:v>1.37391</c:v>
                </c:pt>
                <c:pt idx="4843">
                  <c:v>1.3841399999999999</c:v>
                </c:pt>
                <c:pt idx="4844">
                  <c:v>1.3835</c:v>
                </c:pt>
                <c:pt idx="4845">
                  <c:v>1.3903000000000001</c:v>
                </c:pt>
                <c:pt idx="4846">
                  <c:v>1.38012</c:v>
                </c:pt>
                <c:pt idx="4847">
                  <c:v>1.3875299999999999</c:v>
                </c:pt>
                <c:pt idx="4848">
                  <c:v>1.3906000000000001</c:v>
                </c:pt>
                <c:pt idx="4849">
                  <c:v>1.3886400000000001</c:v>
                </c:pt>
                <c:pt idx="4850">
                  <c:v>1.37435</c:v>
                </c:pt>
                <c:pt idx="4851">
                  <c:v>1.37232</c:v>
                </c:pt>
                <c:pt idx="4852">
                  <c:v>1.37896</c:v>
                </c:pt>
                <c:pt idx="4853">
                  <c:v>1.3810899999999999</c:v>
                </c:pt>
                <c:pt idx="4854">
                  <c:v>1.37615</c:v>
                </c:pt>
                <c:pt idx="4855">
                  <c:v>1.38273</c:v>
                </c:pt>
                <c:pt idx="4856">
                  <c:v>1.38385</c:v>
                </c:pt>
                <c:pt idx="4857">
                  <c:v>1.3786</c:v>
                </c:pt>
                <c:pt idx="4858">
                  <c:v>1.3642700000000001</c:v>
                </c:pt>
                <c:pt idx="4859">
                  <c:v>1.38409</c:v>
                </c:pt>
                <c:pt idx="4860">
                  <c:v>1.36721</c:v>
                </c:pt>
                <c:pt idx="4861">
                  <c:v>1.36504</c:v>
                </c:pt>
                <c:pt idx="4862">
                  <c:v>1.38059</c:v>
                </c:pt>
                <c:pt idx="4863">
                  <c:v>1.37314</c:v>
                </c:pt>
                <c:pt idx="4864">
                  <c:v>1.3864099999999999</c:v>
                </c:pt>
                <c:pt idx="4865">
                  <c:v>1.3850100000000001</c:v>
                </c:pt>
                <c:pt idx="4866">
                  <c:v>1.3788499999999999</c:v>
                </c:pt>
                <c:pt idx="4867">
                  <c:v>1.3674900000000001</c:v>
                </c:pt>
                <c:pt idx="4868">
                  <c:v>1.3720699999999999</c:v>
                </c:pt>
                <c:pt idx="4869">
                  <c:v>1.3967000000000001</c:v>
                </c:pt>
                <c:pt idx="4870">
                  <c:v>1.3722399999999999</c:v>
                </c:pt>
                <c:pt idx="4871">
                  <c:v>1.3843099999999999</c:v>
                </c:pt>
                <c:pt idx="4872">
                  <c:v>1.3701300000000001</c:v>
                </c:pt>
                <c:pt idx="4873">
                  <c:v>1.3902000000000001</c:v>
                </c:pt>
                <c:pt idx="4874">
                  <c:v>1.3766400000000001</c:v>
                </c:pt>
                <c:pt idx="4875">
                  <c:v>1.3718900000000001</c:v>
                </c:pt>
                <c:pt idx="4876">
                  <c:v>1.3878200000000001</c:v>
                </c:pt>
                <c:pt idx="4877">
                  <c:v>1.3797299999999999</c:v>
                </c:pt>
                <c:pt idx="4878">
                  <c:v>1.3788</c:v>
                </c:pt>
                <c:pt idx="4879">
                  <c:v>1.3648100000000001</c:v>
                </c:pt>
                <c:pt idx="4880">
                  <c:v>1.36772</c:v>
                </c:pt>
                <c:pt idx="4881">
                  <c:v>1.37826</c:v>
                </c:pt>
                <c:pt idx="4882">
                  <c:v>1.3872199999999999</c:v>
                </c:pt>
                <c:pt idx="4883">
                  <c:v>1.3905000000000001</c:v>
                </c:pt>
                <c:pt idx="4884">
                  <c:v>1.3760399999999999</c:v>
                </c:pt>
                <c:pt idx="4885">
                  <c:v>1.3884000000000001</c:v>
                </c:pt>
                <c:pt idx="4886">
                  <c:v>1.39707</c:v>
                </c:pt>
                <c:pt idx="4887">
                  <c:v>1.3800600000000001</c:v>
                </c:pt>
                <c:pt idx="4888">
                  <c:v>1.3825099999999999</c:v>
                </c:pt>
                <c:pt idx="4889">
                  <c:v>1.37764</c:v>
                </c:pt>
                <c:pt idx="4890">
                  <c:v>1.37839</c:v>
                </c:pt>
                <c:pt idx="4891">
                  <c:v>1.3698600000000001</c:v>
                </c:pt>
                <c:pt idx="4892">
                  <c:v>1.3696699999999999</c:v>
                </c:pt>
                <c:pt idx="4893">
                  <c:v>1.3702799999999999</c:v>
                </c:pt>
                <c:pt idx="4894">
                  <c:v>1.36937</c:v>
                </c:pt>
                <c:pt idx="4895">
                  <c:v>1.3800399999999999</c:v>
                </c:pt>
                <c:pt idx="4896">
                  <c:v>1.39073</c:v>
                </c:pt>
                <c:pt idx="4897">
                  <c:v>1.38924</c:v>
                </c:pt>
                <c:pt idx="4898">
                  <c:v>1.37307</c:v>
                </c:pt>
                <c:pt idx="4899">
                  <c:v>1.3750599999999999</c:v>
                </c:pt>
                <c:pt idx="4900">
                  <c:v>1.38192</c:v>
                </c:pt>
                <c:pt idx="4901">
                  <c:v>1.3819699999999999</c:v>
                </c:pt>
                <c:pt idx="4902">
                  <c:v>1.36921</c:v>
                </c:pt>
                <c:pt idx="4903">
                  <c:v>1.38293</c:v>
                </c:pt>
                <c:pt idx="4904">
                  <c:v>1.38063</c:v>
                </c:pt>
                <c:pt idx="4905">
                  <c:v>1.3809899999999999</c:v>
                </c:pt>
                <c:pt idx="4906">
                  <c:v>1.39331</c:v>
                </c:pt>
                <c:pt idx="4907">
                  <c:v>1.39357</c:v>
                </c:pt>
                <c:pt idx="4908">
                  <c:v>1.3860300000000001</c:v>
                </c:pt>
                <c:pt idx="4909">
                  <c:v>1.38974</c:v>
                </c:pt>
                <c:pt idx="4910">
                  <c:v>1.37686</c:v>
                </c:pt>
                <c:pt idx="4911">
                  <c:v>1.3670500000000001</c:v>
                </c:pt>
                <c:pt idx="4912">
                  <c:v>1.36968</c:v>
                </c:pt>
                <c:pt idx="4913">
                  <c:v>1.38134</c:v>
                </c:pt>
                <c:pt idx="4914">
                  <c:v>1.38415</c:v>
                </c:pt>
                <c:pt idx="4915">
                  <c:v>1.3807400000000001</c:v>
                </c:pt>
                <c:pt idx="4916">
                  <c:v>1.38557</c:v>
                </c:pt>
                <c:pt idx="4917">
                  <c:v>1.3722099999999999</c:v>
                </c:pt>
                <c:pt idx="4918">
                  <c:v>1.3778600000000001</c:v>
                </c:pt>
                <c:pt idx="4919">
                  <c:v>1.38263</c:v>
                </c:pt>
                <c:pt idx="4920">
                  <c:v>1.38768</c:v>
                </c:pt>
                <c:pt idx="4921">
                  <c:v>1.39821</c:v>
                </c:pt>
                <c:pt idx="4922">
                  <c:v>1.37063</c:v>
                </c:pt>
                <c:pt idx="4923">
                  <c:v>1.3937900000000001</c:v>
                </c:pt>
                <c:pt idx="4924">
                  <c:v>1.38713</c:v>
                </c:pt>
                <c:pt idx="4925">
                  <c:v>1.3936500000000001</c:v>
                </c:pt>
                <c:pt idx="4926">
                  <c:v>1.3914599999999999</c:v>
                </c:pt>
                <c:pt idx="4927">
                  <c:v>1.37957</c:v>
                </c:pt>
                <c:pt idx="4928">
                  <c:v>1.3746700000000001</c:v>
                </c:pt>
                <c:pt idx="4929">
                  <c:v>1.37456</c:v>
                </c:pt>
                <c:pt idx="4930">
                  <c:v>1.38029</c:v>
                </c:pt>
                <c:pt idx="4931">
                  <c:v>1.38222</c:v>
                </c:pt>
                <c:pt idx="4932">
                  <c:v>1.3854500000000001</c:v>
                </c:pt>
                <c:pt idx="4933">
                  <c:v>1.3966400000000001</c:v>
                </c:pt>
                <c:pt idx="4934">
                  <c:v>1.3957999999999999</c:v>
                </c:pt>
                <c:pt idx="4935">
                  <c:v>1.3873899999999999</c:v>
                </c:pt>
                <c:pt idx="4936">
                  <c:v>1.38412</c:v>
                </c:pt>
                <c:pt idx="4937">
                  <c:v>1.3832500000000001</c:v>
                </c:pt>
                <c:pt idx="4938">
                  <c:v>1.3789100000000001</c:v>
                </c:pt>
                <c:pt idx="4939">
                  <c:v>1.3858900000000001</c:v>
                </c:pt>
                <c:pt idx="4940">
                  <c:v>1.36694</c:v>
                </c:pt>
                <c:pt idx="4941">
                  <c:v>1.37846</c:v>
                </c:pt>
                <c:pt idx="4942">
                  <c:v>1.3860399999999999</c:v>
                </c:pt>
                <c:pt idx="4943">
                  <c:v>1.405</c:v>
                </c:pt>
                <c:pt idx="4944">
                  <c:v>1.38662</c:v>
                </c:pt>
                <c:pt idx="4945">
                  <c:v>1.38056</c:v>
                </c:pt>
                <c:pt idx="4946">
                  <c:v>1.3989799999999999</c:v>
                </c:pt>
                <c:pt idx="4947">
                  <c:v>1.3813</c:v>
                </c:pt>
                <c:pt idx="4948">
                  <c:v>1.3806499999999999</c:v>
                </c:pt>
                <c:pt idx="4949">
                  <c:v>1.3805799999999999</c:v>
                </c:pt>
                <c:pt idx="4950">
                  <c:v>1.3786</c:v>
                </c:pt>
                <c:pt idx="4951">
                  <c:v>1.4064300000000001</c:v>
                </c:pt>
                <c:pt idx="4952">
                  <c:v>1.3843399999999999</c:v>
                </c:pt>
                <c:pt idx="4953">
                  <c:v>1.3871</c:v>
                </c:pt>
                <c:pt idx="4954">
                  <c:v>1.40859</c:v>
                </c:pt>
                <c:pt idx="4955">
                  <c:v>1.3911500000000001</c:v>
                </c:pt>
                <c:pt idx="4956">
                  <c:v>1.37466</c:v>
                </c:pt>
                <c:pt idx="4957">
                  <c:v>1.38557</c:v>
                </c:pt>
                <c:pt idx="4958">
                  <c:v>1.4019299999999999</c:v>
                </c:pt>
                <c:pt idx="4959">
                  <c:v>1.3959299999999999</c:v>
                </c:pt>
                <c:pt idx="4960">
                  <c:v>1.3806499999999999</c:v>
                </c:pt>
                <c:pt idx="4961">
                  <c:v>1.3808100000000001</c:v>
                </c:pt>
                <c:pt idx="4962">
                  <c:v>1.3801699999999999</c:v>
                </c:pt>
                <c:pt idx="4963">
                  <c:v>1.38609</c:v>
                </c:pt>
                <c:pt idx="4964">
                  <c:v>1.3747400000000001</c:v>
                </c:pt>
                <c:pt idx="4965">
                  <c:v>1.37974</c:v>
                </c:pt>
                <c:pt idx="4966">
                  <c:v>1.37788</c:v>
                </c:pt>
                <c:pt idx="4967">
                  <c:v>1.4054599999999999</c:v>
                </c:pt>
                <c:pt idx="4968">
                  <c:v>1.3865499999999999</c:v>
                </c:pt>
                <c:pt idx="4969">
                  <c:v>1.39002</c:v>
                </c:pt>
                <c:pt idx="4970">
                  <c:v>1.3785099999999999</c:v>
                </c:pt>
                <c:pt idx="4971">
                  <c:v>1.3934599999999999</c:v>
                </c:pt>
                <c:pt idx="4972">
                  <c:v>1.3828800000000001</c:v>
                </c:pt>
                <c:pt idx="4973">
                  <c:v>1.3713900000000001</c:v>
                </c:pt>
                <c:pt idx="4974">
                  <c:v>1.3836599999999999</c:v>
                </c:pt>
                <c:pt idx="4975">
                  <c:v>1.3891500000000001</c:v>
                </c:pt>
                <c:pt idx="4976">
                  <c:v>1.3737200000000001</c:v>
                </c:pt>
                <c:pt idx="4977">
                  <c:v>1.3795299999999999</c:v>
                </c:pt>
                <c:pt idx="4978">
                  <c:v>1.39167</c:v>
                </c:pt>
                <c:pt idx="4979">
                  <c:v>1.3716999999999999</c:v>
                </c:pt>
                <c:pt idx="4980">
                  <c:v>1.3805499999999999</c:v>
                </c:pt>
                <c:pt idx="4981">
                  <c:v>1.3828400000000001</c:v>
                </c:pt>
                <c:pt idx="4982">
                  <c:v>1.3851</c:v>
                </c:pt>
                <c:pt idx="4983">
                  <c:v>1.3726400000000001</c:v>
                </c:pt>
                <c:pt idx="4984">
                  <c:v>1.37015</c:v>
                </c:pt>
                <c:pt idx="4985">
                  <c:v>1.38384</c:v>
                </c:pt>
                <c:pt idx="4986">
                  <c:v>1.3738699999999999</c:v>
                </c:pt>
                <c:pt idx="4987">
                  <c:v>1.37862</c:v>
                </c:pt>
                <c:pt idx="4988">
                  <c:v>1.38157</c:v>
                </c:pt>
                <c:pt idx="4989">
                  <c:v>1.3807400000000001</c:v>
                </c:pt>
                <c:pt idx="4990">
                  <c:v>1.37436</c:v>
                </c:pt>
                <c:pt idx="4991">
                  <c:v>1.36968</c:v>
                </c:pt>
                <c:pt idx="4992">
                  <c:v>1.3895</c:v>
                </c:pt>
                <c:pt idx="4993">
                  <c:v>1.38439</c:v>
                </c:pt>
                <c:pt idx="4994">
                  <c:v>1.38035</c:v>
                </c:pt>
                <c:pt idx="4995">
                  <c:v>1.3806099999999999</c:v>
                </c:pt>
                <c:pt idx="4996">
                  <c:v>1.36876</c:v>
                </c:pt>
                <c:pt idx="4997">
                  <c:v>1.39168</c:v>
                </c:pt>
                <c:pt idx="4998">
                  <c:v>1.3926099999999999</c:v>
                </c:pt>
                <c:pt idx="4999">
                  <c:v>1.3796200000000001</c:v>
                </c:pt>
                <c:pt idx="5000">
                  <c:v>1.3670500000000001</c:v>
                </c:pt>
                <c:pt idx="5001">
                  <c:v>1.3752599999999999</c:v>
                </c:pt>
                <c:pt idx="5002">
                  <c:v>1.3734500000000001</c:v>
                </c:pt>
                <c:pt idx="5003">
                  <c:v>1.3922099999999999</c:v>
                </c:pt>
                <c:pt idx="5004">
                  <c:v>1.3783000000000001</c:v>
                </c:pt>
                <c:pt idx="5005">
                  <c:v>1.38154</c:v>
                </c:pt>
                <c:pt idx="5006">
                  <c:v>1.3766099999999999</c:v>
                </c:pt>
                <c:pt idx="5007">
                  <c:v>1.3736200000000001</c:v>
                </c:pt>
                <c:pt idx="5008">
                  <c:v>1.36873</c:v>
                </c:pt>
                <c:pt idx="5009">
                  <c:v>1.3776600000000001</c:v>
                </c:pt>
                <c:pt idx="5010">
                  <c:v>1.3680399999999999</c:v>
                </c:pt>
                <c:pt idx="5011">
                  <c:v>1.3972800000000001</c:v>
                </c:pt>
                <c:pt idx="5012">
                  <c:v>1.38228</c:v>
                </c:pt>
                <c:pt idx="5013">
                  <c:v>1.3942000000000001</c:v>
                </c:pt>
                <c:pt idx="5014">
                  <c:v>1.3748100000000001</c:v>
                </c:pt>
                <c:pt idx="5015">
                  <c:v>1.39435</c:v>
                </c:pt>
                <c:pt idx="5016">
                  <c:v>1.36896</c:v>
                </c:pt>
                <c:pt idx="5017">
                  <c:v>1.37209</c:v>
                </c:pt>
                <c:pt idx="5018">
                  <c:v>1.37066</c:v>
                </c:pt>
                <c:pt idx="5019">
                  <c:v>1.37537</c:v>
                </c:pt>
                <c:pt idx="5020">
                  <c:v>1.37785</c:v>
                </c:pt>
                <c:pt idx="5021">
                  <c:v>1.3812800000000001</c:v>
                </c:pt>
                <c:pt idx="5022">
                  <c:v>1.39337</c:v>
                </c:pt>
                <c:pt idx="5023">
                  <c:v>1.37175</c:v>
                </c:pt>
                <c:pt idx="5024">
                  <c:v>1.4062699999999999</c:v>
                </c:pt>
                <c:pt idx="5025">
                  <c:v>1.3768499999999999</c:v>
                </c:pt>
                <c:pt idx="5026">
                  <c:v>1.3861300000000001</c:v>
                </c:pt>
                <c:pt idx="5027">
                  <c:v>1.3861399999999999</c:v>
                </c:pt>
                <c:pt idx="5028">
                  <c:v>1.36487</c:v>
                </c:pt>
                <c:pt idx="5029">
                  <c:v>1.3834</c:v>
                </c:pt>
                <c:pt idx="5030">
                  <c:v>1.3822000000000001</c:v>
                </c:pt>
                <c:pt idx="5031">
                  <c:v>1.4002399999999999</c:v>
                </c:pt>
                <c:pt idx="5032">
                  <c:v>1.3652</c:v>
                </c:pt>
                <c:pt idx="5033">
                  <c:v>1.3795900000000001</c:v>
                </c:pt>
                <c:pt idx="5034">
                  <c:v>1.38157</c:v>
                </c:pt>
                <c:pt idx="5035">
                  <c:v>1.3740600000000001</c:v>
                </c:pt>
                <c:pt idx="5036">
                  <c:v>1.37683</c:v>
                </c:pt>
                <c:pt idx="5037">
                  <c:v>1.37547</c:v>
                </c:pt>
                <c:pt idx="5038">
                  <c:v>1.3676200000000001</c:v>
                </c:pt>
                <c:pt idx="5039">
                  <c:v>1.3814500000000001</c:v>
                </c:pt>
                <c:pt idx="5040">
                  <c:v>1.3875</c:v>
                </c:pt>
                <c:pt idx="5041">
                  <c:v>1.3861300000000001</c:v>
                </c:pt>
                <c:pt idx="5042">
                  <c:v>1.3876500000000001</c:v>
                </c:pt>
                <c:pt idx="5043">
                  <c:v>1.3861600000000001</c:v>
                </c:pt>
                <c:pt idx="5044">
                  <c:v>1.3632500000000001</c:v>
                </c:pt>
                <c:pt idx="5045">
                  <c:v>1.3724099999999999</c:v>
                </c:pt>
                <c:pt idx="5046">
                  <c:v>1.3734599999999999</c:v>
                </c:pt>
                <c:pt idx="5047">
                  <c:v>1.39028</c:v>
                </c:pt>
                <c:pt idx="5048">
                  <c:v>1.3809400000000001</c:v>
                </c:pt>
                <c:pt idx="5049">
                  <c:v>1.36164</c:v>
                </c:pt>
                <c:pt idx="5050">
                  <c:v>1.38243</c:v>
                </c:pt>
                <c:pt idx="5051">
                  <c:v>1.3712</c:v>
                </c:pt>
                <c:pt idx="5052">
                  <c:v>1.3663400000000001</c:v>
                </c:pt>
                <c:pt idx="5053">
                  <c:v>1.3689</c:v>
                </c:pt>
                <c:pt idx="5054">
                  <c:v>1.38157</c:v>
                </c:pt>
                <c:pt idx="5055">
                  <c:v>1.3626400000000001</c:v>
                </c:pt>
                <c:pt idx="5056">
                  <c:v>1.37079</c:v>
                </c:pt>
                <c:pt idx="5057">
                  <c:v>1.3715999999999999</c:v>
                </c:pt>
                <c:pt idx="5058">
                  <c:v>1.38828</c:v>
                </c:pt>
                <c:pt idx="5059">
                  <c:v>1.3767799999999999</c:v>
                </c:pt>
                <c:pt idx="5060">
                  <c:v>1.3821600000000001</c:v>
                </c:pt>
                <c:pt idx="5061">
                  <c:v>1.40541</c:v>
                </c:pt>
                <c:pt idx="5062">
                  <c:v>1.3860699999999999</c:v>
                </c:pt>
                <c:pt idx="5063">
                  <c:v>1.3834200000000001</c:v>
                </c:pt>
                <c:pt idx="5064">
                  <c:v>1.3811100000000001</c:v>
                </c:pt>
                <c:pt idx="5065">
                  <c:v>1.3637699999999999</c:v>
                </c:pt>
                <c:pt idx="5066">
                  <c:v>1.38066</c:v>
                </c:pt>
                <c:pt idx="5067">
                  <c:v>1.36931</c:v>
                </c:pt>
                <c:pt idx="5068">
                  <c:v>1.3767</c:v>
                </c:pt>
                <c:pt idx="5069">
                  <c:v>1.37229</c:v>
                </c:pt>
                <c:pt idx="5070">
                  <c:v>1.3696299999999999</c:v>
                </c:pt>
                <c:pt idx="5071">
                  <c:v>1.3893</c:v>
                </c:pt>
                <c:pt idx="5072">
                  <c:v>1.38297</c:v>
                </c:pt>
                <c:pt idx="5073">
                  <c:v>1.3933899999999999</c:v>
                </c:pt>
                <c:pt idx="5074">
                  <c:v>1.36816</c:v>
                </c:pt>
                <c:pt idx="5075">
                  <c:v>1.3781699999999999</c:v>
                </c:pt>
                <c:pt idx="5076">
                  <c:v>1.37449</c:v>
                </c:pt>
                <c:pt idx="5077">
                  <c:v>1.38035</c:v>
                </c:pt>
                <c:pt idx="5078">
                  <c:v>1.3789</c:v>
                </c:pt>
                <c:pt idx="5079">
                  <c:v>1.3686499999999999</c:v>
                </c:pt>
                <c:pt idx="5080">
                  <c:v>1.3675200000000001</c:v>
                </c:pt>
                <c:pt idx="5081">
                  <c:v>1.36696</c:v>
                </c:pt>
                <c:pt idx="5082">
                  <c:v>1.38117</c:v>
                </c:pt>
                <c:pt idx="5083">
                  <c:v>1.36686</c:v>
                </c:pt>
                <c:pt idx="5084">
                  <c:v>1.3590100000000001</c:v>
                </c:pt>
                <c:pt idx="5085">
                  <c:v>1.3757699999999999</c:v>
                </c:pt>
                <c:pt idx="5086">
                  <c:v>1.3793599999999999</c:v>
                </c:pt>
                <c:pt idx="5087">
                  <c:v>1.37836</c:v>
                </c:pt>
                <c:pt idx="5088">
                  <c:v>1.38819</c:v>
                </c:pt>
                <c:pt idx="5089">
                  <c:v>1.3854200000000001</c:v>
                </c:pt>
                <c:pt idx="5090">
                  <c:v>1.37547</c:v>
                </c:pt>
                <c:pt idx="5091">
                  <c:v>1.3676999999999999</c:v>
                </c:pt>
                <c:pt idx="5092">
                  <c:v>1.36372</c:v>
                </c:pt>
                <c:pt idx="5093">
                  <c:v>1.3870499999999999</c:v>
                </c:pt>
                <c:pt idx="5094">
                  <c:v>1.37199</c:v>
                </c:pt>
                <c:pt idx="5095">
                  <c:v>1.3850100000000001</c:v>
                </c:pt>
                <c:pt idx="5096">
                  <c:v>1.3589199999999999</c:v>
                </c:pt>
                <c:pt idx="5097">
                  <c:v>1.3673900000000001</c:v>
                </c:pt>
                <c:pt idx="5098">
                  <c:v>1.3768800000000001</c:v>
                </c:pt>
                <c:pt idx="5099">
                  <c:v>1.36839</c:v>
                </c:pt>
                <c:pt idx="5100">
                  <c:v>1.36856</c:v>
                </c:pt>
                <c:pt idx="5101">
                  <c:v>1.3707100000000001</c:v>
                </c:pt>
                <c:pt idx="5102">
                  <c:v>1.37087</c:v>
                </c:pt>
                <c:pt idx="5103">
                  <c:v>1.3710199999999999</c:v>
                </c:pt>
                <c:pt idx="5104">
                  <c:v>1.3665099999999999</c:v>
                </c:pt>
                <c:pt idx="5105">
                  <c:v>1.38262</c:v>
                </c:pt>
                <c:pt idx="5106">
                  <c:v>1.3682799999999999</c:v>
                </c:pt>
                <c:pt idx="5107">
                  <c:v>1.35894</c:v>
                </c:pt>
                <c:pt idx="5108">
                  <c:v>1.3780399999999999</c:v>
                </c:pt>
                <c:pt idx="5109">
                  <c:v>1.37523</c:v>
                </c:pt>
                <c:pt idx="5110">
                  <c:v>1.3679600000000001</c:v>
                </c:pt>
                <c:pt idx="5111">
                  <c:v>1.3646</c:v>
                </c:pt>
                <c:pt idx="5112">
                  <c:v>1.3565700000000001</c:v>
                </c:pt>
                <c:pt idx="5113">
                  <c:v>1.35633</c:v>
                </c:pt>
                <c:pt idx="5114">
                  <c:v>1.3656699999999999</c:v>
                </c:pt>
                <c:pt idx="5115">
                  <c:v>1.3773</c:v>
                </c:pt>
                <c:pt idx="5116">
                  <c:v>1.36256</c:v>
                </c:pt>
                <c:pt idx="5117">
                  <c:v>1.37226</c:v>
                </c:pt>
                <c:pt idx="5118">
                  <c:v>1.3587800000000001</c:v>
                </c:pt>
                <c:pt idx="5119">
                  <c:v>1.37469</c:v>
                </c:pt>
                <c:pt idx="5120">
                  <c:v>1.3754500000000001</c:v>
                </c:pt>
                <c:pt idx="5121">
                  <c:v>1.36487</c:v>
                </c:pt>
                <c:pt idx="5122">
                  <c:v>1.3629899999999999</c:v>
                </c:pt>
                <c:pt idx="5123">
                  <c:v>1.3638699999999999</c:v>
                </c:pt>
                <c:pt idx="5124">
                  <c:v>1.3627899999999999</c:v>
                </c:pt>
                <c:pt idx="5125">
                  <c:v>1.3712800000000001</c:v>
                </c:pt>
                <c:pt idx="5126">
                  <c:v>1.3653500000000001</c:v>
                </c:pt>
                <c:pt idx="5127">
                  <c:v>1.3685400000000001</c:v>
                </c:pt>
                <c:pt idx="5128">
                  <c:v>1.3784799999999999</c:v>
                </c:pt>
                <c:pt idx="5129">
                  <c:v>1.37226</c:v>
                </c:pt>
                <c:pt idx="5130">
                  <c:v>1.3708</c:v>
                </c:pt>
                <c:pt idx="5131">
                  <c:v>1.3600300000000001</c:v>
                </c:pt>
                <c:pt idx="5132">
                  <c:v>1.3608</c:v>
                </c:pt>
                <c:pt idx="5133">
                  <c:v>1.37154</c:v>
                </c:pt>
                <c:pt idx="5134">
                  <c:v>1.37294</c:v>
                </c:pt>
                <c:pt idx="5135">
                  <c:v>1.36934</c:v>
                </c:pt>
                <c:pt idx="5136">
                  <c:v>1.3520099999999999</c:v>
                </c:pt>
                <c:pt idx="5137">
                  <c:v>1.3664400000000001</c:v>
                </c:pt>
                <c:pt idx="5138">
                  <c:v>1.38351</c:v>
                </c:pt>
                <c:pt idx="5139">
                  <c:v>1.36131</c:v>
                </c:pt>
                <c:pt idx="5140">
                  <c:v>1.37083</c:v>
                </c:pt>
                <c:pt idx="5141">
                  <c:v>1.3750100000000001</c:v>
                </c:pt>
                <c:pt idx="5142">
                  <c:v>1.3608199999999999</c:v>
                </c:pt>
                <c:pt idx="5143">
                  <c:v>1.3730500000000001</c:v>
                </c:pt>
                <c:pt idx="5144">
                  <c:v>1.3726100000000001</c:v>
                </c:pt>
                <c:pt idx="5145">
                  <c:v>1.36436</c:v>
                </c:pt>
                <c:pt idx="5146">
                  <c:v>1.3557900000000001</c:v>
                </c:pt>
                <c:pt idx="5147">
                  <c:v>1.38127</c:v>
                </c:pt>
                <c:pt idx="5148">
                  <c:v>1.37721</c:v>
                </c:pt>
                <c:pt idx="5149">
                  <c:v>1.3789800000000001</c:v>
                </c:pt>
                <c:pt idx="5150">
                  <c:v>1.3785700000000001</c:v>
                </c:pt>
                <c:pt idx="5151">
                  <c:v>1.3850199999999999</c:v>
                </c:pt>
                <c:pt idx="5152">
                  <c:v>1.3684000000000001</c:v>
                </c:pt>
                <c:pt idx="5153">
                  <c:v>1.3586199999999999</c:v>
                </c:pt>
                <c:pt idx="5154">
                  <c:v>1.37158</c:v>
                </c:pt>
                <c:pt idx="5155">
                  <c:v>1.3754299999999999</c:v>
                </c:pt>
                <c:pt idx="5156">
                  <c:v>1.38815</c:v>
                </c:pt>
                <c:pt idx="5157">
                  <c:v>1.3626799999999999</c:v>
                </c:pt>
                <c:pt idx="5158">
                  <c:v>1.357</c:v>
                </c:pt>
                <c:pt idx="5159">
                  <c:v>1.3668400000000001</c:v>
                </c:pt>
                <c:pt idx="5160">
                  <c:v>1.3677299999999999</c:v>
                </c:pt>
                <c:pt idx="5161">
                  <c:v>1.3634200000000001</c:v>
                </c:pt>
                <c:pt idx="5162">
                  <c:v>1.3755900000000001</c:v>
                </c:pt>
                <c:pt idx="5163">
                  <c:v>1.3707499999999999</c:v>
                </c:pt>
                <c:pt idx="5164">
                  <c:v>1.3583700000000001</c:v>
                </c:pt>
                <c:pt idx="5165">
                  <c:v>1.3653</c:v>
                </c:pt>
                <c:pt idx="5166">
                  <c:v>1.3767</c:v>
                </c:pt>
                <c:pt idx="5167">
                  <c:v>1.3751</c:v>
                </c:pt>
                <c:pt idx="5168">
                  <c:v>1.3649899999999999</c:v>
                </c:pt>
                <c:pt idx="5169">
                  <c:v>1.3774999999999999</c:v>
                </c:pt>
                <c:pt idx="5170">
                  <c:v>1.3614299999999999</c:v>
                </c:pt>
                <c:pt idx="5171">
                  <c:v>1.3709499999999999</c:v>
                </c:pt>
                <c:pt idx="5172">
                  <c:v>1.3655299999999999</c:v>
                </c:pt>
                <c:pt idx="5173">
                  <c:v>1.37693</c:v>
                </c:pt>
                <c:pt idx="5174">
                  <c:v>1.3689499999999999</c:v>
                </c:pt>
                <c:pt idx="5175">
                  <c:v>1.35758</c:v>
                </c:pt>
                <c:pt idx="5176">
                  <c:v>1.36829</c:v>
                </c:pt>
                <c:pt idx="5177">
                  <c:v>1.3698900000000001</c:v>
                </c:pt>
                <c:pt idx="5178">
                  <c:v>1.37975</c:v>
                </c:pt>
                <c:pt idx="5179">
                  <c:v>1.37673</c:v>
                </c:pt>
                <c:pt idx="5180">
                  <c:v>1.35094</c:v>
                </c:pt>
                <c:pt idx="5181">
                  <c:v>1.37131</c:v>
                </c:pt>
                <c:pt idx="5182">
                  <c:v>1.37113</c:v>
                </c:pt>
                <c:pt idx="5183">
                  <c:v>1.3654299999999999</c:v>
                </c:pt>
                <c:pt idx="5184">
                  <c:v>1.37765</c:v>
                </c:pt>
                <c:pt idx="5185">
                  <c:v>1.3644499999999999</c:v>
                </c:pt>
                <c:pt idx="5186">
                  <c:v>1.3749499999999999</c:v>
                </c:pt>
                <c:pt idx="5187">
                  <c:v>1.3650899999999999</c:v>
                </c:pt>
                <c:pt idx="5188">
                  <c:v>1.3842699999999999</c:v>
                </c:pt>
                <c:pt idx="5189">
                  <c:v>1.3659600000000001</c:v>
                </c:pt>
                <c:pt idx="5190">
                  <c:v>1.36053</c:v>
                </c:pt>
                <c:pt idx="5191">
                  <c:v>1.3736200000000001</c:v>
                </c:pt>
                <c:pt idx="5192">
                  <c:v>1.36042</c:v>
                </c:pt>
                <c:pt idx="5193">
                  <c:v>1.3737999999999999</c:v>
                </c:pt>
                <c:pt idx="5194">
                  <c:v>1.3604000000000001</c:v>
                </c:pt>
                <c:pt idx="5195">
                  <c:v>1.36086</c:v>
                </c:pt>
                <c:pt idx="5196">
                  <c:v>1.3872899999999999</c:v>
                </c:pt>
                <c:pt idx="5197">
                  <c:v>1.36646</c:v>
                </c:pt>
                <c:pt idx="5198">
                  <c:v>1.37767</c:v>
                </c:pt>
                <c:pt idx="5199">
                  <c:v>1.38618</c:v>
                </c:pt>
                <c:pt idx="5200">
                  <c:v>1.3733299999999999</c:v>
                </c:pt>
                <c:pt idx="5201">
                  <c:v>1.3935200000000001</c:v>
                </c:pt>
                <c:pt idx="5202">
                  <c:v>1.38944</c:v>
                </c:pt>
                <c:pt idx="5203">
                  <c:v>1.41045</c:v>
                </c:pt>
                <c:pt idx="5204">
                  <c:v>1.4065000000000001</c:v>
                </c:pt>
                <c:pt idx="5205">
                  <c:v>1.40977</c:v>
                </c:pt>
                <c:pt idx="5206">
                  <c:v>1.4128499999999999</c:v>
                </c:pt>
                <c:pt idx="5207">
                  <c:v>1.4368300000000001</c:v>
                </c:pt>
                <c:pt idx="5208">
                  <c:v>1.4471499999999999</c:v>
                </c:pt>
                <c:pt idx="5209">
                  <c:v>1.4415800000000001</c:v>
                </c:pt>
                <c:pt idx="5210">
                  <c:v>1.4428300000000001</c:v>
                </c:pt>
                <c:pt idx="5211">
                  <c:v>1.4642900000000001</c:v>
                </c:pt>
                <c:pt idx="5212">
                  <c:v>1.47421</c:v>
                </c:pt>
                <c:pt idx="5213">
                  <c:v>1.5000100000000001</c:v>
                </c:pt>
                <c:pt idx="5214">
                  <c:v>1.47929</c:v>
                </c:pt>
                <c:pt idx="5215">
                  <c:v>1.4984</c:v>
                </c:pt>
                <c:pt idx="5216">
                  <c:v>1.5114000000000001</c:v>
                </c:pt>
                <c:pt idx="5217">
                  <c:v>1.5202</c:v>
                </c:pt>
                <c:pt idx="5218">
                  <c:v>1.5383199999999999</c:v>
                </c:pt>
                <c:pt idx="5219">
                  <c:v>1.52664</c:v>
                </c:pt>
                <c:pt idx="5220">
                  <c:v>1.54491</c:v>
                </c:pt>
                <c:pt idx="5221">
                  <c:v>1.55433</c:v>
                </c:pt>
                <c:pt idx="5222">
                  <c:v>1.5873600000000001</c:v>
                </c:pt>
                <c:pt idx="5223">
                  <c:v>1.5900799999999999</c:v>
                </c:pt>
                <c:pt idx="5224">
                  <c:v>1.5883400000000001</c:v>
                </c:pt>
                <c:pt idx="5225">
                  <c:v>1.6130100000000001</c:v>
                </c:pt>
                <c:pt idx="5226">
                  <c:v>1.63636</c:v>
                </c:pt>
                <c:pt idx="5227">
                  <c:v>1.63083</c:v>
                </c:pt>
                <c:pt idx="5228">
                  <c:v>1.6514899999999999</c:v>
                </c:pt>
                <c:pt idx="5229">
                  <c:v>1.6690100000000001</c:v>
                </c:pt>
                <c:pt idx="5230">
                  <c:v>1.6907000000000001</c:v>
                </c:pt>
                <c:pt idx="5231">
                  <c:v>1.6891</c:v>
                </c:pt>
                <c:pt idx="5232">
                  <c:v>1.70235</c:v>
                </c:pt>
                <c:pt idx="5233">
                  <c:v>1.71573</c:v>
                </c:pt>
                <c:pt idx="5234">
                  <c:v>1.70973</c:v>
                </c:pt>
                <c:pt idx="5235">
                  <c:v>1.7458899999999999</c:v>
                </c:pt>
                <c:pt idx="5236">
                  <c:v>1.76586</c:v>
                </c:pt>
                <c:pt idx="5237">
                  <c:v>1.7608299999999999</c:v>
                </c:pt>
                <c:pt idx="5238">
                  <c:v>1.7688299999999999</c:v>
                </c:pt>
                <c:pt idx="5239">
                  <c:v>1.79094</c:v>
                </c:pt>
                <c:pt idx="5240">
                  <c:v>1.81216</c:v>
                </c:pt>
                <c:pt idx="5241">
                  <c:v>1.8098799999999999</c:v>
                </c:pt>
                <c:pt idx="5242">
                  <c:v>1.8248800000000001</c:v>
                </c:pt>
                <c:pt idx="5243">
                  <c:v>1.8551</c:v>
                </c:pt>
                <c:pt idx="5244">
                  <c:v>1.86361</c:v>
                </c:pt>
                <c:pt idx="5245">
                  <c:v>1.86433</c:v>
                </c:pt>
                <c:pt idx="5246">
                  <c:v>1.87415</c:v>
                </c:pt>
                <c:pt idx="5247">
                  <c:v>1.8934599999999999</c:v>
                </c:pt>
                <c:pt idx="5248">
                  <c:v>1.9073</c:v>
                </c:pt>
                <c:pt idx="5249">
                  <c:v>1.91523</c:v>
                </c:pt>
                <c:pt idx="5250">
                  <c:v>1.9502999999999999</c:v>
                </c:pt>
                <c:pt idx="5251">
                  <c:v>1.9463900000000001</c:v>
                </c:pt>
                <c:pt idx="5252">
                  <c:v>1.9531700000000001</c:v>
                </c:pt>
                <c:pt idx="5253">
                  <c:v>1.96841</c:v>
                </c:pt>
                <c:pt idx="5254">
                  <c:v>1.97953</c:v>
                </c:pt>
                <c:pt idx="5255">
                  <c:v>2.0061800000000001</c:v>
                </c:pt>
                <c:pt idx="5256">
                  <c:v>2.01912</c:v>
                </c:pt>
                <c:pt idx="5257">
                  <c:v>2.0405600000000002</c:v>
                </c:pt>
                <c:pt idx="5258">
                  <c:v>2.0526900000000001</c:v>
                </c:pt>
                <c:pt idx="5259">
                  <c:v>2.05992</c:v>
                </c:pt>
                <c:pt idx="5260">
                  <c:v>2.06792</c:v>
                </c:pt>
                <c:pt idx="5261">
                  <c:v>2.0827399999999998</c:v>
                </c:pt>
                <c:pt idx="5262">
                  <c:v>2.0868099999999998</c:v>
                </c:pt>
                <c:pt idx="5263">
                  <c:v>2.1212300000000002</c:v>
                </c:pt>
                <c:pt idx="5264">
                  <c:v>2.1336200000000001</c:v>
                </c:pt>
                <c:pt idx="5265">
                  <c:v>2.1278100000000002</c:v>
                </c:pt>
                <c:pt idx="5266">
                  <c:v>2.1437900000000001</c:v>
                </c:pt>
                <c:pt idx="5267">
                  <c:v>2.1678700000000002</c:v>
                </c:pt>
                <c:pt idx="5268">
                  <c:v>2.1654800000000001</c:v>
                </c:pt>
                <c:pt idx="5269">
                  <c:v>2.1874199999999999</c:v>
                </c:pt>
                <c:pt idx="5270">
                  <c:v>2.2095400000000001</c:v>
                </c:pt>
                <c:pt idx="5271">
                  <c:v>2.2083900000000001</c:v>
                </c:pt>
                <c:pt idx="5272">
                  <c:v>2.2201399999999998</c:v>
                </c:pt>
                <c:pt idx="5273">
                  <c:v>2.23691</c:v>
                </c:pt>
                <c:pt idx="5274">
                  <c:v>2.2450899999999998</c:v>
                </c:pt>
                <c:pt idx="5275">
                  <c:v>2.2548400000000002</c:v>
                </c:pt>
                <c:pt idx="5276">
                  <c:v>2.2821400000000001</c:v>
                </c:pt>
                <c:pt idx="5277">
                  <c:v>2.2746900000000001</c:v>
                </c:pt>
                <c:pt idx="5278">
                  <c:v>2.2964799999999999</c:v>
                </c:pt>
                <c:pt idx="5279">
                  <c:v>2.33541</c:v>
                </c:pt>
                <c:pt idx="5280">
                  <c:v>2.3191700000000002</c:v>
                </c:pt>
                <c:pt idx="5281">
                  <c:v>2.3289399999999998</c:v>
                </c:pt>
                <c:pt idx="5282">
                  <c:v>2.3307799999999999</c:v>
                </c:pt>
                <c:pt idx="5283">
                  <c:v>2.3533900000000001</c:v>
                </c:pt>
                <c:pt idx="5284">
                  <c:v>2.3733499999999998</c:v>
                </c:pt>
                <c:pt idx="5285">
                  <c:v>2.3920599999999999</c:v>
                </c:pt>
                <c:pt idx="5286">
                  <c:v>2.4028</c:v>
                </c:pt>
                <c:pt idx="5287">
                  <c:v>2.4093</c:v>
                </c:pt>
                <c:pt idx="5288">
                  <c:v>2.4191600000000002</c:v>
                </c:pt>
                <c:pt idx="5289">
                  <c:v>2.4360499999999998</c:v>
                </c:pt>
                <c:pt idx="5290">
                  <c:v>2.44421</c:v>
                </c:pt>
                <c:pt idx="5291">
                  <c:v>2.4542000000000002</c:v>
                </c:pt>
                <c:pt idx="5292">
                  <c:v>2.4701399999999998</c:v>
                </c:pt>
                <c:pt idx="5293">
                  <c:v>2.4838100000000001</c:v>
                </c:pt>
                <c:pt idx="5294">
                  <c:v>2.4778099999999998</c:v>
                </c:pt>
                <c:pt idx="5295">
                  <c:v>2.4881899999999999</c:v>
                </c:pt>
                <c:pt idx="5296">
                  <c:v>2.5104199999999999</c:v>
                </c:pt>
                <c:pt idx="5297">
                  <c:v>2.5133200000000002</c:v>
                </c:pt>
                <c:pt idx="5298">
                  <c:v>2.5397500000000002</c:v>
                </c:pt>
                <c:pt idx="5299">
                  <c:v>2.5640499999999999</c:v>
                </c:pt>
                <c:pt idx="5300">
                  <c:v>2.5570200000000001</c:v>
                </c:pt>
                <c:pt idx="5301">
                  <c:v>2.5725899999999999</c:v>
                </c:pt>
                <c:pt idx="5302">
                  <c:v>2.5922000000000001</c:v>
                </c:pt>
                <c:pt idx="5303">
                  <c:v>2.58188</c:v>
                </c:pt>
                <c:pt idx="5304">
                  <c:v>2.60656</c:v>
                </c:pt>
                <c:pt idx="5305">
                  <c:v>2.6165099999999999</c:v>
                </c:pt>
                <c:pt idx="5306">
                  <c:v>2.6278999999999999</c:v>
                </c:pt>
                <c:pt idx="5307">
                  <c:v>2.6229900000000002</c:v>
                </c:pt>
                <c:pt idx="5308">
                  <c:v>2.6567500000000002</c:v>
                </c:pt>
                <c:pt idx="5309">
                  <c:v>2.65266</c:v>
                </c:pt>
                <c:pt idx="5310">
                  <c:v>2.66032</c:v>
                </c:pt>
                <c:pt idx="5311">
                  <c:v>2.6694100000000001</c:v>
                </c:pt>
                <c:pt idx="5312">
                  <c:v>2.6890200000000002</c:v>
                </c:pt>
                <c:pt idx="5313">
                  <c:v>2.7065600000000001</c:v>
                </c:pt>
                <c:pt idx="5314">
                  <c:v>2.7237200000000001</c:v>
                </c:pt>
                <c:pt idx="5315">
                  <c:v>2.7224900000000001</c:v>
                </c:pt>
                <c:pt idx="5316">
                  <c:v>2.7344900000000001</c:v>
                </c:pt>
                <c:pt idx="5317">
                  <c:v>2.75698</c:v>
                </c:pt>
                <c:pt idx="5318">
                  <c:v>2.7588499999999998</c:v>
                </c:pt>
                <c:pt idx="5319">
                  <c:v>2.7693400000000001</c:v>
                </c:pt>
                <c:pt idx="5320">
                  <c:v>2.7987000000000002</c:v>
                </c:pt>
                <c:pt idx="5321">
                  <c:v>2.8026</c:v>
                </c:pt>
                <c:pt idx="5322">
                  <c:v>2.7994500000000002</c:v>
                </c:pt>
                <c:pt idx="5323">
                  <c:v>2.8223699999999998</c:v>
                </c:pt>
                <c:pt idx="5324">
                  <c:v>2.8191299999999999</c:v>
                </c:pt>
                <c:pt idx="5325">
                  <c:v>2.8338700000000001</c:v>
                </c:pt>
                <c:pt idx="5326">
                  <c:v>2.8666100000000001</c:v>
                </c:pt>
                <c:pt idx="5327">
                  <c:v>2.8719199999999998</c:v>
                </c:pt>
                <c:pt idx="5328">
                  <c:v>2.87155</c:v>
                </c:pt>
                <c:pt idx="5329">
                  <c:v>2.8711500000000001</c:v>
                </c:pt>
                <c:pt idx="5330">
                  <c:v>2.8797700000000002</c:v>
                </c:pt>
                <c:pt idx="5331">
                  <c:v>2.9032300000000002</c:v>
                </c:pt>
                <c:pt idx="5332">
                  <c:v>2.9212199999999999</c:v>
                </c:pt>
                <c:pt idx="5333">
                  <c:v>2.9289399999999999</c:v>
                </c:pt>
                <c:pt idx="5334">
                  <c:v>2.9294600000000002</c:v>
                </c:pt>
                <c:pt idx="5335">
                  <c:v>2.9601700000000002</c:v>
                </c:pt>
                <c:pt idx="5336">
                  <c:v>2.9522900000000001</c:v>
                </c:pt>
                <c:pt idx="5337">
                  <c:v>2.98847</c:v>
                </c:pt>
                <c:pt idx="5338">
                  <c:v>2.9725700000000002</c:v>
                </c:pt>
                <c:pt idx="5339">
                  <c:v>2.9958</c:v>
                </c:pt>
                <c:pt idx="5340">
                  <c:v>2.9988000000000001</c:v>
                </c:pt>
                <c:pt idx="5341">
                  <c:v>3.0013200000000002</c:v>
                </c:pt>
                <c:pt idx="5342">
                  <c:v>3.0347200000000001</c:v>
                </c:pt>
                <c:pt idx="5343">
                  <c:v>3.0402300000000002</c:v>
                </c:pt>
                <c:pt idx="5344">
                  <c:v>3.0578099999999999</c:v>
                </c:pt>
                <c:pt idx="5345">
                  <c:v>3.05213</c:v>
                </c:pt>
                <c:pt idx="5346">
                  <c:v>3.0683099999999999</c:v>
                </c:pt>
                <c:pt idx="5347">
                  <c:v>3.09009</c:v>
                </c:pt>
                <c:pt idx="5348">
                  <c:v>3.0922000000000001</c:v>
                </c:pt>
                <c:pt idx="5349">
                  <c:v>3.0968599999999999</c:v>
                </c:pt>
                <c:pt idx="5350">
                  <c:v>3.1302599999999998</c:v>
                </c:pt>
                <c:pt idx="5351">
                  <c:v>3.13626</c:v>
                </c:pt>
                <c:pt idx="5352">
                  <c:v>3.1305000000000001</c:v>
                </c:pt>
                <c:pt idx="5353">
                  <c:v>3.1250599999999999</c:v>
                </c:pt>
                <c:pt idx="5354">
                  <c:v>3.15734</c:v>
                </c:pt>
                <c:pt idx="5355">
                  <c:v>3.1574900000000001</c:v>
                </c:pt>
                <c:pt idx="5356">
                  <c:v>3.1898300000000002</c:v>
                </c:pt>
                <c:pt idx="5357">
                  <c:v>3.1751900000000002</c:v>
                </c:pt>
                <c:pt idx="5358">
                  <c:v>3.1718600000000001</c:v>
                </c:pt>
                <c:pt idx="5359">
                  <c:v>3.2072699999999998</c:v>
                </c:pt>
                <c:pt idx="5360">
                  <c:v>3.21339</c:v>
                </c:pt>
                <c:pt idx="5361">
                  <c:v>3.2221799999999998</c:v>
                </c:pt>
                <c:pt idx="5362">
                  <c:v>3.2525900000000001</c:v>
                </c:pt>
                <c:pt idx="5363">
                  <c:v>3.2498</c:v>
                </c:pt>
                <c:pt idx="5364">
                  <c:v>3.2484799999999998</c:v>
                </c:pt>
                <c:pt idx="5365">
                  <c:v>3.2533300000000001</c:v>
                </c:pt>
                <c:pt idx="5366">
                  <c:v>3.2759999999999998</c:v>
                </c:pt>
                <c:pt idx="5367">
                  <c:v>3.2778700000000001</c:v>
                </c:pt>
                <c:pt idx="5368">
                  <c:v>3.2730000000000001</c:v>
                </c:pt>
                <c:pt idx="5369">
                  <c:v>3.3000500000000001</c:v>
                </c:pt>
                <c:pt idx="5370">
                  <c:v>3.3235000000000001</c:v>
                </c:pt>
                <c:pt idx="5371">
                  <c:v>3.3249499999999999</c:v>
                </c:pt>
                <c:pt idx="5372">
                  <c:v>3.31603</c:v>
                </c:pt>
                <c:pt idx="5373">
                  <c:v>3.3396699999999999</c:v>
                </c:pt>
                <c:pt idx="5374">
                  <c:v>3.35026</c:v>
                </c:pt>
                <c:pt idx="5375">
                  <c:v>3.3551899999999999</c:v>
                </c:pt>
                <c:pt idx="5376">
                  <c:v>3.36686</c:v>
                </c:pt>
                <c:pt idx="5377">
                  <c:v>3.3648899999999999</c:v>
                </c:pt>
                <c:pt idx="5378">
                  <c:v>3.3847900000000002</c:v>
                </c:pt>
                <c:pt idx="5379">
                  <c:v>3.3952</c:v>
                </c:pt>
                <c:pt idx="5380">
                  <c:v>3.4115700000000002</c:v>
                </c:pt>
                <c:pt idx="5381">
                  <c:v>3.4176199999999999</c:v>
                </c:pt>
                <c:pt idx="5382">
                  <c:v>3.4073699999999998</c:v>
                </c:pt>
                <c:pt idx="5383">
                  <c:v>3.4411299999999998</c:v>
                </c:pt>
                <c:pt idx="5384">
                  <c:v>3.4536799999999999</c:v>
                </c:pt>
                <c:pt idx="5385">
                  <c:v>3.4682400000000002</c:v>
                </c:pt>
                <c:pt idx="5386">
                  <c:v>3.4441199999999998</c:v>
                </c:pt>
                <c:pt idx="5387">
                  <c:v>3.4961099999999998</c:v>
                </c:pt>
                <c:pt idx="5388">
                  <c:v>3.4807299999999999</c:v>
                </c:pt>
                <c:pt idx="5389">
                  <c:v>3.4763299999999999</c:v>
                </c:pt>
                <c:pt idx="5390">
                  <c:v>3.5100600000000002</c:v>
                </c:pt>
                <c:pt idx="5391">
                  <c:v>3.50956</c:v>
                </c:pt>
                <c:pt idx="5392">
                  <c:v>3.53</c:v>
                </c:pt>
                <c:pt idx="5393">
                  <c:v>3.5211800000000002</c:v>
                </c:pt>
                <c:pt idx="5394">
                  <c:v>3.5321899999999999</c:v>
                </c:pt>
                <c:pt idx="5395">
                  <c:v>3.53241</c:v>
                </c:pt>
                <c:pt idx="5396">
                  <c:v>3.5447299999999999</c:v>
                </c:pt>
                <c:pt idx="5397">
                  <c:v>3.5572499999999998</c:v>
                </c:pt>
                <c:pt idx="5398">
                  <c:v>3.5796600000000001</c:v>
                </c:pt>
                <c:pt idx="5399">
                  <c:v>3.57666</c:v>
                </c:pt>
                <c:pt idx="5400">
                  <c:v>3.5847600000000002</c:v>
                </c:pt>
                <c:pt idx="5401">
                  <c:v>3.6003400000000001</c:v>
                </c:pt>
                <c:pt idx="5402">
                  <c:v>3.5929500000000001</c:v>
                </c:pt>
                <c:pt idx="5403">
                  <c:v>3.6244399999999999</c:v>
                </c:pt>
                <c:pt idx="5404">
                  <c:v>3.6289099999999999</c:v>
                </c:pt>
                <c:pt idx="5405">
                  <c:v>3.6597400000000002</c:v>
                </c:pt>
                <c:pt idx="5406">
                  <c:v>3.64974</c:v>
                </c:pt>
                <c:pt idx="5407">
                  <c:v>3.6639400000000002</c:v>
                </c:pt>
                <c:pt idx="5408">
                  <c:v>3.6821000000000002</c:v>
                </c:pt>
                <c:pt idx="5409">
                  <c:v>3.6786699999999999</c:v>
                </c:pt>
                <c:pt idx="5410">
                  <c:v>3.68581</c:v>
                </c:pt>
                <c:pt idx="5411">
                  <c:v>3.6872500000000001</c:v>
                </c:pt>
                <c:pt idx="5412">
                  <c:v>3.6892999999999998</c:v>
                </c:pt>
                <c:pt idx="5413">
                  <c:v>3.72729</c:v>
                </c:pt>
                <c:pt idx="5414">
                  <c:v>3.7082899999999999</c:v>
                </c:pt>
                <c:pt idx="5415">
                  <c:v>3.7274400000000001</c:v>
                </c:pt>
                <c:pt idx="5416">
                  <c:v>3.7183199999999998</c:v>
                </c:pt>
                <c:pt idx="5417">
                  <c:v>3.7502300000000002</c:v>
                </c:pt>
                <c:pt idx="5418">
                  <c:v>3.75447</c:v>
                </c:pt>
                <c:pt idx="5419">
                  <c:v>3.7584599999999999</c:v>
                </c:pt>
                <c:pt idx="5420">
                  <c:v>3.7790499999999998</c:v>
                </c:pt>
                <c:pt idx="5421">
                  <c:v>3.7664399999999998</c:v>
                </c:pt>
                <c:pt idx="5422">
                  <c:v>3.7911899999999998</c:v>
                </c:pt>
                <c:pt idx="5423">
                  <c:v>3.7959999999999998</c:v>
                </c:pt>
                <c:pt idx="5424">
                  <c:v>3.8010799999999998</c:v>
                </c:pt>
                <c:pt idx="5425">
                  <c:v>3.8150599999999999</c:v>
                </c:pt>
                <c:pt idx="5426">
                  <c:v>3.8409800000000001</c:v>
                </c:pt>
                <c:pt idx="5427">
                  <c:v>3.8312900000000001</c:v>
                </c:pt>
                <c:pt idx="5428">
                  <c:v>3.8382200000000002</c:v>
                </c:pt>
                <c:pt idx="5429">
                  <c:v>3.8403999999999998</c:v>
                </c:pt>
                <c:pt idx="5430">
                  <c:v>3.8570000000000002</c:v>
                </c:pt>
                <c:pt idx="5431">
                  <c:v>3.8664200000000002</c:v>
                </c:pt>
                <c:pt idx="5432">
                  <c:v>3.9135300000000002</c:v>
                </c:pt>
                <c:pt idx="5433">
                  <c:v>3.8873899999999999</c:v>
                </c:pt>
                <c:pt idx="5434">
                  <c:v>3.8815900000000001</c:v>
                </c:pt>
                <c:pt idx="5435">
                  <c:v>3.9077000000000002</c:v>
                </c:pt>
                <c:pt idx="5436">
                  <c:v>3.9057599999999999</c:v>
                </c:pt>
                <c:pt idx="5437">
                  <c:v>3.9246500000000002</c:v>
                </c:pt>
                <c:pt idx="5438">
                  <c:v>3.9216099999999998</c:v>
                </c:pt>
                <c:pt idx="5439">
                  <c:v>3.9285800000000002</c:v>
                </c:pt>
                <c:pt idx="5440">
                  <c:v>3.9476100000000001</c:v>
                </c:pt>
                <c:pt idx="5441">
                  <c:v>3.9523100000000002</c:v>
                </c:pt>
                <c:pt idx="5442">
                  <c:v>3.95905</c:v>
                </c:pt>
                <c:pt idx="5443">
                  <c:v>3.9647899999999998</c:v>
                </c:pt>
                <c:pt idx="5444">
                  <c:v>3.9756800000000001</c:v>
                </c:pt>
                <c:pt idx="5445">
                  <c:v>3.98672</c:v>
                </c:pt>
                <c:pt idx="5446">
                  <c:v>3.99505</c:v>
                </c:pt>
                <c:pt idx="5447">
                  <c:v>3.99654</c:v>
                </c:pt>
                <c:pt idx="5448">
                  <c:v>4.0004999999999997</c:v>
                </c:pt>
                <c:pt idx="5449">
                  <c:v>4.0247400000000004</c:v>
                </c:pt>
                <c:pt idx="5450">
                  <c:v>4.0138999999999996</c:v>
                </c:pt>
                <c:pt idx="5451">
                  <c:v>4.0388400000000004</c:v>
                </c:pt>
                <c:pt idx="5452">
                  <c:v>4.0577399999999999</c:v>
                </c:pt>
                <c:pt idx="5453">
                  <c:v>4.05105</c:v>
                </c:pt>
                <c:pt idx="5454">
                  <c:v>4.0526</c:v>
                </c:pt>
                <c:pt idx="5455">
                  <c:v>4.0633999999999997</c:v>
                </c:pt>
                <c:pt idx="5456">
                  <c:v>4.1048200000000001</c:v>
                </c:pt>
                <c:pt idx="5457">
                  <c:v>4.0776700000000003</c:v>
                </c:pt>
                <c:pt idx="5458">
                  <c:v>4.0908499999999997</c:v>
                </c:pt>
                <c:pt idx="5459">
                  <c:v>4.0828699999999998</c:v>
                </c:pt>
                <c:pt idx="5460">
                  <c:v>4.1262100000000004</c:v>
                </c:pt>
                <c:pt idx="5461">
                  <c:v>4.11761</c:v>
                </c:pt>
                <c:pt idx="5462">
                  <c:v>4.11883</c:v>
                </c:pt>
                <c:pt idx="5463">
                  <c:v>4.1303200000000002</c:v>
                </c:pt>
                <c:pt idx="5464">
                  <c:v>4.1382300000000001</c:v>
                </c:pt>
                <c:pt idx="5465">
                  <c:v>4.1391900000000001</c:v>
                </c:pt>
                <c:pt idx="5466">
                  <c:v>4.1449999999999996</c:v>
                </c:pt>
                <c:pt idx="5467">
                  <c:v>4.1729799999999999</c:v>
                </c:pt>
                <c:pt idx="5468">
                  <c:v>4.1711900000000002</c:v>
                </c:pt>
                <c:pt idx="5469">
                  <c:v>4.1867900000000002</c:v>
                </c:pt>
                <c:pt idx="5470">
                  <c:v>4.1824500000000002</c:v>
                </c:pt>
                <c:pt idx="5471">
                  <c:v>4.2076099999999999</c:v>
                </c:pt>
                <c:pt idx="5472">
                  <c:v>4.1926100000000002</c:v>
                </c:pt>
                <c:pt idx="5473">
                  <c:v>4.2157400000000003</c:v>
                </c:pt>
                <c:pt idx="5474">
                  <c:v>4.2239399999999998</c:v>
                </c:pt>
                <c:pt idx="5475">
                  <c:v>4.2253699999999998</c:v>
                </c:pt>
                <c:pt idx="5476">
                  <c:v>4.2383800000000003</c:v>
                </c:pt>
                <c:pt idx="5477">
                  <c:v>4.2443600000000004</c:v>
                </c:pt>
                <c:pt idx="5478">
                  <c:v>4.2502599999999999</c:v>
                </c:pt>
                <c:pt idx="5479">
                  <c:v>4.2664799999999996</c:v>
                </c:pt>
                <c:pt idx="5480">
                  <c:v>4.2815899999999996</c:v>
                </c:pt>
                <c:pt idx="5481">
                  <c:v>4.2727000000000004</c:v>
                </c:pt>
                <c:pt idx="5482">
                  <c:v>4.2860800000000001</c:v>
                </c:pt>
                <c:pt idx="5483">
                  <c:v>4.2864500000000003</c:v>
                </c:pt>
                <c:pt idx="5484">
                  <c:v>4.3097599999999998</c:v>
                </c:pt>
                <c:pt idx="5485">
                  <c:v>4.3227799999999998</c:v>
                </c:pt>
                <c:pt idx="5486">
                  <c:v>4.30037</c:v>
                </c:pt>
                <c:pt idx="5487">
                  <c:v>4.3113999999999999</c:v>
                </c:pt>
                <c:pt idx="5488">
                  <c:v>4.3262</c:v>
                </c:pt>
                <c:pt idx="5489">
                  <c:v>4.3413000000000004</c:v>
                </c:pt>
                <c:pt idx="5490">
                  <c:v>4.3516000000000004</c:v>
                </c:pt>
                <c:pt idx="5491">
                  <c:v>4.3581099999999999</c:v>
                </c:pt>
                <c:pt idx="5492">
                  <c:v>4.3585700000000003</c:v>
                </c:pt>
                <c:pt idx="5493">
                  <c:v>4.3738400000000004</c:v>
                </c:pt>
                <c:pt idx="5494">
                  <c:v>4.3768399999999996</c:v>
                </c:pt>
                <c:pt idx="5495">
                  <c:v>4.4137000000000004</c:v>
                </c:pt>
                <c:pt idx="5496">
                  <c:v>4.3782399999999999</c:v>
                </c:pt>
                <c:pt idx="5497">
                  <c:v>4.3813300000000002</c:v>
                </c:pt>
                <c:pt idx="5498">
                  <c:v>4.3976699999999997</c:v>
                </c:pt>
                <c:pt idx="5499">
                  <c:v>4.4144100000000002</c:v>
                </c:pt>
                <c:pt idx="5500">
                  <c:v>4.4382999999999999</c:v>
                </c:pt>
                <c:pt idx="5501">
                  <c:v>4.4301500000000003</c:v>
                </c:pt>
                <c:pt idx="5502">
                  <c:v>4.4363900000000003</c:v>
                </c:pt>
                <c:pt idx="5503">
                  <c:v>4.44414</c:v>
                </c:pt>
                <c:pt idx="5504">
                  <c:v>4.4425499999999998</c:v>
                </c:pt>
                <c:pt idx="5505">
                  <c:v>4.44754</c:v>
                </c:pt>
                <c:pt idx="5506">
                  <c:v>4.4648500000000002</c:v>
                </c:pt>
                <c:pt idx="5507">
                  <c:v>4.4591599999999998</c:v>
                </c:pt>
                <c:pt idx="5508">
                  <c:v>4.4801599999999997</c:v>
                </c:pt>
                <c:pt idx="5509">
                  <c:v>4.4831099999999999</c:v>
                </c:pt>
                <c:pt idx="5510">
                  <c:v>4.5158800000000001</c:v>
                </c:pt>
                <c:pt idx="5511">
                  <c:v>4.4794299999999998</c:v>
                </c:pt>
                <c:pt idx="5512">
                  <c:v>4.4923099999999998</c:v>
                </c:pt>
                <c:pt idx="5513">
                  <c:v>4.5036300000000002</c:v>
                </c:pt>
                <c:pt idx="5514">
                  <c:v>4.5187900000000001</c:v>
                </c:pt>
                <c:pt idx="5515">
                  <c:v>4.5257699999999996</c:v>
                </c:pt>
                <c:pt idx="5516">
                  <c:v>4.5291899999999998</c:v>
                </c:pt>
                <c:pt idx="5517">
                  <c:v>4.5443600000000002</c:v>
                </c:pt>
                <c:pt idx="5518">
                  <c:v>4.5303699999999996</c:v>
                </c:pt>
                <c:pt idx="5519">
                  <c:v>4.5457200000000002</c:v>
                </c:pt>
                <c:pt idx="5520">
                  <c:v>4.5486300000000002</c:v>
                </c:pt>
                <c:pt idx="5521">
                  <c:v>4.5703100000000001</c:v>
                </c:pt>
                <c:pt idx="5522">
                  <c:v>4.5728099999999996</c:v>
                </c:pt>
                <c:pt idx="5523">
                  <c:v>4.5725499999999997</c:v>
                </c:pt>
                <c:pt idx="5524">
                  <c:v>4.5803200000000004</c:v>
                </c:pt>
                <c:pt idx="5525">
                  <c:v>4.5896699999999999</c:v>
                </c:pt>
                <c:pt idx="5526">
                  <c:v>4.6076600000000001</c:v>
                </c:pt>
                <c:pt idx="5527">
                  <c:v>4.60426</c:v>
                </c:pt>
                <c:pt idx="5528">
                  <c:v>4.6235799999999996</c:v>
                </c:pt>
                <c:pt idx="5529">
                  <c:v>4.6071999999999997</c:v>
                </c:pt>
                <c:pt idx="5530">
                  <c:v>4.6126500000000004</c:v>
                </c:pt>
                <c:pt idx="5531">
                  <c:v>4.6269099999999996</c:v>
                </c:pt>
                <c:pt idx="5532">
                  <c:v>4.6487100000000003</c:v>
                </c:pt>
                <c:pt idx="5533">
                  <c:v>4.6433999999999997</c:v>
                </c:pt>
                <c:pt idx="5534">
                  <c:v>4.6591100000000001</c:v>
                </c:pt>
                <c:pt idx="5535">
                  <c:v>4.6496000000000004</c:v>
                </c:pt>
                <c:pt idx="5536">
                  <c:v>4.66214</c:v>
                </c:pt>
                <c:pt idx="5537">
                  <c:v>4.6679300000000001</c:v>
                </c:pt>
                <c:pt idx="5538">
                  <c:v>4.6930300000000003</c:v>
                </c:pt>
                <c:pt idx="5539">
                  <c:v>4.6917200000000001</c:v>
                </c:pt>
                <c:pt idx="5540">
                  <c:v>4.6821400000000004</c:v>
                </c:pt>
                <c:pt idx="5541">
                  <c:v>4.6936900000000001</c:v>
                </c:pt>
                <c:pt idx="5542">
                  <c:v>4.7172999999999998</c:v>
                </c:pt>
                <c:pt idx="5543">
                  <c:v>4.7226400000000002</c:v>
                </c:pt>
                <c:pt idx="5544">
                  <c:v>4.7170399999999999</c:v>
                </c:pt>
                <c:pt idx="5545">
                  <c:v>4.7405499999999998</c:v>
                </c:pt>
                <c:pt idx="5546">
                  <c:v>4.7197300000000002</c:v>
                </c:pt>
                <c:pt idx="5547">
                  <c:v>4.7286599999999996</c:v>
                </c:pt>
                <c:pt idx="5548">
                  <c:v>4.7318300000000004</c:v>
                </c:pt>
                <c:pt idx="5549">
                  <c:v>4.7608899999999998</c:v>
                </c:pt>
                <c:pt idx="5550">
                  <c:v>4.7391699999999997</c:v>
                </c:pt>
                <c:pt idx="5551">
                  <c:v>4.7571899999999996</c:v>
                </c:pt>
                <c:pt idx="5552">
                  <c:v>4.7509899999999998</c:v>
                </c:pt>
                <c:pt idx="5553">
                  <c:v>4.76715</c:v>
                </c:pt>
                <c:pt idx="5554">
                  <c:v>4.7935600000000003</c:v>
                </c:pt>
                <c:pt idx="5555">
                  <c:v>4.7893100000000004</c:v>
                </c:pt>
                <c:pt idx="5556">
                  <c:v>4.7968200000000003</c:v>
                </c:pt>
                <c:pt idx="5557">
                  <c:v>4.7971000000000004</c:v>
                </c:pt>
                <c:pt idx="5558">
                  <c:v>4.8030600000000003</c:v>
                </c:pt>
                <c:pt idx="5559">
                  <c:v>4.8060999999999998</c:v>
                </c:pt>
                <c:pt idx="5560">
                  <c:v>4.8308299999999997</c:v>
                </c:pt>
                <c:pt idx="5561">
                  <c:v>4.81074</c:v>
                </c:pt>
                <c:pt idx="5562">
                  <c:v>4.8319700000000001</c:v>
                </c:pt>
                <c:pt idx="5563">
                  <c:v>4.8343499999999997</c:v>
                </c:pt>
                <c:pt idx="5564">
                  <c:v>4.8401399999999999</c:v>
                </c:pt>
                <c:pt idx="5565">
                  <c:v>4.83948</c:v>
                </c:pt>
                <c:pt idx="5566">
                  <c:v>4.8372900000000003</c:v>
                </c:pt>
                <c:pt idx="5567">
                  <c:v>4.8523699999999996</c:v>
                </c:pt>
                <c:pt idx="5568">
                  <c:v>4.8606999999999996</c:v>
                </c:pt>
                <c:pt idx="5569">
                  <c:v>4.8632299999999997</c:v>
                </c:pt>
                <c:pt idx="5570">
                  <c:v>4.8811400000000003</c:v>
                </c:pt>
                <c:pt idx="5571">
                  <c:v>4.8920599999999999</c:v>
                </c:pt>
                <c:pt idx="5572">
                  <c:v>4.8829000000000002</c:v>
                </c:pt>
                <c:pt idx="5573">
                  <c:v>4.8827299999999996</c:v>
                </c:pt>
                <c:pt idx="5574">
                  <c:v>4.8962700000000003</c:v>
                </c:pt>
                <c:pt idx="5575">
                  <c:v>4.9173600000000004</c:v>
                </c:pt>
                <c:pt idx="5576">
                  <c:v>4.9261100000000004</c:v>
                </c:pt>
                <c:pt idx="5577">
                  <c:v>4.9115000000000002</c:v>
                </c:pt>
                <c:pt idx="5578">
                  <c:v>4.9183599999999998</c:v>
                </c:pt>
                <c:pt idx="5579">
                  <c:v>4.9325299999999999</c:v>
                </c:pt>
                <c:pt idx="5580">
                  <c:v>4.9550999999999998</c:v>
                </c:pt>
                <c:pt idx="5581">
                  <c:v>4.94245</c:v>
                </c:pt>
                <c:pt idx="5582">
                  <c:v>4.96305</c:v>
                </c:pt>
                <c:pt idx="5583">
                  <c:v>4.9603900000000003</c:v>
                </c:pt>
                <c:pt idx="5584">
                  <c:v>4.9640899999999997</c:v>
                </c:pt>
                <c:pt idx="5585">
                  <c:v>4.9635499999999997</c:v>
                </c:pt>
                <c:pt idx="5586">
                  <c:v>4.9930099999999999</c:v>
                </c:pt>
                <c:pt idx="5587">
                  <c:v>4.9763099999999998</c:v>
                </c:pt>
                <c:pt idx="5588">
                  <c:v>5.0069800000000004</c:v>
                </c:pt>
                <c:pt idx="5589">
                  <c:v>4.9737</c:v>
                </c:pt>
                <c:pt idx="5590">
                  <c:v>5.0030599999999996</c:v>
                </c:pt>
                <c:pt idx="5591">
                  <c:v>5.0076900000000002</c:v>
                </c:pt>
                <c:pt idx="5592">
                  <c:v>5.0066899999999999</c:v>
                </c:pt>
                <c:pt idx="5593">
                  <c:v>5.0076700000000001</c:v>
                </c:pt>
                <c:pt idx="5594">
                  <c:v>5.0064099999999998</c:v>
                </c:pt>
                <c:pt idx="5595">
                  <c:v>5.0416600000000003</c:v>
                </c:pt>
                <c:pt idx="5596">
                  <c:v>5.0593899999999996</c:v>
                </c:pt>
                <c:pt idx="5597">
                  <c:v>5.0258000000000003</c:v>
                </c:pt>
                <c:pt idx="5598">
                  <c:v>5.0292300000000001</c:v>
                </c:pt>
                <c:pt idx="5599">
                  <c:v>5.0480299999999998</c:v>
                </c:pt>
                <c:pt idx="5600">
                  <c:v>5.0564</c:v>
                </c:pt>
                <c:pt idx="5601">
                  <c:v>5.0606099999999996</c:v>
                </c:pt>
                <c:pt idx="5602">
                  <c:v>5.0732699999999999</c:v>
                </c:pt>
                <c:pt idx="5603">
                  <c:v>5.07125</c:v>
                </c:pt>
                <c:pt idx="5604">
                  <c:v>5.0663</c:v>
                </c:pt>
                <c:pt idx="5605">
                  <c:v>5.08697</c:v>
                </c:pt>
                <c:pt idx="5606">
                  <c:v>5.0886199999999997</c:v>
                </c:pt>
                <c:pt idx="5607">
                  <c:v>5.0769000000000002</c:v>
                </c:pt>
                <c:pt idx="5608">
                  <c:v>5.0928100000000001</c:v>
                </c:pt>
                <c:pt idx="5609">
                  <c:v>5.0959599999999998</c:v>
                </c:pt>
                <c:pt idx="5610">
                  <c:v>5.1092199999999997</c:v>
                </c:pt>
                <c:pt idx="5611">
                  <c:v>5.1159600000000003</c:v>
                </c:pt>
                <c:pt idx="5612">
                  <c:v>5.1134599999999999</c:v>
                </c:pt>
                <c:pt idx="5613">
                  <c:v>5.1051500000000001</c:v>
                </c:pt>
                <c:pt idx="5614">
                  <c:v>5.1291000000000002</c:v>
                </c:pt>
                <c:pt idx="5615">
                  <c:v>5.1136600000000003</c:v>
                </c:pt>
                <c:pt idx="5616">
                  <c:v>5.1285100000000003</c:v>
                </c:pt>
                <c:pt idx="5617">
                  <c:v>5.1370100000000001</c:v>
                </c:pt>
                <c:pt idx="5618">
                  <c:v>5.1561300000000001</c:v>
                </c:pt>
                <c:pt idx="5619">
                  <c:v>5.1448400000000003</c:v>
                </c:pt>
                <c:pt idx="5620">
                  <c:v>5.17415</c:v>
                </c:pt>
                <c:pt idx="5621">
                  <c:v>5.1728699999999996</c:v>
                </c:pt>
                <c:pt idx="5622">
                  <c:v>5.1790700000000003</c:v>
                </c:pt>
                <c:pt idx="5623">
                  <c:v>5.1829099999999997</c:v>
                </c:pt>
                <c:pt idx="5624">
                  <c:v>5.1739699999999997</c:v>
                </c:pt>
                <c:pt idx="5625">
                  <c:v>5.1884899999999998</c:v>
                </c:pt>
                <c:pt idx="5626">
                  <c:v>5.1906600000000003</c:v>
                </c:pt>
                <c:pt idx="5627">
                  <c:v>5.22729</c:v>
                </c:pt>
                <c:pt idx="5628">
                  <c:v>5.1998300000000004</c:v>
                </c:pt>
                <c:pt idx="5629">
                  <c:v>5.1978099999999996</c:v>
                </c:pt>
                <c:pt idx="5630">
                  <c:v>5.2099900000000003</c:v>
                </c:pt>
                <c:pt idx="5631">
                  <c:v>5.2392500000000002</c:v>
                </c:pt>
                <c:pt idx="5632">
                  <c:v>5.2428400000000002</c:v>
                </c:pt>
                <c:pt idx="5633">
                  <c:v>5.2256400000000003</c:v>
                </c:pt>
                <c:pt idx="5634">
                  <c:v>5.2416700000000001</c:v>
                </c:pt>
                <c:pt idx="5635">
                  <c:v>5.2368699999999997</c:v>
                </c:pt>
                <c:pt idx="5636">
                  <c:v>5.24885</c:v>
                </c:pt>
                <c:pt idx="5637">
                  <c:v>5.2561900000000001</c:v>
                </c:pt>
                <c:pt idx="5638">
                  <c:v>5.2680499999999997</c:v>
                </c:pt>
                <c:pt idx="5639">
                  <c:v>5.2647500000000003</c:v>
                </c:pt>
                <c:pt idx="5640">
                  <c:v>5.2704399999999998</c:v>
                </c:pt>
                <c:pt idx="5641">
                  <c:v>5.2710499999999998</c:v>
                </c:pt>
                <c:pt idx="5642">
                  <c:v>5.2818399999999999</c:v>
                </c:pt>
                <c:pt idx="5643">
                  <c:v>5.2789999999999999</c:v>
                </c:pt>
                <c:pt idx="5644">
                  <c:v>5.2824900000000001</c:v>
                </c:pt>
                <c:pt idx="5645">
                  <c:v>5.3321399999999999</c:v>
                </c:pt>
                <c:pt idx="5646">
                  <c:v>5.3063099999999999</c:v>
                </c:pt>
                <c:pt idx="5647">
                  <c:v>5.3043899999999997</c:v>
                </c:pt>
                <c:pt idx="5648">
                  <c:v>5.3012199999999998</c:v>
                </c:pt>
                <c:pt idx="5649">
                  <c:v>5.3425599999999998</c:v>
                </c:pt>
                <c:pt idx="5650">
                  <c:v>5.3120500000000002</c:v>
                </c:pt>
                <c:pt idx="5651">
                  <c:v>5.3236499999999998</c:v>
                </c:pt>
                <c:pt idx="5652">
                  <c:v>5.3316299999999996</c:v>
                </c:pt>
                <c:pt idx="5653">
                  <c:v>5.3253399999999997</c:v>
                </c:pt>
                <c:pt idx="5654">
                  <c:v>5.33847</c:v>
                </c:pt>
                <c:pt idx="5655">
                  <c:v>5.3229499999999996</c:v>
                </c:pt>
                <c:pt idx="5656">
                  <c:v>5.3452400000000004</c:v>
                </c:pt>
                <c:pt idx="5657">
                  <c:v>5.3511800000000003</c:v>
                </c:pt>
                <c:pt idx="5658">
                  <c:v>5.36069</c:v>
                </c:pt>
                <c:pt idx="5659">
                  <c:v>5.3705600000000002</c:v>
                </c:pt>
                <c:pt idx="5660">
                  <c:v>5.3661099999999999</c:v>
                </c:pt>
                <c:pt idx="5661">
                  <c:v>5.3667600000000002</c:v>
                </c:pt>
                <c:pt idx="5662">
                  <c:v>5.3783300000000001</c:v>
                </c:pt>
                <c:pt idx="5663">
                  <c:v>5.3828199999999997</c:v>
                </c:pt>
                <c:pt idx="5664">
                  <c:v>5.391</c:v>
                </c:pt>
                <c:pt idx="5665">
                  <c:v>5.3809800000000001</c:v>
                </c:pt>
                <c:pt idx="5666">
                  <c:v>5.4100400000000004</c:v>
                </c:pt>
                <c:pt idx="5667">
                  <c:v>5.4144600000000001</c:v>
                </c:pt>
                <c:pt idx="5668">
                  <c:v>5.4006100000000004</c:v>
                </c:pt>
                <c:pt idx="5669">
                  <c:v>5.4139900000000001</c:v>
                </c:pt>
                <c:pt idx="5670">
                  <c:v>5.40219</c:v>
                </c:pt>
                <c:pt idx="5671">
                  <c:v>5.4161299999999999</c:v>
                </c:pt>
                <c:pt idx="5672">
                  <c:v>5.4195000000000002</c:v>
                </c:pt>
                <c:pt idx="5673">
                  <c:v>5.4481799999999998</c:v>
                </c:pt>
                <c:pt idx="5674">
                  <c:v>5.4363099999999998</c:v>
                </c:pt>
                <c:pt idx="5675">
                  <c:v>5.4380699999999997</c:v>
                </c:pt>
                <c:pt idx="5676">
                  <c:v>5.4260700000000002</c:v>
                </c:pt>
                <c:pt idx="5677">
                  <c:v>5.45207</c:v>
                </c:pt>
                <c:pt idx="5678">
                  <c:v>5.4432400000000003</c:v>
                </c:pt>
                <c:pt idx="5679">
                  <c:v>5.4497600000000004</c:v>
                </c:pt>
                <c:pt idx="5680">
                  <c:v>5.4731300000000003</c:v>
                </c:pt>
                <c:pt idx="5681">
                  <c:v>5.4752700000000001</c:v>
                </c:pt>
                <c:pt idx="5682">
                  <c:v>5.4780899999999999</c:v>
                </c:pt>
                <c:pt idx="5683">
                  <c:v>5.4749400000000001</c:v>
                </c:pt>
                <c:pt idx="5684">
                  <c:v>5.48299</c:v>
                </c:pt>
                <c:pt idx="5685">
                  <c:v>5.4840600000000004</c:v>
                </c:pt>
                <c:pt idx="5686">
                  <c:v>5.5012800000000004</c:v>
                </c:pt>
                <c:pt idx="5687">
                  <c:v>5.5209999999999999</c:v>
                </c:pt>
                <c:pt idx="5688">
                  <c:v>5.5080900000000002</c:v>
                </c:pt>
                <c:pt idx="5689">
                  <c:v>5.48447</c:v>
                </c:pt>
                <c:pt idx="5690">
                  <c:v>5.5115800000000004</c:v>
                </c:pt>
                <c:pt idx="5691">
                  <c:v>5.5192100000000002</c:v>
                </c:pt>
                <c:pt idx="5692">
                  <c:v>5.5259600000000004</c:v>
                </c:pt>
                <c:pt idx="5693">
                  <c:v>5.5235300000000001</c:v>
                </c:pt>
                <c:pt idx="5694">
                  <c:v>5.5221200000000001</c:v>
                </c:pt>
                <c:pt idx="5695">
                  <c:v>5.5359400000000001</c:v>
                </c:pt>
                <c:pt idx="5696">
                  <c:v>5.5407099999999998</c:v>
                </c:pt>
                <c:pt idx="5697">
                  <c:v>5.5562199999999997</c:v>
                </c:pt>
                <c:pt idx="5698">
                  <c:v>5.5469999999999997</c:v>
                </c:pt>
                <c:pt idx="5699">
                  <c:v>5.5471700000000004</c:v>
                </c:pt>
                <c:pt idx="5700">
                  <c:v>5.5571099999999998</c:v>
                </c:pt>
                <c:pt idx="5701">
                  <c:v>5.5748800000000003</c:v>
                </c:pt>
                <c:pt idx="5702">
                  <c:v>5.5822399999999996</c:v>
                </c:pt>
                <c:pt idx="5703">
                  <c:v>5.5699199999999998</c:v>
                </c:pt>
                <c:pt idx="5704">
                  <c:v>5.5797299999999996</c:v>
                </c:pt>
                <c:pt idx="5705">
                  <c:v>5.5898000000000003</c:v>
                </c:pt>
                <c:pt idx="5706">
                  <c:v>5.5735099999999997</c:v>
                </c:pt>
                <c:pt idx="5707">
                  <c:v>5.6091699999999998</c:v>
                </c:pt>
                <c:pt idx="5708">
                  <c:v>5.6184000000000003</c:v>
                </c:pt>
                <c:pt idx="5709">
                  <c:v>5.59321</c:v>
                </c:pt>
                <c:pt idx="5710">
                  <c:v>5.6060100000000004</c:v>
                </c:pt>
                <c:pt idx="5711">
                  <c:v>5.6081500000000002</c:v>
                </c:pt>
                <c:pt idx="5712">
                  <c:v>5.6259300000000003</c:v>
                </c:pt>
                <c:pt idx="5713">
                  <c:v>5.6036299999999999</c:v>
                </c:pt>
                <c:pt idx="5714">
                  <c:v>5.6198699999999997</c:v>
                </c:pt>
                <c:pt idx="5715">
                  <c:v>5.62453</c:v>
                </c:pt>
                <c:pt idx="5716">
                  <c:v>5.6354899999999999</c:v>
                </c:pt>
                <c:pt idx="5717">
                  <c:v>5.6326599999999996</c:v>
                </c:pt>
                <c:pt idx="5718">
                  <c:v>5.6311099999999996</c:v>
                </c:pt>
                <c:pt idx="5719">
                  <c:v>5.6336899999999996</c:v>
                </c:pt>
                <c:pt idx="5720">
                  <c:v>5.6396899999999999</c:v>
                </c:pt>
                <c:pt idx="5721">
                  <c:v>5.6419800000000002</c:v>
                </c:pt>
                <c:pt idx="5722">
                  <c:v>5.6646400000000003</c:v>
                </c:pt>
                <c:pt idx="5723">
                  <c:v>5.6805500000000002</c:v>
                </c:pt>
                <c:pt idx="5724">
                  <c:v>5.6754600000000002</c:v>
                </c:pt>
                <c:pt idx="5725">
                  <c:v>5.6650400000000003</c:v>
                </c:pt>
                <c:pt idx="5726">
                  <c:v>5.6646200000000002</c:v>
                </c:pt>
                <c:pt idx="5727">
                  <c:v>5.6749999999999998</c:v>
                </c:pt>
                <c:pt idx="5728">
                  <c:v>5.6894</c:v>
                </c:pt>
                <c:pt idx="5729">
                  <c:v>5.6840799999999998</c:v>
                </c:pt>
                <c:pt idx="5730">
                  <c:v>5.6958799999999998</c:v>
                </c:pt>
                <c:pt idx="5731">
                  <c:v>5.7222499999999998</c:v>
                </c:pt>
                <c:pt idx="5732">
                  <c:v>5.7084900000000003</c:v>
                </c:pt>
                <c:pt idx="5733">
                  <c:v>5.71068</c:v>
                </c:pt>
                <c:pt idx="5734">
                  <c:v>5.7071199999999997</c:v>
                </c:pt>
                <c:pt idx="5735">
                  <c:v>5.7236200000000004</c:v>
                </c:pt>
                <c:pt idx="5736">
                  <c:v>5.7351599999999996</c:v>
                </c:pt>
                <c:pt idx="5737">
                  <c:v>5.7273399999999999</c:v>
                </c:pt>
                <c:pt idx="5738">
                  <c:v>5.7243300000000001</c:v>
                </c:pt>
                <c:pt idx="5739">
                  <c:v>5.7279200000000001</c:v>
                </c:pt>
                <c:pt idx="5740">
                  <c:v>5.7377599999999997</c:v>
                </c:pt>
                <c:pt idx="5741">
                  <c:v>5.7433199999999998</c:v>
                </c:pt>
                <c:pt idx="5742">
                  <c:v>5.7502599999999999</c:v>
                </c:pt>
                <c:pt idx="5743">
                  <c:v>5.7672699999999999</c:v>
                </c:pt>
                <c:pt idx="5744">
                  <c:v>5.7463499999999996</c:v>
                </c:pt>
                <c:pt idx="5745">
                  <c:v>5.7541399999999996</c:v>
                </c:pt>
                <c:pt idx="5746">
                  <c:v>5.7586500000000003</c:v>
                </c:pt>
                <c:pt idx="5747">
                  <c:v>5.7577499999999997</c:v>
                </c:pt>
                <c:pt idx="5748">
                  <c:v>5.7582399999999998</c:v>
                </c:pt>
                <c:pt idx="5749">
                  <c:v>5.7754700000000003</c:v>
                </c:pt>
                <c:pt idx="5750">
                  <c:v>5.7747099999999998</c:v>
                </c:pt>
                <c:pt idx="5751">
                  <c:v>5.7843999999999998</c:v>
                </c:pt>
                <c:pt idx="5752">
                  <c:v>5.77325</c:v>
                </c:pt>
                <c:pt idx="5753">
                  <c:v>5.8002599999999997</c:v>
                </c:pt>
                <c:pt idx="5754">
                  <c:v>5.8084199999999999</c:v>
                </c:pt>
                <c:pt idx="5755">
                  <c:v>5.7816900000000002</c:v>
                </c:pt>
                <c:pt idx="5756">
                  <c:v>5.7995599999999996</c:v>
                </c:pt>
                <c:pt idx="5757">
                  <c:v>5.7915700000000001</c:v>
                </c:pt>
                <c:pt idx="5758">
                  <c:v>5.8015400000000001</c:v>
                </c:pt>
                <c:pt idx="5759">
                  <c:v>5.8385499999999997</c:v>
                </c:pt>
                <c:pt idx="5760">
                  <c:v>5.8051300000000001</c:v>
                </c:pt>
                <c:pt idx="5761">
                  <c:v>5.8276500000000002</c:v>
                </c:pt>
                <c:pt idx="5762">
                  <c:v>5.8217699999999999</c:v>
                </c:pt>
                <c:pt idx="5763">
                  <c:v>5.8378899999999998</c:v>
                </c:pt>
                <c:pt idx="5764">
                  <c:v>5.8458300000000003</c:v>
                </c:pt>
                <c:pt idx="5765">
                  <c:v>5.82578</c:v>
                </c:pt>
                <c:pt idx="5766">
                  <c:v>5.8390700000000004</c:v>
                </c:pt>
                <c:pt idx="5767">
                  <c:v>5.8485399999999998</c:v>
                </c:pt>
                <c:pt idx="5768">
                  <c:v>5.8381100000000004</c:v>
                </c:pt>
                <c:pt idx="5769">
                  <c:v>5.8429500000000001</c:v>
                </c:pt>
                <c:pt idx="5770">
                  <c:v>5.8594900000000001</c:v>
                </c:pt>
                <c:pt idx="5771">
                  <c:v>5.8538500000000004</c:v>
                </c:pt>
                <c:pt idx="5772">
                  <c:v>5.8632200000000001</c:v>
                </c:pt>
                <c:pt idx="5773">
                  <c:v>5.8530800000000003</c:v>
                </c:pt>
                <c:pt idx="5774">
                  <c:v>5.8677799999999998</c:v>
                </c:pt>
                <c:pt idx="5775">
                  <c:v>5.87805</c:v>
                </c:pt>
                <c:pt idx="5776">
                  <c:v>5.8765400000000003</c:v>
                </c:pt>
                <c:pt idx="5777">
                  <c:v>5.8899800000000004</c:v>
                </c:pt>
                <c:pt idx="5778">
                  <c:v>5.8809500000000003</c:v>
                </c:pt>
                <c:pt idx="5779">
                  <c:v>5.88239</c:v>
                </c:pt>
                <c:pt idx="5780">
                  <c:v>5.8962599999999998</c:v>
                </c:pt>
                <c:pt idx="5781">
                  <c:v>5.8944099999999997</c:v>
                </c:pt>
                <c:pt idx="5782">
                  <c:v>5.8895400000000002</c:v>
                </c:pt>
                <c:pt idx="5783">
                  <c:v>5.8993599999999997</c:v>
                </c:pt>
                <c:pt idx="5784">
                  <c:v>5.9011300000000002</c:v>
                </c:pt>
                <c:pt idx="5785">
                  <c:v>5.9063100000000004</c:v>
                </c:pt>
                <c:pt idx="5786">
                  <c:v>5.9264999999999999</c:v>
                </c:pt>
                <c:pt idx="5787">
                  <c:v>5.9142000000000001</c:v>
                </c:pt>
                <c:pt idx="5788">
                  <c:v>5.9380899999999999</c:v>
                </c:pt>
                <c:pt idx="5789">
                  <c:v>5.9212699999999998</c:v>
                </c:pt>
                <c:pt idx="5790">
                  <c:v>5.9224300000000003</c:v>
                </c:pt>
                <c:pt idx="5791">
                  <c:v>5.9595000000000002</c:v>
                </c:pt>
                <c:pt idx="5792">
                  <c:v>5.9446899999999996</c:v>
                </c:pt>
                <c:pt idx="5793">
                  <c:v>5.9595799999999999</c:v>
                </c:pt>
                <c:pt idx="5794">
                  <c:v>5.9504599999999996</c:v>
                </c:pt>
                <c:pt idx="5795">
                  <c:v>5.9794700000000001</c:v>
                </c:pt>
                <c:pt idx="5796">
                  <c:v>5.9569999999999999</c:v>
                </c:pt>
                <c:pt idx="5797">
                  <c:v>5.9761100000000003</c:v>
                </c:pt>
                <c:pt idx="5798">
                  <c:v>5.9573600000000004</c:v>
                </c:pt>
                <c:pt idx="5799">
                  <c:v>5.9573</c:v>
                </c:pt>
                <c:pt idx="5800">
                  <c:v>5.9767000000000001</c:v>
                </c:pt>
                <c:pt idx="5801">
                  <c:v>5.9671700000000003</c:v>
                </c:pt>
                <c:pt idx="5802">
                  <c:v>5.9596799999999996</c:v>
                </c:pt>
                <c:pt idx="5803">
                  <c:v>5.9647500000000004</c:v>
                </c:pt>
                <c:pt idx="5804">
                  <c:v>5.9721500000000001</c:v>
                </c:pt>
                <c:pt idx="5805">
                  <c:v>5.9654499999999997</c:v>
                </c:pt>
                <c:pt idx="5806">
                  <c:v>5.9726499999999998</c:v>
                </c:pt>
                <c:pt idx="5807">
                  <c:v>6.0073699999999999</c:v>
                </c:pt>
                <c:pt idx="5808">
                  <c:v>5.99078</c:v>
                </c:pt>
                <c:pt idx="5809">
                  <c:v>5.98956</c:v>
                </c:pt>
                <c:pt idx="5810">
                  <c:v>6.0127800000000002</c:v>
                </c:pt>
                <c:pt idx="5811">
                  <c:v>6.0094700000000003</c:v>
                </c:pt>
                <c:pt idx="5812">
                  <c:v>6.0068099999999998</c:v>
                </c:pt>
                <c:pt idx="5813">
                  <c:v>6.0045000000000002</c:v>
                </c:pt>
                <c:pt idx="5814">
                  <c:v>6.0137400000000003</c:v>
                </c:pt>
                <c:pt idx="5815">
                  <c:v>6.0149299999999997</c:v>
                </c:pt>
                <c:pt idx="5816">
                  <c:v>6.0045900000000003</c:v>
                </c:pt>
                <c:pt idx="5817">
                  <c:v>6.0304200000000003</c:v>
                </c:pt>
                <c:pt idx="5818">
                  <c:v>6.0278900000000002</c:v>
                </c:pt>
                <c:pt idx="5819">
                  <c:v>6.0349199999999996</c:v>
                </c:pt>
                <c:pt idx="5820">
                  <c:v>6.0363800000000003</c:v>
                </c:pt>
                <c:pt idx="5821">
                  <c:v>6.03369</c:v>
                </c:pt>
                <c:pt idx="5822">
                  <c:v>6.0303300000000002</c:v>
                </c:pt>
                <c:pt idx="5823">
                  <c:v>6.0499000000000001</c:v>
                </c:pt>
                <c:pt idx="5824">
                  <c:v>6.0466699999999998</c:v>
                </c:pt>
                <c:pt idx="5825">
                  <c:v>6.0705499999999999</c:v>
                </c:pt>
                <c:pt idx="5826">
                  <c:v>6.0614100000000004</c:v>
                </c:pt>
                <c:pt idx="5827">
                  <c:v>6.0830299999999999</c:v>
                </c:pt>
                <c:pt idx="5828">
                  <c:v>6.05823</c:v>
                </c:pt>
                <c:pt idx="5829">
                  <c:v>6.0697999999999999</c:v>
                </c:pt>
                <c:pt idx="5830">
                  <c:v>6.0695699999999997</c:v>
                </c:pt>
                <c:pt idx="5831">
                  <c:v>6.0510299999999999</c:v>
                </c:pt>
                <c:pt idx="5832">
                  <c:v>6.0734399999999997</c:v>
                </c:pt>
                <c:pt idx="5833">
                  <c:v>6.0958399999999999</c:v>
                </c:pt>
                <c:pt idx="5834">
                  <c:v>6.0729300000000004</c:v>
                </c:pt>
                <c:pt idx="5835">
                  <c:v>6.08277</c:v>
                </c:pt>
                <c:pt idx="5836">
                  <c:v>6.0737199999999998</c:v>
                </c:pt>
                <c:pt idx="5837">
                  <c:v>6.0892099999999996</c:v>
                </c:pt>
                <c:pt idx="5838">
                  <c:v>6.0985899999999997</c:v>
                </c:pt>
                <c:pt idx="5839">
                  <c:v>6.0837399999999997</c:v>
                </c:pt>
                <c:pt idx="5840">
                  <c:v>6.1004699999999996</c:v>
                </c:pt>
                <c:pt idx="5841">
                  <c:v>6.0962300000000003</c:v>
                </c:pt>
                <c:pt idx="5842">
                  <c:v>6.1203599999999998</c:v>
                </c:pt>
                <c:pt idx="5843">
                  <c:v>6.1068699999999998</c:v>
                </c:pt>
                <c:pt idx="5844">
                  <c:v>6.1156600000000001</c:v>
                </c:pt>
                <c:pt idx="5845">
                  <c:v>6.1039500000000002</c:v>
                </c:pt>
                <c:pt idx="5846">
                  <c:v>6.1079400000000001</c:v>
                </c:pt>
                <c:pt idx="5847">
                  <c:v>6.12439</c:v>
                </c:pt>
                <c:pt idx="5848">
                  <c:v>6.1337799999999998</c:v>
                </c:pt>
                <c:pt idx="5849">
                  <c:v>6.1218899999999996</c:v>
                </c:pt>
                <c:pt idx="5850">
                  <c:v>6.1188200000000004</c:v>
                </c:pt>
                <c:pt idx="5851">
                  <c:v>6.14541</c:v>
                </c:pt>
                <c:pt idx="5852">
                  <c:v>6.1312499999999996</c:v>
                </c:pt>
                <c:pt idx="5853">
                  <c:v>6.1354499999999996</c:v>
                </c:pt>
                <c:pt idx="5854">
                  <c:v>6.1365400000000001</c:v>
                </c:pt>
                <c:pt idx="5855">
                  <c:v>6.1274800000000003</c:v>
                </c:pt>
                <c:pt idx="5856">
                  <c:v>6.1611500000000001</c:v>
                </c:pt>
                <c:pt idx="5857">
                  <c:v>6.1383799999999997</c:v>
                </c:pt>
                <c:pt idx="5858">
                  <c:v>6.16282</c:v>
                </c:pt>
                <c:pt idx="5859">
                  <c:v>6.1534800000000001</c:v>
                </c:pt>
                <c:pt idx="5860">
                  <c:v>6.1713100000000001</c:v>
                </c:pt>
                <c:pt idx="5861">
                  <c:v>6.1489000000000003</c:v>
                </c:pt>
                <c:pt idx="5862">
                  <c:v>6.1582800000000004</c:v>
                </c:pt>
                <c:pt idx="5863">
                  <c:v>6.1616499999999998</c:v>
                </c:pt>
                <c:pt idx="5864">
                  <c:v>6.1766800000000002</c:v>
                </c:pt>
                <c:pt idx="5865">
                  <c:v>6.1596000000000002</c:v>
                </c:pt>
                <c:pt idx="5866">
                  <c:v>6.1684200000000002</c:v>
                </c:pt>
                <c:pt idx="5867">
                  <c:v>6.1789800000000001</c:v>
                </c:pt>
                <c:pt idx="5868">
                  <c:v>6.1628600000000002</c:v>
                </c:pt>
                <c:pt idx="5869">
                  <c:v>6.19841</c:v>
                </c:pt>
                <c:pt idx="5870">
                  <c:v>6.1935099999999998</c:v>
                </c:pt>
                <c:pt idx="5871">
                  <c:v>6.1850699999999996</c:v>
                </c:pt>
                <c:pt idx="5872">
                  <c:v>6.1963800000000004</c:v>
                </c:pt>
                <c:pt idx="5873">
                  <c:v>6.2015500000000001</c:v>
                </c:pt>
                <c:pt idx="5874">
                  <c:v>6.19217</c:v>
                </c:pt>
                <c:pt idx="5875">
                  <c:v>6.1998300000000004</c:v>
                </c:pt>
                <c:pt idx="5876">
                  <c:v>6.2071500000000004</c:v>
                </c:pt>
                <c:pt idx="5877">
                  <c:v>6.2120499999999996</c:v>
                </c:pt>
                <c:pt idx="5878">
                  <c:v>6.2033500000000004</c:v>
                </c:pt>
                <c:pt idx="5879">
                  <c:v>6.2088000000000001</c:v>
                </c:pt>
                <c:pt idx="5880">
                  <c:v>6.2117000000000004</c:v>
                </c:pt>
                <c:pt idx="5881">
                  <c:v>6.2153499999999999</c:v>
                </c:pt>
                <c:pt idx="5882">
                  <c:v>6.2025600000000001</c:v>
                </c:pt>
                <c:pt idx="5883">
                  <c:v>6.2264900000000001</c:v>
                </c:pt>
                <c:pt idx="5884">
                  <c:v>6.21441</c:v>
                </c:pt>
                <c:pt idx="5885">
                  <c:v>6.2244000000000002</c:v>
                </c:pt>
                <c:pt idx="5886">
                  <c:v>6.24655</c:v>
                </c:pt>
                <c:pt idx="5887">
                  <c:v>6.2183700000000002</c:v>
                </c:pt>
                <c:pt idx="5888">
                  <c:v>6.2356699999999998</c:v>
                </c:pt>
                <c:pt idx="5889">
                  <c:v>6.2474699999999999</c:v>
                </c:pt>
                <c:pt idx="5890">
                  <c:v>6.2467199999999998</c:v>
                </c:pt>
                <c:pt idx="5891">
                  <c:v>6.2400900000000004</c:v>
                </c:pt>
                <c:pt idx="5892">
                  <c:v>6.2415200000000004</c:v>
                </c:pt>
                <c:pt idx="5893">
                  <c:v>6.2503299999999999</c:v>
                </c:pt>
                <c:pt idx="5894">
                  <c:v>6.2561600000000004</c:v>
                </c:pt>
                <c:pt idx="5895">
                  <c:v>6.2563899999999997</c:v>
                </c:pt>
                <c:pt idx="5896">
                  <c:v>6.2478999999999996</c:v>
                </c:pt>
                <c:pt idx="5897">
                  <c:v>6.26058</c:v>
                </c:pt>
                <c:pt idx="5898">
                  <c:v>6.25875</c:v>
                </c:pt>
                <c:pt idx="5899">
                  <c:v>6.2669600000000001</c:v>
                </c:pt>
                <c:pt idx="5900">
                  <c:v>6.27454</c:v>
                </c:pt>
                <c:pt idx="5901">
                  <c:v>6.2870600000000003</c:v>
                </c:pt>
                <c:pt idx="5902">
                  <c:v>6.2788199999999996</c:v>
                </c:pt>
                <c:pt idx="5903">
                  <c:v>6.2791600000000001</c:v>
                </c:pt>
                <c:pt idx="5904">
                  <c:v>6.2861500000000001</c:v>
                </c:pt>
                <c:pt idx="5905">
                  <c:v>6.27508</c:v>
                </c:pt>
                <c:pt idx="5906">
                  <c:v>6.28294</c:v>
                </c:pt>
                <c:pt idx="5907">
                  <c:v>6.27562</c:v>
                </c:pt>
                <c:pt idx="5908">
                  <c:v>6.2986399999999998</c:v>
                </c:pt>
                <c:pt idx="5909">
                  <c:v>6.2991000000000001</c:v>
                </c:pt>
                <c:pt idx="5910">
                  <c:v>6.3104699999999996</c:v>
                </c:pt>
                <c:pt idx="5911">
                  <c:v>6.30267</c:v>
                </c:pt>
                <c:pt idx="5912">
                  <c:v>6.2983399999999996</c:v>
                </c:pt>
                <c:pt idx="5913">
                  <c:v>6.2938999999999998</c:v>
                </c:pt>
                <c:pt idx="5914">
                  <c:v>6.2944399999999998</c:v>
                </c:pt>
                <c:pt idx="5915">
                  <c:v>6.3237800000000002</c:v>
                </c:pt>
                <c:pt idx="5916">
                  <c:v>6.3131599999999999</c:v>
                </c:pt>
                <c:pt idx="5917">
                  <c:v>6.2993800000000002</c:v>
                </c:pt>
                <c:pt idx="5918">
                  <c:v>6.3206499999999997</c:v>
                </c:pt>
                <c:pt idx="5919">
                  <c:v>6.3292799999999998</c:v>
                </c:pt>
                <c:pt idx="5920">
                  <c:v>6.3244100000000003</c:v>
                </c:pt>
                <c:pt idx="5921">
                  <c:v>6.3282299999999996</c:v>
                </c:pt>
                <c:pt idx="5922">
                  <c:v>6.3342000000000001</c:v>
                </c:pt>
                <c:pt idx="5923">
                  <c:v>6.31623</c:v>
                </c:pt>
                <c:pt idx="5924">
                  <c:v>6.3352300000000001</c:v>
                </c:pt>
                <c:pt idx="5925">
                  <c:v>6.3494599999999997</c:v>
                </c:pt>
                <c:pt idx="5926">
                  <c:v>6.3418799999999997</c:v>
                </c:pt>
                <c:pt idx="5927">
                  <c:v>6.35297</c:v>
                </c:pt>
                <c:pt idx="5928">
                  <c:v>6.3472400000000002</c:v>
                </c:pt>
                <c:pt idx="5929">
                  <c:v>6.3546199999999997</c:v>
                </c:pt>
                <c:pt idx="5930">
                  <c:v>6.3495400000000002</c:v>
                </c:pt>
                <c:pt idx="5931">
                  <c:v>6.3645899999999997</c:v>
                </c:pt>
                <c:pt idx="5932">
                  <c:v>6.3531300000000002</c:v>
                </c:pt>
                <c:pt idx="5933">
                  <c:v>6.3848700000000003</c:v>
                </c:pt>
                <c:pt idx="5934">
                  <c:v>6.3714399999999998</c:v>
                </c:pt>
                <c:pt idx="5935">
                  <c:v>6.3797100000000002</c:v>
                </c:pt>
                <c:pt idx="5936">
                  <c:v>6.3762499999999998</c:v>
                </c:pt>
                <c:pt idx="5937">
                  <c:v>6.3678900000000001</c:v>
                </c:pt>
                <c:pt idx="5938">
                  <c:v>6.3648499999999997</c:v>
                </c:pt>
                <c:pt idx="5939">
                  <c:v>6.4086100000000004</c:v>
                </c:pt>
                <c:pt idx="5940">
                  <c:v>6.3934600000000001</c:v>
                </c:pt>
                <c:pt idx="5941">
                  <c:v>6.3991199999999999</c:v>
                </c:pt>
                <c:pt idx="5942">
                  <c:v>6.3986000000000001</c:v>
                </c:pt>
                <c:pt idx="5943">
                  <c:v>6.38957</c:v>
                </c:pt>
                <c:pt idx="5944">
                  <c:v>6.3940400000000004</c:v>
                </c:pt>
                <c:pt idx="5945">
                  <c:v>6.39168</c:v>
                </c:pt>
                <c:pt idx="5946">
                  <c:v>6.38164</c:v>
                </c:pt>
                <c:pt idx="5947">
                  <c:v>6.3883900000000002</c:v>
                </c:pt>
                <c:pt idx="5948">
                  <c:v>6.3896499999999996</c:v>
                </c:pt>
                <c:pt idx="5949">
                  <c:v>6.3945299999999996</c:v>
                </c:pt>
                <c:pt idx="5950">
                  <c:v>6.40097</c:v>
                </c:pt>
                <c:pt idx="5951">
                  <c:v>6.40022</c:v>
                </c:pt>
                <c:pt idx="5952">
                  <c:v>6.4070400000000003</c:v>
                </c:pt>
                <c:pt idx="5953">
                  <c:v>6.4218900000000003</c:v>
                </c:pt>
                <c:pt idx="5954">
                  <c:v>6.4237700000000002</c:v>
                </c:pt>
                <c:pt idx="5955">
                  <c:v>6.4252599999999997</c:v>
                </c:pt>
                <c:pt idx="5956">
                  <c:v>6.40808</c:v>
                </c:pt>
                <c:pt idx="5957">
                  <c:v>6.4281899999999998</c:v>
                </c:pt>
                <c:pt idx="5958">
                  <c:v>6.4352400000000003</c:v>
                </c:pt>
                <c:pt idx="5959">
                  <c:v>6.42563</c:v>
                </c:pt>
                <c:pt idx="5960">
                  <c:v>6.4381599999999999</c:v>
                </c:pt>
                <c:pt idx="5961">
                  <c:v>6.4279000000000002</c:v>
                </c:pt>
                <c:pt idx="5962">
                  <c:v>6.4418499999999996</c:v>
                </c:pt>
                <c:pt idx="5963">
                  <c:v>6.4426500000000004</c:v>
                </c:pt>
                <c:pt idx="5964">
                  <c:v>6.43093</c:v>
                </c:pt>
                <c:pt idx="5965">
                  <c:v>6.4415100000000001</c:v>
                </c:pt>
                <c:pt idx="5966">
                  <c:v>6.4277300000000004</c:v>
                </c:pt>
                <c:pt idx="5967">
                  <c:v>6.45702</c:v>
                </c:pt>
                <c:pt idx="5968">
                  <c:v>6.4355700000000002</c:v>
                </c:pt>
                <c:pt idx="5969">
                  <c:v>6.4516</c:v>
                </c:pt>
                <c:pt idx="5970">
                  <c:v>6.4573900000000002</c:v>
                </c:pt>
                <c:pt idx="5971">
                  <c:v>6.4710400000000003</c:v>
                </c:pt>
                <c:pt idx="5972">
                  <c:v>6.4602300000000001</c:v>
                </c:pt>
                <c:pt idx="5973">
                  <c:v>6.44672</c:v>
                </c:pt>
                <c:pt idx="5974">
                  <c:v>6.4618399999999996</c:v>
                </c:pt>
                <c:pt idx="5975">
                  <c:v>6.4766199999999996</c:v>
                </c:pt>
                <c:pt idx="5976">
                  <c:v>6.47628</c:v>
                </c:pt>
                <c:pt idx="5977">
                  <c:v>6.4611499999999999</c:v>
                </c:pt>
                <c:pt idx="5978">
                  <c:v>6.4770200000000004</c:v>
                </c:pt>
                <c:pt idx="5979">
                  <c:v>6.4635499999999997</c:v>
                </c:pt>
                <c:pt idx="5980">
                  <c:v>6.4721700000000002</c:v>
                </c:pt>
                <c:pt idx="5981">
                  <c:v>6.4766399999999997</c:v>
                </c:pt>
                <c:pt idx="5982">
                  <c:v>6.4703200000000001</c:v>
                </c:pt>
                <c:pt idx="5983">
                  <c:v>6.4906300000000003</c:v>
                </c:pt>
                <c:pt idx="5984">
                  <c:v>6.4966900000000001</c:v>
                </c:pt>
                <c:pt idx="5985">
                  <c:v>6.4818300000000004</c:v>
                </c:pt>
                <c:pt idx="5986">
                  <c:v>6.4940600000000002</c:v>
                </c:pt>
                <c:pt idx="5987">
                  <c:v>6.5000999999999998</c:v>
                </c:pt>
                <c:pt idx="5988">
                  <c:v>6.5116300000000003</c:v>
                </c:pt>
                <c:pt idx="5989">
                  <c:v>6.4944699999999997</c:v>
                </c:pt>
                <c:pt idx="5990">
                  <c:v>6.5039400000000001</c:v>
                </c:pt>
                <c:pt idx="5991">
                  <c:v>6.5143800000000001</c:v>
                </c:pt>
                <c:pt idx="5992">
                  <c:v>6.5051500000000004</c:v>
                </c:pt>
                <c:pt idx="5993">
                  <c:v>6.49742</c:v>
                </c:pt>
                <c:pt idx="5994">
                  <c:v>6.5036199999999997</c:v>
                </c:pt>
                <c:pt idx="5995">
                  <c:v>6.5141</c:v>
                </c:pt>
                <c:pt idx="5996">
                  <c:v>6.5352100000000002</c:v>
                </c:pt>
                <c:pt idx="5997">
                  <c:v>6.5212899999999996</c:v>
                </c:pt>
                <c:pt idx="5998">
                  <c:v>6.5343799999999996</c:v>
                </c:pt>
                <c:pt idx="5999">
                  <c:v>6.5308000000000002</c:v>
                </c:pt>
                <c:pt idx="6000">
                  <c:v>6.5285099999999998</c:v>
                </c:pt>
                <c:pt idx="6001">
                  <c:v>6.5215199999999998</c:v>
                </c:pt>
                <c:pt idx="6002">
                  <c:v>6.5238199999999997</c:v>
                </c:pt>
                <c:pt idx="6003">
                  <c:v>6.5162500000000003</c:v>
                </c:pt>
                <c:pt idx="6004">
                  <c:v>6.5292199999999996</c:v>
                </c:pt>
                <c:pt idx="6005">
                  <c:v>6.53071</c:v>
                </c:pt>
                <c:pt idx="6006">
                  <c:v>6.5409800000000002</c:v>
                </c:pt>
                <c:pt idx="6007">
                  <c:v>6.5476799999999997</c:v>
                </c:pt>
                <c:pt idx="6008">
                  <c:v>6.5444199999999997</c:v>
                </c:pt>
                <c:pt idx="6009">
                  <c:v>6.5535699999999997</c:v>
                </c:pt>
                <c:pt idx="6010">
                  <c:v>6.5342500000000001</c:v>
                </c:pt>
                <c:pt idx="6011">
                  <c:v>6.5581500000000004</c:v>
                </c:pt>
                <c:pt idx="6012">
                  <c:v>6.5446400000000002</c:v>
                </c:pt>
                <c:pt idx="6013">
                  <c:v>6.5627300000000002</c:v>
                </c:pt>
                <c:pt idx="6014">
                  <c:v>6.5514599999999996</c:v>
                </c:pt>
                <c:pt idx="6015">
                  <c:v>6.55844</c:v>
                </c:pt>
                <c:pt idx="6016">
                  <c:v>6.5725199999999999</c:v>
                </c:pt>
                <c:pt idx="6017">
                  <c:v>6.5678400000000003</c:v>
                </c:pt>
                <c:pt idx="6018">
                  <c:v>6.5745300000000002</c:v>
                </c:pt>
                <c:pt idx="6019">
                  <c:v>6.5647799999999998</c:v>
                </c:pt>
                <c:pt idx="6020">
                  <c:v>6.5878899999999998</c:v>
                </c:pt>
                <c:pt idx="6021">
                  <c:v>6.58744</c:v>
                </c:pt>
                <c:pt idx="6022">
                  <c:v>6.5675699999999999</c:v>
                </c:pt>
                <c:pt idx="6023">
                  <c:v>6.5747499999999999</c:v>
                </c:pt>
                <c:pt idx="6024">
                  <c:v>6.5979900000000002</c:v>
                </c:pt>
                <c:pt idx="6025">
                  <c:v>6.5902599999999998</c:v>
                </c:pt>
                <c:pt idx="6026">
                  <c:v>6.5879500000000002</c:v>
                </c:pt>
                <c:pt idx="6027">
                  <c:v>6.5920399999999999</c:v>
                </c:pt>
                <c:pt idx="6028">
                  <c:v>6.5898700000000003</c:v>
                </c:pt>
                <c:pt idx="6029">
                  <c:v>6.5933599999999997</c:v>
                </c:pt>
                <c:pt idx="6030">
                  <c:v>6.5912300000000004</c:v>
                </c:pt>
                <c:pt idx="6031">
                  <c:v>6.5967200000000004</c:v>
                </c:pt>
                <c:pt idx="6032">
                  <c:v>6.6120200000000002</c:v>
                </c:pt>
                <c:pt idx="6033">
                  <c:v>6.5886100000000001</c:v>
                </c:pt>
                <c:pt idx="6034">
                  <c:v>6.5940200000000004</c:v>
                </c:pt>
                <c:pt idx="6035">
                  <c:v>6.6090299999999997</c:v>
                </c:pt>
                <c:pt idx="6036">
                  <c:v>6.6039700000000003</c:v>
                </c:pt>
                <c:pt idx="6037">
                  <c:v>6.6163499999999997</c:v>
                </c:pt>
                <c:pt idx="6038">
                  <c:v>6.6047799999999999</c:v>
                </c:pt>
                <c:pt idx="6039">
                  <c:v>6.61463</c:v>
                </c:pt>
                <c:pt idx="6040">
                  <c:v>6.5961999999999996</c:v>
                </c:pt>
                <c:pt idx="6041">
                  <c:v>6.6266600000000002</c:v>
                </c:pt>
                <c:pt idx="6042">
                  <c:v>6.5961999999999996</c:v>
                </c:pt>
                <c:pt idx="6043">
                  <c:v>6.6339199999999998</c:v>
                </c:pt>
                <c:pt idx="6044">
                  <c:v>6.62866</c:v>
                </c:pt>
                <c:pt idx="6045">
                  <c:v>6.6269600000000004</c:v>
                </c:pt>
                <c:pt idx="6046">
                  <c:v>6.6259699999999997</c:v>
                </c:pt>
                <c:pt idx="6047">
                  <c:v>6.61599</c:v>
                </c:pt>
                <c:pt idx="6048">
                  <c:v>6.6380999999999997</c:v>
                </c:pt>
                <c:pt idx="6049">
                  <c:v>6.6252899999999997</c:v>
                </c:pt>
                <c:pt idx="6050">
                  <c:v>6.6294000000000004</c:v>
                </c:pt>
                <c:pt idx="6051">
                  <c:v>6.6428500000000001</c:v>
                </c:pt>
                <c:pt idx="6052">
                  <c:v>6.6332500000000003</c:v>
                </c:pt>
                <c:pt idx="6053">
                  <c:v>6.6326700000000001</c:v>
                </c:pt>
                <c:pt idx="6054">
                  <c:v>6.64452</c:v>
                </c:pt>
                <c:pt idx="6055">
                  <c:v>6.6633899999999997</c:v>
                </c:pt>
                <c:pt idx="6056">
                  <c:v>6.6342400000000001</c:v>
                </c:pt>
                <c:pt idx="6057">
                  <c:v>6.6445699999999999</c:v>
                </c:pt>
                <c:pt idx="6058">
                  <c:v>6.6450300000000002</c:v>
                </c:pt>
                <c:pt idx="6059">
                  <c:v>6.6385199999999998</c:v>
                </c:pt>
                <c:pt idx="6060">
                  <c:v>6.6536799999999996</c:v>
                </c:pt>
                <c:pt idx="6061">
                  <c:v>6.6594699999999998</c:v>
                </c:pt>
                <c:pt idx="6062">
                  <c:v>6.6654900000000001</c:v>
                </c:pt>
                <c:pt idx="6063">
                  <c:v>6.6584399999999997</c:v>
                </c:pt>
                <c:pt idx="6064">
                  <c:v>6.65402</c:v>
                </c:pt>
                <c:pt idx="6065">
                  <c:v>6.65768</c:v>
                </c:pt>
                <c:pt idx="6066">
                  <c:v>6.6459400000000004</c:v>
                </c:pt>
                <c:pt idx="6067">
                  <c:v>6.6557500000000003</c:v>
                </c:pt>
                <c:pt idx="6068">
                  <c:v>6.6677299999999997</c:v>
                </c:pt>
                <c:pt idx="6069">
                  <c:v>6.6811199999999999</c:v>
                </c:pt>
                <c:pt idx="6070">
                  <c:v>6.6739300000000004</c:v>
                </c:pt>
                <c:pt idx="6071">
                  <c:v>6.6600799999999998</c:v>
                </c:pt>
                <c:pt idx="6072">
                  <c:v>6.6916200000000003</c:v>
                </c:pt>
                <c:pt idx="6073">
                  <c:v>6.6750800000000003</c:v>
                </c:pt>
                <c:pt idx="6074">
                  <c:v>6.6693800000000003</c:v>
                </c:pt>
                <c:pt idx="6075">
                  <c:v>6.67143</c:v>
                </c:pt>
                <c:pt idx="6076">
                  <c:v>6.6757499999999999</c:v>
                </c:pt>
                <c:pt idx="6077">
                  <c:v>6.6934800000000001</c:v>
                </c:pt>
                <c:pt idx="6078">
                  <c:v>6.6808399999999999</c:v>
                </c:pt>
                <c:pt idx="6079">
                  <c:v>6.6844599999999996</c:v>
                </c:pt>
                <c:pt idx="6080">
                  <c:v>6.6968699999999997</c:v>
                </c:pt>
                <c:pt idx="6081">
                  <c:v>6.6806200000000002</c:v>
                </c:pt>
                <c:pt idx="6082">
                  <c:v>6.6962099999999998</c:v>
                </c:pt>
                <c:pt idx="6083">
                  <c:v>6.7161400000000002</c:v>
                </c:pt>
                <c:pt idx="6084">
                  <c:v>6.6939399999999996</c:v>
                </c:pt>
                <c:pt idx="6085">
                  <c:v>6.7134600000000004</c:v>
                </c:pt>
                <c:pt idx="6086">
                  <c:v>6.7149099999999997</c:v>
                </c:pt>
                <c:pt idx="6087">
                  <c:v>6.7220899999999997</c:v>
                </c:pt>
                <c:pt idx="6088">
                  <c:v>6.7047600000000003</c:v>
                </c:pt>
                <c:pt idx="6089">
                  <c:v>6.7195</c:v>
                </c:pt>
                <c:pt idx="6090">
                  <c:v>6.6970499999999999</c:v>
                </c:pt>
                <c:pt idx="6091">
                  <c:v>6.7352999999999996</c:v>
                </c:pt>
                <c:pt idx="6092">
                  <c:v>6.7067600000000001</c:v>
                </c:pt>
                <c:pt idx="6093">
                  <c:v>6.7062099999999996</c:v>
                </c:pt>
                <c:pt idx="6094">
                  <c:v>6.7123600000000003</c:v>
                </c:pt>
                <c:pt idx="6095">
                  <c:v>6.7269399999999999</c:v>
                </c:pt>
                <c:pt idx="6096">
                  <c:v>6.7055199999999999</c:v>
                </c:pt>
                <c:pt idx="6097">
                  <c:v>6.73142</c:v>
                </c:pt>
                <c:pt idx="6098">
                  <c:v>6.7302400000000002</c:v>
                </c:pt>
                <c:pt idx="6099">
                  <c:v>6.73163</c:v>
                </c:pt>
                <c:pt idx="6100">
                  <c:v>6.72187</c:v>
                </c:pt>
                <c:pt idx="6101">
                  <c:v>6.7337300000000004</c:v>
                </c:pt>
                <c:pt idx="6102">
                  <c:v>6.7285599999999999</c:v>
                </c:pt>
                <c:pt idx="6103">
                  <c:v>6.7457700000000003</c:v>
                </c:pt>
                <c:pt idx="6104">
                  <c:v>6.7369599999999998</c:v>
                </c:pt>
                <c:pt idx="6105">
                  <c:v>6.7366200000000003</c:v>
                </c:pt>
                <c:pt idx="6106">
                  <c:v>6.7310600000000003</c:v>
                </c:pt>
                <c:pt idx="6107">
                  <c:v>6.7372399999999999</c:v>
                </c:pt>
                <c:pt idx="6108">
                  <c:v>6.7445399999999998</c:v>
                </c:pt>
                <c:pt idx="6109">
                  <c:v>6.7586700000000004</c:v>
                </c:pt>
                <c:pt idx="6110">
                  <c:v>6.7358700000000002</c:v>
                </c:pt>
                <c:pt idx="6111">
                  <c:v>6.7501300000000004</c:v>
                </c:pt>
                <c:pt idx="6112">
                  <c:v>6.7659000000000002</c:v>
                </c:pt>
                <c:pt idx="6113">
                  <c:v>6.7459199999999999</c:v>
                </c:pt>
                <c:pt idx="6114">
                  <c:v>6.7376500000000004</c:v>
                </c:pt>
                <c:pt idx="6115">
                  <c:v>6.7607100000000004</c:v>
                </c:pt>
                <c:pt idx="6116">
                  <c:v>6.7793000000000001</c:v>
                </c:pt>
                <c:pt idx="6117">
                  <c:v>6.7591900000000003</c:v>
                </c:pt>
                <c:pt idx="6118">
                  <c:v>6.734</c:v>
                </c:pt>
                <c:pt idx="6119">
                  <c:v>6.7543800000000003</c:v>
                </c:pt>
                <c:pt idx="6120">
                  <c:v>6.7572700000000001</c:v>
                </c:pt>
                <c:pt idx="6121">
                  <c:v>6.7650100000000002</c:v>
                </c:pt>
                <c:pt idx="6122">
                  <c:v>6.7548599999999999</c:v>
                </c:pt>
                <c:pt idx="6123">
                  <c:v>6.7433399999999999</c:v>
                </c:pt>
                <c:pt idx="6124">
                  <c:v>6.7596400000000001</c:v>
                </c:pt>
                <c:pt idx="6125">
                  <c:v>6.7496799999999997</c:v>
                </c:pt>
                <c:pt idx="6126">
                  <c:v>6.7655399999999997</c:v>
                </c:pt>
                <c:pt idx="6127">
                  <c:v>6.7569299999999997</c:v>
                </c:pt>
                <c:pt idx="6128">
                  <c:v>6.7551500000000004</c:v>
                </c:pt>
                <c:pt idx="6129">
                  <c:v>6.7772399999999999</c:v>
                </c:pt>
                <c:pt idx="6130">
                  <c:v>6.7925500000000003</c:v>
                </c:pt>
                <c:pt idx="6131">
                  <c:v>6.7710600000000003</c:v>
                </c:pt>
                <c:pt idx="6132">
                  <c:v>6.79495</c:v>
                </c:pt>
                <c:pt idx="6133">
                  <c:v>6.77691</c:v>
                </c:pt>
                <c:pt idx="6134">
                  <c:v>6.7831700000000001</c:v>
                </c:pt>
                <c:pt idx="6135">
                  <c:v>6.7877200000000002</c:v>
                </c:pt>
                <c:pt idx="6136">
                  <c:v>6.78749</c:v>
                </c:pt>
                <c:pt idx="6137">
                  <c:v>6.7934999999999999</c:v>
                </c:pt>
                <c:pt idx="6138">
                  <c:v>6.7880200000000004</c:v>
                </c:pt>
                <c:pt idx="6139">
                  <c:v>6.8071299999999999</c:v>
                </c:pt>
                <c:pt idx="6140">
                  <c:v>6.7881</c:v>
                </c:pt>
                <c:pt idx="6141">
                  <c:v>6.7794400000000001</c:v>
                </c:pt>
                <c:pt idx="6142">
                  <c:v>6.7814100000000002</c:v>
                </c:pt>
                <c:pt idx="6143">
                  <c:v>6.7945500000000001</c:v>
                </c:pt>
                <c:pt idx="6144">
                  <c:v>6.8049600000000003</c:v>
                </c:pt>
                <c:pt idx="6145">
                  <c:v>6.80002</c:v>
                </c:pt>
                <c:pt idx="6146">
                  <c:v>6.7988299999999997</c:v>
                </c:pt>
                <c:pt idx="6147">
                  <c:v>6.82613</c:v>
                </c:pt>
                <c:pt idx="6148">
                  <c:v>6.8025599999999997</c:v>
                </c:pt>
                <c:pt idx="6149">
                  <c:v>6.82707</c:v>
                </c:pt>
                <c:pt idx="6150">
                  <c:v>6.8165399999999998</c:v>
                </c:pt>
                <c:pt idx="6151">
                  <c:v>6.8123399999999998</c:v>
                </c:pt>
                <c:pt idx="6152">
                  <c:v>6.8039699999999996</c:v>
                </c:pt>
                <c:pt idx="6153">
                  <c:v>6.8057100000000004</c:v>
                </c:pt>
                <c:pt idx="6154">
                  <c:v>6.8046699999999998</c:v>
                </c:pt>
                <c:pt idx="6155">
                  <c:v>6.8334099999999998</c:v>
                </c:pt>
                <c:pt idx="6156">
                  <c:v>6.8008100000000002</c:v>
                </c:pt>
                <c:pt idx="6157">
                  <c:v>6.8030200000000001</c:v>
                </c:pt>
                <c:pt idx="6158">
                  <c:v>6.8075900000000003</c:v>
                </c:pt>
                <c:pt idx="6159">
                  <c:v>6.82552</c:v>
                </c:pt>
                <c:pt idx="6160">
                  <c:v>6.8342299999999998</c:v>
                </c:pt>
                <c:pt idx="6161">
                  <c:v>6.8074399999999997</c:v>
                </c:pt>
                <c:pt idx="6162">
                  <c:v>6.8152299999999997</c:v>
                </c:pt>
                <c:pt idx="6163">
                  <c:v>6.8479299999999999</c:v>
                </c:pt>
                <c:pt idx="6164">
                  <c:v>6.8294899999999998</c:v>
                </c:pt>
                <c:pt idx="6165">
                  <c:v>6.8197900000000002</c:v>
                </c:pt>
                <c:pt idx="6166">
                  <c:v>6.8258400000000004</c:v>
                </c:pt>
                <c:pt idx="6167">
                  <c:v>6.8207599999999999</c:v>
                </c:pt>
                <c:pt idx="6168">
                  <c:v>6.83413</c:v>
                </c:pt>
                <c:pt idx="6169">
                  <c:v>6.8177300000000001</c:v>
                </c:pt>
                <c:pt idx="6170">
                  <c:v>6.82165</c:v>
                </c:pt>
                <c:pt idx="6171">
                  <c:v>6.8331299999999997</c:v>
                </c:pt>
                <c:pt idx="6172">
                  <c:v>6.8371899999999997</c:v>
                </c:pt>
                <c:pt idx="6173">
                  <c:v>6.8318000000000003</c:v>
                </c:pt>
                <c:pt idx="6174">
                  <c:v>6.8369799999999996</c:v>
                </c:pt>
                <c:pt idx="6175">
                  <c:v>6.8356199999999996</c:v>
                </c:pt>
                <c:pt idx="6176">
                  <c:v>6.8291199999999996</c:v>
                </c:pt>
                <c:pt idx="6177">
                  <c:v>6.8372099999999998</c:v>
                </c:pt>
                <c:pt idx="6178">
                  <c:v>6.8446899999999999</c:v>
                </c:pt>
                <c:pt idx="6179">
                  <c:v>6.8331900000000001</c:v>
                </c:pt>
                <c:pt idx="6180">
                  <c:v>6.8544099999999997</c:v>
                </c:pt>
                <c:pt idx="6181">
                  <c:v>6.86341</c:v>
                </c:pt>
                <c:pt idx="6182">
                  <c:v>6.8521599999999996</c:v>
                </c:pt>
                <c:pt idx="6183">
                  <c:v>6.8643200000000002</c:v>
                </c:pt>
                <c:pt idx="6184">
                  <c:v>6.8557399999999999</c:v>
                </c:pt>
                <c:pt idx="6185">
                  <c:v>6.8525</c:v>
                </c:pt>
                <c:pt idx="6186">
                  <c:v>6.84612</c:v>
                </c:pt>
                <c:pt idx="6187">
                  <c:v>6.8483000000000001</c:v>
                </c:pt>
                <c:pt idx="6188">
                  <c:v>6.8718300000000001</c:v>
                </c:pt>
                <c:pt idx="6189">
                  <c:v>6.8560600000000003</c:v>
                </c:pt>
                <c:pt idx="6190">
                  <c:v>6.8575100000000004</c:v>
                </c:pt>
                <c:pt idx="6191">
                  <c:v>6.85771</c:v>
                </c:pt>
                <c:pt idx="6192">
                  <c:v>6.8559400000000004</c:v>
                </c:pt>
                <c:pt idx="6193">
                  <c:v>6.8629899999999999</c:v>
                </c:pt>
                <c:pt idx="6194">
                  <c:v>6.8560800000000004</c:v>
                </c:pt>
                <c:pt idx="6195">
                  <c:v>6.8823400000000001</c:v>
                </c:pt>
                <c:pt idx="6196">
                  <c:v>6.8860799999999998</c:v>
                </c:pt>
                <c:pt idx="6197">
                  <c:v>6.8731999999999998</c:v>
                </c:pt>
                <c:pt idx="6198">
                  <c:v>6.8918499999999998</c:v>
                </c:pt>
                <c:pt idx="6199">
                  <c:v>6.8683100000000001</c:v>
                </c:pt>
                <c:pt idx="6200">
                  <c:v>6.8880400000000002</c:v>
                </c:pt>
                <c:pt idx="6201">
                  <c:v>6.8772799999999998</c:v>
                </c:pt>
                <c:pt idx="6202">
                  <c:v>6.8698499999999996</c:v>
                </c:pt>
                <c:pt idx="6203">
                  <c:v>6.8804499999999997</c:v>
                </c:pt>
                <c:pt idx="6204">
                  <c:v>6.8690100000000003</c:v>
                </c:pt>
                <c:pt idx="6205">
                  <c:v>6.8684000000000003</c:v>
                </c:pt>
                <c:pt idx="6206">
                  <c:v>6.8850300000000004</c:v>
                </c:pt>
                <c:pt idx="6207">
                  <c:v>6.8864700000000001</c:v>
                </c:pt>
                <c:pt idx="6208">
                  <c:v>6.8779199999999996</c:v>
                </c:pt>
                <c:pt idx="6209">
                  <c:v>6.9008200000000004</c:v>
                </c:pt>
                <c:pt idx="6210">
                  <c:v>6.9051400000000003</c:v>
                </c:pt>
                <c:pt idx="6211">
                  <c:v>6.8851500000000003</c:v>
                </c:pt>
                <c:pt idx="6212">
                  <c:v>6.8988500000000004</c:v>
                </c:pt>
                <c:pt idx="6213">
                  <c:v>6.8981000000000003</c:v>
                </c:pt>
                <c:pt idx="6214">
                  <c:v>6.9058000000000002</c:v>
                </c:pt>
                <c:pt idx="6215">
                  <c:v>6.9097799999999996</c:v>
                </c:pt>
                <c:pt idx="6216">
                  <c:v>6.8930100000000003</c:v>
                </c:pt>
                <c:pt idx="6217">
                  <c:v>6.8997099999999998</c:v>
                </c:pt>
                <c:pt idx="6218">
                  <c:v>6.9020200000000003</c:v>
                </c:pt>
                <c:pt idx="6219">
                  <c:v>6.9176399999999996</c:v>
                </c:pt>
                <c:pt idx="6220">
                  <c:v>6.9234400000000003</c:v>
                </c:pt>
                <c:pt idx="6221">
                  <c:v>6.9075300000000004</c:v>
                </c:pt>
                <c:pt idx="6222">
                  <c:v>6.9196600000000004</c:v>
                </c:pt>
                <c:pt idx="6223">
                  <c:v>6.90482</c:v>
                </c:pt>
                <c:pt idx="6224">
                  <c:v>6.9303600000000003</c:v>
                </c:pt>
                <c:pt idx="6225">
                  <c:v>6.9016500000000001</c:v>
                </c:pt>
                <c:pt idx="6226">
                  <c:v>6.9177999999999997</c:v>
                </c:pt>
                <c:pt idx="6227">
                  <c:v>6.9302400000000004</c:v>
                </c:pt>
                <c:pt idx="6228">
                  <c:v>6.9099199999999996</c:v>
                </c:pt>
                <c:pt idx="6229">
                  <c:v>6.9120799999999996</c:v>
                </c:pt>
                <c:pt idx="6230">
                  <c:v>6.9208600000000002</c:v>
                </c:pt>
                <c:pt idx="6231">
                  <c:v>6.9161700000000002</c:v>
                </c:pt>
                <c:pt idx="6232">
                  <c:v>6.9142900000000003</c:v>
                </c:pt>
                <c:pt idx="6233">
                  <c:v>6.9289399999999999</c:v>
                </c:pt>
                <c:pt idx="6234">
                  <c:v>6.9198199999999996</c:v>
                </c:pt>
                <c:pt idx="6235">
                  <c:v>6.9210399999999996</c:v>
                </c:pt>
                <c:pt idx="6236">
                  <c:v>6.9343399999999997</c:v>
                </c:pt>
                <c:pt idx="6237">
                  <c:v>6.9390599999999996</c:v>
                </c:pt>
                <c:pt idx="6238">
                  <c:v>6.9294900000000004</c:v>
                </c:pt>
                <c:pt idx="6239">
                  <c:v>6.9559800000000003</c:v>
                </c:pt>
                <c:pt idx="6240">
                  <c:v>6.9563300000000003</c:v>
                </c:pt>
                <c:pt idx="6241">
                  <c:v>6.9445899999999998</c:v>
                </c:pt>
                <c:pt idx="6242">
                  <c:v>6.9347500000000002</c:v>
                </c:pt>
                <c:pt idx="6243">
                  <c:v>6.94381</c:v>
                </c:pt>
                <c:pt idx="6244">
                  <c:v>6.9507399999999997</c:v>
                </c:pt>
                <c:pt idx="6245">
                  <c:v>6.95655</c:v>
                </c:pt>
                <c:pt idx="6246">
                  <c:v>6.9693300000000002</c:v>
                </c:pt>
                <c:pt idx="6247">
                  <c:v>6.9441699999999997</c:v>
                </c:pt>
                <c:pt idx="6248">
                  <c:v>6.9474400000000003</c:v>
                </c:pt>
                <c:pt idx="6249">
                  <c:v>6.9594199999999997</c:v>
                </c:pt>
                <c:pt idx="6250">
                  <c:v>6.9553599999999998</c:v>
                </c:pt>
                <c:pt idx="6251">
                  <c:v>6.9546900000000003</c:v>
                </c:pt>
                <c:pt idx="6252">
                  <c:v>6.9417099999999996</c:v>
                </c:pt>
                <c:pt idx="6253">
                  <c:v>6.9485400000000004</c:v>
                </c:pt>
                <c:pt idx="6254">
                  <c:v>6.9662300000000004</c:v>
                </c:pt>
                <c:pt idx="6255">
                  <c:v>6.9566800000000004</c:v>
                </c:pt>
                <c:pt idx="6256">
                  <c:v>6.97689</c:v>
                </c:pt>
                <c:pt idx="6257">
                  <c:v>6.96</c:v>
                </c:pt>
                <c:pt idx="6258">
                  <c:v>6.9769800000000002</c:v>
                </c:pt>
                <c:pt idx="6259">
                  <c:v>6.9462999999999999</c:v>
                </c:pt>
                <c:pt idx="6260">
                  <c:v>6.9587599999999998</c:v>
                </c:pt>
                <c:pt idx="6261">
                  <c:v>6.96068</c:v>
                </c:pt>
                <c:pt idx="6262">
                  <c:v>6.9580099999999998</c:v>
                </c:pt>
                <c:pt idx="6263">
                  <c:v>6.9731899999999998</c:v>
                </c:pt>
                <c:pt idx="6264">
                  <c:v>6.9619499999999999</c:v>
                </c:pt>
                <c:pt idx="6265">
                  <c:v>6.9481099999999998</c:v>
                </c:pt>
                <c:pt idx="6266">
                  <c:v>6.96373</c:v>
                </c:pt>
                <c:pt idx="6267">
                  <c:v>6.9748999999999999</c:v>
                </c:pt>
                <c:pt idx="6268">
                  <c:v>6.9763099999999998</c:v>
                </c:pt>
                <c:pt idx="6269">
                  <c:v>6.9725400000000004</c:v>
                </c:pt>
                <c:pt idx="6270">
                  <c:v>6.9847099999999998</c:v>
                </c:pt>
                <c:pt idx="6271">
                  <c:v>6.9842399999999998</c:v>
                </c:pt>
                <c:pt idx="6272">
                  <c:v>6.9845899999999999</c:v>
                </c:pt>
                <c:pt idx="6273">
                  <c:v>6.9758300000000002</c:v>
                </c:pt>
                <c:pt idx="6274">
                  <c:v>6.99709</c:v>
                </c:pt>
                <c:pt idx="6275">
                  <c:v>6.97485</c:v>
                </c:pt>
                <c:pt idx="6276">
                  <c:v>6.9860800000000003</c:v>
                </c:pt>
                <c:pt idx="6277">
                  <c:v>6.9933100000000001</c:v>
                </c:pt>
                <c:pt idx="6278">
                  <c:v>6.9841100000000003</c:v>
                </c:pt>
                <c:pt idx="6279">
                  <c:v>7.0006000000000004</c:v>
                </c:pt>
                <c:pt idx="6280">
                  <c:v>7.0040300000000002</c:v>
                </c:pt>
                <c:pt idx="6281">
                  <c:v>6.99153</c:v>
                </c:pt>
                <c:pt idx="6282">
                  <c:v>7.0021800000000001</c:v>
                </c:pt>
                <c:pt idx="6283">
                  <c:v>7.0042</c:v>
                </c:pt>
                <c:pt idx="6284">
                  <c:v>7.0000499999999999</c:v>
                </c:pt>
                <c:pt idx="6285">
                  <c:v>6.9984000000000002</c:v>
                </c:pt>
                <c:pt idx="6286">
                  <c:v>7.0006300000000001</c:v>
                </c:pt>
                <c:pt idx="6287">
                  <c:v>7.00101</c:v>
                </c:pt>
                <c:pt idx="6288">
                  <c:v>6.9913999999999996</c:v>
                </c:pt>
                <c:pt idx="6289">
                  <c:v>7.0236700000000001</c:v>
                </c:pt>
                <c:pt idx="6290">
                  <c:v>7.0039499999999997</c:v>
                </c:pt>
                <c:pt idx="6291">
                  <c:v>7.0015200000000002</c:v>
                </c:pt>
                <c:pt idx="6292">
                  <c:v>6.9920099999999996</c:v>
                </c:pt>
                <c:pt idx="6293">
                  <c:v>7.0044700000000004</c:v>
                </c:pt>
                <c:pt idx="6294">
                  <c:v>7.0008900000000001</c:v>
                </c:pt>
                <c:pt idx="6295">
                  <c:v>7.0122400000000003</c:v>
                </c:pt>
                <c:pt idx="6296">
                  <c:v>7.0036300000000002</c:v>
                </c:pt>
                <c:pt idx="6297">
                  <c:v>6.9884899999999996</c:v>
                </c:pt>
                <c:pt idx="6298">
                  <c:v>7.03071</c:v>
                </c:pt>
                <c:pt idx="6299">
                  <c:v>7.0218499999999997</c:v>
                </c:pt>
                <c:pt idx="6300">
                  <c:v>7.0217000000000001</c:v>
                </c:pt>
                <c:pt idx="6301">
                  <c:v>6.9999700000000002</c:v>
                </c:pt>
                <c:pt idx="6302">
                  <c:v>7.0140900000000004</c:v>
                </c:pt>
                <c:pt idx="6303">
                  <c:v>7.0242399999999998</c:v>
                </c:pt>
                <c:pt idx="6304">
                  <c:v>7.0198400000000003</c:v>
                </c:pt>
                <c:pt idx="6305">
                  <c:v>7.0209099999999998</c:v>
                </c:pt>
                <c:pt idx="6306">
                  <c:v>7.0356699999999996</c:v>
                </c:pt>
                <c:pt idx="6307">
                  <c:v>7.0193000000000003</c:v>
                </c:pt>
                <c:pt idx="6308">
                  <c:v>7.0345000000000004</c:v>
                </c:pt>
                <c:pt idx="6309">
                  <c:v>7.0311500000000002</c:v>
                </c:pt>
                <c:pt idx="6310">
                  <c:v>7.04765</c:v>
                </c:pt>
                <c:pt idx="6311">
                  <c:v>7.0454100000000004</c:v>
                </c:pt>
                <c:pt idx="6312">
                  <c:v>7.0315300000000001</c:v>
                </c:pt>
                <c:pt idx="6313">
                  <c:v>7.0437399999999997</c:v>
                </c:pt>
                <c:pt idx="6314">
                  <c:v>7.0469799999999996</c:v>
                </c:pt>
                <c:pt idx="6315">
                  <c:v>7.0396599999999996</c:v>
                </c:pt>
                <c:pt idx="6316">
                  <c:v>7.0202099999999996</c:v>
                </c:pt>
                <c:pt idx="6317">
                  <c:v>7.0292700000000004</c:v>
                </c:pt>
                <c:pt idx="6318">
                  <c:v>7.05389</c:v>
                </c:pt>
                <c:pt idx="6319">
                  <c:v>7.0387599999999999</c:v>
                </c:pt>
                <c:pt idx="6320">
                  <c:v>7.0441399999999996</c:v>
                </c:pt>
                <c:pt idx="6321">
                  <c:v>7.0339799999999997</c:v>
                </c:pt>
                <c:pt idx="6322">
                  <c:v>7.0334399999999997</c:v>
                </c:pt>
                <c:pt idx="6323">
                  <c:v>7.03559</c:v>
                </c:pt>
                <c:pt idx="6324">
                  <c:v>7.0394399999999999</c:v>
                </c:pt>
                <c:pt idx="6325">
                  <c:v>7.0432100000000002</c:v>
                </c:pt>
                <c:pt idx="6326">
                  <c:v>7.0420800000000003</c:v>
                </c:pt>
                <c:pt idx="6327">
                  <c:v>7.04948</c:v>
                </c:pt>
                <c:pt idx="6328">
                  <c:v>7.0423999999999998</c:v>
                </c:pt>
                <c:pt idx="6329">
                  <c:v>7.0547899999999997</c:v>
                </c:pt>
                <c:pt idx="6330">
                  <c:v>7.0452599999999999</c:v>
                </c:pt>
                <c:pt idx="6331">
                  <c:v>7.0835299999999997</c:v>
                </c:pt>
                <c:pt idx="6332">
                  <c:v>7.0615300000000003</c:v>
                </c:pt>
                <c:pt idx="6333">
                  <c:v>7.0402100000000001</c:v>
                </c:pt>
                <c:pt idx="6334">
                  <c:v>7.0693000000000001</c:v>
                </c:pt>
                <c:pt idx="6335">
                  <c:v>7.0612500000000002</c:v>
                </c:pt>
                <c:pt idx="6336">
                  <c:v>7.0553499999999998</c:v>
                </c:pt>
                <c:pt idx="6337">
                  <c:v>7.0669700000000004</c:v>
                </c:pt>
                <c:pt idx="6338">
                  <c:v>7.0663999999999998</c:v>
                </c:pt>
                <c:pt idx="6339">
                  <c:v>7.0548500000000001</c:v>
                </c:pt>
                <c:pt idx="6340">
                  <c:v>7.0568400000000002</c:v>
                </c:pt>
                <c:pt idx="6341">
                  <c:v>7.0605900000000004</c:v>
                </c:pt>
                <c:pt idx="6342">
                  <c:v>7.0536199999999996</c:v>
                </c:pt>
                <c:pt idx="6343">
                  <c:v>7.05044</c:v>
                </c:pt>
                <c:pt idx="6344">
                  <c:v>7.0807399999999996</c:v>
                </c:pt>
                <c:pt idx="6345">
                  <c:v>7.0565199999999999</c:v>
                </c:pt>
                <c:pt idx="6346">
                  <c:v>7.0601399999999996</c:v>
                </c:pt>
                <c:pt idx="6347">
                  <c:v>7.0783399999999999</c:v>
                </c:pt>
                <c:pt idx="6348">
                  <c:v>7.0619800000000001</c:v>
                </c:pt>
                <c:pt idx="6349">
                  <c:v>7.0874300000000003</c:v>
                </c:pt>
                <c:pt idx="6350">
                  <c:v>7.0825699999999996</c:v>
                </c:pt>
                <c:pt idx="6351">
                  <c:v>7.0891799999999998</c:v>
                </c:pt>
                <c:pt idx="6352">
                  <c:v>7.0716799999999997</c:v>
                </c:pt>
                <c:pt idx="6353">
                  <c:v>7.0803399999999996</c:v>
                </c:pt>
                <c:pt idx="6354">
                  <c:v>7.0821699999999996</c:v>
                </c:pt>
                <c:pt idx="6355">
                  <c:v>7.07531</c:v>
                </c:pt>
                <c:pt idx="6356">
                  <c:v>7.0723599999999998</c:v>
                </c:pt>
                <c:pt idx="6357">
                  <c:v>7.07653</c:v>
                </c:pt>
                <c:pt idx="6358">
                  <c:v>7.0876999999999999</c:v>
                </c:pt>
                <c:pt idx="6359">
                  <c:v>7.0779699999999997</c:v>
                </c:pt>
                <c:pt idx="6360">
                  <c:v>7.0672899999999998</c:v>
                </c:pt>
                <c:pt idx="6361">
                  <c:v>7.0804999999999998</c:v>
                </c:pt>
                <c:pt idx="6362">
                  <c:v>7.0839600000000003</c:v>
                </c:pt>
                <c:pt idx="6363">
                  <c:v>7.09436</c:v>
                </c:pt>
                <c:pt idx="6364">
                  <c:v>7.0921099999999999</c:v>
                </c:pt>
                <c:pt idx="6365">
                  <c:v>7.0842099999999997</c:v>
                </c:pt>
                <c:pt idx="6366">
                  <c:v>7.08582</c:v>
                </c:pt>
                <c:pt idx="6367">
                  <c:v>7.1071799999999996</c:v>
                </c:pt>
                <c:pt idx="6368">
                  <c:v>7.0920300000000003</c:v>
                </c:pt>
                <c:pt idx="6369">
                  <c:v>7.0780099999999999</c:v>
                </c:pt>
                <c:pt idx="6370">
                  <c:v>7.0994700000000002</c:v>
                </c:pt>
                <c:pt idx="6371">
                  <c:v>7.0977699999999997</c:v>
                </c:pt>
                <c:pt idx="6372">
                  <c:v>7.0948200000000003</c:v>
                </c:pt>
                <c:pt idx="6373">
                  <c:v>7.0847600000000002</c:v>
                </c:pt>
                <c:pt idx="6374">
                  <c:v>7.0913000000000004</c:v>
                </c:pt>
                <c:pt idx="6375">
                  <c:v>7.0942400000000001</c:v>
                </c:pt>
                <c:pt idx="6376">
                  <c:v>7.1048200000000001</c:v>
                </c:pt>
                <c:pt idx="6377">
                  <c:v>7.0892499999999998</c:v>
                </c:pt>
                <c:pt idx="6378">
                  <c:v>7.1035000000000004</c:v>
                </c:pt>
                <c:pt idx="6379">
                  <c:v>7.0988800000000003</c:v>
                </c:pt>
                <c:pt idx="6380">
                  <c:v>7.09823</c:v>
                </c:pt>
                <c:pt idx="6381">
                  <c:v>7.1154999999999999</c:v>
                </c:pt>
                <c:pt idx="6382">
                  <c:v>7.1062099999999999</c:v>
                </c:pt>
                <c:pt idx="6383">
                  <c:v>7.0976800000000004</c:v>
                </c:pt>
                <c:pt idx="6384">
                  <c:v>7.1046699999999996</c:v>
                </c:pt>
                <c:pt idx="6385">
                  <c:v>7.1174400000000002</c:v>
                </c:pt>
                <c:pt idx="6386">
                  <c:v>7.0982700000000003</c:v>
                </c:pt>
                <c:pt idx="6387">
                  <c:v>7.1018600000000003</c:v>
                </c:pt>
                <c:pt idx="6388">
                  <c:v>7.1013000000000002</c:v>
                </c:pt>
                <c:pt idx="6389">
                  <c:v>7.1114800000000002</c:v>
                </c:pt>
                <c:pt idx="6390">
                  <c:v>7.1023100000000001</c:v>
                </c:pt>
                <c:pt idx="6391">
                  <c:v>7.1042300000000003</c:v>
                </c:pt>
                <c:pt idx="6392">
                  <c:v>7.1126699999999996</c:v>
                </c:pt>
                <c:pt idx="6393">
                  <c:v>7.1067</c:v>
                </c:pt>
                <c:pt idx="6394">
                  <c:v>7.1133899999999999</c:v>
                </c:pt>
                <c:pt idx="6395">
                  <c:v>7.0992100000000002</c:v>
                </c:pt>
                <c:pt idx="6396">
                  <c:v>7.1212900000000001</c:v>
                </c:pt>
                <c:pt idx="6397">
                  <c:v>7.1156600000000001</c:v>
                </c:pt>
                <c:pt idx="6398">
                  <c:v>7.1018400000000002</c:v>
                </c:pt>
                <c:pt idx="6399">
                  <c:v>7.12303</c:v>
                </c:pt>
                <c:pt idx="6400">
                  <c:v>7.10067</c:v>
                </c:pt>
                <c:pt idx="6401">
                  <c:v>7.1137600000000001</c:v>
                </c:pt>
                <c:pt idx="6402">
                  <c:v>7.1427500000000004</c:v>
                </c:pt>
                <c:pt idx="6403">
                  <c:v>7.1233399999999998</c:v>
                </c:pt>
                <c:pt idx="6404">
                  <c:v>7.1053199999999999</c:v>
                </c:pt>
                <c:pt idx="6405">
                  <c:v>7.1270100000000003</c:v>
                </c:pt>
                <c:pt idx="6406">
                  <c:v>7.1217699999999997</c:v>
                </c:pt>
                <c:pt idx="6407">
                  <c:v>7.1246799999999997</c:v>
                </c:pt>
                <c:pt idx="6408">
                  <c:v>7.13</c:v>
                </c:pt>
                <c:pt idx="6409">
                  <c:v>7.1184200000000004</c:v>
                </c:pt>
                <c:pt idx="6410">
                  <c:v>7.1141100000000002</c:v>
                </c:pt>
                <c:pt idx="6411">
                  <c:v>7.13002</c:v>
                </c:pt>
                <c:pt idx="6412">
                  <c:v>7.1259100000000002</c:v>
                </c:pt>
                <c:pt idx="6413">
                  <c:v>7.1345400000000003</c:v>
                </c:pt>
                <c:pt idx="6414">
                  <c:v>7.1199899999999996</c:v>
                </c:pt>
                <c:pt idx="6415">
                  <c:v>7.1380499999999998</c:v>
                </c:pt>
                <c:pt idx="6416">
                  <c:v>7.1292900000000001</c:v>
                </c:pt>
                <c:pt idx="6417">
                  <c:v>7.1181999999999999</c:v>
                </c:pt>
                <c:pt idx="6418">
                  <c:v>7.1278300000000003</c:v>
                </c:pt>
                <c:pt idx="6419">
                  <c:v>7.1192500000000001</c:v>
                </c:pt>
                <c:pt idx="6420">
                  <c:v>7.1330299999999998</c:v>
                </c:pt>
                <c:pt idx="6421">
                  <c:v>7.1054700000000004</c:v>
                </c:pt>
                <c:pt idx="6422">
                  <c:v>7.1043399999999997</c:v>
                </c:pt>
                <c:pt idx="6423">
                  <c:v>7.1231299999999997</c:v>
                </c:pt>
                <c:pt idx="6424">
                  <c:v>7.12995</c:v>
                </c:pt>
                <c:pt idx="6425">
                  <c:v>7.11395</c:v>
                </c:pt>
                <c:pt idx="6426">
                  <c:v>7.1280900000000003</c:v>
                </c:pt>
                <c:pt idx="6427">
                  <c:v>7.14175</c:v>
                </c:pt>
                <c:pt idx="6428">
                  <c:v>7.1362300000000003</c:v>
                </c:pt>
                <c:pt idx="6429">
                  <c:v>7.1432599999999997</c:v>
                </c:pt>
                <c:pt idx="6430">
                  <c:v>7.1375299999999999</c:v>
                </c:pt>
                <c:pt idx="6431">
                  <c:v>7.13307</c:v>
                </c:pt>
                <c:pt idx="6432">
                  <c:v>7.1345700000000001</c:v>
                </c:pt>
                <c:pt idx="6433">
                  <c:v>7.1436900000000003</c:v>
                </c:pt>
                <c:pt idx="6434">
                  <c:v>7.1319600000000003</c:v>
                </c:pt>
                <c:pt idx="6435">
                  <c:v>7.1374899999999997</c:v>
                </c:pt>
                <c:pt idx="6436">
                  <c:v>7.1503100000000002</c:v>
                </c:pt>
                <c:pt idx="6437">
                  <c:v>7.15245</c:v>
                </c:pt>
                <c:pt idx="6438">
                  <c:v>7.14229</c:v>
                </c:pt>
                <c:pt idx="6439">
                  <c:v>7.1440999999999999</c:v>
                </c:pt>
                <c:pt idx="6440">
                  <c:v>7.1250299999999998</c:v>
                </c:pt>
                <c:pt idx="6441">
                  <c:v>7.1445999999999996</c:v>
                </c:pt>
                <c:pt idx="6442">
                  <c:v>7.1619099999999998</c:v>
                </c:pt>
                <c:pt idx="6443">
                  <c:v>7.1583899999999998</c:v>
                </c:pt>
                <c:pt idx="6444">
                  <c:v>7.1444700000000001</c:v>
                </c:pt>
                <c:pt idx="6445">
                  <c:v>7.1401300000000001</c:v>
                </c:pt>
                <c:pt idx="6446">
                  <c:v>7.1412899999999997</c:v>
                </c:pt>
                <c:pt idx="6447">
                  <c:v>7.1403400000000001</c:v>
                </c:pt>
                <c:pt idx="6448">
                  <c:v>7.1483999999999996</c:v>
                </c:pt>
                <c:pt idx="6449">
                  <c:v>7.1642000000000001</c:v>
                </c:pt>
                <c:pt idx="6450">
                  <c:v>7.1591100000000001</c:v>
                </c:pt>
                <c:pt idx="6451">
                  <c:v>7.1565599999999998</c:v>
                </c:pt>
                <c:pt idx="6452">
                  <c:v>7.1362399999999999</c:v>
                </c:pt>
                <c:pt idx="6453">
                  <c:v>7.1501900000000003</c:v>
                </c:pt>
                <c:pt idx="6454">
                  <c:v>7.1637500000000003</c:v>
                </c:pt>
                <c:pt idx="6455">
                  <c:v>7.1667100000000001</c:v>
                </c:pt>
                <c:pt idx="6456">
                  <c:v>7.1668099999999999</c:v>
                </c:pt>
                <c:pt idx="6457">
                  <c:v>7.1487100000000003</c:v>
                </c:pt>
                <c:pt idx="6458">
                  <c:v>7.1706399999999997</c:v>
                </c:pt>
                <c:pt idx="6459">
                  <c:v>7.1656700000000004</c:v>
                </c:pt>
                <c:pt idx="6460">
                  <c:v>7.1718700000000002</c:v>
                </c:pt>
                <c:pt idx="6461">
                  <c:v>7.1659199999999998</c:v>
                </c:pt>
                <c:pt idx="6462">
                  <c:v>7.1979100000000003</c:v>
                </c:pt>
                <c:pt idx="6463">
                  <c:v>7.16275</c:v>
                </c:pt>
                <c:pt idx="6464">
                  <c:v>7.1757200000000001</c:v>
                </c:pt>
                <c:pt idx="6465">
                  <c:v>7.1676799999999998</c:v>
                </c:pt>
                <c:pt idx="6466">
                  <c:v>7.1520900000000003</c:v>
                </c:pt>
                <c:pt idx="6467">
                  <c:v>7.1847599999999998</c:v>
                </c:pt>
                <c:pt idx="6468">
                  <c:v>7.1718099999999998</c:v>
                </c:pt>
                <c:pt idx="6469">
                  <c:v>7.1803499999999998</c:v>
                </c:pt>
                <c:pt idx="6470">
                  <c:v>7.1645899999999996</c:v>
                </c:pt>
                <c:pt idx="6471">
                  <c:v>7.1551999999999998</c:v>
                </c:pt>
                <c:pt idx="6472">
                  <c:v>7.1699299999999999</c:v>
                </c:pt>
                <c:pt idx="6473">
                  <c:v>7.1889799999999999</c:v>
                </c:pt>
                <c:pt idx="6474">
                  <c:v>7.1695000000000002</c:v>
                </c:pt>
                <c:pt idx="6475">
                  <c:v>7.1817900000000003</c:v>
                </c:pt>
                <c:pt idx="6476">
                  <c:v>7.17896</c:v>
                </c:pt>
                <c:pt idx="6477">
                  <c:v>7.18187</c:v>
                </c:pt>
                <c:pt idx="6478">
                  <c:v>7.1692799999999997</c:v>
                </c:pt>
                <c:pt idx="6479">
                  <c:v>7.1694399999999998</c:v>
                </c:pt>
                <c:pt idx="6480">
                  <c:v>7.18872</c:v>
                </c:pt>
                <c:pt idx="6481">
                  <c:v>7.1682199999999998</c:v>
                </c:pt>
                <c:pt idx="6482">
                  <c:v>7.1552300000000004</c:v>
                </c:pt>
                <c:pt idx="6483">
                  <c:v>7.1933999999999996</c:v>
                </c:pt>
                <c:pt idx="6484">
                  <c:v>7.16</c:v>
                </c:pt>
                <c:pt idx="6485">
                  <c:v>7.1892800000000001</c:v>
                </c:pt>
                <c:pt idx="6486">
                  <c:v>7.1820199999999996</c:v>
                </c:pt>
                <c:pt idx="6487">
                  <c:v>7.1815800000000003</c:v>
                </c:pt>
                <c:pt idx="6488">
                  <c:v>7.1851799999999999</c:v>
                </c:pt>
                <c:pt idx="6489">
                  <c:v>7.2069799999999997</c:v>
                </c:pt>
                <c:pt idx="6490">
                  <c:v>7.1857300000000004</c:v>
                </c:pt>
                <c:pt idx="6491">
                  <c:v>7.18222</c:v>
                </c:pt>
                <c:pt idx="6492">
                  <c:v>7.1908899999999996</c:v>
                </c:pt>
                <c:pt idx="6493">
                  <c:v>7.1847599999999998</c:v>
                </c:pt>
                <c:pt idx="6494">
                  <c:v>7.1935000000000002</c:v>
                </c:pt>
                <c:pt idx="6495">
                  <c:v>7.1861600000000001</c:v>
                </c:pt>
                <c:pt idx="6496">
                  <c:v>7.1990800000000004</c:v>
                </c:pt>
                <c:pt idx="6497">
                  <c:v>7.1820399999999998</c:v>
                </c:pt>
                <c:pt idx="6498">
                  <c:v>7.1860200000000001</c:v>
                </c:pt>
                <c:pt idx="6499">
                  <c:v>7.1960199999999999</c:v>
                </c:pt>
                <c:pt idx="6500">
                  <c:v>7.18642</c:v>
                </c:pt>
                <c:pt idx="6501">
                  <c:v>7.1936900000000001</c:v>
                </c:pt>
                <c:pt idx="6502">
                  <c:v>7.1982400000000002</c:v>
                </c:pt>
                <c:pt idx="6503">
                  <c:v>7.1863000000000001</c:v>
                </c:pt>
                <c:pt idx="6504">
                  <c:v>7.2094500000000004</c:v>
                </c:pt>
                <c:pt idx="6505">
                  <c:v>7.1964399999999999</c:v>
                </c:pt>
                <c:pt idx="6506">
                  <c:v>7.2183000000000002</c:v>
                </c:pt>
                <c:pt idx="6507">
                  <c:v>7.1957399999999998</c:v>
                </c:pt>
                <c:pt idx="6508">
                  <c:v>7.1902999999999997</c:v>
                </c:pt>
                <c:pt idx="6509">
                  <c:v>7.1976699999999996</c:v>
                </c:pt>
                <c:pt idx="6510">
                  <c:v>7.1924299999999999</c:v>
                </c:pt>
                <c:pt idx="6511">
                  <c:v>7.2003700000000004</c:v>
                </c:pt>
                <c:pt idx="6512">
                  <c:v>7.1985700000000001</c:v>
                </c:pt>
                <c:pt idx="6513">
                  <c:v>7.20519</c:v>
                </c:pt>
                <c:pt idx="6514">
                  <c:v>7.2054299999999998</c:v>
                </c:pt>
                <c:pt idx="6515">
                  <c:v>7.22912</c:v>
                </c:pt>
                <c:pt idx="6516">
                  <c:v>7.2033399999999999</c:v>
                </c:pt>
                <c:pt idx="6517">
                  <c:v>7.1953699999999996</c:v>
                </c:pt>
                <c:pt idx="6518">
                  <c:v>7.1896500000000003</c:v>
                </c:pt>
                <c:pt idx="6519">
                  <c:v>7.2077200000000001</c:v>
                </c:pt>
                <c:pt idx="6520">
                  <c:v>7.2114500000000001</c:v>
                </c:pt>
                <c:pt idx="6521">
                  <c:v>7.2027299999999999</c:v>
                </c:pt>
                <c:pt idx="6522">
                  <c:v>7.2044199999999998</c:v>
                </c:pt>
                <c:pt idx="6523">
                  <c:v>7.2172000000000001</c:v>
                </c:pt>
                <c:pt idx="6524">
                  <c:v>7.2194200000000004</c:v>
                </c:pt>
                <c:pt idx="6525">
                  <c:v>7.2379499999999997</c:v>
                </c:pt>
                <c:pt idx="6526">
                  <c:v>7.2189800000000002</c:v>
                </c:pt>
                <c:pt idx="6527">
                  <c:v>7.2303499999999996</c:v>
                </c:pt>
                <c:pt idx="6528">
                  <c:v>7.2074999999999996</c:v>
                </c:pt>
                <c:pt idx="6529">
                  <c:v>7.2069599999999996</c:v>
                </c:pt>
                <c:pt idx="6530">
                  <c:v>7.2175799999999999</c:v>
                </c:pt>
                <c:pt idx="6531">
                  <c:v>7.2237600000000004</c:v>
                </c:pt>
                <c:pt idx="6532">
                  <c:v>7.2320799999999998</c:v>
                </c:pt>
                <c:pt idx="6533">
                  <c:v>7.2262700000000004</c:v>
                </c:pt>
                <c:pt idx="6534">
                  <c:v>7.2089400000000001</c:v>
                </c:pt>
                <c:pt idx="6535">
                  <c:v>7.2476200000000004</c:v>
                </c:pt>
                <c:pt idx="6536">
                  <c:v>7.2374499999999999</c:v>
                </c:pt>
                <c:pt idx="6537">
                  <c:v>7.2187200000000002</c:v>
                </c:pt>
                <c:pt idx="6538">
                  <c:v>7.2341199999999999</c:v>
                </c:pt>
                <c:pt idx="6539">
                  <c:v>7.2409699999999999</c:v>
                </c:pt>
                <c:pt idx="6540">
                  <c:v>7.2204199999999998</c:v>
                </c:pt>
                <c:pt idx="6541">
                  <c:v>7.2286000000000001</c:v>
                </c:pt>
                <c:pt idx="6542">
                  <c:v>7.2346399999999997</c:v>
                </c:pt>
                <c:pt idx="6543">
                  <c:v>7.2378600000000004</c:v>
                </c:pt>
                <c:pt idx="6544">
                  <c:v>7.2455400000000001</c:v>
                </c:pt>
                <c:pt idx="6545">
                  <c:v>7.2515599999999996</c:v>
                </c:pt>
                <c:pt idx="6546">
                  <c:v>7.2603600000000004</c:v>
                </c:pt>
                <c:pt idx="6547">
                  <c:v>7.2396500000000001</c:v>
                </c:pt>
                <c:pt idx="6548">
                  <c:v>7.2276699999999998</c:v>
                </c:pt>
                <c:pt idx="6549">
                  <c:v>7.23726</c:v>
                </c:pt>
                <c:pt idx="6550">
                  <c:v>7.2259000000000002</c:v>
                </c:pt>
                <c:pt idx="6551">
                  <c:v>7.2361599999999999</c:v>
                </c:pt>
                <c:pt idx="6552">
                  <c:v>7.2433399999999999</c:v>
                </c:pt>
                <c:pt idx="6553">
                  <c:v>7.2601899999999997</c:v>
                </c:pt>
                <c:pt idx="6554">
                  <c:v>7.2570399999999999</c:v>
                </c:pt>
                <c:pt idx="6555">
                  <c:v>7.2501499999999997</c:v>
                </c:pt>
                <c:pt idx="6556">
                  <c:v>7.2247300000000001</c:v>
                </c:pt>
                <c:pt idx="6557">
                  <c:v>7.2283400000000002</c:v>
                </c:pt>
                <c:pt idx="6558">
                  <c:v>7.2439400000000003</c:v>
                </c:pt>
                <c:pt idx="6559">
                  <c:v>7.2347900000000003</c:v>
                </c:pt>
                <c:pt idx="6560">
                  <c:v>7.2276199999999999</c:v>
                </c:pt>
                <c:pt idx="6561">
                  <c:v>7.2528699999999997</c:v>
                </c:pt>
                <c:pt idx="6562">
                  <c:v>7.2442000000000002</c:v>
                </c:pt>
                <c:pt idx="6563">
                  <c:v>7.23414</c:v>
                </c:pt>
                <c:pt idx="6564">
                  <c:v>7.2424900000000001</c:v>
                </c:pt>
                <c:pt idx="6565">
                  <c:v>7.2337600000000002</c:v>
                </c:pt>
                <c:pt idx="6566">
                  <c:v>7.2404500000000001</c:v>
                </c:pt>
                <c:pt idx="6567">
                  <c:v>7.26091</c:v>
                </c:pt>
                <c:pt idx="6568">
                  <c:v>7.26837</c:v>
                </c:pt>
                <c:pt idx="6569">
                  <c:v>7.2597300000000002</c:v>
                </c:pt>
                <c:pt idx="6570">
                  <c:v>7.2595700000000001</c:v>
                </c:pt>
                <c:pt idx="6571">
                  <c:v>7.2333999999999996</c:v>
                </c:pt>
                <c:pt idx="6572">
                  <c:v>7.2439799999999996</c:v>
                </c:pt>
                <c:pt idx="6573">
                  <c:v>7.2378900000000002</c:v>
                </c:pt>
                <c:pt idx="6574">
                  <c:v>7.2564700000000002</c:v>
                </c:pt>
                <c:pt idx="6575">
                  <c:v>7.2500499999999999</c:v>
                </c:pt>
                <c:pt idx="6576">
                  <c:v>7.2405999999999997</c:v>
                </c:pt>
                <c:pt idx="6577">
                  <c:v>7.2579799999999999</c:v>
                </c:pt>
                <c:pt idx="6578">
                  <c:v>7.2467100000000002</c:v>
                </c:pt>
                <c:pt idx="6579">
                  <c:v>7.2662000000000004</c:v>
                </c:pt>
                <c:pt idx="6580">
                  <c:v>7.2433300000000003</c:v>
                </c:pt>
                <c:pt idx="6581">
                  <c:v>7.2553700000000001</c:v>
                </c:pt>
                <c:pt idx="6582">
                  <c:v>7.2324299999999999</c:v>
                </c:pt>
                <c:pt idx="6583">
                  <c:v>7.2674799999999999</c:v>
                </c:pt>
                <c:pt idx="6584">
                  <c:v>7.2552300000000001</c:v>
                </c:pt>
                <c:pt idx="6585">
                  <c:v>7.2498800000000001</c:v>
                </c:pt>
                <c:pt idx="6586">
                  <c:v>7.24437</c:v>
                </c:pt>
                <c:pt idx="6587">
                  <c:v>7.2519799999999996</c:v>
                </c:pt>
                <c:pt idx="6588">
                  <c:v>7.2393200000000002</c:v>
                </c:pt>
                <c:pt idx="6589">
                  <c:v>7.2524800000000003</c:v>
                </c:pt>
                <c:pt idx="6590">
                  <c:v>7.2509199999999998</c:v>
                </c:pt>
                <c:pt idx="6591">
                  <c:v>7.25162</c:v>
                </c:pt>
                <c:pt idx="6592">
                  <c:v>7.2586700000000004</c:v>
                </c:pt>
                <c:pt idx="6593">
                  <c:v>7.2535699999999999</c:v>
                </c:pt>
                <c:pt idx="6594">
                  <c:v>7.2727399999999998</c:v>
                </c:pt>
                <c:pt idx="6595">
                  <c:v>7.2667400000000004</c:v>
                </c:pt>
                <c:pt idx="6596">
                  <c:v>7.2758700000000003</c:v>
                </c:pt>
                <c:pt idx="6597">
                  <c:v>7.2780899999999997</c:v>
                </c:pt>
                <c:pt idx="6598">
                  <c:v>7.2611499999999998</c:v>
                </c:pt>
                <c:pt idx="6599">
                  <c:v>7.2564700000000002</c:v>
                </c:pt>
                <c:pt idx="6600">
                  <c:v>7.2545000000000002</c:v>
                </c:pt>
                <c:pt idx="6601">
                  <c:v>7.2812299999999999</c:v>
                </c:pt>
                <c:pt idx="6602">
                  <c:v>7.2813600000000003</c:v>
                </c:pt>
                <c:pt idx="6603">
                  <c:v>7.2733100000000004</c:v>
                </c:pt>
                <c:pt idx="6604">
                  <c:v>7.2744799999999996</c:v>
                </c:pt>
                <c:pt idx="6605">
                  <c:v>7.2650100000000002</c:v>
                </c:pt>
                <c:pt idx="6606">
                  <c:v>7.2708700000000004</c:v>
                </c:pt>
                <c:pt idx="6607">
                  <c:v>7.28179</c:v>
                </c:pt>
                <c:pt idx="6608">
                  <c:v>7.2557</c:v>
                </c:pt>
                <c:pt idx="6609">
                  <c:v>7.27461</c:v>
                </c:pt>
                <c:pt idx="6610">
                  <c:v>7.2807700000000004</c:v>
                </c:pt>
                <c:pt idx="6611">
                  <c:v>7.2670199999999996</c:v>
                </c:pt>
                <c:pt idx="6612">
                  <c:v>7.2551899999999998</c:v>
                </c:pt>
                <c:pt idx="6613">
                  <c:v>7.2804900000000004</c:v>
                </c:pt>
                <c:pt idx="6614">
                  <c:v>7.2896799999999997</c:v>
                </c:pt>
                <c:pt idx="6615">
                  <c:v>7.2749600000000001</c:v>
                </c:pt>
                <c:pt idx="6616">
                  <c:v>7.2621200000000004</c:v>
                </c:pt>
                <c:pt idx="6617">
                  <c:v>7.2852600000000001</c:v>
                </c:pt>
                <c:pt idx="6618">
                  <c:v>7.28193</c:v>
                </c:pt>
                <c:pt idx="6619">
                  <c:v>7.2668900000000001</c:v>
                </c:pt>
                <c:pt idx="6620">
                  <c:v>7.2711100000000002</c:v>
                </c:pt>
                <c:pt idx="6621">
                  <c:v>7.2731300000000001</c:v>
                </c:pt>
                <c:pt idx="6622">
                  <c:v>7.2849000000000004</c:v>
                </c:pt>
                <c:pt idx="6623">
                  <c:v>7.2739700000000003</c:v>
                </c:pt>
                <c:pt idx="6624">
                  <c:v>7.2803699999999996</c:v>
                </c:pt>
                <c:pt idx="6625">
                  <c:v>7.2757500000000004</c:v>
                </c:pt>
                <c:pt idx="6626">
                  <c:v>7.2719300000000002</c:v>
                </c:pt>
                <c:pt idx="6627">
                  <c:v>7.2944100000000001</c:v>
                </c:pt>
                <c:pt idx="6628">
                  <c:v>7.2827099999999998</c:v>
                </c:pt>
                <c:pt idx="6629">
                  <c:v>7.2772600000000001</c:v>
                </c:pt>
                <c:pt idx="6630">
                  <c:v>7.2876500000000002</c:v>
                </c:pt>
                <c:pt idx="6631">
                  <c:v>7.2750500000000002</c:v>
                </c:pt>
                <c:pt idx="6632">
                  <c:v>7.2876099999999999</c:v>
                </c:pt>
                <c:pt idx="6633">
                  <c:v>7.2768600000000001</c:v>
                </c:pt>
                <c:pt idx="6634">
                  <c:v>7.2835099999999997</c:v>
                </c:pt>
                <c:pt idx="6635">
                  <c:v>7.27142</c:v>
                </c:pt>
                <c:pt idx="6636">
                  <c:v>7.2926900000000003</c:v>
                </c:pt>
                <c:pt idx="6637">
                  <c:v>7.3039500000000004</c:v>
                </c:pt>
                <c:pt idx="6638">
                  <c:v>7.2824999999999998</c:v>
                </c:pt>
                <c:pt idx="6639">
                  <c:v>7.3036899999999996</c:v>
                </c:pt>
                <c:pt idx="6640">
                  <c:v>7.3114499999999998</c:v>
                </c:pt>
                <c:pt idx="6641">
                  <c:v>7.2789200000000003</c:v>
                </c:pt>
                <c:pt idx="6642">
                  <c:v>7.2897999999999996</c:v>
                </c:pt>
                <c:pt idx="6643">
                  <c:v>7.2756400000000001</c:v>
                </c:pt>
                <c:pt idx="6644">
                  <c:v>7.2952500000000002</c:v>
                </c:pt>
                <c:pt idx="6645">
                  <c:v>7.2889200000000001</c:v>
                </c:pt>
                <c:pt idx="6646">
                  <c:v>7.2758799999999999</c:v>
                </c:pt>
                <c:pt idx="6647">
                  <c:v>7.2828799999999996</c:v>
                </c:pt>
                <c:pt idx="6648">
                  <c:v>7.28078</c:v>
                </c:pt>
                <c:pt idx="6649">
                  <c:v>7.2865000000000002</c:v>
                </c:pt>
                <c:pt idx="6650">
                  <c:v>7.2894800000000002</c:v>
                </c:pt>
                <c:pt idx="6651">
                  <c:v>7.29617</c:v>
                </c:pt>
                <c:pt idx="6652">
                  <c:v>7.2830000000000004</c:v>
                </c:pt>
                <c:pt idx="6653">
                  <c:v>7.2834700000000003</c:v>
                </c:pt>
                <c:pt idx="6654">
                  <c:v>7.3009599999999999</c:v>
                </c:pt>
                <c:pt idx="6655">
                  <c:v>7.2972999999999999</c:v>
                </c:pt>
                <c:pt idx="6656">
                  <c:v>7.2810199999999998</c:v>
                </c:pt>
                <c:pt idx="6657">
                  <c:v>7.2890199999999998</c:v>
                </c:pt>
                <c:pt idx="6658">
                  <c:v>7.3006200000000003</c:v>
                </c:pt>
                <c:pt idx="6659">
                  <c:v>7.2949299999999999</c:v>
                </c:pt>
                <c:pt idx="6660">
                  <c:v>7.2895099999999999</c:v>
                </c:pt>
                <c:pt idx="6661">
                  <c:v>7.2849300000000001</c:v>
                </c:pt>
                <c:pt idx="6662">
                  <c:v>7.2930099999999998</c:v>
                </c:pt>
                <c:pt idx="6663">
                  <c:v>7.2931900000000001</c:v>
                </c:pt>
                <c:pt idx="6664">
                  <c:v>7.2873299999999999</c:v>
                </c:pt>
                <c:pt idx="6665">
                  <c:v>7.2903099999999998</c:v>
                </c:pt>
                <c:pt idx="6666">
                  <c:v>7.2914199999999996</c:v>
                </c:pt>
                <c:pt idx="6667">
                  <c:v>7.2915000000000001</c:v>
                </c:pt>
                <c:pt idx="6668">
                  <c:v>7.30823</c:v>
                </c:pt>
                <c:pt idx="6669">
                  <c:v>7.2896900000000002</c:v>
                </c:pt>
                <c:pt idx="6670">
                  <c:v>7.3025599999999997</c:v>
                </c:pt>
                <c:pt idx="6671">
                  <c:v>7.2948399999999998</c:v>
                </c:pt>
                <c:pt idx="6672">
                  <c:v>7.3023999999999996</c:v>
                </c:pt>
                <c:pt idx="6673">
                  <c:v>7.3049400000000002</c:v>
                </c:pt>
                <c:pt idx="6674">
                  <c:v>7.2991000000000001</c:v>
                </c:pt>
                <c:pt idx="6675">
                  <c:v>7.3152999999999997</c:v>
                </c:pt>
                <c:pt idx="6676">
                  <c:v>7.2929300000000001</c:v>
                </c:pt>
                <c:pt idx="6677">
                  <c:v>7.3120500000000002</c:v>
                </c:pt>
                <c:pt idx="6678">
                  <c:v>7.3041900000000002</c:v>
                </c:pt>
                <c:pt idx="6679">
                  <c:v>7.3067000000000002</c:v>
                </c:pt>
                <c:pt idx="6680">
                  <c:v>7.3052799999999998</c:v>
                </c:pt>
                <c:pt idx="6681">
                  <c:v>7.3201299999999998</c:v>
                </c:pt>
                <c:pt idx="6682">
                  <c:v>7.2879500000000004</c:v>
                </c:pt>
                <c:pt idx="6683">
                  <c:v>7.3112399999999997</c:v>
                </c:pt>
                <c:pt idx="6684">
                  <c:v>7.3037799999999997</c:v>
                </c:pt>
                <c:pt idx="6685">
                  <c:v>7.28972</c:v>
                </c:pt>
                <c:pt idx="6686">
                  <c:v>7.3135700000000003</c:v>
                </c:pt>
                <c:pt idx="6687">
                  <c:v>7.3049099999999996</c:v>
                </c:pt>
                <c:pt idx="6688">
                  <c:v>7.3129900000000001</c:v>
                </c:pt>
                <c:pt idx="6689">
                  <c:v>7.29833</c:v>
                </c:pt>
                <c:pt idx="6690">
                  <c:v>7.29251</c:v>
                </c:pt>
                <c:pt idx="6691">
                  <c:v>7.3052200000000003</c:v>
                </c:pt>
                <c:pt idx="6692">
                  <c:v>7.3025200000000003</c:v>
                </c:pt>
                <c:pt idx="6693">
                  <c:v>7.3106999999999998</c:v>
                </c:pt>
                <c:pt idx="6694">
                  <c:v>7.2945900000000004</c:v>
                </c:pt>
                <c:pt idx="6695">
                  <c:v>7.3444599999999998</c:v>
                </c:pt>
                <c:pt idx="6696">
                  <c:v>7.3146699999999996</c:v>
                </c:pt>
                <c:pt idx="6697">
                  <c:v>7.31921</c:v>
                </c:pt>
                <c:pt idx="6698">
                  <c:v>7.3041700000000001</c:v>
                </c:pt>
                <c:pt idx="6699">
                  <c:v>7.3051899999999996</c:v>
                </c:pt>
                <c:pt idx="6700">
                  <c:v>7.3257599999999998</c:v>
                </c:pt>
                <c:pt idx="6701">
                  <c:v>7.3251200000000001</c:v>
                </c:pt>
                <c:pt idx="6702">
                  <c:v>7.2991999999999999</c:v>
                </c:pt>
                <c:pt idx="6703">
                  <c:v>7.3177199999999996</c:v>
                </c:pt>
                <c:pt idx="6704">
                  <c:v>7.3304099999999996</c:v>
                </c:pt>
                <c:pt idx="6705">
                  <c:v>7.3067000000000002</c:v>
                </c:pt>
                <c:pt idx="6706">
                  <c:v>7.3132099999999998</c:v>
                </c:pt>
                <c:pt idx="6707">
                  <c:v>7.3181000000000003</c:v>
                </c:pt>
                <c:pt idx="6708">
                  <c:v>7.3154500000000002</c:v>
                </c:pt>
                <c:pt idx="6709">
                  <c:v>7.3068400000000002</c:v>
                </c:pt>
                <c:pt idx="6710">
                  <c:v>7.30511</c:v>
                </c:pt>
                <c:pt idx="6711">
                  <c:v>7.3331600000000003</c:v>
                </c:pt>
                <c:pt idx="6712">
                  <c:v>7.3142699999999996</c:v>
                </c:pt>
                <c:pt idx="6713">
                  <c:v>7.32029</c:v>
                </c:pt>
                <c:pt idx="6714">
                  <c:v>7.3270200000000001</c:v>
                </c:pt>
                <c:pt idx="6715">
                  <c:v>7.33338</c:v>
                </c:pt>
                <c:pt idx="6716">
                  <c:v>7.3053900000000001</c:v>
                </c:pt>
                <c:pt idx="6717">
                  <c:v>7.3045600000000004</c:v>
                </c:pt>
                <c:pt idx="6718">
                  <c:v>7.3146300000000002</c:v>
                </c:pt>
                <c:pt idx="6719">
                  <c:v>7.3307900000000004</c:v>
                </c:pt>
                <c:pt idx="6720">
                  <c:v>7.3291000000000004</c:v>
                </c:pt>
                <c:pt idx="6721">
                  <c:v>7.3307099999999998</c:v>
                </c:pt>
                <c:pt idx="6722">
                  <c:v>7.3324800000000003</c:v>
                </c:pt>
                <c:pt idx="6723">
                  <c:v>7.3354699999999999</c:v>
                </c:pt>
                <c:pt idx="6724">
                  <c:v>7.3215899999999996</c:v>
                </c:pt>
                <c:pt idx="6725">
                  <c:v>7.31839</c:v>
                </c:pt>
                <c:pt idx="6726">
                  <c:v>7.3121600000000004</c:v>
                </c:pt>
                <c:pt idx="6727">
                  <c:v>7.33338</c:v>
                </c:pt>
                <c:pt idx="6728">
                  <c:v>7.32308</c:v>
                </c:pt>
                <c:pt idx="6729">
                  <c:v>7.32369</c:v>
                </c:pt>
                <c:pt idx="6730">
                  <c:v>7.3434400000000002</c:v>
                </c:pt>
                <c:pt idx="6731">
                  <c:v>7.3186999999999998</c:v>
                </c:pt>
                <c:pt idx="6732">
                  <c:v>7.31691</c:v>
                </c:pt>
                <c:pt idx="6733">
                  <c:v>7.32104</c:v>
                </c:pt>
                <c:pt idx="6734">
                  <c:v>7.32287</c:v>
                </c:pt>
                <c:pt idx="6735">
                  <c:v>7.3406200000000004</c:v>
                </c:pt>
                <c:pt idx="6736">
                  <c:v>7.3096800000000002</c:v>
                </c:pt>
                <c:pt idx="6737">
                  <c:v>7.3419600000000003</c:v>
                </c:pt>
                <c:pt idx="6738">
                  <c:v>7.3336199999999998</c:v>
                </c:pt>
                <c:pt idx="6739">
                  <c:v>7.3268599999999999</c:v>
                </c:pt>
                <c:pt idx="6740">
                  <c:v>7.3278499999999998</c:v>
                </c:pt>
                <c:pt idx="6741">
                  <c:v>7.3371599999999999</c:v>
                </c:pt>
                <c:pt idx="6742">
                  <c:v>7.3313300000000003</c:v>
                </c:pt>
                <c:pt idx="6743">
                  <c:v>7.3532200000000003</c:v>
                </c:pt>
                <c:pt idx="6744">
                  <c:v>7.3328100000000003</c:v>
                </c:pt>
                <c:pt idx="6745">
                  <c:v>7.3488800000000003</c:v>
                </c:pt>
                <c:pt idx="6746">
                  <c:v>7.3296599999999996</c:v>
                </c:pt>
                <c:pt idx="6747">
                  <c:v>7.3472099999999996</c:v>
                </c:pt>
                <c:pt idx="6748">
                  <c:v>7.3288099999999998</c:v>
                </c:pt>
                <c:pt idx="6749">
                  <c:v>7.3295000000000003</c:v>
                </c:pt>
                <c:pt idx="6750">
                  <c:v>7.3207100000000001</c:v>
                </c:pt>
                <c:pt idx="6751">
                  <c:v>7.3306699999999996</c:v>
                </c:pt>
                <c:pt idx="6752">
                  <c:v>7.3382399999999999</c:v>
                </c:pt>
                <c:pt idx="6753">
                  <c:v>7.3438800000000004</c:v>
                </c:pt>
                <c:pt idx="6754">
                  <c:v>7.3398700000000003</c:v>
                </c:pt>
                <c:pt idx="6755">
                  <c:v>7.3373999999999997</c:v>
                </c:pt>
                <c:pt idx="6756">
                  <c:v>7.3312200000000001</c:v>
                </c:pt>
                <c:pt idx="6757">
                  <c:v>7.3239999999999998</c:v>
                </c:pt>
                <c:pt idx="6758">
                  <c:v>7.3558899999999996</c:v>
                </c:pt>
                <c:pt idx="6759">
                  <c:v>7.3513999999999999</c:v>
                </c:pt>
                <c:pt idx="6760">
                  <c:v>7.3535399999999997</c:v>
                </c:pt>
                <c:pt idx="6761">
                  <c:v>7.3512500000000003</c:v>
                </c:pt>
                <c:pt idx="6762">
                  <c:v>7.3378800000000002</c:v>
                </c:pt>
                <c:pt idx="6763">
                  <c:v>7.3512199999999996</c:v>
                </c:pt>
                <c:pt idx="6764">
                  <c:v>7.3468400000000003</c:v>
                </c:pt>
                <c:pt idx="6765">
                  <c:v>7.3469100000000003</c:v>
                </c:pt>
                <c:pt idx="6766">
                  <c:v>7.3716999999999997</c:v>
                </c:pt>
                <c:pt idx="6767">
                  <c:v>7.3377600000000003</c:v>
                </c:pt>
                <c:pt idx="6768">
                  <c:v>7.3482799999999999</c:v>
                </c:pt>
                <c:pt idx="6769">
                  <c:v>7.3472600000000003</c:v>
                </c:pt>
                <c:pt idx="6770">
                  <c:v>7.3452200000000003</c:v>
                </c:pt>
                <c:pt idx="6771">
                  <c:v>7.3521599999999996</c:v>
                </c:pt>
                <c:pt idx="6772">
                  <c:v>7.35466</c:v>
                </c:pt>
                <c:pt idx="6773">
                  <c:v>7.3377800000000004</c:v>
                </c:pt>
                <c:pt idx="6774">
                  <c:v>7.3603899999999998</c:v>
                </c:pt>
                <c:pt idx="6775">
                  <c:v>7.3596399999999997</c:v>
                </c:pt>
                <c:pt idx="6776">
                  <c:v>7.3610699999999998</c:v>
                </c:pt>
                <c:pt idx="6777">
                  <c:v>7.3512599999999999</c:v>
                </c:pt>
                <c:pt idx="6778">
                  <c:v>7.3415699999999999</c:v>
                </c:pt>
                <c:pt idx="6779">
                  <c:v>7.3530899999999999</c:v>
                </c:pt>
                <c:pt idx="6780">
                  <c:v>7.3382199999999997</c:v>
                </c:pt>
                <c:pt idx="6781">
                  <c:v>7.3517400000000004</c:v>
                </c:pt>
                <c:pt idx="6782">
                  <c:v>7.3410000000000002</c:v>
                </c:pt>
                <c:pt idx="6783">
                  <c:v>7.3695399999999998</c:v>
                </c:pt>
                <c:pt idx="6784">
                  <c:v>7.3631500000000001</c:v>
                </c:pt>
                <c:pt idx="6785">
                  <c:v>7.3605600000000004</c:v>
                </c:pt>
                <c:pt idx="6786">
                  <c:v>7.3444799999999999</c:v>
                </c:pt>
                <c:pt idx="6787">
                  <c:v>7.3582799999999997</c:v>
                </c:pt>
                <c:pt idx="6788">
                  <c:v>7.3531599999999999</c:v>
                </c:pt>
                <c:pt idx="6789">
                  <c:v>7.3720999999999997</c:v>
                </c:pt>
                <c:pt idx="6790">
                  <c:v>7.3434400000000002</c:v>
                </c:pt>
                <c:pt idx="6791">
                  <c:v>7.3418299999999999</c:v>
                </c:pt>
                <c:pt idx="6792">
                  <c:v>7.3489000000000004</c:v>
                </c:pt>
                <c:pt idx="6793">
                  <c:v>7.3571200000000001</c:v>
                </c:pt>
                <c:pt idx="6794">
                  <c:v>7.3501200000000004</c:v>
                </c:pt>
                <c:pt idx="6795">
                  <c:v>7.3444200000000004</c:v>
                </c:pt>
                <c:pt idx="6796">
                  <c:v>7.3454800000000002</c:v>
                </c:pt>
                <c:pt idx="6797">
                  <c:v>7.3659600000000003</c:v>
                </c:pt>
                <c:pt idx="6798">
                  <c:v>7.34396</c:v>
                </c:pt>
                <c:pt idx="6799">
                  <c:v>7.3591300000000004</c:v>
                </c:pt>
                <c:pt idx="6800">
                  <c:v>7.3458800000000002</c:v>
                </c:pt>
                <c:pt idx="6801">
                  <c:v>7.3652800000000003</c:v>
                </c:pt>
                <c:pt idx="6802">
                  <c:v>7.37636</c:v>
                </c:pt>
                <c:pt idx="6803">
                  <c:v>7.3534100000000002</c:v>
                </c:pt>
                <c:pt idx="6804">
                  <c:v>7.3428100000000001</c:v>
                </c:pt>
                <c:pt idx="6805">
                  <c:v>7.3643400000000003</c:v>
                </c:pt>
                <c:pt idx="6806">
                  <c:v>7.3768000000000002</c:v>
                </c:pt>
                <c:pt idx="6807">
                  <c:v>7.3716699999999999</c:v>
                </c:pt>
                <c:pt idx="6808">
                  <c:v>7.3496800000000002</c:v>
                </c:pt>
                <c:pt idx="6809">
                  <c:v>7.3834799999999996</c:v>
                </c:pt>
                <c:pt idx="6810">
                  <c:v>7.3672199999999997</c:v>
                </c:pt>
                <c:pt idx="6811">
                  <c:v>7.3616700000000002</c:v>
                </c:pt>
                <c:pt idx="6812">
                  <c:v>7.3794399999999998</c:v>
                </c:pt>
                <c:pt idx="6813">
                  <c:v>7.3921099999999997</c:v>
                </c:pt>
                <c:pt idx="6814">
                  <c:v>7.3600199999999996</c:v>
                </c:pt>
                <c:pt idx="6815">
                  <c:v>7.3650700000000002</c:v>
                </c:pt>
                <c:pt idx="6816">
                  <c:v>7.3582400000000003</c:v>
                </c:pt>
                <c:pt idx="6817">
                  <c:v>7.37364</c:v>
                </c:pt>
                <c:pt idx="6818">
                  <c:v>7.3697100000000004</c:v>
                </c:pt>
                <c:pt idx="6819">
                  <c:v>7.3770800000000003</c:v>
                </c:pt>
                <c:pt idx="6820">
                  <c:v>7.3684200000000004</c:v>
                </c:pt>
                <c:pt idx="6821">
                  <c:v>7.3761900000000002</c:v>
                </c:pt>
                <c:pt idx="6822">
                  <c:v>7.3655099999999996</c:v>
                </c:pt>
                <c:pt idx="6823">
                  <c:v>7.3712999999999997</c:v>
                </c:pt>
                <c:pt idx="6824">
                  <c:v>7.3731900000000001</c:v>
                </c:pt>
                <c:pt idx="6825">
                  <c:v>7.3689600000000004</c:v>
                </c:pt>
                <c:pt idx="6826">
                  <c:v>7.35588</c:v>
                </c:pt>
                <c:pt idx="6827">
                  <c:v>7.3754099999999996</c:v>
                </c:pt>
                <c:pt idx="6828">
                  <c:v>7.3719999999999999</c:v>
                </c:pt>
                <c:pt idx="6829">
                  <c:v>7.3880800000000004</c:v>
                </c:pt>
                <c:pt idx="6830">
                  <c:v>7.36965</c:v>
                </c:pt>
                <c:pt idx="6831">
                  <c:v>7.3713100000000003</c:v>
                </c:pt>
                <c:pt idx="6832">
                  <c:v>7.3773799999999996</c:v>
                </c:pt>
                <c:pt idx="6833">
                  <c:v>7.3704700000000001</c:v>
                </c:pt>
                <c:pt idx="6834">
                  <c:v>7.3630199999999997</c:v>
                </c:pt>
                <c:pt idx="6835">
                  <c:v>7.3764200000000004</c:v>
                </c:pt>
                <c:pt idx="6836">
                  <c:v>7.3774699999999998</c:v>
                </c:pt>
                <c:pt idx="6837">
                  <c:v>7.3629499999999997</c:v>
                </c:pt>
                <c:pt idx="6838">
                  <c:v>7.3803599999999996</c:v>
                </c:pt>
                <c:pt idx="6839">
                  <c:v>7.3629499999999997</c:v>
                </c:pt>
                <c:pt idx="6840">
                  <c:v>7.3701999999999996</c:v>
                </c:pt>
                <c:pt idx="6841">
                  <c:v>7.3609499999999999</c:v>
                </c:pt>
                <c:pt idx="6842">
                  <c:v>7.3731499999999999</c:v>
                </c:pt>
                <c:pt idx="6843">
                  <c:v>7.3731</c:v>
                </c:pt>
                <c:pt idx="6844">
                  <c:v>7.3675100000000002</c:v>
                </c:pt>
                <c:pt idx="6845">
                  <c:v>7.3671100000000003</c:v>
                </c:pt>
                <c:pt idx="6846">
                  <c:v>7.4023399999999997</c:v>
                </c:pt>
                <c:pt idx="6847">
                  <c:v>7.3661099999999999</c:v>
                </c:pt>
                <c:pt idx="6848">
                  <c:v>7.3736100000000002</c:v>
                </c:pt>
                <c:pt idx="6849">
                  <c:v>7.3949699999999998</c:v>
                </c:pt>
                <c:pt idx="6850">
                  <c:v>7.3678900000000001</c:v>
                </c:pt>
                <c:pt idx="6851">
                  <c:v>7.3710300000000002</c:v>
                </c:pt>
                <c:pt idx="6852">
                  <c:v>7.3647299999999998</c:v>
                </c:pt>
                <c:pt idx="6853">
                  <c:v>7.3813500000000003</c:v>
                </c:pt>
                <c:pt idx="6854">
                  <c:v>7.3999199999999998</c:v>
                </c:pt>
                <c:pt idx="6855">
                  <c:v>7.3714399999999998</c:v>
                </c:pt>
                <c:pt idx="6856">
                  <c:v>7.3824699999999996</c:v>
                </c:pt>
                <c:pt idx="6857">
                  <c:v>7.3756599999999999</c:v>
                </c:pt>
                <c:pt idx="6858">
                  <c:v>7.3754299999999997</c:v>
                </c:pt>
                <c:pt idx="6859">
                  <c:v>7.3951399999999996</c:v>
                </c:pt>
                <c:pt idx="6860">
                  <c:v>7.3921799999999998</c:v>
                </c:pt>
                <c:pt idx="6861">
                  <c:v>7.3807999999999998</c:v>
                </c:pt>
                <c:pt idx="6862">
                  <c:v>7.4064199999999998</c:v>
                </c:pt>
                <c:pt idx="6863">
                  <c:v>7.3942199999999998</c:v>
                </c:pt>
                <c:pt idx="6864">
                  <c:v>7.4107599999999998</c:v>
                </c:pt>
                <c:pt idx="6865">
                  <c:v>7.3859300000000001</c:v>
                </c:pt>
                <c:pt idx="6866">
                  <c:v>7.3930300000000004</c:v>
                </c:pt>
                <c:pt idx="6867">
                  <c:v>7.3727200000000002</c:v>
                </c:pt>
                <c:pt idx="6868">
                  <c:v>7.3915899999999999</c:v>
                </c:pt>
                <c:pt idx="6869">
                  <c:v>7.3793300000000004</c:v>
                </c:pt>
                <c:pt idx="6870">
                  <c:v>7.3937900000000001</c:v>
                </c:pt>
                <c:pt idx="6871">
                  <c:v>7.3983699999999999</c:v>
                </c:pt>
                <c:pt idx="6872">
                  <c:v>7.3960800000000004</c:v>
                </c:pt>
                <c:pt idx="6873">
                  <c:v>7.38523</c:v>
                </c:pt>
                <c:pt idx="6874">
                  <c:v>7.3984500000000004</c:v>
                </c:pt>
                <c:pt idx="6875">
                  <c:v>7.38809</c:v>
                </c:pt>
                <c:pt idx="6876">
                  <c:v>7.4037800000000002</c:v>
                </c:pt>
                <c:pt idx="6877">
                  <c:v>7.3973300000000002</c:v>
                </c:pt>
                <c:pt idx="6878">
                  <c:v>7.38734</c:v>
                </c:pt>
                <c:pt idx="6879">
                  <c:v>7.3830600000000004</c:v>
                </c:pt>
                <c:pt idx="6880">
                  <c:v>7.3830799999999996</c:v>
                </c:pt>
                <c:pt idx="6881">
                  <c:v>7.3768399999999996</c:v>
                </c:pt>
                <c:pt idx="6882">
                  <c:v>7.3993900000000004</c:v>
                </c:pt>
                <c:pt idx="6883">
                  <c:v>7.3952999999999998</c:v>
                </c:pt>
                <c:pt idx="6884">
                  <c:v>7.3871900000000004</c:v>
                </c:pt>
                <c:pt idx="6885">
                  <c:v>7.3883999999999999</c:v>
                </c:pt>
                <c:pt idx="6886">
                  <c:v>7.4049500000000004</c:v>
                </c:pt>
                <c:pt idx="6887">
                  <c:v>7.4038000000000004</c:v>
                </c:pt>
                <c:pt idx="6888">
                  <c:v>7.3937200000000001</c:v>
                </c:pt>
                <c:pt idx="6889">
                  <c:v>7.3991800000000003</c:v>
                </c:pt>
                <c:pt idx="6890">
                  <c:v>7.3853499999999999</c:v>
                </c:pt>
                <c:pt idx="6891">
                  <c:v>7.3837099999999998</c:v>
                </c:pt>
                <c:pt idx="6892">
                  <c:v>7.4157299999999999</c:v>
                </c:pt>
                <c:pt idx="6893">
                  <c:v>7.3940099999999997</c:v>
                </c:pt>
                <c:pt idx="6894">
                  <c:v>7.4190500000000004</c:v>
                </c:pt>
                <c:pt idx="6895">
                  <c:v>7.3947500000000002</c:v>
                </c:pt>
                <c:pt idx="6896">
                  <c:v>7.4172500000000001</c:v>
                </c:pt>
                <c:pt idx="6897">
                  <c:v>7.4033800000000003</c:v>
                </c:pt>
                <c:pt idx="6898">
                  <c:v>7.41005</c:v>
                </c:pt>
                <c:pt idx="6899">
                  <c:v>7.40489</c:v>
                </c:pt>
                <c:pt idx="6900">
                  <c:v>7.3947099999999999</c:v>
                </c:pt>
                <c:pt idx="6901">
                  <c:v>7.41526</c:v>
                </c:pt>
                <c:pt idx="6902">
                  <c:v>7.3843399999999999</c:v>
                </c:pt>
                <c:pt idx="6903">
                  <c:v>7.4026100000000001</c:v>
                </c:pt>
                <c:pt idx="6904">
                  <c:v>7.4095199999999997</c:v>
                </c:pt>
                <c:pt idx="6905">
                  <c:v>7.3984300000000003</c:v>
                </c:pt>
                <c:pt idx="6906">
                  <c:v>7.4008399999999996</c:v>
                </c:pt>
                <c:pt idx="6907">
                  <c:v>7.4110800000000001</c:v>
                </c:pt>
                <c:pt idx="6908">
                  <c:v>7.3942100000000002</c:v>
                </c:pt>
                <c:pt idx="6909">
                  <c:v>7.4015399999999998</c:v>
                </c:pt>
                <c:pt idx="6910">
                  <c:v>7.40916</c:v>
                </c:pt>
                <c:pt idx="6911">
                  <c:v>7.4088599999999998</c:v>
                </c:pt>
                <c:pt idx="6912">
                  <c:v>7.4226200000000002</c:v>
                </c:pt>
                <c:pt idx="6913">
                  <c:v>7.3980300000000003</c:v>
                </c:pt>
                <c:pt idx="6914">
                  <c:v>7.3896699999999997</c:v>
                </c:pt>
                <c:pt idx="6915">
                  <c:v>7.40123</c:v>
                </c:pt>
                <c:pt idx="6916">
                  <c:v>7.4247199999999998</c:v>
                </c:pt>
                <c:pt idx="6917">
                  <c:v>7.4002400000000002</c:v>
                </c:pt>
                <c:pt idx="6918">
                  <c:v>7.4133100000000001</c:v>
                </c:pt>
                <c:pt idx="6919">
                  <c:v>7.40876</c:v>
                </c:pt>
                <c:pt idx="6920">
                  <c:v>7.40524</c:v>
                </c:pt>
                <c:pt idx="6921">
                  <c:v>7.4005799999999997</c:v>
                </c:pt>
                <c:pt idx="6922">
                  <c:v>7.4305899999999996</c:v>
                </c:pt>
                <c:pt idx="6923">
                  <c:v>7.4020599999999996</c:v>
                </c:pt>
                <c:pt idx="6924">
                  <c:v>7.3986099999999997</c:v>
                </c:pt>
                <c:pt idx="6925">
                  <c:v>7.41275</c:v>
                </c:pt>
                <c:pt idx="6926">
                  <c:v>7.4115200000000003</c:v>
                </c:pt>
                <c:pt idx="6927">
                  <c:v>7.4270899999999997</c:v>
                </c:pt>
                <c:pt idx="6928">
                  <c:v>7.4119200000000003</c:v>
                </c:pt>
                <c:pt idx="6929">
                  <c:v>7.41106</c:v>
                </c:pt>
                <c:pt idx="6930">
                  <c:v>7.4195399999999996</c:v>
                </c:pt>
                <c:pt idx="6931">
                  <c:v>7.42333</c:v>
                </c:pt>
                <c:pt idx="6932">
                  <c:v>7.40787</c:v>
                </c:pt>
                <c:pt idx="6933">
                  <c:v>7.4219200000000001</c:v>
                </c:pt>
                <c:pt idx="6934">
                  <c:v>7.4056600000000001</c:v>
                </c:pt>
                <c:pt idx="6935">
                  <c:v>7.4185699999999999</c:v>
                </c:pt>
                <c:pt idx="6936">
                  <c:v>7.4156899999999997</c:v>
                </c:pt>
                <c:pt idx="6937">
                  <c:v>7.4168500000000002</c:v>
                </c:pt>
                <c:pt idx="6938">
                  <c:v>7.4220600000000001</c:v>
                </c:pt>
                <c:pt idx="6939">
                  <c:v>7.4121100000000002</c:v>
                </c:pt>
                <c:pt idx="6940">
                  <c:v>7.4092000000000002</c:v>
                </c:pt>
                <c:pt idx="6941">
                  <c:v>7.4099399999999997</c:v>
                </c:pt>
                <c:pt idx="6942">
                  <c:v>7.4104599999999996</c:v>
                </c:pt>
                <c:pt idx="6943">
                  <c:v>7.42361</c:v>
                </c:pt>
                <c:pt idx="6944">
                  <c:v>7.4174699999999998</c:v>
                </c:pt>
                <c:pt idx="6945">
                  <c:v>7.3998200000000001</c:v>
                </c:pt>
                <c:pt idx="6946">
                  <c:v>7.4086699999999999</c:v>
                </c:pt>
                <c:pt idx="6947">
                  <c:v>7.4091699999999996</c:v>
                </c:pt>
                <c:pt idx="6948">
                  <c:v>7.4160000000000004</c:v>
                </c:pt>
                <c:pt idx="6949">
                  <c:v>7.4001799999999998</c:v>
                </c:pt>
                <c:pt idx="6950">
                  <c:v>7.4168599999999998</c:v>
                </c:pt>
                <c:pt idx="6951">
                  <c:v>7.43194</c:v>
                </c:pt>
                <c:pt idx="6952">
                  <c:v>7.4076599999999999</c:v>
                </c:pt>
                <c:pt idx="6953">
                  <c:v>7.4188099999999997</c:v>
                </c:pt>
                <c:pt idx="6954">
                  <c:v>7.4211</c:v>
                </c:pt>
                <c:pt idx="6955">
                  <c:v>7.4112</c:v>
                </c:pt>
                <c:pt idx="6956">
                  <c:v>7.4132300000000004</c:v>
                </c:pt>
                <c:pt idx="6957">
                  <c:v>7.4046099999999999</c:v>
                </c:pt>
                <c:pt idx="6958">
                  <c:v>7.4098199999999999</c:v>
                </c:pt>
                <c:pt idx="6959">
                  <c:v>7.4230700000000001</c:v>
                </c:pt>
                <c:pt idx="6960">
                  <c:v>7.4037899999999999</c:v>
                </c:pt>
                <c:pt idx="6961">
                  <c:v>7.3974900000000003</c:v>
                </c:pt>
                <c:pt idx="6962">
                  <c:v>7.4075199999999999</c:v>
                </c:pt>
                <c:pt idx="6963">
                  <c:v>7.4141700000000004</c:v>
                </c:pt>
                <c:pt idx="6964">
                  <c:v>7.4041800000000002</c:v>
                </c:pt>
                <c:pt idx="6965">
                  <c:v>7.41967</c:v>
                </c:pt>
                <c:pt idx="6966">
                  <c:v>7.4248500000000002</c:v>
                </c:pt>
                <c:pt idx="6967">
                  <c:v>7.4092799999999999</c:v>
                </c:pt>
                <c:pt idx="6968">
                  <c:v>7.4339199999999996</c:v>
                </c:pt>
                <c:pt idx="6969">
                  <c:v>7.39046</c:v>
                </c:pt>
                <c:pt idx="6970">
                  <c:v>7.4031000000000002</c:v>
                </c:pt>
                <c:pt idx="6971">
                  <c:v>7.4132999999999996</c:v>
                </c:pt>
                <c:pt idx="6972">
                  <c:v>7.4051799999999997</c:v>
                </c:pt>
                <c:pt idx="6973">
                  <c:v>7.4084599999999998</c:v>
                </c:pt>
                <c:pt idx="6974">
                  <c:v>7.41214</c:v>
                </c:pt>
                <c:pt idx="6975">
                  <c:v>7.4238</c:v>
                </c:pt>
                <c:pt idx="6976">
                  <c:v>7.4092799999999999</c:v>
                </c:pt>
                <c:pt idx="6977">
                  <c:v>7.4332399999999996</c:v>
                </c:pt>
                <c:pt idx="6978">
                  <c:v>7.4302000000000001</c:v>
                </c:pt>
                <c:pt idx="6979">
                  <c:v>7.4640399999999998</c:v>
                </c:pt>
                <c:pt idx="6980">
                  <c:v>7.4310999999999998</c:v>
                </c:pt>
                <c:pt idx="6981">
                  <c:v>7.4175399999999998</c:v>
                </c:pt>
                <c:pt idx="6982">
                  <c:v>7.4024400000000004</c:v>
                </c:pt>
                <c:pt idx="6983">
                  <c:v>7.4272499999999999</c:v>
                </c:pt>
                <c:pt idx="6984">
                  <c:v>7.4083699999999997</c:v>
                </c:pt>
                <c:pt idx="6985">
                  <c:v>7.42591</c:v>
                </c:pt>
                <c:pt idx="6986">
                  <c:v>7.4206399999999997</c:v>
                </c:pt>
                <c:pt idx="6987">
                  <c:v>7.4190300000000002</c:v>
                </c:pt>
                <c:pt idx="6988">
                  <c:v>7.4147400000000001</c:v>
                </c:pt>
                <c:pt idx="6989">
                  <c:v>7.4170499999999997</c:v>
                </c:pt>
                <c:pt idx="6990">
                  <c:v>7.4350399999999999</c:v>
                </c:pt>
                <c:pt idx="6991">
                  <c:v>7.3985599999999998</c:v>
                </c:pt>
                <c:pt idx="6992">
                  <c:v>7.4102899999999998</c:v>
                </c:pt>
                <c:pt idx="6993">
                  <c:v>7.40686</c:v>
                </c:pt>
                <c:pt idx="6994">
                  <c:v>7.4301500000000003</c:v>
                </c:pt>
                <c:pt idx="6995">
                  <c:v>7.4237000000000002</c:v>
                </c:pt>
                <c:pt idx="6996">
                  <c:v>7.4187599999999998</c:v>
                </c:pt>
                <c:pt idx="6997">
                  <c:v>7.4242100000000004</c:v>
                </c:pt>
                <c:pt idx="6998">
                  <c:v>7.4360900000000001</c:v>
                </c:pt>
                <c:pt idx="6999">
                  <c:v>7.4169900000000002</c:v>
                </c:pt>
                <c:pt idx="7000">
                  <c:v>7.4322100000000004</c:v>
                </c:pt>
                <c:pt idx="7001">
                  <c:v>7.4163300000000003</c:v>
                </c:pt>
                <c:pt idx="7002">
                  <c:v>7.4184900000000003</c:v>
                </c:pt>
                <c:pt idx="7003">
                  <c:v>7.4140499999999996</c:v>
                </c:pt>
                <c:pt idx="7004">
                  <c:v>7.42286</c:v>
                </c:pt>
                <c:pt idx="7005">
                  <c:v>7.4250699999999998</c:v>
                </c:pt>
                <c:pt idx="7006">
                  <c:v>7.4295</c:v>
                </c:pt>
                <c:pt idx="7007">
                  <c:v>7.4153900000000004</c:v>
                </c:pt>
                <c:pt idx="7008">
                  <c:v>7.4101400000000002</c:v>
                </c:pt>
                <c:pt idx="7009">
                  <c:v>7.4288400000000001</c:v>
                </c:pt>
                <c:pt idx="7010">
                  <c:v>7.4199200000000003</c:v>
                </c:pt>
                <c:pt idx="7011">
                  <c:v>7.4319100000000002</c:v>
                </c:pt>
                <c:pt idx="7012">
                  <c:v>7.4248399999999997</c:v>
                </c:pt>
                <c:pt idx="7013">
                  <c:v>7.4184700000000001</c:v>
                </c:pt>
                <c:pt idx="7014">
                  <c:v>7.4346300000000003</c:v>
                </c:pt>
                <c:pt idx="7015">
                  <c:v>7.4271500000000001</c:v>
                </c:pt>
                <c:pt idx="7016">
                  <c:v>7.4206700000000003</c:v>
                </c:pt>
                <c:pt idx="7017">
                  <c:v>7.4238</c:v>
                </c:pt>
                <c:pt idx="7018">
                  <c:v>7.4394499999999999</c:v>
                </c:pt>
                <c:pt idx="7019">
                  <c:v>7.4218799999999998</c:v>
                </c:pt>
                <c:pt idx="7020">
                  <c:v>7.4224300000000003</c:v>
                </c:pt>
                <c:pt idx="7021">
                  <c:v>7.4264900000000003</c:v>
                </c:pt>
                <c:pt idx="7022">
                  <c:v>7.4235600000000002</c:v>
                </c:pt>
                <c:pt idx="7023">
                  <c:v>7.4273300000000004</c:v>
                </c:pt>
                <c:pt idx="7024">
                  <c:v>7.4254499999999997</c:v>
                </c:pt>
                <c:pt idx="7025">
                  <c:v>7.4424099999999997</c:v>
                </c:pt>
                <c:pt idx="7026">
                  <c:v>7.4388399999999999</c:v>
                </c:pt>
                <c:pt idx="7027">
                  <c:v>7.4313599999999997</c:v>
                </c:pt>
                <c:pt idx="7028">
                  <c:v>7.4220499999999996</c:v>
                </c:pt>
                <c:pt idx="7029">
                  <c:v>7.4406999999999996</c:v>
                </c:pt>
                <c:pt idx="7030">
                  <c:v>7.4515799999999999</c:v>
                </c:pt>
                <c:pt idx="7031">
                  <c:v>7.43851</c:v>
                </c:pt>
                <c:pt idx="7032">
                  <c:v>7.4326600000000003</c:v>
                </c:pt>
                <c:pt idx="7033">
                  <c:v>7.4368600000000002</c:v>
                </c:pt>
                <c:pt idx="7034">
                  <c:v>7.4424299999999999</c:v>
                </c:pt>
                <c:pt idx="7035">
                  <c:v>7.4266800000000002</c:v>
                </c:pt>
                <c:pt idx="7036">
                  <c:v>7.4578600000000002</c:v>
                </c:pt>
                <c:pt idx="7037">
                  <c:v>7.4337</c:v>
                </c:pt>
                <c:pt idx="7038">
                  <c:v>7.4342100000000002</c:v>
                </c:pt>
                <c:pt idx="7039">
                  <c:v>7.4351200000000004</c:v>
                </c:pt>
                <c:pt idx="7040">
                  <c:v>7.4559199999999999</c:v>
                </c:pt>
                <c:pt idx="7041">
                  <c:v>7.4185299999999996</c:v>
                </c:pt>
                <c:pt idx="7042">
                  <c:v>7.4422199999999998</c:v>
                </c:pt>
                <c:pt idx="7043">
                  <c:v>7.4348099999999997</c:v>
                </c:pt>
                <c:pt idx="7044">
                  <c:v>7.4254600000000002</c:v>
                </c:pt>
                <c:pt idx="7045">
                  <c:v>7.4235600000000002</c:v>
                </c:pt>
                <c:pt idx="7046">
                  <c:v>7.4361300000000004</c:v>
                </c:pt>
                <c:pt idx="7047">
                  <c:v>7.4392800000000001</c:v>
                </c:pt>
                <c:pt idx="7048">
                  <c:v>7.4455400000000003</c:v>
                </c:pt>
                <c:pt idx="7049">
                  <c:v>7.4476800000000001</c:v>
                </c:pt>
                <c:pt idx="7050">
                  <c:v>7.4651100000000001</c:v>
                </c:pt>
                <c:pt idx="7051">
                  <c:v>7.4303100000000004</c:v>
                </c:pt>
                <c:pt idx="7052">
                  <c:v>7.4566100000000004</c:v>
                </c:pt>
                <c:pt idx="7053">
                  <c:v>7.4332700000000003</c:v>
                </c:pt>
                <c:pt idx="7054">
                  <c:v>7.4311400000000001</c:v>
                </c:pt>
                <c:pt idx="7055">
                  <c:v>7.4396800000000001</c:v>
                </c:pt>
                <c:pt idx="7056">
                  <c:v>7.4464800000000002</c:v>
                </c:pt>
                <c:pt idx="7057">
                  <c:v>7.4527900000000002</c:v>
                </c:pt>
                <c:pt idx="7058">
                  <c:v>7.4348999999999998</c:v>
                </c:pt>
                <c:pt idx="7059">
                  <c:v>7.4479899999999999</c:v>
                </c:pt>
                <c:pt idx="7060">
                  <c:v>7.4441699999999997</c:v>
                </c:pt>
                <c:pt idx="7061">
                  <c:v>7.4333999999999998</c:v>
                </c:pt>
                <c:pt idx="7062">
                  <c:v>7.4332200000000004</c:v>
                </c:pt>
                <c:pt idx="7063">
                  <c:v>7.4491699999999996</c:v>
                </c:pt>
                <c:pt idx="7064">
                  <c:v>7.4520400000000002</c:v>
                </c:pt>
                <c:pt idx="7065">
                  <c:v>7.4418899999999999</c:v>
                </c:pt>
                <c:pt idx="7066">
                  <c:v>7.43452</c:v>
                </c:pt>
                <c:pt idx="7067">
                  <c:v>7.43567</c:v>
                </c:pt>
                <c:pt idx="7068">
                  <c:v>7.4498600000000001</c:v>
                </c:pt>
                <c:pt idx="7069">
                  <c:v>7.4553799999999999</c:v>
                </c:pt>
                <c:pt idx="7070">
                  <c:v>7.4562299999999997</c:v>
                </c:pt>
                <c:pt idx="7071">
                  <c:v>7.4525499999999996</c:v>
                </c:pt>
                <c:pt idx="7072">
                  <c:v>7.4626799999999998</c:v>
                </c:pt>
                <c:pt idx="7073">
                  <c:v>7.4494899999999999</c:v>
                </c:pt>
                <c:pt idx="7074">
                  <c:v>7.4335399999999998</c:v>
                </c:pt>
                <c:pt idx="7075">
                  <c:v>7.4381899999999996</c:v>
                </c:pt>
                <c:pt idx="7076">
                  <c:v>7.4413499999999999</c:v>
                </c:pt>
                <c:pt idx="7077">
                  <c:v>7.4441699999999997</c:v>
                </c:pt>
                <c:pt idx="7078">
                  <c:v>7.4506899999999998</c:v>
                </c:pt>
                <c:pt idx="7079">
                  <c:v>7.46068</c:v>
                </c:pt>
                <c:pt idx="7080">
                  <c:v>7.4542700000000002</c:v>
                </c:pt>
                <c:pt idx="7081">
                  <c:v>7.4534799999999999</c:v>
                </c:pt>
                <c:pt idx="7082">
                  <c:v>7.4630599999999996</c:v>
                </c:pt>
                <c:pt idx="7083">
                  <c:v>7.4679200000000003</c:v>
                </c:pt>
                <c:pt idx="7084">
                  <c:v>7.4473900000000004</c:v>
                </c:pt>
                <c:pt idx="7085">
                  <c:v>7.4637399999999996</c:v>
                </c:pt>
                <c:pt idx="7086">
                  <c:v>7.4718299999999997</c:v>
                </c:pt>
                <c:pt idx="7087">
                  <c:v>7.4464499999999996</c:v>
                </c:pt>
                <c:pt idx="7088">
                  <c:v>7.4629899999999996</c:v>
                </c:pt>
                <c:pt idx="7089">
                  <c:v>7.4592000000000001</c:v>
                </c:pt>
                <c:pt idx="7090">
                  <c:v>7.4568099999999999</c:v>
                </c:pt>
                <c:pt idx="7091">
                  <c:v>7.4608100000000004</c:v>
                </c:pt>
                <c:pt idx="7092">
                  <c:v>7.45181</c:v>
                </c:pt>
                <c:pt idx="7093">
                  <c:v>7.4507899999999996</c:v>
                </c:pt>
                <c:pt idx="7094">
                  <c:v>7.4444800000000004</c:v>
                </c:pt>
                <c:pt idx="7095">
                  <c:v>7.4722099999999996</c:v>
                </c:pt>
                <c:pt idx="7096">
                  <c:v>7.4502600000000001</c:v>
                </c:pt>
                <c:pt idx="7097">
                  <c:v>7.4539</c:v>
                </c:pt>
                <c:pt idx="7098">
                  <c:v>7.4620499999999996</c:v>
                </c:pt>
                <c:pt idx="7099">
                  <c:v>7.4549599999999998</c:v>
                </c:pt>
                <c:pt idx="7100">
                  <c:v>7.4530200000000004</c:v>
                </c:pt>
                <c:pt idx="7101">
                  <c:v>7.4527200000000002</c:v>
                </c:pt>
                <c:pt idx="7102">
                  <c:v>7.4542000000000002</c:v>
                </c:pt>
                <c:pt idx="7103">
                  <c:v>7.4635100000000003</c:v>
                </c:pt>
                <c:pt idx="7104">
                  <c:v>7.45573</c:v>
                </c:pt>
                <c:pt idx="7105">
                  <c:v>7.4664799999999998</c:v>
                </c:pt>
                <c:pt idx="7106">
                  <c:v>7.4641999999999999</c:v>
                </c:pt>
                <c:pt idx="7107">
                  <c:v>7.45871</c:v>
                </c:pt>
                <c:pt idx="7108">
                  <c:v>7.4715699999999998</c:v>
                </c:pt>
                <c:pt idx="7109">
                  <c:v>7.4696699999999998</c:v>
                </c:pt>
                <c:pt idx="7110">
                  <c:v>7.4702700000000002</c:v>
                </c:pt>
                <c:pt idx="7111">
                  <c:v>7.4722600000000003</c:v>
                </c:pt>
                <c:pt idx="7112">
                  <c:v>7.4677899999999999</c:v>
                </c:pt>
                <c:pt idx="7113">
                  <c:v>7.45167</c:v>
                </c:pt>
                <c:pt idx="7114">
                  <c:v>7.4882600000000004</c:v>
                </c:pt>
                <c:pt idx="7115">
                  <c:v>7.4628199999999998</c:v>
                </c:pt>
                <c:pt idx="7116">
                  <c:v>7.4552300000000002</c:v>
                </c:pt>
                <c:pt idx="7117">
                  <c:v>7.4584700000000002</c:v>
                </c:pt>
                <c:pt idx="7118">
                  <c:v>7.4743300000000001</c:v>
                </c:pt>
                <c:pt idx="7119">
                  <c:v>7.4622299999999999</c:v>
                </c:pt>
                <c:pt idx="7120">
                  <c:v>7.4657299999999998</c:v>
                </c:pt>
                <c:pt idx="7121">
                  <c:v>7.4664200000000003</c:v>
                </c:pt>
                <c:pt idx="7122">
                  <c:v>7.4602199999999996</c:v>
                </c:pt>
                <c:pt idx="7123">
                  <c:v>7.4546999999999999</c:v>
                </c:pt>
                <c:pt idx="7124">
                  <c:v>7.4532600000000002</c:v>
                </c:pt>
                <c:pt idx="7125">
                  <c:v>7.4691200000000002</c:v>
                </c:pt>
                <c:pt idx="7126">
                  <c:v>7.4462000000000002</c:v>
                </c:pt>
                <c:pt idx="7127">
                  <c:v>7.4554799999999997</c:v>
                </c:pt>
                <c:pt idx="7128">
                  <c:v>7.4575100000000001</c:v>
                </c:pt>
                <c:pt idx="7129">
                  <c:v>7.4557500000000001</c:v>
                </c:pt>
                <c:pt idx="7130">
                  <c:v>7.4719899999999999</c:v>
                </c:pt>
                <c:pt idx="7131">
                  <c:v>7.4570999999999996</c:v>
                </c:pt>
                <c:pt idx="7132">
                  <c:v>7.4562600000000003</c:v>
                </c:pt>
                <c:pt idx="7133">
                  <c:v>7.4432600000000004</c:v>
                </c:pt>
                <c:pt idx="7134">
                  <c:v>7.4578600000000002</c:v>
                </c:pt>
                <c:pt idx="7135">
                  <c:v>7.4580900000000003</c:v>
                </c:pt>
                <c:pt idx="7136">
                  <c:v>7.4707499999999998</c:v>
                </c:pt>
                <c:pt idx="7137">
                  <c:v>7.4503500000000003</c:v>
                </c:pt>
                <c:pt idx="7138">
                  <c:v>7.4740399999999996</c:v>
                </c:pt>
                <c:pt idx="7139">
                  <c:v>7.4659000000000004</c:v>
                </c:pt>
                <c:pt idx="7140">
                  <c:v>7.46319</c:v>
                </c:pt>
                <c:pt idx="7141">
                  <c:v>7.4490800000000004</c:v>
                </c:pt>
                <c:pt idx="7142">
                  <c:v>7.45343</c:v>
                </c:pt>
                <c:pt idx="7143">
                  <c:v>7.4603599999999997</c:v>
                </c:pt>
                <c:pt idx="7144">
                  <c:v>7.4601199999999999</c:v>
                </c:pt>
                <c:pt idx="7145">
                  <c:v>7.4834899999999998</c:v>
                </c:pt>
                <c:pt idx="7146">
                  <c:v>7.4619999999999997</c:v>
                </c:pt>
                <c:pt idx="7147">
                  <c:v>7.4692999999999996</c:v>
                </c:pt>
                <c:pt idx="7148">
                  <c:v>7.4688600000000003</c:v>
                </c:pt>
                <c:pt idx="7149">
                  <c:v>7.4621700000000004</c:v>
                </c:pt>
                <c:pt idx="7150">
                  <c:v>7.4811800000000002</c:v>
                </c:pt>
                <c:pt idx="7151">
                  <c:v>7.4716899999999997</c:v>
                </c:pt>
                <c:pt idx="7152">
                  <c:v>7.4716699999999996</c:v>
                </c:pt>
                <c:pt idx="7153">
                  <c:v>7.4688400000000001</c:v>
                </c:pt>
                <c:pt idx="7154">
                  <c:v>7.46875</c:v>
                </c:pt>
                <c:pt idx="7155">
                  <c:v>7.4584099999999998</c:v>
                </c:pt>
                <c:pt idx="7156">
                  <c:v>7.47295</c:v>
                </c:pt>
                <c:pt idx="7157">
                  <c:v>7.4730499999999997</c:v>
                </c:pt>
                <c:pt idx="7158">
                  <c:v>7.4703600000000003</c:v>
                </c:pt>
                <c:pt idx="7159">
                  <c:v>7.4744799999999998</c:v>
                </c:pt>
                <c:pt idx="7160">
                  <c:v>7.4677600000000002</c:v>
                </c:pt>
                <c:pt idx="7161">
                  <c:v>7.4752799999999997</c:v>
                </c:pt>
                <c:pt idx="7162">
                  <c:v>7.4753299999999996</c:v>
                </c:pt>
                <c:pt idx="7163">
                  <c:v>7.4624100000000002</c:v>
                </c:pt>
                <c:pt idx="7164">
                  <c:v>7.4646800000000004</c:v>
                </c:pt>
                <c:pt idx="7165">
                  <c:v>7.4623499999999998</c:v>
                </c:pt>
                <c:pt idx="7166">
                  <c:v>7.4673499999999997</c:v>
                </c:pt>
                <c:pt idx="7167">
                  <c:v>7.4771099999999997</c:v>
                </c:pt>
                <c:pt idx="7168">
                  <c:v>7.4836400000000003</c:v>
                </c:pt>
                <c:pt idx="7169">
                  <c:v>7.4682599999999999</c:v>
                </c:pt>
                <c:pt idx="7170">
                  <c:v>7.4778599999999997</c:v>
                </c:pt>
                <c:pt idx="7171">
                  <c:v>7.4847799999999998</c:v>
                </c:pt>
                <c:pt idx="7172">
                  <c:v>7.4668700000000001</c:v>
                </c:pt>
                <c:pt idx="7173">
                  <c:v>7.4803699999999997</c:v>
                </c:pt>
                <c:pt idx="7174">
                  <c:v>7.4684100000000004</c:v>
                </c:pt>
                <c:pt idx="7175">
                  <c:v>7.4710200000000002</c:v>
                </c:pt>
                <c:pt idx="7176">
                  <c:v>7.4786099999999998</c:v>
                </c:pt>
                <c:pt idx="7177">
                  <c:v>7.4777500000000003</c:v>
                </c:pt>
                <c:pt idx="7178">
                  <c:v>7.4786000000000001</c:v>
                </c:pt>
                <c:pt idx="7179">
                  <c:v>7.4636199999999997</c:v>
                </c:pt>
                <c:pt idx="7180">
                  <c:v>7.46692</c:v>
                </c:pt>
                <c:pt idx="7181">
                  <c:v>7.50021</c:v>
                </c:pt>
                <c:pt idx="7182">
                  <c:v>7.4736099999999999</c:v>
                </c:pt>
                <c:pt idx="7183">
                  <c:v>7.4739000000000004</c:v>
                </c:pt>
                <c:pt idx="7184">
                  <c:v>7.4730800000000004</c:v>
                </c:pt>
                <c:pt idx="7185">
                  <c:v>7.4687400000000004</c:v>
                </c:pt>
                <c:pt idx="7186">
                  <c:v>7.47499</c:v>
                </c:pt>
                <c:pt idx="7187">
                  <c:v>7.4935299999999998</c:v>
                </c:pt>
                <c:pt idx="7188">
                  <c:v>7.47011</c:v>
                </c:pt>
                <c:pt idx="7189">
                  <c:v>7.4834399999999999</c:v>
                </c:pt>
                <c:pt idx="7190">
                  <c:v>7.4805999999999999</c:v>
                </c:pt>
                <c:pt idx="7191">
                  <c:v>7.4985900000000001</c:v>
                </c:pt>
                <c:pt idx="7192">
                  <c:v>7.4661400000000002</c:v>
                </c:pt>
                <c:pt idx="7193">
                  <c:v>7.4849199999999998</c:v>
                </c:pt>
                <c:pt idx="7194">
                  <c:v>7.4898999999999996</c:v>
                </c:pt>
                <c:pt idx="7195">
                  <c:v>7.4798099999999996</c:v>
                </c:pt>
                <c:pt idx="7196">
                  <c:v>7.4797200000000004</c:v>
                </c:pt>
                <c:pt idx="7197">
                  <c:v>7.4711499999999997</c:v>
                </c:pt>
                <c:pt idx="7198">
                  <c:v>7.5062600000000002</c:v>
                </c:pt>
                <c:pt idx="7199">
                  <c:v>7.4779499999999999</c:v>
                </c:pt>
                <c:pt idx="7200">
                  <c:v>7.4880300000000002</c:v>
                </c:pt>
                <c:pt idx="7201">
                  <c:v>7.4725700000000002</c:v>
                </c:pt>
                <c:pt idx="7202">
                  <c:v>7.4793399999999997</c:v>
                </c:pt>
                <c:pt idx="7203">
                  <c:v>7.4922599999999999</c:v>
                </c:pt>
                <c:pt idx="7204">
                  <c:v>7.4652200000000004</c:v>
                </c:pt>
                <c:pt idx="7205">
                  <c:v>7.4743700000000004</c:v>
                </c:pt>
                <c:pt idx="7206">
                  <c:v>7.4628399999999999</c:v>
                </c:pt>
                <c:pt idx="7207">
                  <c:v>7.4906199999999998</c:v>
                </c:pt>
                <c:pt idx="7208">
                  <c:v>7.4773399999999999</c:v>
                </c:pt>
                <c:pt idx="7209">
                  <c:v>7.4919500000000001</c:v>
                </c:pt>
                <c:pt idx="7210">
                  <c:v>7.4752700000000001</c:v>
                </c:pt>
                <c:pt idx="7211">
                  <c:v>7.47011</c:v>
                </c:pt>
                <c:pt idx="7212">
                  <c:v>7.4742899999999999</c:v>
                </c:pt>
                <c:pt idx="7213">
                  <c:v>7.4639800000000003</c:v>
                </c:pt>
                <c:pt idx="7214">
                  <c:v>7.4816700000000003</c:v>
                </c:pt>
                <c:pt idx="7215">
                  <c:v>7.4648099999999999</c:v>
                </c:pt>
                <c:pt idx="7216">
                  <c:v>7.4728700000000003</c:v>
                </c:pt>
                <c:pt idx="7217">
                  <c:v>7.4783799999999996</c:v>
                </c:pt>
                <c:pt idx="7218">
                  <c:v>7.4866999999999999</c:v>
                </c:pt>
                <c:pt idx="7219">
                  <c:v>7.46258</c:v>
                </c:pt>
                <c:pt idx="7220">
                  <c:v>7.4766300000000001</c:v>
                </c:pt>
                <c:pt idx="7221">
                  <c:v>7.4689800000000002</c:v>
                </c:pt>
                <c:pt idx="7222">
                  <c:v>7.4616800000000003</c:v>
                </c:pt>
                <c:pt idx="7223">
                  <c:v>7.4988200000000003</c:v>
                </c:pt>
                <c:pt idx="7224">
                  <c:v>7.4853500000000004</c:v>
                </c:pt>
                <c:pt idx="7225">
                  <c:v>7.4786400000000004</c:v>
                </c:pt>
                <c:pt idx="7226">
                  <c:v>7.4987199999999996</c:v>
                </c:pt>
                <c:pt idx="7227">
                  <c:v>7.4874099999999997</c:v>
                </c:pt>
                <c:pt idx="7228">
                  <c:v>7.4720500000000003</c:v>
                </c:pt>
                <c:pt idx="7229">
                  <c:v>7.47384</c:v>
                </c:pt>
                <c:pt idx="7230">
                  <c:v>7.4836900000000002</c:v>
                </c:pt>
                <c:pt idx="7231">
                  <c:v>7.4681100000000002</c:v>
                </c:pt>
                <c:pt idx="7232">
                  <c:v>7.4941700000000004</c:v>
                </c:pt>
                <c:pt idx="7233">
                  <c:v>7.4880000000000004</c:v>
                </c:pt>
                <c:pt idx="7234">
                  <c:v>7.4636199999999997</c:v>
                </c:pt>
                <c:pt idx="7235">
                  <c:v>7.4829499999999998</c:v>
                </c:pt>
                <c:pt idx="7236">
                  <c:v>7.4977</c:v>
                </c:pt>
                <c:pt idx="7237">
                  <c:v>7.4842599999999999</c:v>
                </c:pt>
                <c:pt idx="7238">
                  <c:v>7.5009899999999998</c:v>
                </c:pt>
                <c:pt idx="7239">
                  <c:v>7.4723499999999996</c:v>
                </c:pt>
                <c:pt idx="7240">
                  <c:v>7.4832400000000003</c:v>
                </c:pt>
                <c:pt idx="7241">
                  <c:v>7.4812599999999998</c:v>
                </c:pt>
                <c:pt idx="7242">
                  <c:v>7.4816900000000004</c:v>
                </c:pt>
                <c:pt idx="7243">
                  <c:v>7.4750500000000004</c:v>
                </c:pt>
                <c:pt idx="7244">
                  <c:v>7.4893799999999997</c:v>
                </c:pt>
                <c:pt idx="7245">
                  <c:v>7.4820500000000001</c:v>
                </c:pt>
                <c:pt idx="7246">
                  <c:v>7.4642600000000003</c:v>
                </c:pt>
                <c:pt idx="7247">
                  <c:v>7.4809799999999997</c:v>
                </c:pt>
                <c:pt idx="7248">
                  <c:v>7.4758800000000001</c:v>
                </c:pt>
                <c:pt idx="7249">
                  <c:v>7.4718400000000003</c:v>
                </c:pt>
                <c:pt idx="7250">
                  <c:v>7.4915599999999998</c:v>
                </c:pt>
                <c:pt idx="7251">
                  <c:v>7.4688999999999997</c:v>
                </c:pt>
                <c:pt idx="7252">
                  <c:v>7.4738600000000002</c:v>
                </c:pt>
                <c:pt idx="7253">
                  <c:v>7.4839500000000001</c:v>
                </c:pt>
                <c:pt idx="7254">
                  <c:v>7.4687799999999998</c:v>
                </c:pt>
                <c:pt idx="7255">
                  <c:v>7.4766700000000004</c:v>
                </c:pt>
                <c:pt idx="7256">
                  <c:v>7.4892099999999999</c:v>
                </c:pt>
                <c:pt idx="7257">
                  <c:v>7.4855700000000001</c:v>
                </c:pt>
                <c:pt idx="7258">
                  <c:v>7.4810699999999999</c:v>
                </c:pt>
                <c:pt idx="7259">
                  <c:v>7.4841100000000003</c:v>
                </c:pt>
                <c:pt idx="7260">
                  <c:v>7.4942200000000003</c:v>
                </c:pt>
                <c:pt idx="7261">
                  <c:v>7.4781500000000003</c:v>
                </c:pt>
                <c:pt idx="7262">
                  <c:v>7.4798900000000001</c:v>
                </c:pt>
                <c:pt idx="7263">
                  <c:v>7.4833499999999997</c:v>
                </c:pt>
                <c:pt idx="7264">
                  <c:v>7.4839700000000002</c:v>
                </c:pt>
                <c:pt idx="7265">
                  <c:v>7.5018000000000002</c:v>
                </c:pt>
                <c:pt idx="7266">
                  <c:v>7.4966699999999999</c:v>
                </c:pt>
                <c:pt idx="7267">
                  <c:v>7.4676799999999997</c:v>
                </c:pt>
                <c:pt idx="7268">
                  <c:v>7.4897099999999996</c:v>
                </c:pt>
                <c:pt idx="7269">
                  <c:v>7.4912200000000002</c:v>
                </c:pt>
                <c:pt idx="7270">
                  <c:v>7.5100100000000003</c:v>
                </c:pt>
                <c:pt idx="7271">
                  <c:v>7.4754899999999997</c:v>
                </c:pt>
                <c:pt idx="7272">
                  <c:v>7.4864899999999999</c:v>
                </c:pt>
                <c:pt idx="7273">
                  <c:v>7.48123</c:v>
                </c:pt>
                <c:pt idx="7274">
                  <c:v>7.4736099999999999</c:v>
                </c:pt>
                <c:pt idx="7275">
                  <c:v>7.4800300000000002</c:v>
                </c:pt>
                <c:pt idx="7276">
                  <c:v>7.4725099999999998</c:v>
                </c:pt>
                <c:pt idx="7277">
                  <c:v>7.4763999999999999</c:v>
                </c:pt>
                <c:pt idx="7278">
                  <c:v>7.4765600000000001</c:v>
                </c:pt>
                <c:pt idx="7279">
                  <c:v>7.4980700000000002</c:v>
                </c:pt>
                <c:pt idx="7280">
                  <c:v>7.46706</c:v>
                </c:pt>
                <c:pt idx="7281">
                  <c:v>7.4816000000000003</c:v>
                </c:pt>
                <c:pt idx="7282">
                  <c:v>7.4783200000000001</c:v>
                </c:pt>
                <c:pt idx="7283">
                  <c:v>7.4820099999999998</c:v>
                </c:pt>
                <c:pt idx="7284">
                  <c:v>7.4915500000000002</c:v>
                </c:pt>
                <c:pt idx="7285">
                  <c:v>7.4969900000000003</c:v>
                </c:pt>
                <c:pt idx="7286">
                  <c:v>7.4893999999999998</c:v>
                </c:pt>
                <c:pt idx="7287">
                  <c:v>7.4917699999999998</c:v>
                </c:pt>
                <c:pt idx="7288">
                  <c:v>7.4671099999999999</c:v>
                </c:pt>
                <c:pt idx="7289">
                  <c:v>7.4762599999999999</c:v>
                </c:pt>
                <c:pt idx="7290">
                  <c:v>7.4926000000000004</c:v>
                </c:pt>
                <c:pt idx="7291">
                  <c:v>7.4784600000000001</c:v>
                </c:pt>
                <c:pt idx="7292">
                  <c:v>7.5061099999999996</c:v>
                </c:pt>
                <c:pt idx="7293">
                  <c:v>7.4718299999999997</c:v>
                </c:pt>
                <c:pt idx="7294">
                  <c:v>7.4804399999999998</c:v>
                </c:pt>
                <c:pt idx="7295">
                  <c:v>7.4717799999999999</c:v>
                </c:pt>
                <c:pt idx="7296">
                  <c:v>7.4786099999999998</c:v>
                </c:pt>
                <c:pt idx="7297">
                  <c:v>7.49519</c:v>
                </c:pt>
                <c:pt idx="7298">
                  <c:v>7.4949500000000002</c:v>
                </c:pt>
                <c:pt idx="7299">
                  <c:v>7.4792300000000003</c:v>
                </c:pt>
                <c:pt idx="7300">
                  <c:v>7.4772699999999999</c:v>
                </c:pt>
                <c:pt idx="7301">
                  <c:v>7.4971199999999998</c:v>
                </c:pt>
                <c:pt idx="7302">
                  <c:v>7.4966600000000003</c:v>
                </c:pt>
                <c:pt idx="7303">
                  <c:v>7.4828099999999997</c:v>
                </c:pt>
                <c:pt idx="7304">
                  <c:v>7.4999000000000002</c:v>
                </c:pt>
                <c:pt idx="7305">
                  <c:v>7.48902</c:v>
                </c:pt>
                <c:pt idx="7306">
                  <c:v>7.4929199999999998</c:v>
                </c:pt>
                <c:pt idx="7307">
                  <c:v>7.4755000000000003</c:v>
                </c:pt>
                <c:pt idx="7308">
                  <c:v>7.4748099999999997</c:v>
                </c:pt>
                <c:pt idx="7309">
                  <c:v>7.5075099999999999</c:v>
                </c:pt>
                <c:pt idx="7310">
                  <c:v>7.484</c:v>
                </c:pt>
                <c:pt idx="7311">
                  <c:v>7.4859299999999998</c:v>
                </c:pt>
                <c:pt idx="7312">
                  <c:v>7.4854900000000004</c:v>
                </c:pt>
                <c:pt idx="7313">
                  <c:v>7.4877200000000004</c:v>
                </c:pt>
                <c:pt idx="7314">
                  <c:v>7.4904299999999999</c:v>
                </c:pt>
                <c:pt idx="7315">
                  <c:v>7.4855</c:v>
                </c:pt>
                <c:pt idx="7316">
                  <c:v>7.4878099999999996</c:v>
                </c:pt>
                <c:pt idx="7317">
                  <c:v>7.4817600000000004</c:v>
                </c:pt>
                <c:pt idx="7318">
                  <c:v>7.48184</c:v>
                </c:pt>
                <c:pt idx="7319">
                  <c:v>7.4940199999999999</c:v>
                </c:pt>
                <c:pt idx="7320">
                  <c:v>7.5013199999999998</c:v>
                </c:pt>
                <c:pt idx="7321">
                  <c:v>7.49857</c:v>
                </c:pt>
                <c:pt idx="7322">
                  <c:v>7.5010500000000002</c:v>
                </c:pt>
                <c:pt idx="7323">
                  <c:v>7.4952500000000004</c:v>
                </c:pt>
                <c:pt idx="7324">
                  <c:v>7.4987599999999999</c:v>
                </c:pt>
                <c:pt idx="7325">
                  <c:v>7.5091900000000003</c:v>
                </c:pt>
                <c:pt idx="7326">
                  <c:v>7.5103200000000001</c:v>
                </c:pt>
                <c:pt idx="7327">
                  <c:v>7.4874599999999996</c:v>
                </c:pt>
                <c:pt idx="7328">
                  <c:v>7.48637</c:v>
                </c:pt>
                <c:pt idx="7329">
                  <c:v>7.4877799999999999</c:v>
                </c:pt>
                <c:pt idx="7330">
                  <c:v>7.5029000000000003</c:v>
                </c:pt>
                <c:pt idx="7331">
                  <c:v>7.4791999999999996</c:v>
                </c:pt>
                <c:pt idx="7332">
                  <c:v>7.5056099999999999</c:v>
                </c:pt>
                <c:pt idx="7333">
                  <c:v>7.5037399999999996</c:v>
                </c:pt>
                <c:pt idx="7334">
                  <c:v>7.5038099999999996</c:v>
                </c:pt>
                <c:pt idx="7335">
                  <c:v>7.4992299999999998</c:v>
                </c:pt>
                <c:pt idx="7336">
                  <c:v>7.4972799999999999</c:v>
                </c:pt>
                <c:pt idx="7337">
                  <c:v>7.4943</c:v>
                </c:pt>
                <c:pt idx="7338">
                  <c:v>7.5100199999999999</c:v>
                </c:pt>
                <c:pt idx="7339">
                  <c:v>7.4905299999999997</c:v>
                </c:pt>
                <c:pt idx="7340">
                  <c:v>7.5017100000000001</c:v>
                </c:pt>
                <c:pt idx="7341">
                  <c:v>7.4986899999999999</c:v>
                </c:pt>
                <c:pt idx="7342">
                  <c:v>7.4901200000000001</c:v>
                </c:pt>
                <c:pt idx="7343">
                  <c:v>7.49017</c:v>
                </c:pt>
                <c:pt idx="7344">
                  <c:v>7.5040300000000002</c:v>
                </c:pt>
                <c:pt idx="7345">
                  <c:v>7.4823700000000004</c:v>
                </c:pt>
                <c:pt idx="7346">
                  <c:v>7.5018700000000003</c:v>
                </c:pt>
                <c:pt idx="7347">
                  <c:v>7.5089699999999997</c:v>
                </c:pt>
                <c:pt idx="7348">
                  <c:v>7.4986800000000002</c:v>
                </c:pt>
                <c:pt idx="7349">
                  <c:v>7.5070699999999997</c:v>
                </c:pt>
                <c:pt idx="7350">
                  <c:v>7.5015599999999996</c:v>
                </c:pt>
                <c:pt idx="7351">
                  <c:v>7.49132</c:v>
                </c:pt>
                <c:pt idx="7352">
                  <c:v>7.4905299999999997</c:v>
                </c:pt>
                <c:pt idx="7353">
                  <c:v>7.5205099999999998</c:v>
                </c:pt>
                <c:pt idx="7354">
                  <c:v>7.4924499999999998</c:v>
                </c:pt>
                <c:pt idx="7355">
                  <c:v>7.5077600000000002</c:v>
                </c:pt>
                <c:pt idx="7356">
                  <c:v>7.5147700000000004</c:v>
                </c:pt>
                <c:pt idx="7357">
                  <c:v>7.5013500000000004</c:v>
                </c:pt>
                <c:pt idx="7358">
                  <c:v>7.4857699999999996</c:v>
                </c:pt>
                <c:pt idx="7359">
                  <c:v>7.4983399999999998</c:v>
                </c:pt>
                <c:pt idx="7360">
                  <c:v>7.4981900000000001</c:v>
                </c:pt>
                <c:pt idx="7361">
                  <c:v>7.5062600000000002</c:v>
                </c:pt>
                <c:pt idx="7362">
                  <c:v>7.50136</c:v>
                </c:pt>
                <c:pt idx="7363">
                  <c:v>7.4911700000000003</c:v>
                </c:pt>
                <c:pt idx="7364">
                  <c:v>7.4949700000000004</c:v>
                </c:pt>
                <c:pt idx="7365">
                  <c:v>7.5053599999999996</c:v>
                </c:pt>
                <c:pt idx="7366">
                  <c:v>7.5267900000000001</c:v>
                </c:pt>
                <c:pt idx="7367">
                  <c:v>7.5042400000000002</c:v>
                </c:pt>
                <c:pt idx="7368">
                  <c:v>7.5158399999999999</c:v>
                </c:pt>
                <c:pt idx="7369">
                  <c:v>7.5166199999999996</c:v>
                </c:pt>
                <c:pt idx="7370">
                  <c:v>7.50197</c:v>
                </c:pt>
                <c:pt idx="7371">
                  <c:v>7.4955299999999996</c:v>
                </c:pt>
                <c:pt idx="7372">
                  <c:v>7.51248</c:v>
                </c:pt>
                <c:pt idx="7373">
                  <c:v>7.4889599999999996</c:v>
                </c:pt>
                <c:pt idx="7374">
                  <c:v>7.5080499999999999</c:v>
                </c:pt>
                <c:pt idx="7375">
                  <c:v>7.4953000000000003</c:v>
                </c:pt>
                <c:pt idx="7376">
                  <c:v>7.5123199999999999</c:v>
                </c:pt>
                <c:pt idx="7377">
                  <c:v>7.5107400000000002</c:v>
                </c:pt>
                <c:pt idx="7378">
                  <c:v>7.5047800000000002</c:v>
                </c:pt>
                <c:pt idx="7379">
                  <c:v>7.5077100000000003</c:v>
                </c:pt>
                <c:pt idx="7380">
                  <c:v>7.4960800000000001</c:v>
                </c:pt>
                <c:pt idx="7381">
                  <c:v>7.5040899999999997</c:v>
                </c:pt>
                <c:pt idx="7382">
                  <c:v>7.5095200000000002</c:v>
                </c:pt>
                <c:pt idx="7383">
                  <c:v>7.5182700000000002</c:v>
                </c:pt>
                <c:pt idx="7384">
                  <c:v>7.5183</c:v>
                </c:pt>
                <c:pt idx="7385">
                  <c:v>7.5037700000000003</c:v>
                </c:pt>
                <c:pt idx="7386">
                  <c:v>7.5209900000000003</c:v>
                </c:pt>
                <c:pt idx="7387">
                  <c:v>7.5066800000000002</c:v>
                </c:pt>
                <c:pt idx="7388">
                  <c:v>7.5020100000000003</c:v>
                </c:pt>
                <c:pt idx="7389">
                  <c:v>7.5007299999999999</c:v>
                </c:pt>
                <c:pt idx="7390">
                  <c:v>7.5107699999999999</c:v>
                </c:pt>
                <c:pt idx="7391">
                  <c:v>7.5039300000000004</c:v>
                </c:pt>
                <c:pt idx="7392">
                  <c:v>7.5030799999999997</c:v>
                </c:pt>
                <c:pt idx="7393">
                  <c:v>7.5034599999999996</c:v>
                </c:pt>
                <c:pt idx="7394">
                  <c:v>7.5086700000000004</c:v>
                </c:pt>
                <c:pt idx="7395">
                  <c:v>7.5074100000000001</c:v>
                </c:pt>
                <c:pt idx="7396">
                  <c:v>7.5062800000000003</c:v>
                </c:pt>
                <c:pt idx="7397">
                  <c:v>7.4961700000000002</c:v>
                </c:pt>
                <c:pt idx="7398">
                  <c:v>7.5107999999999997</c:v>
                </c:pt>
                <c:pt idx="7399">
                  <c:v>7.5057900000000002</c:v>
                </c:pt>
                <c:pt idx="7400">
                  <c:v>7.5064000000000002</c:v>
                </c:pt>
                <c:pt idx="7401">
                  <c:v>7.5290900000000001</c:v>
                </c:pt>
                <c:pt idx="7402">
                  <c:v>7.5175000000000001</c:v>
                </c:pt>
                <c:pt idx="7403">
                  <c:v>7.5065</c:v>
                </c:pt>
                <c:pt idx="7404">
                  <c:v>7.5311199999999996</c:v>
                </c:pt>
                <c:pt idx="7405">
                  <c:v>7.5343499999999999</c:v>
                </c:pt>
                <c:pt idx="7406">
                  <c:v>7.5257399999999999</c:v>
                </c:pt>
                <c:pt idx="7407">
                  <c:v>7.5305900000000001</c:v>
                </c:pt>
                <c:pt idx="7408">
                  <c:v>7.5066100000000002</c:v>
                </c:pt>
                <c:pt idx="7409">
                  <c:v>7.5480700000000001</c:v>
                </c:pt>
                <c:pt idx="7410">
                  <c:v>7.5401600000000002</c:v>
                </c:pt>
                <c:pt idx="7411">
                  <c:v>7.5182500000000001</c:v>
                </c:pt>
                <c:pt idx="7412">
                  <c:v>7.5194299999999998</c:v>
                </c:pt>
                <c:pt idx="7413">
                  <c:v>7.51363</c:v>
                </c:pt>
                <c:pt idx="7414">
                  <c:v>7.5228000000000002</c:v>
                </c:pt>
                <c:pt idx="7415">
                  <c:v>7.5254000000000003</c:v>
                </c:pt>
                <c:pt idx="7416">
                  <c:v>7.5154899999999998</c:v>
                </c:pt>
                <c:pt idx="7417">
                  <c:v>7.5239399999999996</c:v>
                </c:pt>
                <c:pt idx="7418">
                  <c:v>7.5147500000000003</c:v>
                </c:pt>
                <c:pt idx="7419">
                  <c:v>7.5112699999999997</c:v>
                </c:pt>
                <c:pt idx="7420">
                  <c:v>7.5188199999999998</c:v>
                </c:pt>
                <c:pt idx="7421">
                  <c:v>7.5379800000000001</c:v>
                </c:pt>
                <c:pt idx="7422">
                  <c:v>7.5042</c:v>
                </c:pt>
                <c:pt idx="7423">
                  <c:v>7.5079599999999997</c:v>
                </c:pt>
                <c:pt idx="7424">
                  <c:v>7.4918500000000003</c:v>
                </c:pt>
                <c:pt idx="7425">
                  <c:v>7.5169600000000001</c:v>
                </c:pt>
                <c:pt idx="7426">
                  <c:v>7.4916099999999997</c:v>
                </c:pt>
                <c:pt idx="7427">
                  <c:v>7.5252499999999998</c:v>
                </c:pt>
                <c:pt idx="7428">
                  <c:v>7.5134999999999996</c:v>
                </c:pt>
                <c:pt idx="7429">
                  <c:v>7.5149499999999998</c:v>
                </c:pt>
                <c:pt idx="7430">
                  <c:v>7.5042999999999997</c:v>
                </c:pt>
                <c:pt idx="7431">
                  <c:v>7.5175200000000002</c:v>
                </c:pt>
                <c:pt idx="7432">
                  <c:v>7.5089600000000001</c:v>
                </c:pt>
                <c:pt idx="7433">
                  <c:v>7.5409899999999999</c:v>
                </c:pt>
                <c:pt idx="7434">
                  <c:v>7.51213</c:v>
                </c:pt>
                <c:pt idx="7435">
                  <c:v>7.5038400000000003</c:v>
                </c:pt>
                <c:pt idx="7436">
                  <c:v>7.5124500000000003</c:v>
                </c:pt>
                <c:pt idx="7437">
                  <c:v>7.5156799999999997</c:v>
                </c:pt>
                <c:pt idx="7438">
                  <c:v>7.5098700000000003</c:v>
                </c:pt>
                <c:pt idx="7439">
                  <c:v>7.5179999999999998</c:v>
                </c:pt>
                <c:pt idx="7440">
                  <c:v>7.5015200000000002</c:v>
                </c:pt>
                <c:pt idx="7441">
                  <c:v>7.5281900000000004</c:v>
                </c:pt>
                <c:pt idx="7442">
                  <c:v>7.5056500000000002</c:v>
                </c:pt>
                <c:pt idx="7443">
                  <c:v>7.5159500000000001</c:v>
                </c:pt>
                <c:pt idx="7444">
                  <c:v>7.5178700000000003</c:v>
                </c:pt>
                <c:pt idx="7445">
                  <c:v>7.5110000000000001</c:v>
                </c:pt>
                <c:pt idx="7446">
                  <c:v>7.5022000000000002</c:v>
                </c:pt>
                <c:pt idx="7447">
                  <c:v>7.5120800000000001</c:v>
                </c:pt>
                <c:pt idx="7448">
                  <c:v>7.5235300000000001</c:v>
                </c:pt>
                <c:pt idx="7449">
                  <c:v>7.5307000000000004</c:v>
                </c:pt>
                <c:pt idx="7450">
                  <c:v>7.52841</c:v>
                </c:pt>
                <c:pt idx="7451">
                  <c:v>7.5104199999999999</c:v>
                </c:pt>
                <c:pt idx="7452">
                  <c:v>7.5356899999999998</c:v>
                </c:pt>
                <c:pt idx="7453">
                  <c:v>7.5204199999999997</c:v>
                </c:pt>
                <c:pt idx="7454">
                  <c:v>7.5407999999999999</c:v>
                </c:pt>
                <c:pt idx="7455">
                  <c:v>7.5252800000000004</c:v>
                </c:pt>
                <c:pt idx="7456">
                  <c:v>7.52346</c:v>
                </c:pt>
                <c:pt idx="7457">
                  <c:v>7.5355800000000004</c:v>
                </c:pt>
                <c:pt idx="7458">
                  <c:v>7.53714</c:v>
                </c:pt>
                <c:pt idx="7459">
                  <c:v>7.5165699999999998</c:v>
                </c:pt>
                <c:pt idx="7460">
                  <c:v>7.5382100000000003</c:v>
                </c:pt>
                <c:pt idx="7461">
                  <c:v>7.5360199999999997</c:v>
                </c:pt>
                <c:pt idx="7462">
                  <c:v>7.5146699999999997</c:v>
                </c:pt>
                <c:pt idx="7463">
                  <c:v>7.53207</c:v>
                </c:pt>
                <c:pt idx="7464">
                  <c:v>7.5104899999999999</c:v>
                </c:pt>
                <c:pt idx="7465">
                  <c:v>7.5251900000000003</c:v>
                </c:pt>
                <c:pt idx="7466">
                  <c:v>7.5055300000000003</c:v>
                </c:pt>
                <c:pt idx="7467">
                  <c:v>7.5110999999999999</c:v>
                </c:pt>
                <c:pt idx="7468">
                  <c:v>7.5155399999999997</c:v>
                </c:pt>
                <c:pt idx="7469">
                  <c:v>7.5224700000000002</c:v>
                </c:pt>
                <c:pt idx="7470">
                  <c:v>7.52752</c:v>
                </c:pt>
                <c:pt idx="7471">
                  <c:v>7.5282900000000001</c:v>
                </c:pt>
                <c:pt idx="7472">
                  <c:v>7.5218499999999997</c:v>
                </c:pt>
                <c:pt idx="7473">
                  <c:v>7.5182500000000001</c:v>
                </c:pt>
                <c:pt idx="7474">
                  <c:v>7.5207499999999996</c:v>
                </c:pt>
                <c:pt idx="7475">
                  <c:v>7.54169</c:v>
                </c:pt>
                <c:pt idx="7476">
                  <c:v>7.5216700000000003</c:v>
                </c:pt>
                <c:pt idx="7477">
                  <c:v>7.5225900000000001</c:v>
                </c:pt>
                <c:pt idx="7478">
                  <c:v>7.5327999999999999</c:v>
                </c:pt>
                <c:pt idx="7479">
                  <c:v>7.5129299999999999</c:v>
                </c:pt>
                <c:pt idx="7480">
                  <c:v>7.5238800000000001</c:v>
                </c:pt>
                <c:pt idx="7481">
                  <c:v>7.5300500000000001</c:v>
                </c:pt>
                <c:pt idx="7482">
                  <c:v>7.5189500000000002</c:v>
                </c:pt>
                <c:pt idx="7483">
                  <c:v>7.5487599999999997</c:v>
                </c:pt>
                <c:pt idx="7484">
                  <c:v>7.5111600000000003</c:v>
                </c:pt>
                <c:pt idx="7485">
                  <c:v>7.5148200000000003</c:v>
                </c:pt>
                <c:pt idx="7486">
                  <c:v>7.5003000000000002</c:v>
                </c:pt>
                <c:pt idx="7487">
                  <c:v>7.5346099999999998</c:v>
                </c:pt>
                <c:pt idx="7488">
                  <c:v>7.5230300000000003</c:v>
                </c:pt>
                <c:pt idx="7489">
                  <c:v>7.5066600000000001</c:v>
                </c:pt>
                <c:pt idx="7490">
                  <c:v>7.5016600000000002</c:v>
                </c:pt>
                <c:pt idx="7491">
                  <c:v>7.5046299999999997</c:v>
                </c:pt>
                <c:pt idx="7492">
                  <c:v>7.5036500000000004</c:v>
                </c:pt>
                <c:pt idx="7493">
                  <c:v>7.5119400000000001</c:v>
                </c:pt>
                <c:pt idx="7494">
                  <c:v>7.5291800000000002</c:v>
                </c:pt>
                <c:pt idx="7495">
                  <c:v>7.5049599999999996</c:v>
                </c:pt>
                <c:pt idx="7496">
                  <c:v>7.5283600000000002</c:v>
                </c:pt>
                <c:pt idx="7497">
                  <c:v>7.5037599999999998</c:v>
                </c:pt>
                <c:pt idx="7498">
                  <c:v>7.52583</c:v>
                </c:pt>
                <c:pt idx="7499">
                  <c:v>7.5193000000000003</c:v>
                </c:pt>
                <c:pt idx="7500">
                  <c:v>7.5387000000000004</c:v>
                </c:pt>
                <c:pt idx="7501">
                  <c:v>7.5119699999999998</c:v>
                </c:pt>
                <c:pt idx="7502">
                  <c:v>7.5261300000000002</c:v>
                </c:pt>
                <c:pt idx="7503">
                  <c:v>7.5281399999999996</c:v>
                </c:pt>
                <c:pt idx="7504">
                  <c:v>7.5235599999999998</c:v>
                </c:pt>
                <c:pt idx="7505">
                  <c:v>7.5155799999999999</c:v>
                </c:pt>
                <c:pt idx="7506">
                  <c:v>7.5343299999999997</c:v>
                </c:pt>
                <c:pt idx="7507">
                  <c:v>7.5199499999999997</c:v>
                </c:pt>
                <c:pt idx="7508">
                  <c:v>7.5079000000000002</c:v>
                </c:pt>
                <c:pt idx="7509">
                  <c:v>7.5090399999999997</c:v>
                </c:pt>
                <c:pt idx="7510">
                  <c:v>7.5316999999999998</c:v>
                </c:pt>
                <c:pt idx="7511">
                  <c:v>7.5199800000000003</c:v>
                </c:pt>
                <c:pt idx="7512">
                  <c:v>7.5200399999999998</c:v>
                </c:pt>
                <c:pt idx="7513">
                  <c:v>7.5378999999999996</c:v>
                </c:pt>
                <c:pt idx="7514">
                  <c:v>7.5129099999999998</c:v>
                </c:pt>
                <c:pt idx="7515">
                  <c:v>7.5153800000000004</c:v>
                </c:pt>
                <c:pt idx="7516">
                  <c:v>7.50718</c:v>
                </c:pt>
                <c:pt idx="7517">
                  <c:v>7.5199299999999996</c:v>
                </c:pt>
                <c:pt idx="7518">
                  <c:v>7.52041</c:v>
                </c:pt>
                <c:pt idx="7519">
                  <c:v>7.5173199999999998</c:v>
                </c:pt>
                <c:pt idx="7520">
                  <c:v>7.5239799999999999</c:v>
                </c:pt>
                <c:pt idx="7521">
                  <c:v>7.5193199999999996</c:v>
                </c:pt>
                <c:pt idx="7522">
                  <c:v>7.5083299999999999</c:v>
                </c:pt>
                <c:pt idx="7523">
                  <c:v>7.5117700000000003</c:v>
                </c:pt>
                <c:pt idx="7524">
                  <c:v>7.5024199999999999</c:v>
                </c:pt>
                <c:pt idx="7525">
                  <c:v>7.5218499999999997</c:v>
                </c:pt>
                <c:pt idx="7526">
                  <c:v>7.5175900000000002</c:v>
                </c:pt>
                <c:pt idx="7527">
                  <c:v>7.4979399999999998</c:v>
                </c:pt>
                <c:pt idx="7528">
                  <c:v>7.5167099999999998</c:v>
                </c:pt>
                <c:pt idx="7529">
                  <c:v>7.5104600000000001</c:v>
                </c:pt>
                <c:pt idx="7530">
                  <c:v>7.5282600000000004</c:v>
                </c:pt>
                <c:pt idx="7531">
                  <c:v>7.5413300000000003</c:v>
                </c:pt>
                <c:pt idx="7532">
                  <c:v>7.5165199999999999</c:v>
                </c:pt>
                <c:pt idx="7533">
                  <c:v>7.5356699999999996</c:v>
                </c:pt>
                <c:pt idx="7534">
                  <c:v>7.5088699999999999</c:v>
                </c:pt>
                <c:pt idx="7535">
                  <c:v>7.53247</c:v>
                </c:pt>
                <c:pt idx="7536">
                  <c:v>7.5087900000000003</c:v>
                </c:pt>
                <c:pt idx="7537">
                  <c:v>7.5315000000000003</c:v>
                </c:pt>
                <c:pt idx="7538">
                  <c:v>7.5309400000000002</c:v>
                </c:pt>
                <c:pt idx="7539">
                  <c:v>7.5475199999999996</c:v>
                </c:pt>
                <c:pt idx="7540">
                  <c:v>7.53742</c:v>
                </c:pt>
                <c:pt idx="7541">
                  <c:v>7.5319200000000004</c:v>
                </c:pt>
                <c:pt idx="7542">
                  <c:v>7.5415099999999997</c:v>
                </c:pt>
                <c:pt idx="7543">
                  <c:v>7.5235099999999999</c:v>
                </c:pt>
                <c:pt idx="7544">
                  <c:v>7.5178700000000003</c:v>
                </c:pt>
                <c:pt idx="7545">
                  <c:v>7.5172699999999999</c:v>
                </c:pt>
                <c:pt idx="7546">
                  <c:v>7.5290600000000003</c:v>
                </c:pt>
                <c:pt idx="7547">
                  <c:v>7.52494</c:v>
                </c:pt>
                <c:pt idx="7548">
                  <c:v>7.51755</c:v>
                </c:pt>
                <c:pt idx="7549">
                  <c:v>7.5360500000000004</c:v>
                </c:pt>
                <c:pt idx="7550">
                  <c:v>7.5205299999999999</c:v>
                </c:pt>
                <c:pt idx="7551">
                  <c:v>7.5184800000000003</c:v>
                </c:pt>
                <c:pt idx="7552">
                  <c:v>7.51586</c:v>
                </c:pt>
                <c:pt idx="7553">
                  <c:v>7.5401999999999996</c:v>
                </c:pt>
                <c:pt idx="7554">
                  <c:v>7.5163799999999998</c:v>
                </c:pt>
                <c:pt idx="7555">
                  <c:v>7.5264800000000003</c:v>
                </c:pt>
                <c:pt idx="7556">
                  <c:v>7.5364399999999998</c:v>
                </c:pt>
                <c:pt idx="7557">
                  <c:v>7.5249499999999996</c:v>
                </c:pt>
                <c:pt idx="7558">
                  <c:v>7.5363899999999999</c:v>
                </c:pt>
                <c:pt idx="7559">
                  <c:v>7.5232999999999999</c:v>
                </c:pt>
                <c:pt idx="7560">
                  <c:v>7.5257399999999999</c:v>
                </c:pt>
                <c:pt idx="7561">
                  <c:v>7.5190999999999999</c:v>
                </c:pt>
                <c:pt idx="7562">
                  <c:v>7.5283300000000004</c:v>
                </c:pt>
                <c:pt idx="7563">
                  <c:v>7.5236499999999999</c:v>
                </c:pt>
                <c:pt idx="7564">
                  <c:v>7.5152000000000001</c:v>
                </c:pt>
                <c:pt idx="7565">
                  <c:v>7.5197700000000003</c:v>
                </c:pt>
                <c:pt idx="7566">
                  <c:v>7.5285700000000002</c:v>
                </c:pt>
                <c:pt idx="7567">
                  <c:v>7.5235200000000004</c:v>
                </c:pt>
                <c:pt idx="7568">
                  <c:v>7.5129099999999998</c:v>
                </c:pt>
                <c:pt idx="7569">
                  <c:v>7.5090300000000001</c:v>
                </c:pt>
                <c:pt idx="7570">
                  <c:v>7.5292599999999998</c:v>
                </c:pt>
                <c:pt idx="7571">
                  <c:v>7.5125099999999998</c:v>
                </c:pt>
                <c:pt idx="7572">
                  <c:v>7.5166500000000003</c:v>
                </c:pt>
                <c:pt idx="7573">
                  <c:v>7.5298600000000002</c:v>
                </c:pt>
                <c:pt idx="7574">
                  <c:v>7.5377099999999997</c:v>
                </c:pt>
                <c:pt idx="7575">
                  <c:v>7.5125500000000001</c:v>
                </c:pt>
                <c:pt idx="7576">
                  <c:v>7.5235399999999997</c:v>
                </c:pt>
                <c:pt idx="7577">
                  <c:v>7.5348899999999999</c:v>
                </c:pt>
                <c:pt idx="7578">
                  <c:v>7.5244799999999996</c:v>
                </c:pt>
                <c:pt idx="7579">
                  <c:v>7.5366499999999998</c:v>
                </c:pt>
                <c:pt idx="7580">
                  <c:v>7.5321499999999997</c:v>
                </c:pt>
                <c:pt idx="7581">
                  <c:v>7.5309999999999997</c:v>
                </c:pt>
                <c:pt idx="7582">
                  <c:v>7.5151399999999997</c:v>
                </c:pt>
                <c:pt idx="7583">
                  <c:v>7.5217499999999999</c:v>
                </c:pt>
                <c:pt idx="7584">
                  <c:v>7.5453900000000003</c:v>
                </c:pt>
                <c:pt idx="7585">
                  <c:v>7.5370799999999996</c:v>
                </c:pt>
                <c:pt idx="7586">
                  <c:v>7.5283800000000003</c:v>
                </c:pt>
                <c:pt idx="7587">
                  <c:v>7.5102700000000002</c:v>
                </c:pt>
                <c:pt idx="7588">
                  <c:v>7.53782</c:v>
                </c:pt>
                <c:pt idx="7589">
                  <c:v>7.5107299999999997</c:v>
                </c:pt>
                <c:pt idx="7590">
                  <c:v>7.52928</c:v>
                </c:pt>
                <c:pt idx="7591">
                  <c:v>7.5206900000000001</c:v>
                </c:pt>
                <c:pt idx="7592">
                  <c:v>7.5179999999999998</c:v>
                </c:pt>
                <c:pt idx="7593">
                  <c:v>7.5113899999999996</c:v>
                </c:pt>
                <c:pt idx="7594">
                  <c:v>7.5482399999999998</c:v>
                </c:pt>
                <c:pt idx="7595">
                  <c:v>7.52806</c:v>
                </c:pt>
                <c:pt idx="7596">
                  <c:v>7.5424899999999999</c:v>
                </c:pt>
                <c:pt idx="7597">
                  <c:v>7.5338399999999996</c:v>
                </c:pt>
                <c:pt idx="7598">
                  <c:v>7.5262700000000002</c:v>
                </c:pt>
                <c:pt idx="7599">
                  <c:v>7.5359400000000001</c:v>
                </c:pt>
                <c:pt idx="7600">
                  <c:v>7.5239399999999996</c:v>
                </c:pt>
                <c:pt idx="7601">
                  <c:v>7.5492400000000002</c:v>
                </c:pt>
                <c:pt idx="7602">
                  <c:v>7.5521099999999999</c:v>
                </c:pt>
                <c:pt idx="7603">
                  <c:v>7.5530299999999997</c:v>
                </c:pt>
                <c:pt idx="7604">
                  <c:v>7.5530600000000003</c:v>
                </c:pt>
                <c:pt idx="7605">
                  <c:v>7.5436899999999998</c:v>
                </c:pt>
                <c:pt idx="7606">
                  <c:v>7.5250899999999996</c:v>
                </c:pt>
                <c:pt idx="7607">
                  <c:v>7.52766</c:v>
                </c:pt>
                <c:pt idx="7608">
                  <c:v>7.5388900000000003</c:v>
                </c:pt>
                <c:pt idx="7609">
                  <c:v>7.5353599999999998</c:v>
                </c:pt>
                <c:pt idx="7610">
                  <c:v>7.5258900000000004</c:v>
                </c:pt>
                <c:pt idx="7611">
                  <c:v>7.5156599999999996</c:v>
                </c:pt>
                <c:pt idx="7612">
                  <c:v>7.5275699999999999</c:v>
                </c:pt>
                <c:pt idx="7613">
                  <c:v>7.5297700000000001</c:v>
                </c:pt>
                <c:pt idx="7614">
                  <c:v>7.5280500000000004</c:v>
                </c:pt>
                <c:pt idx="7615">
                  <c:v>7.5325899999999999</c:v>
                </c:pt>
                <c:pt idx="7616">
                  <c:v>7.5274999999999999</c:v>
                </c:pt>
                <c:pt idx="7617">
                  <c:v>7.5303599999999999</c:v>
                </c:pt>
                <c:pt idx="7618">
                  <c:v>7.5468900000000003</c:v>
                </c:pt>
                <c:pt idx="7619">
                  <c:v>7.53111</c:v>
                </c:pt>
                <c:pt idx="7620">
                  <c:v>7.5210900000000001</c:v>
                </c:pt>
                <c:pt idx="7621">
                  <c:v>7.53606</c:v>
                </c:pt>
                <c:pt idx="7622">
                  <c:v>7.5275100000000004</c:v>
                </c:pt>
                <c:pt idx="7623">
                  <c:v>7.5447100000000002</c:v>
                </c:pt>
                <c:pt idx="7624">
                  <c:v>7.5469299999999997</c:v>
                </c:pt>
                <c:pt idx="7625">
                  <c:v>7.5278</c:v>
                </c:pt>
                <c:pt idx="7626">
                  <c:v>7.54725</c:v>
                </c:pt>
                <c:pt idx="7627">
                  <c:v>7.5264100000000003</c:v>
                </c:pt>
                <c:pt idx="7628">
                  <c:v>7.5234399999999999</c:v>
                </c:pt>
                <c:pt idx="7629">
                  <c:v>7.5333100000000002</c:v>
                </c:pt>
                <c:pt idx="7630">
                  <c:v>7.5241100000000003</c:v>
                </c:pt>
                <c:pt idx="7631">
                  <c:v>7.52501</c:v>
                </c:pt>
                <c:pt idx="7632">
                  <c:v>7.5361200000000004</c:v>
                </c:pt>
                <c:pt idx="7633">
                  <c:v>7.54359</c:v>
                </c:pt>
                <c:pt idx="7634">
                  <c:v>7.5297000000000001</c:v>
                </c:pt>
                <c:pt idx="7635">
                  <c:v>7.5390499999999996</c:v>
                </c:pt>
                <c:pt idx="7636">
                  <c:v>7.5320099999999996</c:v>
                </c:pt>
                <c:pt idx="7637">
                  <c:v>7.5527300000000004</c:v>
                </c:pt>
                <c:pt idx="7638">
                  <c:v>7.5403500000000001</c:v>
                </c:pt>
                <c:pt idx="7639">
                  <c:v>7.5427</c:v>
                </c:pt>
                <c:pt idx="7640">
                  <c:v>7.5293599999999996</c:v>
                </c:pt>
                <c:pt idx="7641">
                  <c:v>7.5353000000000003</c:v>
                </c:pt>
                <c:pt idx="7642">
                  <c:v>7.5377400000000003</c:v>
                </c:pt>
                <c:pt idx="7643">
                  <c:v>7.5221</c:v>
                </c:pt>
                <c:pt idx="7644">
                  <c:v>7.5430099999999998</c:v>
                </c:pt>
                <c:pt idx="7645">
                  <c:v>7.5416999999999996</c:v>
                </c:pt>
                <c:pt idx="7646">
                  <c:v>7.5424699999999998</c:v>
                </c:pt>
                <c:pt idx="7647">
                  <c:v>7.5283499999999997</c:v>
                </c:pt>
                <c:pt idx="7648">
                  <c:v>7.5189399999999997</c:v>
                </c:pt>
                <c:pt idx="7649">
                  <c:v>7.5349399999999997</c:v>
                </c:pt>
                <c:pt idx="7650">
                  <c:v>7.5216700000000003</c:v>
                </c:pt>
                <c:pt idx="7651">
                  <c:v>7.5270900000000003</c:v>
                </c:pt>
                <c:pt idx="7652">
                  <c:v>7.5285599999999997</c:v>
                </c:pt>
                <c:pt idx="7653">
                  <c:v>7.5461999999999998</c:v>
                </c:pt>
                <c:pt idx="7654">
                  <c:v>7.5678999999999998</c:v>
                </c:pt>
                <c:pt idx="7655">
                  <c:v>7.5255599999999996</c:v>
                </c:pt>
                <c:pt idx="7656">
                  <c:v>7.5389099999999996</c:v>
                </c:pt>
                <c:pt idx="7657">
                  <c:v>7.5238399999999999</c:v>
                </c:pt>
                <c:pt idx="7658">
                  <c:v>7.5328400000000002</c:v>
                </c:pt>
                <c:pt idx="7659">
                  <c:v>7.54373</c:v>
                </c:pt>
                <c:pt idx="7660">
                  <c:v>7.5370699999999999</c:v>
                </c:pt>
                <c:pt idx="7661">
                  <c:v>7.5411200000000003</c:v>
                </c:pt>
                <c:pt idx="7662">
                  <c:v>7.5479700000000003</c:v>
                </c:pt>
                <c:pt idx="7663">
                  <c:v>7.5621700000000001</c:v>
                </c:pt>
                <c:pt idx="7664">
                  <c:v>7.5362099999999996</c:v>
                </c:pt>
                <c:pt idx="7665">
                  <c:v>7.5439100000000003</c:v>
                </c:pt>
                <c:pt idx="7666">
                  <c:v>7.5589700000000004</c:v>
                </c:pt>
                <c:pt idx="7667">
                  <c:v>7.5267799999999996</c:v>
                </c:pt>
                <c:pt idx="7668">
                  <c:v>7.5263900000000001</c:v>
                </c:pt>
                <c:pt idx="7669">
                  <c:v>7.5324299999999997</c:v>
                </c:pt>
                <c:pt idx="7670">
                  <c:v>7.5392900000000003</c:v>
                </c:pt>
                <c:pt idx="7671">
                  <c:v>7.5238100000000001</c:v>
                </c:pt>
                <c:pt idx="7672">
                  <c:v>7.5306899999999999</c:v>
                </c:pt>
                <c:pt idx="7673">
                  <c:v>7.53911</c:v>
                </c:pt>
                <c:pt idx="7674">
                  <c:v>7.5531100000000002</c:v>
                </c:pt>
                <c:pt idx="7675">
                  <c:v>7.5433599999999998</c:v>
                </c:pt>
                <c:pt idx="7676">
                  <c:v>7.52956</c:v>
                </c:pt>
                <c:pt idx="7677">
                  <c:v>7.5492499999999998</c:v>
                </c:pt>
                <c:pt idx="7678">
                  <c:v>7.5473699999999999</c:v>
                </c:pt>
                <c:pt idx="7679">
                  <c:v>7.5399500000000002</c:v>
                </c:pt>
                <c:pt idx="7680">
                  <c:v>7.5327000000000002</c:v>
                </c:pt>
                <c:pt idx="7681">
                  <c:v>7.5235099999999999</c:v>
                </c:pt>
                <c:pt idx="7682">
                  <c:v>7.5265399999999998</c:v>
                </c:pt>
                <c:pt idx="7683">
                  <c:v>7.5329600000000001</c:v>
                </c:pt>
                <c:pt idx="7684">
                  <c:v>7.5453400000000004</c:v>
                </c:pt>
                <c:pt idx="7685">
                  <c:v>7.5525700000000002</c:v>
                </c:pt>
                <c:pt idx="7686">
                  <c:v>7.5521399999999996</c:v>
                </c:pt>
                <c:pt idx="7687">
                  <c:v>7.5350999999999999</c:v>
                </c:pt>
                <c:pt idx="7688">
                  <c:v>7.52806</c:v>
                </c:pt>
                <c:pt idx="7689">
                  <c:v>7.5364800000000001</c:v>
                </c:pt>
                <c:pt idx="7690">
                  <c:v>7.5222699999999998</c:v>
                </c:pt>
                <c:pt idx="7691">
                  <c:v>7.54596</c:v>
                </c:pt>
                <c:pt idx="7692">
                  <c:v>7.55593</c:v>
                </c:pt>
                <c:pt idx="7693">
                  <c:v>7.5375199999999998</c:v>
                </c:pt>
                <c:pt idx="7694">
                  <c:v>7.5382699999999998</c:v>
                </c:pt>
                <c:pt idx="7695">
                  <c:v>7.5358000000000001</c:v>
                </c:pt>
                <c:pt idx="7696">
                  <c:v>7.5637699999999999</c:v>
                </c:pt>
                <c:pt idx="7697">
                  <c:v>7.5289200000000003</c:v>
                </c:pt>
                <c:pt idx="7698">
                  <c:v>7.5621799999999997</c:v>
                </c:pt>
                <c:pt idx="7699">
                  <c:v>7.5459899999999998</c:v>
                </c:pt>
                <c:pt idx="7700">
                  <c:v>7.5338799999999999</c:v>
                </c:pt>
                <c:pt idx="7701">
                  <c:v>7.5332600000000003</c:v>
                </c:pt>
                <c:pt idx="7702">
                  <c:v>7.5481699999999998</c:v>
                </c:pt>
                <c:pt idx="7703">
                  <c:v>7.5325100000000003</c:v>
                </c:pt>
                <c:pt idx="7704">
                  <c:v>7.5417899999999998</c:v>
                </c:pt>
                <c:pt idx="7705">
                  <c:v>7.54854</c:v>
                </c:pt>
                <c:pt idx="7706">
                  <c:v>7.5483099999999999</c:v>
                </c:pt>
                <c:pt idx="7707">
                  <c:v>7.5348600000000001</c:v>
                </c:pt>
                <c:pt idx="7708">
                  <c:v>7.5348699999999997</c:v>
                </c:pt>
                <c:pt idx="7709">
                  <c:v>7.5506399999999996</c:v>
                </c:pt>
                <c:pt idx="7710">
                  <c:v>7.5441799999999999</c:v>
                </c:pt>
                <c:pt idx="7711">
                  <c:v>7.53172</c:v>
                </c:pt>
                <c:pt idx="7712">
                  <c:v>7.5339700000000001</c:v>
                </c:pt>
                <c:pt idx="7713">
                  <c:v>7.5500100000000003</c:v>
                </c:pt>
                <c:pt idx="7714">
                  <c:v>7.5526099999999996</c:v>
                </c:pt>
                <c:pt idx="7715">
                  <c:v>7.5334099999999999</c:v>
                </c:pt>
                <c:pt idx="7716">
                  <c:v>7.5706100000000003</c:v>
                </c:pt>
                <c:pt idx="7717">
                  <c:v>7.5555300000000001</c:v>
                </c:pt>
                <c:pt idx="7718">
                  <c:v>7.5624099999999999</c:v>
                </c:pt>
                <c:pt idx="7719">
                  <c:v>7.5489100000000002</c:v>
                </c:pt>
                <c:pt idx="7720">
                  <c:v>7.5380099999999999</c:v>
                </c:pt>
                <c:pt idx="7721">
                  <c:v>7.5277099999999999</c:v>
                </c:pt>
                <c:pt idx="7722">
                  <c:v>7.5619500000000004</c:v>
                </c:pt>
                <c:pt idx="7723">
                  <c:v>7.5367499999999996</c:v>
                </c:pt>
                <c:pt idx="7724">
                  <c:v>7.5404</c:v>
                </c:pt>
                <c:pt idx="7725">
                  <c:v>7.5358200000000002</c:v>
                </c:pt>
                <c:pt idx="7726">
                  <c:v>7.5412100000000004</c:v>
                </c:pt>
                <c:pt idx="7727">
                  <c:v>7.5514999999999999</c:v>
                </c:pt>
                <c:pt idx="7728">
                  <c:v>7.5609400000000004</c:v>
                </c:pt>
                <c:pt idx="7729">
                  <c:v>7.53444</c:v>
                </c:pt>
                <c:pt idx="7730">
                  <c:v>7.5436800000000002</c:v>
                </c:pt>
                <c:pt idx="7731">
                  <c:v>7.5338399999999996</c:v>
                </c:pt>
                <c:pt idx="7732">
                  <c:v>7.5252999999999997</c:v>
                </c:pt>
                <c:pt idx="7733">
                  <c:v>7.5267799999999996</c:v>
                </c:pt>
                <c:pt idx="7734">
                  <c:v>7.53538</c:v>
                </c:pt>
                <c:pt idx="7735">
                  <c:v>7.5309999999999997</c:v>
                </c:pt>
                <c:pt idx="7736">
                  <c:v>7.5454299999999996</c:v>
                </c:pt>
                <c:pt idx="7737">
                  <c:v>7.55138</c:v>
                </c:pt>
                <c:pt idx="7738">
                  <c:v>7.5446200000000001</c:v>
                </c:pt>
                <c:pt idx="7739">
                  <c:v>7.5455199999999998</c:v>
                </c:pt>
                <c:pt idx="7740">
                  <c:v>7.5500400000000001</c:v>
                </c:pt>
                <c:pt idx="7741">
                  <c:v>7.5326599999999999</c:v>
                </c:pt>
                <c:pt idx="7742">
                  <c:v>7.5457400000000003</c:v>
                </c:pt>
                <c:pt idx="7743">
                  <c:v>7.5383899999999997</c:v>
                </c:pt>
                <c:pt idx="7744">
                  <c:v>7.53695</c:v>
                </c:pt>
                <c:pt idx="7745">
                  <c:v>7.5583</c:v>
                </c:pt>
                <c:pt idx="7746">
                  <c:v>7.5598299999999998</c:v>
                </c:pt>
                <c:pt idx="7747">
                  <c:v>7.54251</c:v>
                </c:pt>
                <c:pt idx="7748">
                  <c:v>7.5554300000000003</c:v>
                </c:pt>
                <c:pt idx="7749">
                  <c:v>7.5670500000000001</c:v>
                </c:pt>
                <c:pt idx="7750">
                  <c:v>7.5538600000000002</c:v>
                </c:pt>
                <c:pt idx="7751">
                  <c:v>7.5739400000000003</c:v>
                </c:pt>
                <c:pt idx="7752">
                  <c:v>7.5496400000000001</c:v>
                </c:pt>
                <c:pt idx="7753">
                  <c:v>7.5578599999999998</c:v>
                </c:pt>
                <c:pt idx="7754">
                  <c:v>7.5439600000000002</c:v>
                </c:pt>
                <c:pt idx="7755">
                  <c:v>7.53606</c:v>
                </c:pt>
                <c:pt idx="7756">
                  <c:v>7.5411799999999998</c:v>
                </c:pt>
                <c:pt idx="7757">
                  <c:v>7.5632900000000003</c:v>
                </c:pt>
                <c:pt idx="7758">
                  <c:v>7.5461099999999997</c:v>
                </c:pt>
                <c:pt idx="7759">
                  <c:v>7.5689299999999999</c:v>
                </c:pt>
                <c:pt idx="7760">
                  <c:v>7.5466899999999999</c:v>
                </c:pt>
                <c:pt idx="7761">
                  <c:v>7.55443</c:v>
                </c:pt>
                <c:pt idx="7762">
                  <c:v>7.5413100000000002</c:v>
                </c:pt>
                <c:pt idx="7763">
                  <c:v>7.5382199999999999</c:v>
                </c:pt>
                <c:pt idx="7764">
                  <c:v>7.5337100000000001</c:v>
                </c:pt>
                <c:pt idx="7765">
                  <c:v>7.5174300000000001</c:v>
                </c:pt>
                <c:pt idx="7766">
                  <c:v>7.5531199999999998</c:v>
                </c:pt>
                <c:pt idx="7767">
                  <c:v>7.5361000000000002</c:v>
                </c:pt>
                <c:pt idx="7768">
                  <c:v>7.5446</c:v>
                </c:pt>
                <c:pt idx="7769">
                  <c:v>7.5432300000000003</c:v>
                </c:pt>
                <c:pt idx="7770">
                  <c:v>7.5391000000000004</c:v>
                </c:pt>
                <c:pt idx="7771">
                  <c:v>7.5365599999999997</c:v>
                </c:pt>
                <c:pt idx="7772">
                  <c:v>7.5450999999999997</c:v>
                </c:pt>
                <c:pt idx="7773">
                  <c:v>7.5291600000000001</c:v>
                </c:pt>
                <c:pt idx="7774">
                  <c:v>7.5282200000000001</c:v>
                </c:pt>
                <c:pt idx="7775">
                  <c:v>7.5521000000000003</c:v>
                </c:pt>
                <c:pt idx="7776">
                  <c:v>7.5358599999999996</c:v>
                </c:pt>
                <c:pt idx="7777">
                  <c:v>7.5336400000000001</c:v>
                </c:pt>
                <c:pt idx="7778">
                  <c:v>7.5394800000000002</c:v>
                </c:pt>
                <c:pt idx="7779">
                  <c:v>7.5333600000000001</c:v>
                </c:pt>
                <c:pt idx="7780">
                  <c:v>7.5653499999999996</c:v>
                </c:pt>
                <c:pt idx="7781">
                  <c:v>7.5244200000000001</c:v>
                </c:pt>
                <c:pt idx="7782">
                  <c:v>7.5434099999999997</c:v>
                </c:pt>
                <c:pt idx="7783">
                  <c:v>7.5320299999999998</c:v>
                </c:pt>
                <c:pt idx="7784">
                  <c:v>7.5322300000000002</c:v>
                </c:pt>
                <c:pt idx="7785">
                  <c:v>7.5439400000000001</c:v>
                </c:pt>
                <c:pt idx="7786">
                  <c:v>7.5636299999999999</c:v>
                </c:pt>
                <c:pt idx="7787">
                  <c:v>7.5392900000000003</c:v>
                </c:pt>
                <c:pt idx="7788">
                  <c:v>7.5511499999999998</c:v>
                </c:pt>
                <c:pt idx="7789">
                  <c:v>7.5314899999999998</c:v>
                </c:pt>
                <c:pt idx="7790">
                  <c:v>7.5359699999999998</c:v>
                </c:pt>
                <c:pt idx="7791">
                  <c:v>7.5350599999999996</c:v>
                </c:pt>
                <c:pt idx="7792">
                  <c:v>7.53566</c:v>
                </c:pt>
                <c:pt idx="7793">
                  <c:v>7.5373900000000003</c:v>
                </c:pt>
                <c:pt idx="7794">
                  <c:v>7.53531</c:v>
                </c:pt>
                <c:pt idx="7795">
                  <c:v>7.5523499999999997</c:v>
                </c:pt>
                <c:pt idx="7796">
                  <c:v>7.5326599999999999</c:v>
                </c:pt>
                <c:pt idx="7797">
                  <c:v>7.5295899999999998</c:v>
                </c:pt>
                <c:pt idx="7798">
                  <c:v>7.5473400000000002</c:v>
                </c:pt>
                <c:pt idx="7799">
                  <c:v>7.5572600000000003</c:v>
                </c:pt>
                <c:pt idx="7800">
                  <c:v>7.5267499999999998</c:v>
                </c:pt>
                <c:pt idx="7801">
                  <c:v>7.5446999999999997</c:v>
                </c:pt>
                <c:pt idx="7802">
                  <c:v>7.5675400000000002</c:v>
                </c:pt>
                <c:pt idx="7803">
                  <c:v>7.5349000000000004</c:v>
                </c:pt>
                <c:pt idx="7804">
                  <c:v>7.5385999999999997</c:v>
                </c:pt>
                <c:pt idx="7805">
                  <c:v>7.5767800000000003</c:v>
                </c:pt>
                <c:pt idx="7806">
                  <c:v>7.5433000000000003</c:v>
                </c:pt>
                <c:pt idx="7807">
                  <c:v>7.5440100000000001</c:v>
                </c:pt>
                <c:pt idx="7808">
                  <c:v>7.5556700000000001</c:v>
                </c:pt>
                <c:pt idx="7809">
                  <c:v>7.5533700000000001</c:v>
                </c:pt>
                <c:pt idx="7810">
                  <c:v>7.5445700000000002</c:v>
                </c:pt>
                <c:pt idx="7811">
                  <c:v>7.5328900000000001</c:v>
                </c:pt>
                <c:pt idx="7812">
                  <c:v>7.5356500000000004</c:v>
                </c:pt>
                <c:pt idx="7813">
                  <c:v>7.5308400000000004</c:v>
                </c:pt>
                <c:pt idx="7814">
                  <c:v>7.5263799999999996</c:v>
                </c:pt>
                <c:pt idx="7815">
                  <c:v>7.5501899999999997</c:v>
                </c:pt>
                <c:pt idx="7816">
                  <c:v>7.5548299999999999</c:v>
                </c:pt>
                <c:pt idx="7817">
                  <c:v>7.5676500000000004</c:v>
                </c:pt>
                <c:pt idx="7818">
                  <c:v>7.5359699999999998</c:v>
                </c:pt>
                <c:pt idx="7819">
                  <c:v>7.5482100000000001</c:v>
                </c:pt>
                <c:pt idx="7820">
                  <c:v>7.5323900000000004</c:v>
                </c:pt>
                <c:pt idx="7821">
                  <c:v>7.5392400000000004</c:v>
                </c:pt>
                <c:pt idx="7822">
                  <c:v>7.5317299999999996</c:v>
                </c:pt>
                <c:pt idx="7823">
                  <c:v>7.52963</c:v>
                </c:pt>
                <c:pt idx="7824">
                  <c:v>7.5373999999999999</c:v>
                </c:pt>
                <c:pt idx="7825">
                  <c:v>7.54643</c:v>
                </c:pt>
                <c:pt idx="7826">
                  <c:v>7.5345000000000004</c:v>
                </c:pt>
                <c:pt idx="7827">
                  <c:v>7.5458299999999996</c:v>
                </c:pt>
                <c:pt idx="7828">
                  <c:v>7.5594299999999999</c:v>
                </c:pt>
                <c:pt idx="7829">
                  <c:v>7.5389200000000001</c:v>
                </c:pt>
                <c:pt idx="7830">
                  <c:v>7.5620900000000004</c:v>
                </c:pt>
                <c:pt idx="7831">
                  <c:v>7.5459500000000004</c:v>
                </c:pt>
                <c:pt idx="7832">
                  <c:v>7.5411599999999996</c:v>
                </c:pt>
                <c:pt idx="7833">
                  <c:v>7.5474899999999998</c:v>
                </c:pt>
                <c:pt idx="7834">
                  <c:v>7.5290900000000001</c:v>
                </c:pt>
                <c:pt idx="7835">
                  <c:v>7.5670999999999999</c:v>
                </c:pt>
                <c:pt idx="7836">
                  <c:v>7.5496600000000003</c:v>
                </c:pt>
                <c:pt idx="7837">
                  <c:v>7.5500699999999998</c:v>
                </c:pt>
                <c:pt idx="7838">
                  <c:v>7.5392299999999999</c:v>
                </c:pt>
                <c:pt idx="7839">
                  <c:v>7.5540099999999999</c:v>
                </c:pt>
                <c:pt idx="7840">
                  <c:v>7.5418900000000004</c:v>
                </c:pt>
                <c:pt idx="7841">
                  <c:v>7.5434799999999997</c:v>
                </c:pt>
                <c:pt idx="7842">
                  <c:v>7.5327999999999999</c:v>
                </c:pt>
                <c:pt idx="7843">
                  <c:v>7.54338</c:v>
                </c:pt>
                <c:pt idx="7844">
                  <c:v>7.53369</c:v>
                </c:pt>
                <c:pt idx="7845">
                  <c:v>7.5586599999999997</c:v>
                </c:pt>
                <c:pt idx="7846">
                  <c:v>7.5439299999999996</c:v>
                </c:pt>
                <c:pt idx="7847">
                  <c:v>7.5306899999999999</c:v>
                </c:pt>
                <c:pt idx="7848">
                  <c:v>7.5310600000000001</c:v>
                </c:pt>
                <c:pt idx="7849">
                  <c:v>7.5489600000000001</c:v>
                </c:pt>
                <c:pt idx="7850">
                  <c:v>7.5424600000000002</c:v>
                </c:pt>
                <c:pt idx="7851">
                  <c:v>7.53186</c:v>
                </c:pt>
                <c:pt idx="7852">
                  <c:v>7.5359400000000001</c:v>
                </c:pt>
                <c:pt idx="7853">
                  <c:v>7.5501500000000004</c:v>
                </c:pt>
                <c:pt idx="7854">
                  <c:v>7.5405699999999998</c:v>
                </c:pt>
                <c:pt idx="7855">
                  <c:v>7.5335200000000002</c:v>
                </c:pt>
                <c:pt idx="7856">
                  <c:v>7.5497300000000003</c:v>
                </c:pt>
                <c:pt idx="7857">
                  <c:v>7.5407599999999997</c:v>
                </c:pt>
                <c:pt idx="7858">
                  <c:v>7.5472599999999996</c:v>
                </c:pt>
                <c:pt idx="7859">
                  <c:v>7.5499599999999996</c:v>
                </c:pt>
                <c:pt idx="7860">
                  <c:v>7.5385999999999997</c:v>
                </c:pt>
                <c:pt idx="7861">
                  <c:v>7.5364800000000001</c:v>
                </c:pt>
                <c:pt idx="7862">
                  <c:v>7.5404499999999999</c:v>
                </c:pt>
                <c:pt idx="7863">
                  <c:v>7.5617799999999997</c:v>
                </c:pt>
                <c:pt idx="7864">
                  <c:v>7.5416299999999996</c:v>
                </c:pt>
                <c:pt idx="7865">
                  <c:v>7.5454299999999996</c:v>
                </c:pt>
                <c:pt idx="7866">
                  <c:v>7.5432300000000003</c:v>
                </c:pt>
                <c:pt idx="7867">
                  <c:v>7.5625299999999998</c:v>
                </c:pt>
                <c:pt idx="7868">
                  <c:v>7.55375</c:v>
                </c:pt>
                <c:pt idx="7869">
                  <c:v>7.5616599999999998</c:v>
                </c:pt>
                <c:pt idx="7870">
                  <c:v>7.5465099999999996</c:v>
                </c:pt>
                <c:pt idx="7871">
                  <c:v>7.5442799999999997</c:v>
                </c:pt>
                <c:pt idx="7872">
                  <c:v>7.5716099999999997</c:v>
                </c:pt>
                <c:pt idx="7873">
                  <c:v>7.5402399999999998</c:v>
                </c:pt>
                <c:pt idx="7874">
                  <c:v>7.5605799999999999</c:v>
                </c:pt>
                <c:pt idx="7875">
                  <c:v>7.5525900000000004</c:v>
                </c:pt>
                <c:pt idx="7876">
                  <c:v>7.5625099999999996</c:v>
                </c:pt>
                <c:pt idx="7877">
                  <c:v>7.5766299999999998</c:v>
                </c:pt>
                <c:pt idx="7878">
                  <c:v>7.5450200000000001</c:v>
                </c:pt>
                <c:pt idx="7879">
                  <c:v>7.5560900000000002</c:v>
                </c:pt>
                <c:pt idx="7880">
                  <c:v>7.5487200000000003</c:v>
                </c:pt>
                <c:pt idx="7881">
                  <c:v>7.5666000000000002</c:v>
                </c:pt>
                <c:pt idx="7882">
                  <c:v>7.5424600000000002</c:v>
                </c:pt>
                <c:pt idx="7883">
                  <c:v>7.5507400000000002</c:v>
                </c:pt>
                <c:pt idx="7884">
                  <c:v>7.5597500000000002</c:v>
                </c:pt>
                <c:pt idx="7885">
                  <c:v>7.5508199999999999</c:v>
                </c:pt>
                <c:pt idx="7886">
                  <c:v>7.5508499999999996</c:v>
                </c:pt>
                <c:pt idx="7887">
                  <c:v>7.5617200000000002</c:v>
                </c:pt>
                <c:pt idx="7888">
                  <c:v>7.57</c:v>
                </c:pt>
                <c:pt idx="7889">
                  <c:v>7.5579000000000001</c:v>
                </c:pt>
                <c:pt idx="7890">
                  <c:v>7.5434299999999999</c:v>
                </c:pt>
                <c:pt idx="7891">
                  <c:v>7.5395200000000004</c:v>
                </c:pt>
                <c:pt idx="7892">
                  <c:v>7.5344499999999996</c:v>
                </c:pt>
                <c:pt idx="7893">
                  <c:v>7.5427900000000001</c:v>
                </c:pt>
                <c:pt idx="7894">
                  <c:v>7.5490300000000001</c:v>
                </c:pt>
                <c:pt idx="7895">
                  <c:v>7.55619</c:v>
                </c:pt>
                <c:pt idx="7896">
                  <c:v>7.5601399999999996</c:v>
                </c:pt>
                <c:pt idx="7897">
                  <c:v>7.55375</c:v>
                </c:pt>
                <c:pt idx="7898">
                  <c:v>7.5460500000000001</c:v>
                </c:pt>
                <c:pt idx="7899">
                  <c:v>7.5538600000000002</c:v>
                </c:pt>
                <c:pt idx="7900">
                  <c:v>7.5713299999999997</c:v>
                </c:pt>
                <c:pt idx="7901">
                  <c:v>7.5571099999999998</c:v>
                </c:pt>
                <c:pt idx="7902">
                  <c:v>7.5489199999999999</c:v>
                </c:pt>
                <c:pt idx="7903">
                  <c:v>7.5460599999999998</c:v>
                </c:pt>
                <c:pt idx="7904">
                  <c:v>7.5336299999999996</c:v>
                </c:pt>
                <c:pt idx="7905">
                  <c:v>7.5461499999999999</c:v>
                </c:pt>
                <c:pt idx="7906">
                  <c:v>7.5476400000000003</c:v>
                </c:pt>
                <c:pt idx="7907">
                  <c:v>7.5488200000000001</c:v>
                </c:pt>
                <c:pt idx="7908">
                  <c:v>7.5620599999999998</c:v>
                </c:pt>
                <c:pt idx="7909">
                  <c:v>7.5688599999999999</c:v>
                </c:pt>
                <c:pt idx="7910">
                  <c:v>7.5569600000000001</c:v>
                </c:pt>
                <c:pt idx="7911">
                  <c:v>7.55999</c:v>
                </c:pt>
                <c:pt idx="7912">
                  <c:v>7.5571799999999998</c:v>
                </c:pt>
                <c:pt idx="7913">
                  <c:v>7.5571700000000002</c:v>
                </c:pt>
                <c:pt idx="7914">
                  <c:v>7.5608399999999998</c:v>
                </c:pt>
                <c:pt idx="7915">
                  <c:v>7.55443</c:v>
                </c:pt>
                <c:pt idx="7916">
                  <c:v>7.5621299999999998</c:v>
                </c:pt>
                <c:pt idx="7917">
                  <c:v>7.5450400000000002</c:v>
                </c:pt>
                <c:pt idx="7918">
                  <c:v>7.5562300000000002</c:v>
                </c:pt>
                <c:pt idx="7919">
                  <c:v>7.5530200000000001</c:v>
                </c:pt>
                <c:pt idx="7920">
                  <c:v>7.5679600000000002</c:v>
                </c:pt>
                <c:pt idx="7921">
                  <c:v>7.5543199999999997</c:v>
                </c:pt>
                <c:pt idx="7922">
                  <c:v>7.5836800000000002</c:v>
                </c:pt>
                <c:pt idx="7923">
                  <c:v>7.5620900000000004</c:v>
                </c:pt>
                <c:pt idx="7924">
                  <c:v>7.5582200000000004</c:v>
                </c:pt>
                <c:pt idx="7925">
                  <c:v>7.5559099999999999</c:v>
                </c:pt>
                <c:pt idx="7926">
                  <c:v>7.5541999999999998</c:v>
                </c:pt>
                <c:pt idx="7927">
                  <c:v>7.5621200000000002</c:v>
                </c:pt>
                <c:pt idx="7928">
                  <c:v>7.59476</c:v>
                </c:pt>
                <c:pt idx="7929">
                  <c:v>7.5615699999999997</c:v>
                </c:pt>
                <c:pt idx="7930">
                  <c:v>7.5598200000000002</c:v>
                </c:pt>
                <c:pt idx="7931">
                  <c:v>7.5526099999999996</c:v>
                </c:pt>
                <c:pt idx="7932">
                  <c:v>7.5627899999999997</c:v>
                </c:pt>
                <c:pt idx="7933">
                  <c:v>7.5889100000000003</c:v>
                </c:pt>
                <c:pt idx="7934">
                  <c:v>7.5758799999999997</c:v>
                </c:pt>
                <c:pt idx="7935">
                  <c:v>7.5614499999999998</c:v>
                </c:pt>
                <c:pt idx="7936">
                  <c:v>7.5468000000000002</c:v>
                </c:pt>
                <c:pt idx="7937">
                  <c:v>7.5716599999999996</c:v>
                </c:pt>
                <c:pt idx="7938">
                  <c:v>7.5538999999999996</c:v>
                </c:pt>
                <c:pt idx="7939">
                  <c:v>7.5635199999999996</c:v>
                </c:pt>
                <c:pt idx="7940">
                  <c:v>7.5599400000000001</c:v>
                </c:pt>
                <c:pt idx="7941">
                  <c:v>7.5538699999999999</c:v>
                </c:pt>
                <c:pt idx="7942">
                  <c:v>7.5675999999999997</c:v>
                </c:pt>
                <c:pt idx="7943">
                  <c:v>7.5673399999999997</c:v>
                </c:pt>
                <c:pt idx="7944">
                  <c:v>7.5542800000000003</c:v>
                </c:pt>
                <c:pt idx="7945">
                  <c:v>7.5642500000000004</c:v>
                </c:pt>
                <c:pt idx="7946">
                  <c:v>7.5652799999999996</c:v>
                </c:pt>
                <c:pt idx="7947">
                  <c:v>7.5709</c:v>
                </c:pt>
                <c:pt idx="7948">
                  <c:v>7.56501</c:v>
                </c:pt>
                <c:pt idx="7949">
                  <c:v>7.5706100000000003</c:v>
                </c:pt>
                <c:pt idx="7950">
                  <c:v>7.57104</c:v>
                </c:pt>
                <c:pt idx="7951">
                  <c:v>7.5812400000000002</c:v>
                </c:pt>
                <c:pt idx="7952">
                  <c:v>7.5653499999999996</c:v>
                </c:pt>
                <c:pt idx="7953">
                  <c:v>7.5526999999999997</c:v>
                </c:pt>
                <c:pt idx="7954">
                  <c:v>7.5477699999999999</c:v>
                </c:pt>
                <c:pt idx="7955">
                  <c:v>7.5542499999999997</c:v>
                </c:pt>
                <c:pt idx="7956">
                  <c:v>7.5785400000000003</c:v>
                </c:pt>
                <c:pt idx="7957">
                  <c:v>7.5663900000000002</c:v>
                </c:pt>
                <c:pt idx="7958">
                  <c:v>7.5755100000000004</c:v>
                </c:pt>
                <c:pt idx="7959">
                  <c:v>7.56189</c:v>
                </c:pt>
                <c:pt idx="7960">
                  <c:v>7.5536500000000002</c:v>
                </c:pt>
                <c:pt idx="7961">
                  <c:v>7.5664199999999999</c:v>
                </c:pt>
                <c:pt idx="7962">
                  <c:v>7.5581300000000002</c:v>
                </c:pt>
                <c:pt idx="7963">
                  <c:v>7.5640400000000003</c:v>
                </c:pt>
                <c:pt idx="7964">
                  <c:v>7.5687300000000004</c:v>
                </c:pt>
                <c:pt idx="7965">
                  <c:v>7.5636700000000001</c:v>
                </c:pt>
                <c:pt idx="7966">
                  <c:v>7.5529400000000004</c:v>
                </c:pt>
                <c:pt idx="7967">
                  <c:v>7.5666000000000002</c:v>
                </c:pt>
                <c:pt idx="7968">
                  <c:v>7.5550100000000002</c:v>
                </c:pt>
                <c:pt idx="7969">
                  <c:v>7.5553999999999997</c:v>
                </c:pt>
                <c:pt idx="7970">
                  <c:v>7.5768300000000002</c:v>
                </c:pt>
                <c:pt idx="7971">
                  <c:v>7.5704799999999999</c:v>
                </c:pt>
                <c:pt idx="7972">
                  <c:v>7.56975</c:v>
                </c:pt>
                <c:pt idx="7973">
                  <c:v>7.5811200000000003</c:v>
                </c:pt>
                <c:pt idx="7974">
                  <c:v>7.5583799999999997</c:v>
                </c:pt>
                <c:pt idx="7975">
                  <c:v>7.56046</c:v>
                </c:pt>
                <c:pt idx="7976">
                  <c:v>7.5388400000000004</c:v>
                </c:pt>
                <c:pt idx="7977">
                  <c:v>7.5548400000000004</c:v>
                </c:pt>
                <c:pt idx="7978">
                  <c:v>7.5615100000000002</c:v>
                </c:pt>
                <c:pt idx="7979">
                  <c:v>7.5763999999999996</c:v>
                </c:pt>
                <c:pt idx="7980">
                  <c:v>7.5598299999999998</c:v>
                </c:pt>
                <c:pt idx="7981">
                  <c:v>7.5690900000000001</c:v>
                </c:pt>
                <c:pt idx="7982">
                  <c:v>7.5636000000000001</c:v>
                </c:pt>
                <c:pt idx="7983">
                  <c:v>7.5651799999999998</c:v>
                </c:pt>
                <c:pt idx="7984">
                  <c:v>7.5748699999999998</c:v>
                </c:pt>
                <c:pt idx="7985">
                  <c:v>7.5837899999999996</c:v>
                </c:pt>
                <c:pt idx="7986">
                  <c:v>7.5680699999999996</c:v>
                </c:pt>
                <c:pt idx="7987">
                  <c:v>7.5564</c:v>
                </c:pt>
                <c:pt idx="7988">
                  <c:v>7.5738899999999996</c:v>
                </c:pt>
                <c:pt idx="7989">
                  <c:v>7.5861999999999998</c:v>
                </c:pt>
                <c:pt idx="7990">
                  <c:v>7.5581300000000002</c:v>
                </c:pt>
                <c:pt idx="7991">
                  <c:v>7.5589599999999999</c:v>
                </c:pt>
                <c:pt idx="7992">
                  <c:v>7.5789099999999996</c:v>
                </c:pt>
                <c:pt idx="7993">
                  <c:v>7.5548400000000004</c:v>
                </c:pt>
                <c:pt idx="7994">
                  <c:v>7.5584800000000003</c:v>
                </c:pt>
                <c:pt idx="7995">
                  <c:v>7.5703300000000002</c:v>
                </c:pt>
                <c:pt idx="7996">
                  <c:v>7.57667</c:v>
                </c:pt>
                <c:pt idx="7997">
                  <c:v>7.5674299999999999</c:v>
                </c:pt>
                <c:pt idx="7998">
                  <c:v>7.5547500000000003</c:v>
                </c:pt>
                <c:pt idx="7999">
                  <c:v>7.5627300000000002</c:v>
                </c:pt>
                <c:pt idx="8000">
                  <c:v>7.5630800000000002</c:v>
                </c:pt>
                <c:pt idx="8001">
                  <c:v>7.5739700000000001</c:v>
                </c:pt>
                <c:pt idx="8002">
                  <c:v>7.5495700000000001</c:v>
                </c:pt>
                <c:pt idx="8003">
                  <c:v>7.5643099999999999</c:v>
                </c:pt>
                <c:pt idx="8004">
                  <c:v>7.5677300000000001</c:v>
                </c:pt>
                <c:pt idx="8005">
                  <c:v>7.5744999999999996</c:v>
                </c:pt>
                <c:pt idx="8006">
                  <c:v>7.5742000000000003</c:v>
                </c:pt>
                <c:pt idx="8007">
                  <c:v>7.5630699999999997</c:v>
                </c:pt>
                <c:pt idx="8008">
                  <c:v>7.5536700000000003</c:v>
                </c:pt>
                <c:pt idx="8009">
                  <c:v>7.5970300000000002</c:v>
                </c:pt>
                <c:pt idx="8010">
                  <c:v>7.5559000000000003</c:v>
                </c:pt>
                <c:pt idx="8011">
                  <c:v>7.5608599999999999</c:v>
                </c:pt>
                <c:pt idx="8012">
                  <c:v>7.5648900000000001</c:v>
                </c:pt>
                <c:pt idx="8013">
                  <c:v>7.5581699999999996</c:v>
                </c:pt>
                <c:pt idx="8014">
                  <c:v>7.5612599999999999</c:v>
                </c:pt>
                <c:pt idx="8015">
                  <c:v>7.5555300000000001</c:v>
                </c:pt>
                <c:pt idx="8016">
                  <c:v>7.5544799999999999</c:v>
                </c:pt>
                <c:pt idx="8017">
                  <c:v>7.5607100000000003</c:v>
                </c:pt>
                <c:pt idx="8018">
                  <c:v>7.5745899999999997</c:v>
                </c:pt>
                <c:pt idx="8019">
                  <c:v>7.5515600000000003</c:v>
                </c:pt>
                <c:pt idx="8020">
                  <c:v>7.5752600000000001</c:v>
                </c:pt>
                <c:pt idx="8021">
                  <c:v>7.5848599999999999</c:v>
                </c:pt>
                <c:pt idx="8022">
                  <c:v>7.5879599999999998</c:v>
                </c:pt>
                <c:pt idx="8023">
                  <c:v>7.5451699999999997</c:v>
                </c:pt>
                <c:pt idx="8024">
                  <c:v>7.5599299999999996</c:v>
                </c:pt>
                <c:pt idx="8025">
                  <c:v>7.5593000000000004</c:v>
                </c:pt>
                <c:pt idx="8026">
                  <c:v>7.5587999999999997</c:v>
                </c:pt>
                <c:pt idx="8027">
                  <c:v>7.5440500000000004</c:v>
                </c:pt>
                <c:pt idx="8028">
                  <c:v>7.5581399999999999</c:v>
                </c:pt>
                <c:pt idx="8029">
                  <c:v>7.5581899999999997</c:v>
                </c:pt>
                <c:pt idx="8030">
                  <c:v>7.5446600000000004</c:v>
                </c:pt>
                <c:pt idx="8031">
                  <c:v>7.5413300000000003</c:v>
                </c:pt>
                <c:pt idx="8032">
                  <c:v>7.5431299999999997</c:v>
                </c:pt>
                <c:pt idx="8033">
                  <c:v>7.5472099999999998</c:v>
                </c:pt>
                <c:pt idx="8034">
                  <c:v>7.5585899999999997</c:v>
                </c:pt>
                <c:pt idx="8035">
                  <c:v>7.5493699999999997</c:v>
                </c:pt>
                <c:pt idx="8036">
                  <c:v>7.5644099999999996</c:v>
                </c:pt>
                <c:pt idx="8037">
                  <c:v>7.5481699999999998</c:v>
                </c:pt>
                <c:pt idx="8038">
                  <c:v>7.5702600000000002</c:v>
                </c:pt>
                <c:pt idx="8039">
                  <c:v>7.5510799999999998</c:v>
                </c:pt>
                <c:pt idx="8040">
                  <c:v>7.5574700000000004</c:v>
                </c:pt>
                <c:pt idx="8041">
                  <c:v>7.5756699999999997</c:v>
                </c:pt>
                <c:pt idx="8042">
                  <c:v>7.5496600000000003</c:v>
                </c:pt>
                <c:pt idx="8043">
                  <c:v>7.5614499999999998</c:v>
                </c:pt>
                <c:pt idx="8044">
                  <c:v>7.5529200000000003</c:v>
                </c:pt>
                <c:pt idx="8045">
                  <c:v>7.5799799999999999</c:v>
                </c:pt>
                <c:pt idx="8046">
                  <c:v>7.5872299999999999</c:v>
                </c:pt>
                <c:pt idx="8047">
                  <c:v>7.5589199999999996</c:v>
                </c:pt>
                <c:pt idx="8048">
                  <c:v>7.5496999999999996</c:v>
                </c:pt>
                <c:pt idx="8049">
                  <c:v>7.5506500000000001</c:v>
                </c:pt>
                <c:pt idx="8050">
                  <c:v>7.5681099999999999</c:v>
                </c:pt>
                <c:pt idx="8051">
                  <c:v>7.5615600000000001</c:v>
                </c:pt>
                <c:pt idx="8052">
                  <c:v>7.5412699999999999</c:v>
                </c:pt>
                <c:pt idx="8053">
                  <c:v>7.5713200000000001</c:v>
                </c:pt>
                <c:pt idx="8054">
                  <c:v>7.5560499999999999</c:v>
                </c:pt>
                <c:pt idx="8055">
                  <c:v>7.5544000000000002</c:v>
                </c:pt>
                <c:pt idx="8056">
                  <c:v>7.5442600000000004</c:v>
                </c:pt>
                <c:pt idx="8057">
                  <c:v>7.5512100000000002</c:v>
                </c:pt>
                <c:pt idx="8058">
                  <c:v>7.5473499999999998</c:v>
                </c:pt>
                <c:pt idx="8059">
                  <c:v>7.5575299999999999</c:v>
                </c:pt>
                <c:pt idx="8060">
                  <c:v>7.5409600000000001</c:v>
                </c:pt>
                <c:pt idx="8061">
                  <c:v>7.5711500000000003</c:v>
                </c:pt>
                <c:pt idx="8062">
                  <c:v>7.5457999999999998</c:v>
                </c:pt>
                <c:pt idx="8063">
                  <c:v>7.5628500000000001</c:v>
                </c:pt>
                <c:pt idx="8064">
                  <c:v>7.5489899999999999</c:v>
                </c:pt>
                <c:pt idx="8065">
                  <c:v>7.54108</c:v>
                </c:pt>
                <c:pt idx="8066">
                  <c:v>7.5784500000000001</c:v>
                </c:pt>
                <c:pt idx="8067">
                  <c:v>7.5713499999999998</c:v>
                </c:pt>
                <c:pt idx="8068">
                  <c:v>7.5615300000000003</c:v>
                </c:pt>
                <c:pt idx="8069">
                  <c:v>7.5546100000000003</c:v>
                </c:pt>
                <c:pt idx="8070">
                  <c:v>7.5661399999999999</c:v>
                </c:pt>
                <c:pt idx="8071">
                  <c:v>7.54704</c:v>
                </c:pt>
                <c:pt idx="8072">
                  <c:v>7.5471500000000002</c:v>
                </c:pt>
                <c:pt idx="8073">
                  <c:v>7.5563700000000003</c:v>
                </c:pt>
                <c:pt idx="8074">
                  <c:v>7.5860500000000002</c:v>
                </c:pt>
                <c:pt idx="8075">
                  <c:v>7.5561999999999996</c:v>
                </c:pt>
                <c:pt idx="8076">
                  <c:v>7.5521799999999999</c:v>
                </c:pt>
                <c:pt idx="8077">
                  <c:v>7.5742200000000004</c:v>
                </c:pt>
                <c:pt idx="8078">
                  <c:v>7.5494000000000003</c:v>
                </c:pt>
                <c:pt idx="8079">
                  <c:v>7.5783300000000002</c:v>
                </c:pt>
                <c:pt idx="8080">
                  <c:v>7.5625400000000003</c:v>
                </c:pt>
                <c:pt idx="8081">
                  <c:v>7.56081</c:v>
                </c:pt>
                <c:pt idx="8082">
                  <c:v>7.5602299999999998</c:v>
                </c:pt>
                <c:pt idx="8083">
                  <c:v>7.55532</c:v>
                </c:pt>
                <c:pt idx="8084">
                  <c:v>7.5514000000000001</c:v>
                </c:pt>
                <c:pt idx="8085">
                  <c:v>7.5484900000000001</c:v>
                </c:pt>
                <c:pt idx="8086">
                  <c:v>7.5626199999999999</c:v>
                </c:pt>
                <c:pt idx="8087">
                  <c:v>7.55504</c:v>
                </c:pt>
                <c:pt idx="8088">
                  <c:v>7.5644099999999996</c:v>
                </c:pt>
                <c:pt idx="8089">
                  <c:v>7.5516199999999998</c:v>
                </c:pt>
                <c:pt idx="8090">
                  <c:v>7.5677599999999998</c:v>
                </c:pt>
                <c:pt idx="8091">
                  <c:v>7.5444300000000002</c:v>
                </c:pt>
                <c:pt idx="8092">
                  <c:v>7.5551300000000001</c:v>
                </c:pt>
                <c:pt idx="8093">
                  <c:v>7.5639399999999997</c:v>
                </c:pt>
                <c:pt idx="8094">
                  <c:v>7.5410599999999999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C0D-492E-B9CD-E97DDE26CD8E}"/>
            </c:ext>
          </c:extLst>
        </c:ser>
        <c:ser>
          <c:idx val="1"/>
          <c:order val="1"/>
          <c:tx>
            <c:v>Modellierung</c:v>
          </c:tx>
          <c:spPr>
            <a:ln w="19050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Mint_O2_20200612!$O$8:$O$3175</c:f>
              <c:numCache>
                <c:formatCode>General</c:formatCode>
                <c:ptCount val="3168"/>
                <c:pt idx="0">
                  <c:v>6032</c:v>
                </c:pt>
                <c:pt idx="1">
                  <c:v>6034</c:v>
                </c:pt>
                <c:pt idx="2">
                  <c:v>6036</c:v>
                </c:pt>
                <c:pt idx="3">
                  <c:v>6038</c:v>
                </c:pt>
                <c:pt idx="4">
                  <c:v>6040</c:v>
                </c:pt>
                <c:pt idx="5">
                  <c:v>6042</c:v>
                </c:pt>
                <c:pt idx="6">
                  <c:v>6044</c:v>
                </c:pt>
                <c:pt idx="7">
                  <c:v>6046</c:v>
                </c:pt>
                <c:pt idx="8">
                  <c:v>6048</c:v>
                </c:pt>
                <c:pt idx="9">
                  <c:v>6050</c:v>
                </c:pt>
                <c:pt idx="10">
                  <c:v>6052</c:v>
                </c:pt>
                <c:pt idx="11">
                  <c:v>6054</c:v>
                </c:pt>
                <c:pt idx="12">
                  <c:v>6056</c:v>
                </c:pt>
                <c:pt idx="13">
                  <c:v>6058</c:v>
                </c:pt>
                <c:pt idx="14">
                  <c:v>6060</c:v>
                </c:pt>
                <c:pt idx="15">
                  <c:v>6062</c:v>
                </c:pt>
                <c:pt idx="16">
                  <c:v>6064</c:v>
                </c:pt>
                <c:pt idx="17">
                  <c:v>6066</c:v>
                </c:pt>
                <c:pt idx="18">
                  <c:v>6068</c:v>
                </c:pt>
                <c:pt idx="19">
                  <c:v>6070</c:v>
                </c:pt>
                <c:pt idx="20">
                  <c:v>6072</c:v>
                </c:pt>
                <c:pt idx="21">
                  <c:v>6074</c:v>
                </c:pt>
                <c:pt idx="22">
                  <c:v>6076</c:v>
                </c:pt>
                <c:pt idx="23">
                  <c:v>6078</c:v>
                </c:pt>
                <c:pt idx="24">
                  <c:v>6080</c:v>
                </c:pt>
                <c:pt idx="25">
                  <c:v>6082</c:v>
                </c:pt>
                <c:pt idx="26">
                  <c:v>6084</c:v>
                </c:pt>
                <c:pt idx="27">
                  <c:v>6086</c:v>
                </c:pt>
                <c:pt idx="28">
                  <c:v>6088</c:v>
                </c:pt>
                <c:pt idx="29">
                  <c:v>6090</c:v>
                </c:pt>
                <c:pt idx="30">
                  <c:v>6092</c:v>
                </c:pt>
                <c:pt idx="31">
                  <c:v>6094</c:v>
                </c:pt>
                <c:pt idx="32">
                  <c:v>6096</c:v>
                </c:pt>
                <c:pt idx="33">
                  <c:v>6098</c:v>
                </c:pt>
                <c:pt idx="34">
                  <c:v>6100</c:v>
                </c:pt>
                <c:pt idx="35">
                  <c:v>6102</c:v>
                </c:pt>
                <c:pt idx="36">
                  <c:v>6104</c:v>
                </c:pt>
                <c:pt idx="37">
                  <c:v>6106</c:v>
                </c:pt>
                <c:pt idx="38">
                  <c:v>6108</c:v>
                </c:pt>
                <c:pt idx="39">
                  <c:v>6110</c:v>
                </c:pt>
                <c:pt idx="40">
                  <c:v>6112</c:v>
                </c:pt>
                <c:pt idx="41">
                  <c:v>6114</c:v>
                </c:pt>
                <c:pt idx="42">
                  <c:v>6116</c:v>
                </c:pt>
                <c:pt idx="43">
                  <c:v>6118</c:v>
                </c:pt>
                <c:pt idx="44">
                  <c:v>6120</c:v>
                </c:pt>
                <c:pt idx="45">
                  <c:v>6122</c:v>
                </c:pt>
                <c:pt idx="46">
                  <c:v>6124</c:v>
                </c:pt>
                <c:pt idx="47">
                  <c:v>6126</c:v>
                </c:pt>
                <c:pt idx="48">
                  <c:v>6128</c:v>
                </c:pt>
                <c:pt idx="49">
                  <c:v>6130</c:v>
                </c:pt>
                <c:pt idx="50">
                  <c:v>6132</c:v>
                </c:pt>
                <c:pt idx="51">
                  <c:v>6134</c:v>
                </c:pt>
                <c:pt idx="52">
                  <c:v>6136</c:v>
                </c:pt>
                <c:pt idx="53">
                  <c:v>6138</c:v>
                </c:pt>
                <c:pt idx="54">
                  <c:v>6140</c:v>
                </c:pt>
                <c:pt idx="55">
                  <c:v>6142</c:v>
                </c:pt>
                <c:pt idx="56">
                  <c:v>6144</c:v>
                </c:pt>
                <c:pt idx="57">
                  <c:v>6146</c:v>
                </c:pt>
                <c:pt idx="58">
                  <c:v>6148</c:v>
                </c:pt>
                <c:pt idx="59">
                  <c:v>6150</c:v>
                </c:pt>
                <c:pt idx="60">
                  <c:v>6152</c:v>
                </c:pt>
                <c:pt idx="61">
                  <c:v>6154</c:v>
                </c:pt>
                <c:pt idx="62">
                  <c:v>6156</c:v>
                </c:pt>
                <c:pt idx="63">
                  <c:v>6158</c:v>
                </c:pt>
                <c:pt idx="64">
                  <c:v>6160</c:v>
                </c:pt>
                <c:pt idx="65">
                  <c:v>6162</c:v>
                </c:pt>
                <c:pt idx="66">
                  <c:v>6164</c:v>
                </c:pt>
                <c:pt idx="67">
                  <c:v>6166</c:v>
                </c:pt>
                <c:pt idx="68">
                  <c:v>6168</c:v>
                </c:pt>
                <c:pt idx="69">
                  <c:v>6170</c:v>
                </c:pt>
                <c:pt idx="70">
                  <c:v>6172</c:v>
                </c:pt>
                <c:pt idx="71">
                  <c:v>6174</c:v>
                </c:pt>
                <c:pt idx="72">
                  <c:v>6176</c:v>
                </c:pt>
                <c:pt idx="73">
                  <c:v>6178</c:v>
                </c:pt>
                <c:pt idx="74">
                  <c:v>6180</c:v>
                </c:pt>
                <c:pt idx="75">
                  <c:v>6182</c:v>
                </c:pt>
                <c:pt idx="76">
                  <c:v>6184</c:v>
                </c:pt>
                <c:pt idx="77">
                  <c:v>6186</c:v>
                </c:pt>
                <c:pt idx="78">
                  <c:v>6188</c:v>
                </c:pt>
                <c:pt idx="79">
                  <c:v>6190</c:v>
                </c:pt>
                <c:pt idx="80">
                  <c:v>6192</c:v>
                </c:pt>
                <c:pt idx="81">
                  <c:v>6194</c:v>
                </c:pt>
                <c:pt idx="82">
                  <c:v>6196</c:v>
                </c:pt>
                <c:pt idx="83">
                  <c:v>6198</c:v>
                </c:pt>
                <c:pt idx="84">
                  <c:v>6200</c:v>
                </c:pt>
                <c:pt idx="85">
                  <c:v>6202</c:v>
                </c:pt>
                <c:pt idx="86">
                  <c:v>6204</c:v>
                </c:pt>
                <c:pt idx="87">
                  <c:v>6206</c:v>
                </c:pt>
                <c:pt idx="88">
                  <c:v>6208</c:v>
                </c:pt>
                <c:pt idx="89">
                  <c:v>6210</c:v>
                </c:pt>
                <c:pt idx="90">
                  <c:v>6212</c:v>
                </c:pt>
                <c:pt idx="91">
                  <c:v>6214</c:v>
                </c:pt>
                <c:pt idx="92">
                  <c:v>6216</c:v>
                </c:pt>
                <c:pt idx="93">
                  <c:v>6218</c:v>
                </c:pt>
                <c:pt idx="94">
                  <c:v>6220</c:v>
                </c:pt>
                <c:pt idx="95">
                  <c:v>6222</c:v>
                </c:pt>
                <c:pt idx="96">
                  <c:v>6224</c:v>
                </c:pt>
                <c:pt idx="97">
                  <c:v>6226</c:v>
                </c:pt>
                <c:pt idx="98">
                  <c:v>6228</c:v>
                </c:pt>
                <c:pt idx="99">
                  <c:v>6230</c:v>
                </c:pt>
                <c:pt idx="100">
                  <c:v>6232</c:v>
                </c:pt>
                <c:pt idx="101">
                  <c:v>6234</c:v>
                </c:pt>
                <c:pt idx="102">
                  <c:v>6236</c:v>
                </c:pt>
                <c:pt idx="103">
                  <c:v>6238</c:v>
                </c:pt>
                <c:pt idx="104">
                  <c:v>6240</c:v>
                </c:pt>
                <c:pt idx="105">
                  <c:v>6242</c:v>
                </c:pt>
                <c:pt idx="106">
                  <c:v>6244</c:v>
                </c:pt>
                <c:pt idx="107">
                  <c:v>6246</c:v>
                </c:pt>
                <c:pt idx="108">
                  <c:v>6248</c:v>
                </c:pt>
                <c:pt idx="109">
                  <c:v>6250</c:v>
                </c:pt>
                <c:pt idx="110">
                  <c:v>6252</c:v>
                </c:pt>
                <c:pt idx="111">
                  <c:v>6254</c:v>
                </c:pt>
                <c:pt idx="112">
                  <c:v>6256</c:v>
                </c:pt>
                <c:pt idx="113">
                  <c:v>6258</c:v>
                </c:pt>
                <c:pt idx="114">
                  <c:v>6260</c:v>
                </c:pt>
                <c:pt idx="115">
                  <c:v>6262</c:v>
                </c:pt>
                <c:pt idx="116">
                  <c:v>6264</c:v>
                </c:pt>
                <c:pt idx="117">
                  <c:v>6266</c:v>
                </c:pt>
                <c:pt idx="118">
                  <c:v>6268</c:v>
                </c:pt>
                <c:pt idx="119">
                  <c:v>6270</c:v>
                </c:pt>
                <c:pt idx="120">
                  <c:v>6272</c:v>
                </c:pt>
                <c:pt idx="121">
                  <c:v>6274</c:v>
                </c:pt>
                <c:pt idx="122">
                  <c:v>6276</c:v>
                </c:pt>
                <c:pt idx="123">
                  <c:v>6278</c:v>
                </c:pt>
                <c:pt idx="124">
                  <c:v>6280</c:v>
                </c:pt>
                <c:pt idx="125">
                  <c:v>6282</c:v>
                </c:pt>
                <c:pt idx="126">
                  <c:v>6284</c:v>
                </c:pt>
                <c:pt idx="127">
                  <c:v>6286</c:v>
                </c:pt>
                <c:pt idx="128">
                  <c:v>6288</c:v>
                </c:pt>
                <c:pt idx="129">
                  <c:v>6290</c:v>
                </c:pt>
                <c:pt idx="130">
                  <c:v>6292</c:v>
                </c:pt>
                <c:pt idx="131">
                  <c:v>6294</c:v>
                </c:pt>
                <c:pt idx="132">
                  <c:v>6296</c:v>
                </c:pt>
                <c:pt idx="133">
                  <c:v>6298</c:v>
                </c:pt>
                <c:pt idx="134">
                  <c:v>6300</c:v>
                </c:pt>
                <c:pt idx="135">
                  <c:v>6302</c:v>
                </c:pt>
                <c:pt idx="136">
                  <c:v>6304</c:v>
                </c:pt>
                <c:pt idx="137">
                  <c:v>6306</c:v>
                </c:pt>
                <c:pt idx="138">
                  <c:v>6308</c:v>
                </c:pt>
                <c:pt idx="139">
                  <c:v>6310</c:v>
                </c:pt>
                <c:pt idx="140">
                  <c:v>6312</c:v>
                </c:pt>
                <c:pt idx="141">
                  <c:v>6314</c:v>
                </c:pt>
                <c:pt idx="142">
                  <c:v>6316</c:v>
                </c:pt>
                <c:pt idx="143">
                  <c:v>6318</c:v>
                </c:pt>
                <c:pt idx="144">
                  <c:v>6320</c:v>
                </c:pt>
                <c:pt idx="145">
                  <c:v>6322</c:v>
                </c:pt>
                <c:pt idx="146">
                  <c:v>6324</c:v>
                </c:pt>
                <c:pt idx="147">
                  <c:v>6326</c:v>
                </c:pt>
                <c:pt idx="148">
                  <c:v>6328</c:v>
                </c:pt>
                <c:pt idx="149">
                  <c:v>6330</c:v>
                </c:pt>
                <c:pt idx="150">
                  <c:v>6332</c:v>
                </c:pt>
                <c:pt idx="151">
                  <c:v>6334</c:v>
                </c:pt>
                <c:pt idx="152">
                  <c:v>6336</c:v>
                </c:pt>
                <c:pt idx="153">
                  <c:v>6338</c:v>
                </c:pt>
                <c:pt idx="154">
                  <c:v>6340</c:v>
                </c:pt>
                <c:pt idx="155">
                  <c:v>6342</c:v>
                </c:pt>
                <c:pt idx="156">
                  <c:v>6344</c:v>
                </c:pt>
                <c:pt idx="157">
                  <c:v>6346</c:v>
                </c:pt>
                <c:pt idx="158">
                  <c:v>6348</c:v>
                </c:pt>
                <c:pt idx="159">
                  <c:v>6350</c:v>
                </c:pt>
                <c:pt idx="160">
                  <c:v>6352</c:v>
                </c:pt>
                <c:pt idx="161">
                  <c:v>6354</c:v>
                </c:pt>
                <c:pt idx="162">
                  <c:v>6356</c:v>
                </c:pt>
                <c:pt idx="163">
                  <c:v>6358</c:v>
                </c:pt>
                <c:pt idx="164">
                  <c:v>6360</c:v>
                </c:pt>
                <c:pt idx="165">
                  <c:v>6362</c:v>
                </c:pt>
                <c:pt idx="166">
                  <c:v>6364</c:v>
                </c:pt>
                <c:pt idx="167">
                  <c:v>6366</c:v>
                </c:pt>
                <c:pt idx="168">
                  <c:v>6368</c:v>
                </c:pt>
                <c:pt idx="169">
                  <c:v>6370</c:v>
                </c:pt>
                <c:pt idx="170">
                  <c:v>6372</c:v>
                </c:pt>
                <c:pt idx="171">
                  <c:v>6374</c:v>
                </c:pt>
                <c:pt idx="172">
                  <c:v>6376</c:v>
                </c:pt>
                <c:pt idx="173">
                  <c:v>6378</c:v>
                </c:pt>
                <c:pt idx="174">
                  <c:v>6380</c:v>
                </c:pt>
                <c:pt idx="175">
                  <c:v>6382</c:v>
                </c:pt>
                <c:pt idx="176">
                  <c:v>6384</c:v>
                </c:pt>
                <c:pt idx="177">
                  <c:v>6386</c:v>
                </c:pt>
                <c:pt idx="178">
                  <c:v>6388</c:v>
                </c:pt>
                <c:pt idx="179">
                  <c:v>6390</c:v>
                </c:pt>
                <c:pt idx="180">
                  <c:v>6392</c:v>
                </c:pt>
                <c:pt idx="181">
                  <c:v>6394</c:v>
                </c:pt>
                <c:pt idx="182">
                  <c:v>6396</c:v>
                </c:pt>
                <c:pt idx="183">
                  <c:v>6398</c:v>
                </c:pt>
                <c:pt idx="184">
                  <c:v>6400</c:v>
                </c:pt>
                <c:pt idx="185">
                  <c:v>6402</c:v>
                </c:pt>
                <c:pt idx="186">
                  <c:v>6404</c:v>
                </c:pt>
                <c:pt idx="187">
                  <c:v>6406</c:v>
                </c:pt>
                <c:pt idx="188">
                  <c:v>6408</c:v>
                </c:pt>
                <c:pt idx="189">
                  <c:v>6410</c:v>
                </c:pt>
                <c:pt idx="190">
                  <c:v>6412</c:v>
                </c:pt>
                <c:pt idx="191">
                  <c:v>6414</c:v>
                </c:pt>
                <c:pt idx="192">
                  <c:v>6416</c:v>
                </c:pt>
                <c:pt idx="193">
                  <c:v>6418</c:v>
                </c:pt>
                <c:pt idx="194">
                  <c:v>6420</c:v>
                </c:pt>
                <c:pt idx="195">
                  <c:v>6422</c:v>
                </c:pt>
                <c:pt idx="196">
                  <c:v>6424</c:v>
                </c:pt>
                <c:pt idx="197">
                  <c:v>6426</c:v>
                </c:pt>
                <c:pt idx="198">
                  <c:v>6428</c:v>
                </c:pt>
                <c:pt idx="199">
                  <c:v>6430</c:v>
                </c:pt>
                <c:pt idx="200">
                  <c:v>6432</c:v>
                </c:pt>
                <c:pt idx="201">
                  <c:v>6434</c:v>
                </c:pt>
                <c:pt idx="202">
                  <c:v>6436</c:v>
                </c:pt>
                <c:pt idx="203">
                  <c:v>6438</c:v>
                </c:pt>
                <c:pt idx="204">
                  <c:v>6440</c:v>
                </c:pt>
                <c:pt idx="205">
                  <c:v>6442</c:v>
                </c:pt>
                <c:pt idx="206">
                  <c:v>6444</c:v>
                </c:pt>
                <c:pt idx="207">
                  <c:v>6446</c:v>
                </c:pt>
                <c:pt idx="208">
                  <c:v>6448</c:v>
                </c:pt>
                <c:pt idx="209">
                  <c:v>6450</c:v>
                </c:pt>
                <c:pt idx="210">
                  <c:v>6452</c:v>
                </c:pt>
                <c:pt idx="211">
                  <c:v>6454</c:v>
                </c:pt>
                <c:pt idx="212">
                  <c:v>6456</c:v>
                </c:pt>
                <c:pt idx="213">
                  <c:v>6458</c:v>
                </c:pt>
                <c:pt idx="214">
                  <c:v>6460</c:v>
                </c:pt>
                <c:pt idx="215">
                  <c:v>6462</c:v>
                </c:pt>
                <c:pt idx="216">
                  <c:v>6464</c:v>
                </c:pt>
                <c:pt idx="217">
                  <c:v>6466</c:v>
                </c:pt>
                <c:pt idx="218">
                  <c:v>6468</c:v>
                </c:pt>
                <c:pt idx="219">
                  <c:v>6470</c:v>
                </c:pt>
                <c:pt idx="220">
                  <c:v>6472</c:v>
                </c:pt>
                <c:pt idx="221">
                  <c:v>6474</c:v>
                </c:pt>
                <c:pt idx="222">
                  <c:v>6476</c:v>
                </c:pt>
                <c:pt idx="223">
                  <c:v>6478</c:v>
                </c:pt>
                <c:pt idx="224">
                  <c:v>6480</c:v>
                </c:pt>
                <c:pt idx="225">
                  <c:v>6482</c:v>
                </c:pt>
                <c:pt idx="226">
                  <c:v>6484</c:v>
                </c:pt>
                <c:pt idx="227">
                  <c:v>6486</c:v>
                </c:pt>
                <c:pt idx="228">
                  <c:v>6488</c:v>
                </c:pt>
                <c:pt idx="229">
                  <c:v>6490</c:v>
                </c:pt>
                <c:pt idx="230">
                  <c:v>6492</c:v>
                </c:pt>
                <c:pt idx="231">
                  <c:v>6494</c:v>
                </c:pt>
                <c:pt idx="232">
                  <c:v>6496</c:v>
                </c:pt>
                <c:pt idx="233">
                  <c:v>6498</c:v>
                </c:pt>
                <c:pt idx="234">
                  <c:v>6500</c:v>
                </c:pt>
                <c:pt idx="235">
                  <c:v>6502</c:v>
                </c:pt>
                <c:pt idx="236">
                  <c:v>6504</c:v>
                </c:pt>
                <c:pt idx="237">
                  <c:v>6506</c:v>
                </c:pt>
                <c:pt idx="238">
                  <c:v>6508</c:v>
                </c:pt>
                <c:pt idx="239">
                  <c:v>6510</c:v>
                </c:pt>
                <c:pt idx="240">
                  <c:v>6512</c:v>
                </c:pt>
                <c:pt idx="241">
                  <c:v>6514</c:v>
                </c:pt>
                <c:pt idx="242">
                  <c:v>6516</c:v>
                </c:pt>
                <c:pt idx="243">
                  <c:v>6518</c:v>
                </c:pt>
                <c:pt idx="244">
                  <c:v>6520</c:v>
                </c:pt>
                <c:pt idx="245">
                  <c:v>6522</c:v>
                </c:pt>
                <c:pt idx="246">
                  <c:v>6524</c:v>
                </c:pt>
                <c:pt idx="247">
                  <c:v>6526</c:v>
                </c:pt>
                <c:pt idx="248">
                  <c:v>6528</c:v>
                </c:pt>
                <c:pt idx="249">
                  <c:v>6530</c:v>
                </c:pt>
                <c:pt idx="250">
                  <c:v>6532</c:v>
                </c:pt>
                <c:pt idx="251">
                  <c:v>6534</c:v>
                </c:pt>
                <c:pt idx="252">
                  <c:v>6536</c:v>
                </c:pt>
                <c:pt idx="253">
                  <c:v>6538</c:v>
                </c:pt>
                <c:pt idx="254">
                  <c:v>6540</c:v>
                </c:pt>
                <c:pt idx="255">
                  <c:v>6542</c:v>
                </c:pt>
                <c:pt idx="256">
                  <c:v>6544</c:v>
                </c:pt>
                <c:pt idx="257">
                  <c:v>6546</c:v>
                </c:pt>
                <c:pt idx="258">
                  <c:v>6548</c:v>
                </c:pt>
                <c:pt idx="259">
                  <c:v>6550</c:v>
                </c:pt>
                <c:pt idx="260">
                  <c:v>6552</c:v>
                </c:pt>
                <c:pt idx="261">
                  <c:v>6554</c:v>
                </c:pt>
                <c:pt idx="262">
                  <c:v>6556</c:v>
                </c:pt>
                <c:pt idx="263">
                  <c:v>6558</c:v>
                </c:pt>
                <c:pt idx="264">
                  <c:v>6560</c:v>
                </c:pt>
                <c:pt idx="265">
                  <c:v>6562</c:v>
                </c:pt>
                <c:pt idx="266">
                  <c:v>6564</c:v>
                </c:pt>
                <c:pt idx="267">
                  <c:v>6566</c:v>
                </c:pt>
                <c:pt idx="268">
                  <c:v>6568</c:v>
                </c:pt>
                <c:pt idx="269">
                  <c:v>6570</c:v>
                </c:pt>
                <c:pt idx="270">
                  <c:v>6572</c:v>
                </c:pt>
                <c:pt idx="271">
                  <c:v>6574</c:v>
                </c:pt>
                <c:pt idx="272">
                  <c:v>6576</c:v>
                </c:pt>
                <c:pt idx="273">
                  <c:v>6578</c:v>
                </c:pt>
                <c:pt idx="274">
                  <c:v>6580</c:v>
                </c:pt>
                <c:pt idx="275">
                  <c:v>6582</c:v>
                </c:pt>
                <c:pt idx="276">
                  <c:v>6584</c:v>
                </c:pt>
                <c:pt idx="277">
                  <c:v>6586</c:v>
                </c:pt>
                <c:pt idx="278">
                  <c:v>6588</c:v>
                </c:pt>
                <c:pt idx="279">
                  <c:v>6590</c:v>
                </c:pt>
                <c:pt idx="280">
                  <c:v>6592</c:v>
                </c:pt>
                <c:pt idx="281">
                  <c:v>6594</c:v>
                </c:pt>
                <c:pt idx="282">
                  <c:v>6596</c:v>
                </c:pt>
                <c:pt idx="283">
                  <c:v>6598</c:v>
                </c:pt>
                <c:pt idx="284">
                  <c:v>6600</c:v>
                </c:pt>
                <c:pt idx="285">
                  <c:v>6602</c:v>
                </c:pt>
                <c:pt idx="286">
                  <c:v>6604</c:v>
                </c:pt>
                <c:pt idx="287">
                  <c:v>6606</c:v>
                </c:pt>
                <c:pt idx="288">
                  <c:v>6608</c:v>
                </c:pt>
                <c:pt idx="289">
                  <c:v>6610</c:v>
                </c:pt>
                <c:pt idx="290">
                  <c:v>6612</c:v>
                </c:pt>
                <c:pt idx="291">
                  <c:v>6614</c:v>
                </c:pt>
                <c:pt idx="292">
                  <c:v>6616</c:v>
                </c:pt>
                <c:pt idx="293">
                  <c:v>6618</c:v>
                </c:pt>
                <c:pt idx="294">
                  <c:v>6620</c:v>
                </c:pt>
                <c:pt idx="295">
                  <c:v>6622</c:v>
                </c:pt>
                <c:pt idx="296">
                  <c:v>6624</c:v>
                </c:pt>
                <c:pt idx="297">
                  <c:v>6626</c:v>
                </c:pt>
                <c:pt idx="298">
                  <c:v>6628</c:v>
                </c:pt>
                <c:pt idx="299">
                  <c:v>6630</c:v>
                </c:pt>
                <c:pt idx="300">
                  <c:v>6632</c:v>
                </c:pt>
                <c:pt idx="301">
                  <c:v>6634</c:v>
                </c:pt>
                <c:pt idx="302">
                  <c:v>6636</c:v>
                </c:pt>
                <c:pt idx="303">
                  <c:v>6638</c:v>
                </c:pt>
                <c:pt idx="304">
                  <c:v>6640</c:v>
                </c:pt>
                <c:pt idx="305">
                  <c:v>6642</c:v>
                </c:pt>
                <c:pt idx="306">
                  <c:v>6644</c:v>
                </c:pt>
                <c:pt idx="307">
                  <c:v>6646</c:v>
                </c:pt>
                <c:pt idx="308">
                  <c:v>6648</c:v>
                </c:pt>
                <c:pt idx="309">
                  <c:v>6650</c:v>
                </c:pt>
                <c:pt idx="310">
                  <c:v>6652</c:v>
                </c:pt>
                <c:pt idx="311">
                  <c:v>6654</c:v>
                </c:pt>
                <c:pt idx="312">
                  <c:v>6656</c:v>
                </c:pt>
                <c:pt idx="313">
                  <c:v>6658</c:v>
                </c:pt>
                <c:pt idx="314">
                  <c:v>6660</c:v>
                </c:pt>
                <c:pt idx="315">
                  <c:v>6662</c:v>
                </c:pt>
                <c:pt idx="316">
                  <c:v>6664</c:v>
                </c:pt>
                <c:pt idx="317">
                  <c:v>6666</c:v>
                </c:pt>
                <c:pt idx="318">
                  <c:v>6668</c:v>
                </c:pt>
                <c:pt idx="319">
                  <c:v>6670</c:v>
                </c:pt>
                <c:pt idx="320">
                  <c:v>6672</c:v>
                </c:pt>
                <c:pt idx="321">
                  <c:v>6674</c:v>
                </c:pt>
                <c:pt idx="322">
                  <c:v>6676</c:v>
                </c:pt>
                <c:pt idx="323">
                  <c:v>6678</c:v>
                </c:pt>
                <c:pt idx="324">
                  <c:v>6680</c:v>
                </c:pt>
                <c:pt idx="325">
                  <c:v>6682</c:v>
                </c:pt>
                <c:pt idx="326">
                  <c:v>6684</c:v>
                </c:pt>
                <c:pt idx="327">
                  <c:v>6686</c:v>
                </c:pt>
                <c:pt idx="328">
                  <c:v>6688</c:v>
                </c:pt>
                <c:pt idx="329">
                  <c:v>6690</c:v>
                </c:pt>
                <c:pt idx="330">
                  <c:v>6692</c:v>
                </c:pt>
                <c:pt idx="331">
                  <c:v>6694</c:v>
                </c:pt>
                <c:pt idx="332">
                  <c:v>6696</c:v>
                </c:pt>
                <c:pt idx="333">
                  <c:v>6698</c:v>
                </c:pt>
                <c:pt idx="334">
                  <c:v>6700</c:v>
                </c:pt>
                <c:pt idx="335">
                  <c:v>6702</c:v>
                </c:pt>
                <c:pt idx="336">
                  <c:v>6704</c:v>
                </c:pt>
                <c:pt idx="337">
                  <c:v>6706</c:v>
                </c:pt>
                <c:pt idx="338">
                  <c:v>6708</c:v>
                </c:pt>
                <c:pt idx="339">
                  <c:v>6710</c:v>
                </c:pt>
                <c:pt idx="340">
                  <c:v>6712</c:v>
                </c:pt>
                <c:pt idx="341">
                  <c:v>6714</c:v>
                </c:pt>
                <c:pt idx="342">
                  <c:v>6716</c:v>
                </c:pt>
                <c:pt idx="343">
                  <c:v>6718</c:v>
                </c:pt>
                <c:pt idx="344">
                  <c:v>6720</c:v>
                </c:pt>
                <c:pt idx="345">
                  <c:v>6722</c:v>
                </c:pt>
                <c:pt idx="346">
                  <c:v>6724</c:v>
                </c:pt>
                <c:pt idx="347">
                  <c:v>6726</c:v>
                </c:pt>
                <c:pt idx="348">
                  <c:v>6728</c:v>
                </c:pt>
                <c:pt idx="349">
                  <c:v>6730</c:v>
                </c:pt>
                <c:pt idx="350">
                  <c:v>6732</c:v>
                </c:pt>
                <c:pt idx="351">
                  <c:v>6734</c:v>
                </c:pt>
                <c:pt idx="352">
                  <c:v>6736</c:v>
                </c:pt>
                <c:pt idx="353">
                  <c:v>6738</c:v>
                </c:pt>
                <c:pt idx="354">
                  <c:v>6740</c:v>
                </c:pt>
                <c:pt idx="355">
                  <c:v>6742</c:v>
                </c:pt>
                <c:pt idx="356">
                  <c:v>6744</c:v>
                </c:pt>
                <c:pt idx="357">
                  <c:v>6746</c:v>
                </c:pt>
                <c:pt idx="358">
                  <c:v>6748</c:v>
                </c:pt>
                <c:pt idx="359">
                  <c:v>6750</c:v>
                </c:pt>
                <c:pt idx="360">
                  <c:v>6752</c:v>
                </c:pt>
                <c:pt idx="361">
                  <c:v>6754</c:v>
                </c:pt>
                <c:pt idx="362">
                  <c:v>6756</c:v>
                </c:pt>
                <c:pt idx="363">
                  <c:v>6758</c:v>
                </c:pt>
                <c:pt idx="364">
                  <c:v>6760</c:v>
                </c:pt>
                <c:pt idx="365">
                  <c:v>6762</c:v>
                </c:pt>
                <c:pt idx="366">
                  <c:v>6764</c:v>
                </c:pt>
                <c:pt idx="367">
                  <c:v>6766</c:v>
                </c:pt>
                <c:pt idx="368">
                  <c:v>6768</c:v>
                </c:pt>
                <c:pt idx="369">
                  <c:v>6770</c:v>
                </c:pt>
                <c:pt idx="370">
                  <c:v>6772</c:v>
                </c:pt>
                <c:pt idx="371">
                  <c:v>6774</c:v>
                </c:pt>
                <c:pt idx="372">
                  <c:v>6776</c:v>
                </c:pt>
                <c:pt idx="373">
                  <c:v>6778</c:v>
                </c:pt>
                <c:pt idx="374">
                  <c:v>6780</c:v>
                </c:pt>
                <c:pt idx="375">
                  <c:v>6782</c:v>
                </c:pt>
                <c:pt idx="376">
                  <c:v>6784</c:v>
                </c:pt>
                <c:pt idx="377">
                  <c:v>6786</c:v>
                </c:pt>
                <c:pt idx="378">
                  <c:v>6788</c:v>
                </c:pt>
                <c:pt idx="379">
                  <c:v>6790</c:v>
                </c:pt>
                <c:pt idx="380">
                  <c:v>6792</c:v>
                </c:pt>
                <c:pt idx="381">
                  <c:v>6794</c:v>
                </c:pt>
                <c:pt idx="382">
                  <c:v>6796</c:v>
                </c:pt>
                <c:pt idx="383">
                  <c:v>6798</c:v>
                </c:pt>
                <c:pt idx="384">
                  <c:v>6800</c:v>
                </c:pt>
                <c:pt idx="385">
                  <c:v>6802</c:v>
                </c:pt>
                <c:pt idx="386">
                  <c:v>6804</c:v>
                </c:pt>
                <c:pt idx="387">
                  <c:v>6806</c:v>
                </c:pt>
                <c:pt idx="388">
                  <c:v>6808</c:v>
                </c:pt>
                <c:pt idx="389">
                  <c:v>6810</c:v>
                </c:pt>
                <c:pt idx="390">
                  <c:v>6812</c:v>
                </c:pt>
                <c:pt idx="391">
                  <c:v>6814</c:v>
                </c:pt>
                <c:pt idx="392">
                  <c:v>6816</c:v>
                </c:pt>
                <c:pt idx="393">
                  <c:v>6818</c:v>
                </c:pt>
                <c:pt idx="394">
                  <c:v>6820</c:v>
                </c:pt>
                <c:pt idx="395">
                  <c:v>6822</c:v>
                </c:pt>
                <c:pt idx="396">
                  <c:v>6824</c:v>
                </c:pt>
                <c:pt idx="397">
                  <c:v>6826</c:v>
                </c:pt>
                <c:pt idx="398">
                  <c:v>6828</c:v>
                </c:pt>
                <c:pt idx="399">
                  <c:v>6830</c:v>
                </c:pt>
                <c:pt idx="400">
                  <c:v>6832</c:v>
                </c:pt>
                <c:pt idx="401">
                  <c:v>6834</c:v>
                </c:pt>
                <c:pt idx="402">
                  <c:v>6836</c:v>
                </c:pt>
                <c:pt idx="403">
                  <c:v>6838</c:v>
                </c:pt>
                <c:pt idx="404">
                  <c:v>6840</c:v>
                </c:pt>
                <c:pt idx="405">
                  <c:v>6842</c:v>
                </c:pt>
                <c:pt idx="406">
                  <c:v>6844</c:v>
                </c:pt>
                <c:pt idx="407">
                  <c:v>6846</c:v>
                </c:pt>
                <c:pt idx="408">
                  <c:v>6848</c:v>
                </c:pt>
                <c:pt idx="409">
                  <c:v>6850</c:v>
                </c:pt>
                <c:pt idx="410">
                  <c:v>6852</c:v>
                </c:pt>
                <c:pt idx="411">
                  <c:v>6854</c:v>
                </c:pt>
                <c:pt idx="412">
                  <c:v>6856</c:v>
                </c:pt>
                <c:pt idx="413">
                  <c:v>6858</c:v>
                </c:pt>
                <c:pt idx="414">
                  <c:v>6860</c:v>
                </c:pt>
                <c:pt idx="415">
                  <c:v>6862</c:v>
                </c:pt>
                <c:pt idx="416">
                  <c:v>6864</c:v>
                </c:pt>
                <c:pt idx="417">
                  <c:v>6866</c:v>
                </c:pt>
                <c:pt idx="418">
                  <c:v>6868</c:v>
                </c:pt>
                <c:pt idx="419">
                  <c:v>6870</c:v>
                </c:pt>
                <c:pt idx="420">
                  <c:v>6872</c:v>
                </c:pt>
                <c:pt idx="421">
                  <c:v>6874</c:v>
                </c:pt>
                <c:pt idx="422">
                  <c:v>6876</c:v>
                </c:pt>
                <c:pt idx="423">
                  <c:v>6878</c:v>
                </c:pt>
                <c:pt idx="424">
                  <c:v>6880</c:v>
                </c:pt>
                <c:pt idx="425">
                  <c:v>6882</c:v>
                </c:pt>
                <c:pt idx="426">
                  <c:v>6884</c:v>
                </c:pt>
                <c:pt idx="427">
                  <c:v>6886</c:v>
                </c:pt>
                <c:pt idx="428">
                  <c:v>6888</c:v>
                </c:pt>
                <c:pt idx="429">
                  <c:v>6890</c:v>
                </c:pt>
                <c:pt idx="430">
                  <c:v>6892</c:v>
                </c:pt>
                <c:pt idx="431">
                  <c:v>6894</c:v>
                </c:pt>
                <c:pt idx="432">
                  <c:v>6896</c:v>
                </c:pt>
                <c:pt idx="433">
                  <c:v>6898</c:v>
                </c:pt>
                <c:pt idx="434">
                  <c:v>6900</c:v>
                </c:pt>
                <c:pt idx="435">
                  <c:v>6902</c:v>
                </c:pt>
                <c:pt idx="436">
                  <c:v>6904</c:v>
                </c:pt>
                <c:pt idx="437">
                  <c:v>6906</c:v>
                </c:pt>
                <c:pt idx="438">
                  <c:v>6908</c:v>
                </c:pt>
                <c:pt idx="439">
                  <c:v>6910</c:v>
                </c:pt>
                <c:pt idx="440">
                  <c:v>6912</c:v>
                </c:pt>
                <c:pt idx="441">
                  <c:v>6914</c:v>
                </c:pt>
                <c:pt idx="442">
                  <c:v>6916</c:v>
                </c:pt>
                <c:pt idx="443">
                  <c:v>6918</c:v>
                </c:pt>
                <c:pt idx="444">
                  <c:v>6920</c:v>
                </c:pt>
                <c:pt idx="445">
                  <c:v>6922</c:v>
                </c:pt>
                <c:pt idx="446">
                  <c:v>6924</c:v>
                </c:pt>
                <c:pt idx="447">
                  <c:v>6926</c:v>
                </c:pt>
                <c:pt idx="448">
                  <c:v>6928</c:v>
                </c:pt>
                <c:pt idx="449">
                  <c:v>6930</c:v>
                </c:pt>
                <c:pt idx="450">
                  <c:v>6932</c:v>
                </c:pt>
                <c:pt idx="451">
                  <c:v>6934</c:v>
                </c:pt>
                <c:pt idx="452">
                  <c:v>6936</c:v>
                </c:pt>
                <c:pt idx="453">
                  <c:v>6938</c:v>
                </c:pt>
                <c:pt idx="454">
                  <c:v>6940</c:v>
                </c:pt>
                <c:pt idx="455">
                  <c:v>6942</c:v>
                </c:pt>
                <c:pt idx="456">
                  <c:v>6944</c:v>
                </c:pt>
                <c:pt idx="457">
                  <c:v>6946</c:v>
                </c:pt>
                <c:pt idx="458">
                  <c:v>6948</c:v>
                </c:pt>
                <c:pt idx="459">
                  <c:v>6950</c:v>
                </c:pt>
                <c:pt idx="460">
                  <c:v>6952</c:v>
                </c:pt>
                <c:pt idx="461">
                  <c:v>6954</c:v>
                </c:pt>
                <c:pt idx="462">
                  <c:v>6956</c:v>
                </c:pt>
                <c:pt idx="463">
                  <c:v>6958</c:v>
                </c:pt>
                <c:pt idx="464">
                  <c:v>6960</c:v>
                </c:pt>
                <c:pt idx="465">
                  <c:v>6962</c:v>
                </c:pt>
                <c:pt idx="466">
                  <c:v>6964</c:v>
                </c:pt>
                <c:pt idx="467">
                  <c:v>6966</c:v>
                </c:pt>
                <c:pt idx="468">
                  <c:v>6968</c:v>
                </c:pt>
                <c:pt idx="469">
                  <c:v>6970</c:v>
                </c:pt>
                <c:pt idx="470">
                  <c:v>6972</c:v>
                </c:pt>
                <c:pt idx="471">
                  <c:v>6974</c:v>
                </c:pt>
                <c:pt idx="472">
                  <c:v>6976</c:v>
                </c:pt>
                <c:pt idx="473">
                  <c:v>6978</c:v>
                </c:pt>
                <c:pt idx="474">
                  <c:v>6980</c:v>
                </c:pt>
                <c:pt idx="475">
                  <c:v>6982</c:v>
                </c:pt>
                <c:pt idx="476">
                  <c:v>6984</c:v>
                </c:pt>
                <c:pt idx="477">
                  <c:v>6986</c:v>
                </c:pt>
                <c:pt idx="478">
                  <c:v>6988</c:v>
                </c:pt>
                <c:pt idx="479">
                  <c:v>6990</c:v>
                </c:pt>
                <c:pt idx="480">
                  <c:v>6992</c:v>
                </c:pt>
                <c:pt idx="481">
                  <c:v>6994</c:v>
                </c:pt>
                <c:pt idx="482">
                  <c:v>6996</c:v>
                </c:pt>
                <c:pt idx="483">
                  <c:v>6998</c:v>
                </c:pt>
                <c:pt idx="484">
                  <c:v>7000</c:v>
                </c:pt>
                <c:pt idx="485">
                  <c:v>7002</c:v>
                </c:pt>
                <c:pt idx="486">
                  <c:v>7004</c:v>
                </c:pt>
                <c:pt idx="487">
                  <c:v>7006</c:v>
                </c:pt>
                <c:pt idx="488">
                  <c:v>7008</c:v>
                </c:pt>
                <c:pt idx="489">
                  <c:v>7010</c:v>
                </c:pt>
                <c:pt idx="490">
                  <c:v>7012</c:v>
                </c:pt>
                <c:pt idx="491">
                  <c:v>7014</c:v>
                </c:pt>
                <c:pt idx="492">
                  <c:v>7016</c:v>
                </c:pt>
                <c:pt idx="493">
                  <c:v>7018</c:v>
                </c:pt>
                <c:pt idx="494">
                  <c:v>7020</c:v>
                </c:pt>
                <c:pt idx="495">
                  <c:v>7022</c:v>
                </c:pt>
                <c:pt idx="496">
                  <c:v>7024</c:v>
                </c:pt>
                <c:pt idx="497">
                  <c:v>7026</c:v>
                </c:pt>
                <c:pt idx="498">
                  <c:v>7028</c:v>
                </c:pt>
                <c:pt idx="499">
                  <c:v>7030</c:v>
                </c:pt>
                <c:pt idx="500">
                  <c:v>7032</c:v>
                </c:pt>
                <c:pt idx="501">
                  <c:v>7034</c:v>
                </c:pt>
                <c:pt idx="502">
                  <c:v>7036</c:v>
                </c:pt>
                <c:pt idx="503">
                  <c:v>7038</c:v>
                </c:pt>
                <c:pt idx="504">
                  <c:v>7040</c:v>
                </c:pt>
                <c:pt idx="505">
                  <c:v>7042</c:v>
                </c:pt>
                <c:pt idx="506">
                  <c:v>7044</c:v>
                </c:pt>
                <c:pt idx="507">
                  <c:v>7046</c:v>
                </c:pt>
                <c:pt idx="508">
                  <c:v>7048</c:v>
                </c:pt>
                <c:pt idx="509">
                  <c:v>7050</c:v>
                </c:pt>
                <c:pt idx="510">
                  <c:v>7052</c:v>
                </c:pt>
                <c:pt idx="511">
                  <c:v>7054</c:v>
                </c:pt>
                <c:pt idx="512">
                  <c:v>7056</c:v>
                </c:pt>
                <c:pt idx="513">
                  <c:v>7058</c:v>
                </c:pt>
                <c:pt idx="514">
                  <c:v>7060</c:v>
                </c:pt>
                <c:pt idx="515">
                  <c:v>7062</c:v>
                </c:pt>
                <c:pt idx="516">
                  <c:v>7064</c:v>
                </c:pt>
                <c:pt idx="517">
                  <c:v>7066</c:v>
                </c:pt>
                <c:pt idx="518">
                  <c:v>7068</c:v>
                </c:pt>
                <c:pt idx="519">
                  <c:v>7070</c:v>
                </c:pt>
                <c:pt idx="520">
                  <c:v>7072</c:v>
                </c:pt>
                <c:pt idx="521">
                  <c:v>7074</c:v>
                </c:pt>
                <c:pt idx="522">
                  <c:v>7076</c:v>
                </c:pt>
                <c:pt idx="523">
                  <c:v>7078</c:v>
                </c:pt>
                <c:pt idx="524">
                  <c:v>7080</c:v>
                </c:pt>
                <c:pt idx="525">
                  <c:v>7082</c:v>
                </c:pt>
                <c:pt idx="526">
                  <c:v>7084</c:v>
                </c:pt>
                <c:pt idx="527">
                  <c:v>7086</c:v>
                </c:pt>
                <c:pt idx="528">
                  <c:v>7088</c:v>
                </c:pt>
                <c:pt idx="529">
                  <c:v>7090</c:v>
                </c:pt>
                <c:pt idx="530">
                  <c:v>7092</c:v>
                </c:pt>
                <c:pt idx="531">
                  <c:v>7094</c:v>
                </c:pt>
                <c:pt idx="532">
                  <c:v>7096</c:v>
                </c:pt>
                <c:pt idx="533">
                  <c:v>7098</c:v>
                </c:pt>
                <c:pt idx="534">
                  <c:v>7100</c:v>
                </c:pt>
                <c:pt idx="535">
                  <c:v>7102</c:v>
                </c:pt>
                <c:pt idx="536">
                  <c:v>7104</c:v>
                </c:pt>
                <c:pt idx="537">
                  <c:v>7106</c:v>
                </c:pt>
                <c:pt idx="538">
                  <c:v>7108</c:v>
                </c:pt>
                <c:pt idx="539">
                  <c:v>7110</c:v>
                </c:pt>
                <c:pt idx="540">
                  <c:v>7112</c:v>
                </c:pt>
                <c:pt idx="541">
                  <c:v>7114</c:v>
                </c:pt>
                <c:pt idx="542">
                  <c:v>7116</c:v>
                </c:pt>
                <c:pt idx="543">
                  <c:v>7118</c:v>
                </c:pt>
                <c:pt idx="544">
                  <c:v>7120</c:v>
                </c:pt>
                <c:pt idx="545">
                  <c:v>7122</c:v>
                </c:pt>
                <c:pt idx="546">
                  <c:v>7124</c:v>
                </c:pt>
                <c:pt idx="547">
                  <c:v>7126</c:v>
                </c:pt>
                <c:pt idx="548">
                  <c:v>7128</c:v>
                </c:pt>
                <c:pt idx="549">
                  <c:v>7130</c:v>
                </c:pt>
                <c:pt idx="550">
                  <c:v>7132</c:v>
                </c:pt>
                <c:pt idx="551">
                  <c:v>7134</c:v>
                </c:pt>
                <c:pt idx="552">
                  <c:v>7136</c:v>
                </c:pt>
                <c:pt idx="553">
                  <c:v>7138</c:v>
                </c:pt>
                <c:pt idx="554">
                  <c:v>7140</c:v>
                </c:pt>
                <c:pt idx="555">
                  <c:v>7142</c:v>
                </c:pt>
                <c:pt idx="556">
                  <c:v>7144</c:v>
                </c:pt>
                <c:pt idx="557">
                  <c:v>7146</c:v>
                </c:pt>
                <c:pt idx="558">
                  <c:v>7148</c:v>
                </c:pt>
                <c:pt idx="559">
                  <c:v>7150</c:v>
                </c:pt>
                <c:pt idx="560">
                  <c:v>7152</c:v>
                </c:pt>
                <c:pt idx="561">
                  <c:v>7154</c:v>
                </c:pt>
                <c:pt idx="562">
                  <c:v>7156</c:v>
                </c:pt>
                <c:pt idx="563">
                  <c:v>7158</c:v>
                </c:pt>
                <c:pt idx="564">
                  <c:v>7160</c:v>
                </c:pt>
                <c:pt idx="565">
                  <c:v>7162</c:v>
                </c:pt>
                <c:pt idx="566">
                  <c:v>7164</c:v>
                </c:pt>
                <c:pt idx="567">
                  <c:v>7166</c:v>
                </c:pt>
                <c:pt idx="568">
                  <c:v>7168</c:v>
                </c:pt>
                <c:pt idx="569">
                  <c:v>7170</c:v>
                </c:pt>
                <c:pt idx="570">
                  <c:v>7172</c:v>
                </c:pt>
                <c:pt idx="571">
                  <c:v>7174</c:v>
                </c:pt>
                <c:pt idx="572">
                  <c:v>7176</c:v>
                </c:pt>
                <c:pt idx="573">
                  <c:v>7178</c:v>
                </c:pt>
                <c:pt idx="574">
                  <c:v>7180</c:v>
                </c:pt>
                <c:pt idx="575">
                  <c:v>7182</c:v>
                </c:pt>
                <c:pt idx="576">
                  <c:v>7184</c:v>
                </c:pt>
                <c:pt idx="577">
                  <c:v>7186</c:v>
                </c:pt>
                <c:pt idx="578">
                  <c:v>7188</c:v>
                </c:pt>
                <c:pt idx="579">
                  <c:v>7190</c:v>
                </c:pt>
                <c:pt idx="580">
                  <c:v>7192</c:v>
                </c:pt>
                <c:pt idx="581">
                  <c:v>7194</c:v>
                </c:pt>
                <c:pt idx="582">
                  <c:v>7196</c:v>
                </c:pt>
                <c:pt idx="583">
                  <c:v>7198</c:v>
                </c:pt>
                <c:pt idx="584">
                  <c:v>7200</c:v>
                </c:pt>
                <c:pt idx="585">
                  <c:v>7202</c:v>
                </c:pt>
                <c:pt idx="586">
                  <c:v>7204</c:v>
                </c:pt>
                <c:pt idx="587">
                  <c:v>7206</c:v>
                </c:pt>
                <c:pt idx="588">
                  <c:v>7208</c:v>
                </c:pt>
                <c:pt idx="589">
                  <c:v>7210</c:v>
                </c:pt>
                <c:pt idx="590">
                  <c:v>7212</c:v>
                </c:pt>
                <c:pt idx="591">
                  <c:v>7214</c:v>
                </c:pt>
                <c:pt idx="592">
                  <c:v>7216</c:v>
                </c:pt>
                <c:pt idx="593">
                  <c:v>7218</c:v>
                </c:pt>
                <c:pt idx="594">
                  <c:v>7220</c:v>
                </c:pt>
                <c:pt idx="595">
                  <c:v>7222</c:v>
                </c:pt>
                <c:pt idx="596">
                  <c:v>7224</c:v>
                </c:pt>
                <c:pt idx="597">
                  <c:v>7226</c:v>
                </c:pt>
                <c:pt idx="598">
                  <c:v>7228</c:v>
                </c:pt>
                <c:pt idx="599">
                  <c:v>7230</c:v>
                </c:pt>
                <c:pt idx="600">
                  <c:v>7232</c:v>
                </c:pt>
                <c:pt idx="601">
                  <c:v>7234</c:v>
                </c:pt>
                <c:pt idx="602">
                  <c:v>7236</c:v>
                </c:pt>
                <c:pt idx="603">
                  <c:v>7238</c:v>
                </c:pt>
                <c:pt idx="604">
                  <c:v>7240</c:v>
                </c:pt>
                <c:pt idx="605">
                  <c:v>7242</c:v>
                </c:pt>
                <c:pt idx="606">
                  <c:v>7244</c:v>
                </c:pt>
                <c:pt idx="607">
                  <c:v>7246</c:v>
                </c:pt>
                <c:pt idx="608">
                  <c:v>7248</c:v>
                </c:pt>
                <c:pt idx="609">
                  <c:v>7250</c:v>
                </c:pt>
                <c:pt idx="610">
                  <c:v>7252</c:v>
                </c:pt>
                <c:pt idx="611">
                  <c:v>7254</c:v>
                </c:pt>
                <c:pt idx="612">
                  <c:v>7256</c:v>
                </c:pt>
                <c:pt idx="613">
                  <c:v>7258</c:v>
                </c:pt>
                <c:pt idx="614">
                  <c:v>7260</c:v>
                </c:pt>
                <c:pt idx="615">
                  <c:v>7262</c:v>
                </c:pt>
                <c:pt idx="616">
                  <c:v>7264</c:v>
                </c:pt>
                <c:pt idx="617">
                  <c:v>7266</c:v>
                </c:pt>
                <c:pt idx="618">
                  <c:v>7268</c:v>
                </c:pt>
                <c:pt idx="619">
                  <c:v>7270</c:v>
                </c:pt>
                <c:pt idx="620">
                  <c:v>7272</c:v>
                </c:pt>
                <c:pt idx="621">
                  <c:v>7274</c:v>
                </c:pt>
                <c:pt idx="622">
                  <c:v>7276</c:v>
                </c:pt>
                <c:pt idx="623">
                  <c:v>7278</c:v>
                </c:pt>
                <c:pt idx="624">
                  <c:v>7280</c:v>
                </c:pt>
                <c:pt idx="625">
                  <c:v>7282</c:v>
                </c:pt>
                <c:pt idx="626">
                  <c:v>7284</c:v>
                </c:pt>
                <c:pt idx="627">
                  <c:v>7286</c:v>
                </c:pt>
                <c:pt idx="628">
                  <c:v>7288</c:v>
                </c:pt>
                <c:pt idx="629">
                  <c:v>7290</c:v>
                </c:pt>
                <c:pt idx="630">
                  <c:v>7292</c:v>
                </c:pt>
                <c:pt idx="631">
                  <c:v>7294</c:v>
                </c:pt>
                <c:pt idx="632">
                  <c:v>7296</c:v>
                </c:pt>
                <c:pt idx="633">
                  <c:v>7298</c:v>
                </c:pt>
                <c:pt idx="634">
                  <c:v>7300</c:v>
                </c:pt>
                <c:pt idx="635">
                  <c:v>7302</c:v>
                </c:pt>
                <c:pt idx="636">
                  <c:v>7304</c:v>
                </c:pt>
                <c:pt idx="637">
                  <c:v>7306</c:v>
                </c:pt>
                <c:pt idx="638">
                  <c:v>7308</c:v>
                </c:pt>
                <c:pt idx="639">
                  <c:v>7310</c:v>
                </c:pt>
                <c:pt idx="640">
                  <c:v>7312</c:v>
                </c:pt>
                <c:pt idx="641">
                  <c:v>7314</c:v>
                </c:pt>
                <c:pt idx="642">
                  <c:v>7316</c:v>
                </c:pt>
                <c:pt idx="643">
                  <c:v>7318</c:v>
                </c:pt>
                <c:pt idx="644">
                  <c:v>7320</c:v>
                </c:pt>
                <c:pt idx="645">
                  <c:v>7322</c:v>
                </c:pt>
                <c:pt idx="646">
                  <c:v>7324</c:v>
                </c:pt>
                <c:pt idx="647">
                  <c:v>7326</c:v>
                </c:pt>
                <c:pt idx="648">
                  <c:v>7328</c:v>
                </c:pt>
                <c:pt idx="649">
                  <c:v>7330</c:v>
                </c:pt>
                <c:pt idx="650">
                  <c:v>7332</c:v>
                </c:pt>
                <c:pt idx="651">
                  <c:v>7334</c:v>
                </c:pt>
                <c:pt idx="652">
                  <c:v>7336</c:v>
                </c:pt>
                <c:pt idx="653">
                  <c:v>7338</c:v>
                </c:pt>
                <c:pt idx="654">
                  <c:v>7340</c:v>
                </c:pt>
                <c:pt idx="655">
                  <c:v>7342</c:v>
                </c:pt>
                <c:pt idx="656">
                  <c:v>7344</c:v>
                </c:pt>
                <c:pt idx="657">
                  <c:v>7346</c:v>
                </c:pt>
                <c:pt idx="658">
                  <c:v>7348</c:v>
                </c:pt>
                <c:pt idx="659">
                  <c:v>7350</c:v>
                </c:pt>
                <c:pt idx="660">
                  <c:v>7352</c:v>
                </c:pt>
                <c:pt idx="661">
                  <c:v>7354</c:v>
                </c:pt>
                <c:pt idx="662">
                  <c:v>7356</c:v>
                </c:pt>
                <c:pt idx="663">
                  <c:v>7358</c:v>
                </c:pt>
                <c:pt idx="664">
                  <c:v>7360</c:v>
                </c:pt>
                <c:pt idx="665">
                  <c:v>7362</c:v>
                </c:pt>
                <c:pt idx="666">
                  <c:v>7364</c:v>
                </c:pt>
                <c:pt idx="667">
                  <c:v>7366</c:v>
                </c:pt>
                <c:pt idx="668">
                  <c:v>7368</c:v>
                </c:pt>
                <c:pt idx="669">
                  <c:v>7370</c:v>
                </c:pt>
                <c:pt idx="670">
                  <c:v>7372</c:v>
                </c:pt>
                <c:pt idx="671">
                  <c:v>7374</c:v>
                </c:pt>
                <c:pt idx="672">
                  <c:v>7376</c:v>
                </c:pt>
                <c:pt idx="673">
                  <c:v>7378</c:v>
                </c:pt>
                <c:pt idx="674">
                  <c:v>7380</c:v>
                </c:pt>
                <c:pt idx="675">
                  <c:v>7382</c:v>
                </c:pt>
                <c:pt idx="676">
                  <c:v>7384</c:v>
                </c:pt>
                <c:pt idx="677">
                  <c:v>7386</c:v>
                </c:pt>
                <c:pt idx="678">
                  <c:v>7388</c:v>
                </c:pt>
                <c:pt idx="679">
                  <c:v>7390</c:v>
                </c:pt>
                <c:pt idx="680">
                  <c:v>7392</c:v>
                </c:pt>
                <c:pt idx="681">
                  <c:v>7394</c:v>
                </c:pt>
                <c:pt idx="682">
                  <c:v>7396</c:v>
                </c:pt>
                <c:pt idx="683">
                  <c:v>7398</c:v>
                </c:pt>
                <c:pt idx="684">
                  <c:v>7400</c:v>
                </c:pt>
                <c:pt idx="685">
                  <c:v>7402</c:v>
                </c:pt>
                <c:pt idx="686">
                  <c:v>7404</c:v>
                </c:pt>
                <c:pt idx="687">
                  <c:v>7406</c:v>
                </c:pt>
                <c:pt idx="688">
                  <c:v>7408</c:v>
                </c:pt>
                <c:pt idx="689">
                  <c:v>7410</c:v>
                </c:pt>
                <c:pt idx="690">
                  <c:v>7412</c:v>
                </c:pt>
                <c:pt idx="691">
                  <c:v>7414</c:v>
                </c:pt>
                <c:pt idx="692">
                  <c:v>7416</c:v>
                </c:pt>
                <c:pt idx="693">
                  <c:v>7418</c:v>
                </c:pt>
                <c:pt idx="694">
                  <c:v>7420</c:v>
                </c:pt>
                <c:pt idx="695">
                  <c:v>7422</c:v>
                </c:pt>
                <c:pt idx="696">
                  <c:v>7424</c:v>
                </c:pt>
                <c:pt idx="697">
                  <c:v>7426</c:v>
                </c:pt>
                <c:pt idx="698">
                  <c:v>7428</c:v>
                </c:pt>
                <c:pt idx="699">
                  <c:v>7430</c:v>
                </c:pt>
                <c:pt idx="700">
                  <c:v>7432</c:v>
                </c:pt>
                <c:pt idx="701">
                  <c:v>7434</c:v>
                </c:pt>
                <c:pt idx="702">
                  <c:v>7436</c:v>
                </c:pt>
                <c:pt idx="703">
                  <c:v>7438</c:v>
                </c:pt>
                <c:pt idx="704">
                  <c:v>7440</c:v>
                </c:pt>
                <c:pt idx="705">
                  <c:v>7442</c:v>
                </c:pt>
                <c:pt idx="706">
                  <c:v>7444</c:v>
                </c:pt>
                <c:pt idx="707">
                  <c:v>7446</c:v>
                </c:pt>
                <c:pt idx="708">
                  <c:v>7448</c:v>
                </c:pt>
                <c:pt idx="709">
                  <c:v>7450</c:v>
                </c:pt>
                <c:pt idx="710">
                  <c:v>7452</c:v>
                </c:pt>
                <c:pt idx="711">
                  <c:v>7454</c:v>
                </c:pt>
                <c:pt idx="712">
                  <c:v>7456</c:v>
                </c:pt>
                <c:pt idx="713">
                  <c:v>7458</c:v>
                </c:pt>
                <c:pt idx="714">
                  <c:v>7460</c:v>
                </c:pt>
                <c:pt idx="715">
                  <c:v>7462</c:v>
                </c:pt>
                <c:pt idx="716">
                  <c:v>7464</c:v>
                </c:pt>
                <c:pt idx="717">
                  <c:v>7466</c:v>
                </c:pt>
                <c:pt idx="718">
                  <c:v>7468</c:v>
                </c:pt>
                <c:pt idx="719">
                  <c:v>7470</c:v>
                </c:pt>
                <c:pt idx="720">
                  <c:v>7472</c:v>
                </c:pt>
                <c:pt idx="721">
                  <c:v>7474</c:v>
                </c:pt>
                <c:pt idx="722">
                  <c:v>7476</c:v>
                </c:pt>
                <c:pt idx="723">
                  <c:v>7478</c:v>
                </c:pt>
                <c:pt idx="724">
                  <c:v>7480</c:v>
                </c:pt>
                <c:pt idx="725">
                  <c:v>7482</c:v>
                </c:pt>
                <c:pt idx="726">
                  <c:v>7484</c:v>
                </c:pt>
                <c:pt idx="727">
                  <c:v>7486</c:v>
                </c:pt>
                <c:pt idx="728">
                  <c:v>7488</c:v>
                </c:pt>
                <c:pt idx="729">
                  <c:v>7490</c:v>
                </c:pt>
                <c:pt idx="730">
                  <c:v>7492</c:v>
                </c:pt>
                <c:pt idx="731">
                  <c:v>7494</c:v>
                </c:pt>
                <c:pt idx="732">
                  <c:v>7496</c:v>
                </c:pt>
                <c:pt idx="733">
                  <c:v>7498</c:v>
                </c:pt>
                <c:pt idx="734">
                  <c:v>7500</c:v>
                </c:pt>
                <c:pt idx="735">
                  <c:v>7502</c:v>
                </c:pt>
                <c:pt idx="736">
                  <c:v>7504</c:v>
                </c:pt>
                <c:pt idx="737">
                  <c:v>7506</c:v>
                </c:pt>
                <c:pt idx="738">
                  <c:v>7508</c:v>
                </c:pt>
                <c:pt idx="739">
                  <c:v>7510</c:v>
                </c:pt>
                <c:pt idx="740">
                  <c:v>7512</c:v>
                </c:pt>
                <c:pt idx="741">
                  <c:v>7514</c:v>
                </c:pt>
                <c:pt idx="742">
                  <c:v>7516</c:v>
                </c:pt>
                <c:pt idx="743">
                  <c:v>7518</c:v>
                </c:pt>
                <c:pt idx="744">
                  <c:v>7520</c:v>
                </c:pt>
                <c:pt idx="745">
                  <c:v>7522</c:v>
                </c:pt>
                <c:pt idx="746">
                  <c:v>7524</c:v>
                </c:pt>
                <c:pt idx="747">
                  <c:v>7526</c:v>
                </c:pt>
                <c:pt idx="748">
                  <c:v>7528</c:v>
                </c:pt>
                <c:pt idx="749">
                  <c:v>7530</c:v>
                </c:pt>
                <c:pt idx="750">
                  <c:v>7532</c:v>
                </c:pt>
                <c:pt idx="751">
                  <c:v>7534</c:v>
                </c:pt>
                <c:pt idx="752">
                  <c:v>7536</c:v>
                </c:pt>
                <c:pt idx="753">
                  <c:v>7538</c:v>
                </c:pt>
                <c:pt idx="754">
                  <c:v>7540</c:v>
                </c:pt>
                <c:pt idx="755">
                  <c:v>7542</c:v>
                </c:pt>
                <c:pt idx="756">
                  <c:v>7544</c:v>
                </c:pt>
                <c:pt idx="757">
                  <c:v>7546</c:v>
                </c:pt>
                <c:pt idx="758">
                  <c:v>7548</c:v>
                </c:pt>
                <c:pt idx="759">
                  <c:v>7550</c:v>
                </c:pt>
                <c:pt idx="760">
                  <c:v>7552</c:v>
                </c:pt>
                <c:pt idx="761">
                  <c:v>7554</c:v>
                </c:pt>
                <c:pt idx="762">
                  <c:v>7556</c:v>
                </c:pt>
                <c:pt idx="763">
                  <c:v>7558</c:v>
                </c:pt>
                <c:pt idx="764">
                  <c:v>7560</c:v>
                </c:pt>
                <c:pt idx="765">
                  <c:v>7562</c:v>
                </c:pt>
                <c:pt idx="766">
                  <c:v>7564</c:v>
                </c:pt>
                <c:pt idx="767">
                  <c:v>7566</c:v>
                </c:pt>
                <c:pt idx="768">
                  <c:v>7568</c:v>
                </c:pt>
                <c:pt idx="769">
                  <c:v>7570</c:v>
                </c:pt>
                <c:pt idx="770">
                  <c:v>7572</c:v>
                </c:pt>
                <c:pt idx="771">
                  <c:v>7574</c:v>
                </c:pt>
                <c:pt idx="772">
                  <c:v>7576</c:v>
                </c:pt>
                <c:pt idx="773">
                  <c:v>7578</c:v>
                </c:pt>
                <c:pt idx="774">
                  <c:v>7580</c:v>
                </c:pt>
                <c:pt idx="775">
                  <c:v>7582</c:v>
                </c:pt>
                <c:pt idx="776">
                  <c:v>7584</c:v>
                </c:pt>
                <c:pt idx="777">
                  <c:v>7586</c:v>
                </c:pt>
                <c:pt idx="778">
                  <c:v>7588</c:v>
                </c:pt>
                <c:pt idx="779">
                  <c:v>7590</c:v>
                </c:pt>
                <c:pt idx="780">
                  <c:v>7592</c:v>
                </c:pt>
                <c:pt idx="781">
                  <c:v>7594</c:v>
                </c:pt>
                <c:pt idx="782">
                  <c:v>7596</c:v>
                </c:pt>
                <c:pt idx="783">
                  <c:v>7598</c:v>
                </c:pt>
                <c:pt idx="784">
                  <c:v>7600</c:v>
                </c:pt>
                <c:pt idx="785">
                  <c:v>7602</c:v>
                </c:pt>
                <c:pt idx="786">
                  <c:v>7604</c:v>
                </c:pt>
                <c:pt idx="787">
                  <c:v>7606</c:v>
                </c:pt>
                <c:pt idx="788">
                  <c:v>7608</c:v>
                </c:pt>
                <c:pt idx="789">
                  <c:v>7610</c:v>
                </c:pt>
                <c:pt idx="790">
                  <c:v>7612</c:v>
                </c:pt>
                <c:pt idx="791">
                  <c:v>7614</c:v>
                </c:pt>
                <c:pt idx="792">
                  <c:v>7616</c:v>
                </c:pt>
                <c:pt idx="793">
                  <c:v>7618</c:v>
                </c:pt>
                <c:pt idx="794">
                  <c:v>7620</c:v>
                </c:pt>
                <c:pt idx="795">
                  <c:v>7622</c:v>
                </c:pt>
                <c:pt idx="796">
                  <c:v>7624</c:v>
                </c:pt>
                <c:pt idx="797">
                  <c:v>7626</c:v>
                </c:pt>
                <c:pt idx="798">
                  <c:v>7628</c:v>
                </c:pt>
                <c:pt idx="799">
                  <c:v>7630</c:v>
                </c:pt>
                <c:pt idx="800">
                  <c:v>7632</c:v>
                </c:pt>
                <c:pt idx="801">
                  <c:v>7634</c:v>
                </c:pt>
                <c:pt idx="802">
                  <c:v>7636</c:v>
                </c:pt>
                <c:pt idx="803">
                  <c:v>7638</c:v>
                </c:pt>
                <c:pt idx="804">
                  <c:v>7640</c:v>
                </c:pt>
                <c:pt idx="805">
                  <c:v>7642</c:v>
                </c:pt>
                <c:pt idx="806">
                  <c:v>7644</c:v>
                </c:pt>
                <c:pt idx="807">
                  <c:v>7646</c:v>
                </c:pt>
                <c:pt idx="808">
                  <c:v>7648</c:v>
                </c:pt>
                <c:pt idx="809">
                  <c:v>7650</c:v>
                </c:pt>
                <c:pt idx="810">
                  <c:v>7652</c:v>
                </c:pt>
                <c:pt idx="811">
                  <c:v>7654</c:v>
                </c:pt>
                <c:pt idx="812">
                  <c:v>7656</c:v>
                </c:pt>
                <c:pt idx="813">
                  <c:v>7658</c:v>
                </c:pt>
                <c:pt idx="814">
                  <c:v>7660</c:v>
                </c:pt>
                <c:pt idx="815">
                  <c:v>7662</c:v>
                </c:pt>
                <c:pt idx="816">
                  <c:v>7664</c:v>
                </c:pt>
                <c:pt idx="817">
                  <c:v>7666</c:v>
                </c:pt>
                <c:pt idx="818">
                  <c:v>7668</c:v>
                </c:pt>
                <c:pt idx="819">
                  <c:v>7670</c:v>
                </c:pt>
                <c:pt idx="820">
                  <c:v>7672</c:v>
                </c:pt>
                <c:pt idx="821">
                  <c:v>7674</c:v>
                </c:pt>
                <c:pt idx="822">
                  <c:v>7676</c:v>
                </c:pt>
                <c:pt idx="823">
                  <c:v>7678</c:v>
                </c:pt>
                <c:pt idx="824">
                  <c:v>7680</c:v>
                </c:pt>
                <c:pt idx="825">
                  <c:v>7682</c:v>
                </c:pt>
                <c:pt idx="826">
                  <c:v>7684</c:v>
                </c:pt>
                <c:pt idx="827">
                  <c:v>7686</c:v>
                </c:pt>
                <c:pt idx="828">
                  <c:v>7688</c:v>
                </c:pt>
                <c:pt idx="829">
                  <c:v>7690</c:v>
                </c:pt>
                <c:pt idx="830">
                  <c:v>7692</c:v>
                </c:pt>
                <c:pt idx="831">
                  <c:v>7694</c:v>
                </c:pt>
                <c:pt idx="832">
                  <c:v>7696</c:v>
                </c:pt>
                <c:pt idx="833">
                  <c:v>7698</c:v>
                </c:pt>
                <c:pt idx="834">
                  <c:v>7700</c:v>
                </c:pt>
                <c:pt idx="835">
                  <c:v>7702</c:v>
                </c:pt>
                <c:pt idx="836">
                  <c:v>7704</c:v>
                </c:pt>
                <c:pt idx="837">
                  <c:v>7706</c:v>
                </c:pt>
                <c:pt idx="838">
                  <c:v>7708</c:v>
                </c:pt>
                <c:pt idx="839">
                  <c:v>7710</c:v>
                </c:pt>
                <c:pt idx="840">
                  <c:v>7712</c:v>
                </c:pt>
                <c:pt idx="841">
                  <c:v>7714</c:v>
                </c:pt>
                <c:pt idx="842">
                  <c:v>7716</c:v>
                </c:pt>
                <c:pt idx="843">
                  <c:v>7718</c:v>
                </c:pt>
                <c:pt idx="844">
                  <c:v>7720</c:v>
                </c:pt>
                <c:pt idx="845">
                  <c:v>7722</c:v>
                </c:pt>
                <c:pt idx="846">
                  <c:v>7724</c:v>
                </c:pt>
                <c:pt idx="847">
                  <c:v>7726</c:v>
                </c:pt>
                <c:pt idx="848">
                  <c:v>7728</c:v>
                </c:pt>
                <c:pt idx="849">
                  <c:v>7730</c:v>
                </c:pt>
                <c:pt idx="850">
                  <c:v>7732</c:v>
                </c:pt>
                <c:pt idx="851">
                  <c:v>7734</c:v>
                </c:pt>
                <c:pt idx="852">
                  <c:v>7736</c:v>
                </c:pt>
                <c:pt idx="853">
                  <c:v>7738</c:v>
                </c:pt>
                <c:pt idx="854">
                  <c:v>7740</c:v>
                </c:pt>
                <c:pt idx="855">
                  <c:v>7742</c:v>
                </c:pt>
                <c:pt idx="856">
                  <c:v>7744</c:v>
                </c:pt>
                <c:pt idx="857">
                  <c:v>7746</c:v>
                </c:pt>
                <c:pt idx="858">
                  <c:v>7748</c:v>
                </c:pt>
                <c:pt idx="859">
                  <c:v>7750</c:v>
                </c:pt>
                <c:pt idx="860">
                  <c:v>7752</c:v>
                </c:pt>
                <c:pt idx="861">
                  <c:v>7754</c:v>
                </c:pt>
                <c:pt idx="862">
                  <c:v>7756</c:v>
                </c:pt>
                <c:pt idx="863">
                  <c:v>7758</c:v>
                </c:pt>
                <c:pt idx="864">
                  <c:v>7760</c:v>
                </c:pt>
                <c:pt idx="865">
                  <c:v>7762</c:v>
                </c:pt>
                <c:pt idx="866">
                  <c:v>7764</c:v>
                </c:pt>
                <c:pt idx="867">
                  <c:v>7766</c:v>
                </c:pt>
                <c:pt idx="868">
                  <c:v>7768</c:v>
                </c:pt>
                <c:pt idx="869">
                  <c:v>7770</c:v>
                </c:pt>
                <c:pt idx="870">
                  <c:v>7772</c:v>
                </c:pt>
                <c:pt idx="871">
                  <c:v>7774</c:v>
                </c:pt>
                <c:pt idx="872">
                  <c:v>7776</c:v>
                </c:pt>
                <c:pt idx="873">
                  <c:v>7778</c:v>
                </c:pt>
                <c:pt idx="874">
                  <c:v>7780</c:v>
                </c:pt>
                <c:pt idx="875">
                  <c:v>7782</c:v>
                </c:pt>
                <c:pt idx="876">
                  <c:v>7784</c:v>
                </c:pt>
                <c:pt idx="877">
                  <c:v>7786</c:v>
                </c:pt>
                <c:pt idx="878">
                  <c:v>7788</c:v>
                </c:pt>
                <c:pt idx="879">
                  <c:v>7790</c:v>
                </c:pt>
                <c:pt idx="880">
                  <c:v>7792</c:v>
                </c:pt>
                <c:pt idx="881">
                  <c:v>7794</c:v>
                </c:pt>
                <c:pt idx="882">
                  <c:v>7796</c:v>
                </c:pt>
                <c:pt idx="883">
                  <c:v>7798</c:v>
                </c:pt>
                <c:pt idx="884">
                  <c:v>7800</c:v>
                </c:pt>
                <c:pt idx="885">
                  <c:v>7802</c:v>
                </c:pt>
                <c:pt idx="886">
                  <c:v>7804</c:v>
                </c:pt>
                <c:pt idx="887">
                  <c:v>7806</c:v>
                </c:pt>
                <c:pt idx="888">
                  <c:v>7808</c:v>
                </c:pt>
                <c:pt idx="889">
                  <c:v>7810</c:v>
                </c:pt>
                <c:pt idx="890">
                  <c:v>7812</c:v>
                </c:pt>
                <c:pt idx="891">
                  <c:v>7814</c:v>
                </c:pt>
                <c:pt idx="892">
                  <c:v>7816</c:v>
                </c:pt>
                <c:pt idx="893">
                  <c:v>7818</c:v>
                </c:pt>
                <c:pt idx="894">
                  <c:v>7820</c:v>
                </c:pt>
                <c:pt idx="895">
                  <c:v>7822</c:v>
                </c:pt>
                <c:pt idx="896">
                  <c:v>7824</c:v>
                </c:pt>
                <c:pt idx="897">
                  <c:v>7826</c:v>
                </c:pt>
                <c:pt idx="898">
                  <c:v>7828</c:v>
                </c:pt>
                <c:pt idx="899">
                  <c:v>7830</c:v>
                </c:pt>
                <c:pt idx="900">
                  <c:v>7832</c:v>
                </c:pt>
                <c:pt idx="901">
                  <c:v>7834</c:v>
                </c:pt>
                <c:pt idx="902">
                  <c:v>7836</c:v>
                </c:pt>
                <c:pt idx="903">
                  <c:v>7838</c:v>
                </c:pt>
                <c:pt idx="904">
                  <c:v>7840</c:v>
                </c:pt>
                <c:pt idx="905">
                  <c:v>7842</c:v>
                </c:pt>
                <c:pt idx="906">
                  <c:v>7844</c:v>
                </c:pt>
                <c:pt idx="907">
                  <c:v>7846</c:v>
                </c:pt>
                <c:pt idx="908">
                  <c:v>7848</c:v>
                </c:pt>
                <c:pt idx="909">
                  <c:v>7850</c:v>
                </c:pt>
                <c:pt idx="910">
                  <c:v>7852</c:v>
                </c:pt>
                <c:pt idx="911">
                  <c:v>7854</c:v>
                </c:pt>
                <c:pt idx="912">
                  <c:v>7856</c:v>
                </c:pt>
                <c:pt idx="913">
                  <c:v>7858</c:v>
                </c:pt>
                <c:pt idx="914">
                  <c:v>7860</c:v>
                </c:pt>
                <c:pt idx="915">
                  <c:v>7862</c:v>
                </c:pt>
                <c:pt idx="916">
                  <c:v>7864</c:v>
                </c:pt>
                <c:pt idx="917">
                  <c:v>7866</c:v>
                </c:pt>
                <c:pt idx="918">
                  <c:v>7868</c:v>
                </c:pt>
                <c:pt idx="919">
                  <c:v>7870</c:v>
                </c:pt>
                <c:pt idx="920">
                  <c:v>7872</c:v>
                </c:pt>
                <c:pt idx="921">
                  <c:v>7874</c:v>
                </c:pt>
                <c:pt idx="922">
                  <c:v>7876</c:v>
                </c:pt>
                <c:pt idx="923">
                  <c:v>7878</c:v>
                </c:pt>
                <c:pt idx="924">
                  <c:v>7880</c:v>
                </c:pt>
                <c:pt idx="925">
                  <c:v>7882</c:v>
                </c:pt>
                <c:pt idx="926">
                  <c:v>7884</c:v>
                </c:pt>
                <c:pt idx="927">
                  <c:v>7886</c:v>
                </c:pt>
                <c:pt idx="928">
                  <c:v>7888</c:v>
                </c:pt>
                <c:pt idx="929">
                  <c:v>7890</c:v>
                </c:pt>
                <c:pt idx="930">
                  <c:v>7892</c:v>
                </c:pt>
                <c:pt idx="931">
                  <c:v>7894</c:v>
                </c:pt>
                <c:pt idx="932">
                  <c:v>7896</c:v>
                </c:pt>
                <c:pt idx="933">
                  <c:v>7898</c:v>
                </c:pt>
                <c:pt idx="934">
                  <c:v>7900</c:v>
                </c:pt>
                <c:pt idx="935">
                  <c:v>7902</c:v>
                </c:pt>
                <c:pt idx="936">
                  <c:v>7904</c:v>
                </c:pt>
                <c:pt idx="937">
                  <c:v>7906</c:v>
                </c:pt>
                <c:pt idx="938">
                  <c:v>7908</c:v>
                </c:pt>
                <c:pt idx="939">
                  <c:v>7910</c:v>
                </c:pt>
                <c:pt idx="940">
                  <c:v>7912</c:v>
                </c:pt>
                <c:pt idx="941">
                  <c:v>7914</c:v>
                </c:pt>
                <c:pt idx="942">
                  <c:v>7916</c:v>
                </c:pt>
                <c:pt idx="943">
                  <c:v>7918</c:v>
                </c:pt>
                <c:pt idx="944">
                  <c:v>7920</c:v>
                </c:pt>
                <c:pt idx="945">
                  <c:v>7922</c:v>
                </c:pt>
                <c:pt idx="946">
                  <c:v>7924</c:v>
                </c:pt>
                <c:pt idx="947">
                  <c:v>7926</c:v>
                </c:pt>
                <c:pt idx="948">
                  <c:v>7928</c:v>
                </c:pt>
                <c:pt idx="949">
                  <c:v>7930</c:v>
                </c:pt>
                <c:pt idx="950">
                  <c:v>7932</c:v>
                </c:pt>
                <c:pt idx="951">
                  <c:v>7934</c:v>
                </c:pt>
                <c:pt idx="952">
                  <c:v>7936</c:v>
                </c:pt>
                <c:pt idx="953">
                  <c:v>7938</c:v>
                </c:pt>
                <c:pt idx="954">
                  <c:v>7940</c:v>
                </c:pt>
                <c:pt idx="955">
                  <c:v>7942</c:v>
                </c:pt>
                <c:pt idx="956">
                  <c:v>7944</c:v>
                </c:pt>
                <c:pt idx="957">
                  <c:v>7946</c:v>
                </c:pt>
                <c:pt idx="958">
                  <c:v>7948</c:v>
                </c:pt>
                <c:pt idx="959">
                  <c:v>7950</c:v>
                </c:pt>
                <c:pt idx="960">
                  <c:v>7952</c:v>
                </c:pt>
                <c:pt idx="961">
                  <c:v>7954</c:v>
                </c:pt>
                <c:pt idx="962">
                  <c:v>7956</c:v>
                </c:pt>
                <c:pt idx="963">
                  <c:v>7958</c:v>
                </c:pt>
                <c:pt idx="964">
                  <c:v>7960</c:v>
                </c:pt>
                <c:pt idx="965">
                  <c:v>7962</c:v>
                </c:pt>
                <c:pt idx="966">
                  <c:v>7964</c:v>
                </c:pt>
                <c:pt idx="967">
                  <c:v>7966</c:v>
                </c:pt>
                <c:pt idx="968">
                  <c:v>7968</c:v>
                </c:pt>
                <c:pt idx="969">
                  <c:v>7970</c:v>
                </c:pt>
                <c:pt idx="970">
                  <c:v>7972</c:v>
                </c:pt>
                <c:pt idx="971">
                  <c:v>7974</c:v>
                </c:pt>
                <c:pt idx="972">
                  <c:v>7976</c:v>
                </c:pt>
                <c:pt idx="973">
                  <c:v>7978</c:v>
                </c:pt>
                <c:pt idx="974">
                  <c:v>7980</c:v>
                </c:pt>
                <c:pt idx="975">
                  <c:v>7982</c:v>
                </c:pt>
                <c:pt idx="976">
                  <c:v>7984</c:v>
                </c:pt>
                <c:pt idx="977">
                  <c:v>7986</c:v>
                </c:pt>
                <c:pt idx="978">
                  <c:v>7988</c:v>
                </c:pt>
                <c:pt idx="979">
                  <c:v>7990</c:v>
                </c:pt>
                <c:pt idx="980">
                  <c:v>7992</c:v>
                </c:pt>
                <c:pt idx="981">
                  <c:v>7994</c:v>
                </c:pt>
                <c:pt idx="982">
                  <c:v>7996</c:v>
                </c:pt>
                <c:pt idx="983">
                  <c:v>7998</c:v>
                </c:pt>
                <c:pt idx="984">
                  <c:v>8000</c:v>
                </c:pt>
                <c:pt idx="985">
                  <c:v>8002</c:v>
                </c:pt>
                <c:pt idx="986">
                  <c:v>8004</c:v>
                </c:pt>
                <c:pt idx="987">
                  <c:v>8006</c:v>
                </c:pt>
                <c:pt idx="988">
                  <c:v>8008</c:v>
                </c:pt>
                <c:pt idx="989">
                  <c:v>8010</c:v>
                </c:pt>
                <c:pt idx="990">
                  <c:v>8012</c:v>
                </c:pt>
                <c:pt idx="991">
                  <c:v>8014</c:v>
                </c:pt>
                <c:pt idx="992">
                  <c:v>8016</c:v>
                </c:pt>
                <c:pt idx="993">
                  <c:v>8018</c:v>
                </c:pt>
                <c:pt idx="994">
                  <c:v>8020</c:v>
                </c:pt>
                <c:pt idx="995">
                  <c:v>8022</c:v>
                </c:pt>
                <c:pt idx="996">
                  <c:v>8024</c:v>
                </c:pt>
                <c:pt idx="997">
                  <c:v>8026</c:v>
                </c:pt>
                <c:pt idx="998">
                  <c:v>8028</c:v>
                </c:pt>
                <c:pt idx="999">
                  <c:v>8030</c:v>
                </c:pt>
                <c:pt idx="1000">
                  <c:v>8032</c:v>
                </c:pt>
                <c:pt idx="1001">
                  <c:v>8034</c:v>
                </c:pt>
                <c:pt idx="1002">
                  <c:v>8036</c:v>
                </c:pt>
                <c:pt idx="1003">
                  <c:v>8038</c:v>
                </c:pt>
                <c:pt idx="1004">
                  <c:v>8040</c:v>
                </c:pt>
                <c:pt idx="1005">
                  <c:v>8042</c:v>
                </c:pt>
                <c:pt idx="1006">
                  <c:v>8044</c:v>
                </c:pt>
                <c:pt idx="1007">
                  <c:v>8046</c:v>
                </c:pt>
                <c:pt idx="1008">
                  <c:v>8048</c:v>
                </c:pt>
                <c:pt idx="1009">
                  <c:v>8050</c:v>
                </c:pt>
                <c:pt idx="1010">
                  <c:v>8052</c:v>
                </c:pt>
                <c:pt idx="1011">
                  <c:v>8054</c:v>
                </c:pt>
                <c:pt idx="1012">
                  <c:v>8056</c:v>
                </c:pt>
                <c:pt idx="1013">
                  <c:v>8058</c:v>
                </c:pt>
                <c:pt idx="1014">
                  <c:v>8060</c:v>
                </c:pt>
                <c:pt idx="1015">
                  <c:v>8062</c:v>
                </c:pt>
                <c:pt idx="1016">
                  <c:v>8064</c:v>
                </c:pt>
                <c:pt idx="1017">
                  <c:v>8066</c:v>
                </c:pt>
                <c:pt idx="1018">
                  <c:v>8068</c:v>
                </c:pt>
                <c:pt idx="1019">
                  <c:v>8070</c:v>
                </c:pt>
                <c:pt idx="1020">
                  <c:v>8072</c:v>
                </c:pt>
                <c:pt idx="1021">
                  <c:v>8074</c:v>
                </c:pt>
                <c:pt idx="1022">
                  <c:v>8076</c:v>
                </c:pt>
                <c:pt idx="1023">
                  <c:v>8078</c:v>
                </c:pt>
                <c:pt idx="1024">
                  <c:v>8080</c:v>
                </c:pt>
                <c:pt idx="1025">
                  <c:v>8082</c:v>
                </c:pt>
                <c:pt idx="1026">
                  <c:v>8084</c:v>
                </c:pt>
                <c:pt idx="1027">
                  <c:v>8086</c:v>
                </c:pt>
                <c:pt idx="1028">
                  <c:v>8088</c:v>
                </c:pt>
                <c:pt idx="1029">
                  <c:v>8090</c:v>
                </c:pt>
                <c:pt idx="1030">
                  <c:v>8092</c:v>
                </c:pt>
                <c:pt idx="1031">
                  <c:v>8094</c:v>
                </c:pt>
                <c:pt idx="1032">
                  <c:v>8096</c:v>
                </c:pt>
                <c:pt idx="1033">
                  <c:v>8098</c:v>
                </c:pt>
                <c:pt idx="1034">
                  <c:v>8100</c:v>
                </c:pt>
                <c:pt idx="1035">
                  <c:v>8102</c:v>
                </c:pt>
                <c:pt idx="1036">
                  <c:v>8104</c:v>
                </c:pt>
                <c:pt idx="1037">
                  <c:v>8106</c:v>
                </c:pt>
                <c:pt idx="1038">
                  <c:v>8108</c:v>
                </c:pt>
                <c:pt idx="1039">
                  <c:v>8110</c:v>
                </c:pt>
                <c:pt idx="1040">
                  <c:v>8112</c:v>
                </c:pt>
                <c:pt idx="1041">
                  <c:v>8114</c:v>
                </c:pt>
                <c:pt idx="1042">
                  <c:v>8116</c:v>
                </c:pt>
                <c:pt idx="1043">
                  <c:v>8118</c:v>
                </c:pt>
                <c:pt idx="1044">
                  <c:v>8120</c:v>
                </c:pt>
                <c:pt idx="1045">
                  <c:v>8122</c:v>
                </c:pt>
                <c:pt idx="1046">
                  <c:v>8124</c:v>
                </c:pt>
                <c:pt idx="1047">
                  <c:v>8126</c:v>
                </c:pt>
                <c:pt idx="1048">
                  <c:v>8128</c:v>
                </c:pt>
                <c:pt idx="1049">
                  <c:v>8130</c:v>
                </c:pt>
                <c:pt idx="1050">
                  <c:v>8132</c:v>
                </c:pt>
                <c:pt idx="1051">
                  <c:v>8134</c:v>
                </c:pt>
                <c:pt idx="1052">
                  <c:v>8136</c:v>
                </c:pt>
                <c:pt idx="1053">
                  <c:v>8138</c:v>
                </c:pt>
                <c:pt idx="1054">
                  <c:v>8140</c:v>
                </c:pt>
                <c:pt idx="1055">
                  <c:v>8142</c:v>
                </c:pt>
                <c:pt idx="1056">
                  <c:v>8144</c:v>
                </c:pt>
                <c:pt idx="1057">
                  <c:v>8146</c:v>
                </c:pt>
                <c:pt idx="1058">
                  <c:v>8148</c:v>
                </c:pt>
                <c:pt idx="1059">
                  <c:v>8150</c:v>
                </c:pt>
                <c:pt idx="1060">
                  <c:v>8152</c:v>
                </c:pt>
                <c:pt idx="1061">
                  <c:v>8154</c:v>
                </c:pt>
                <c:pt idx="1062">
                  <c:v>8156</c:v>
                </c:pt>
                <c:pt idx="1063">
                  <c:v>8158</c:v>
                </c:pt>
                <c:pt idx="1064">
                  <c:v>8160</c:v>
                </c:pt>
                <c:pt idx="1065">
                  <c:v>8162</c:v>
                </c:pt>
                <c:pt idx="1066">
                  <c:v>8164</c:v>
                </c:pt>
                <c:pt idx="1067">
                  <c:v>8166</c:v>
                </c:pt>
                <c:pt idx="1068">
                  <c:v>8168</c:v>
                </c:pt>
                <c:pt idx="1069">
                  <c:v>8170</c:v>
                </c:pt>
                <c:pt idx="1070">
                  <c:v>8172</c:v>
                </c:pt>
                <c:pt idx="1071">
                  <c:v>8174</c:v>
                </c:pt>
                <c:pt idx="1072">
                  <c:v>8176</c:v>
                </c:pt>
                <c:pt idx="1073">
                  <c:v>8178</c:v>
                </c:pt>
                <c:pt idx="1074">
                  <c:v>8180</c:v>
                </c:pt>
                <c:pt idx="1075">
                  <c:v>8182</c:v>
                </c:pt>
                <c:pt idx="1076">
                  <c:v>8184</c:v>
                </c:pt>
                <c:pt idx="1077">
                  <c:v>8186</c:v>
                </c:pt>
                <c:pt idx="1078">
                  <c:v>8188</c:v>
                </c:pt>
                <c:pt idx="1079">
                  <c:v>8190</c:v>
                </c:pt>
                <c:pt idx="1080">
                  <c:v>8192</c:v>
                </c:pt>
                <c:pt idx="1081">
                  <c:v>8194</c:v>
                </c:pt>
                <c:pt idx="1082">
                  <c:v>8196</c:v>
                </c:pt>
                <c:pt idx="1083">
                  <c:v>8198</c:v>
                </c:pt>
                <c:pt idx="1084">
                  <c:v>8200</c:v>
                </c:pt>
                <c:pt idx="1085">
                  <c:v>8202</c:v>
                </c:pt>
                <c:pt idx="1086">
                  <c:v>8204</c:v>
                </c:pt>
                <c:pt idx="1087">
                  <c:v>8206</c:v>
                </c:pt>
                <c:pt idx="1088">
                  <c:v>8208</c:v>
                </c:pt>
                <c:pt idx="1089">
                  <c:v>8210</c:v>
                </c:pt>
                <c:pt idx="1090">
                  <c:v>8212</c:v>
                </c:pt>
                <c:pt idx="1091">
                  <c:v>8214</c:v>
                </c:pt>
                <c:pt idx="1092">
                  <c:v>8216</c:v>
                </c:pt>
                <c:pt idx="1093">
                  <c:v>8218</c:v>
                </c:pt>
                <c:pt idx="1094">
                  <c:v>8220</c:v>
                </c:pt>
                <c:pt idx="1095">
                  <c:v>8222</c:v>
                </c:pt>
                <c:pt idx="1096">
                  <c:v>8224</c:v>
                </c:pt>
                <c:pt idx="1097">
                  <c:v>8226</c:v>
                </c:pt>
                <c:pt idx="1098">
                  <c:v>8228</c:v>
                </c:pt>
                <c:pt idx="1099">
                  <c:v>8230</c:v>
                </c:pt>
                <c:pt idx="1100">
                  <c:v>8232</c:v>
                </c:pt>
                <c:pt idx="1101">
                  <c:v>8234</c:v>
                </c:pt>
                <c:pt idx="1102">
                  <c:v>8236</c:v>
                </c:pt>
                <c:pt idx="1103">
                  <c:v>8238</c:v>
                </c:pt>
                <c:pt idx="1104">
                  <c:v>8240</c:v>
                </c:pt>
                <c:pt idx="1105">
                  <c:v>8242</c:v>
                </c:pt>
                <c:pt idx="1106">
                  <c:v>8244</c:v>
                </c:pt>
                <c:pt idx="1107">
                  <c:v>8246</c:v>
                </c:pt>
                <c:pt idx="1108">
                  <c:v>8248</c:v>
                </c:pt>
                <c:pt idx="1109">
                  <c:v>8250</c:v>
                </c:pt>
                <c:pt idx="1110">
                  <c:v>8252</c:v>
                </c:pt>
                <c:pt idx="1111">
                  <c:v>8254</c:v>
                </c:pt>
                <c:pt idx="1112">
                  <c:v>8256</c:v>
                </c:pt>
                <c:pt idx="1113">
                  <c:v>8258</c:v>
                </c:pt>
                <c:pt idx="1114">
                  <c:v>8260</c:v>
                </c:pt>
                <c:pt idx="1115">
                  <c:v>8262</c:v>
                </c:pt>
                <c:pt idx="1116">
                  <c:v>8264</c:v>
                </c:pt>
                <c:pt idx="1117">
                  <c:v>8266</c:v>
                </c:pt>
                <c:pt idx="1118">
                  <c:v>8268</c:v>
                </c:pt>
                <c:pt idx="1119">
                  <c:v>8270</c:v>
                </c:pt>
                <c:pt idx="1120">
                  <c:v>8272</c:v>
                </c:pt>
                <c:pt idx="1121">
                  <c:v>8274</c:v>
                </c:pt>
                <c:pt idx="1122">
                  <c:v>8276</c:v>
                </c:pt>
                <c:pt idx="1123">
                  <c:v>8278</c:v>
                </c:pt>
                <c:pt idx="1124">
                  <c:v>8280</c:v>
                </c:pt>
                <c:pt idx="1125">
                  <c:v>8282</c:v>
                </c:pt>
                <c:pt idx="1126">
                  <c:v>8284</c:v>
                </c:pt>
                <c:pt idx="1127">
                  <c:v>8286</c:v>
                </c:pt>
                <c:pt idx="1128">
                  <c:v>8288</c:v>
                </c:pt>
                <c:pt idx="1129">
                  <c:v>8290</c:v>
                </c:pt>
                <c:pt idx="1130">
                  <c:v>8292</c:v>
                </c:pt>
                <c:pt idx="1131">
                  <c:v>8294</c:v>
                </c:pt>
                <c:pt idx="1132">
                  <c:v>8296</c:v>
                </c:pt>
                <c:pt idx="1133">
                  <c:v>8298</c:v>
                </c:pt>
                <c:pt idx="1134">
                  <c:v>8300</c:v>
                </c:pt>
                <c:pt idx="1135">
                  <c:v>8302</c:v>
                </c:pt>
                <c:pt idx="1136">
                  <c:v>8304</c:v>
                </c:pt>
                <c:pt idx="1137">
                  <c:v>8306</c:v>
                </c:pt>
                <c:pt idx="1138">
                  <c:v>8308</c:v>
                </c:pt>
                <c:pt idx="1139">
                  <c:v>8310</c:v>
                </c:pt>
                <c:pt idx="1140">
                  <c:v>8312</c:v>
                </c:pt>
                <c:pt idx="1141">
                  <c:v>8314</c:v>
                </c:pt>
                <c:pt idx="1142">
                  <c:v>8316</c:v>
                </c:pt>
                <c:pt idx="1143">
                  <c:v>8318</c:v>
                </c:pt>
                <c:pt idx="1144">
                  <c:v>8320</c:v>
                </c:pt>
                <c:pt idx="1145">
                  <c:v>8322</c:v>
                </c:pt>
                <c:pt idx="1146">
                  <c:v>8324</c:v>
                </c:pt>
                <c:pt idx="1147">
                  <c:v>8326</c:v>
                </c:pt>
                <c:pt idx="1148">
                  <c:v>8328</c:v>
                </c:pt>
                <c:pt idx="1149">
                  <c:v>8330</c:v>
                </c:pt>
                <c:pt idx="1150">
                  <c:v>8332</c:v>
                </c:pt>
                <c:pt idx="1151">
                  <c:v>8334</c:v>
                </c:pt>
                <c:pt idx="1152">
                  <c:v>8336</c:v>
                </c:pt>
                <c:pt idx="1153">
                  <c:v>8338</c:v>
                </c:pt>
                <c:pt idx="1154">
                  <c:v>8340</c:v>
                </c:pt>
                <c:pt idx="1155">
                  <c:v>8342</c:v>
                </c:pt>
                <c:pt idx="1156">
                  <c:v>8344</c:v>
                </c:pt>
                <c:pt idx="1157">
                  <c:v>8346</c:v>
                </c:pt>
                <c:pt idx="1158">
                  <c:v>8348</c:v>
                </c:pt>
                <c:pt idx="1159">
                  <c:v>8350</c:v>
                </c:pt>
                <c:pt idx="1160">
                  <c:v>8352</c:v>
                </c:pt>
                <c:pt idx="1161">
                  <c:v>8354</c:v>
                </c:pt>
                <c:pt idx="1162">
                  <c:v>8356</c:v>
                </c:pt>
                <c:pt idx="1163">
                  <c:v>8358</c:v>
                </c:pt>
                <c:pt idx="1164">
                  <c:v>8360</c:v>
                </c:pt>
                <c:pt idx="1165">
                  <c:v>8362</c:v>
                </c:pt>
                <c:pt idx="1166">
                  <c:v>8364</c:v>
                </c:pt>
                <c:pt idx="1167">
                  <c:v>8366</c:v>
                </c:pt>
                <c:pt idx="1168">
                  <c:v>8368</c:v>
                </c:pt>
                <c:pt idx="1169">
                  <c:v>8370</c:v>
                </c:pt>
                <c:pt idx="1170">
                  <c:v>8372</c:v>
                </c:pt>
                <c:pt idx="1171">
                  <c:v>8374</c:v>
                </c:pt>
                <c:pt idx="1172">
                  <c:v>8376</c:v>
                </c:pt>
                <c:pt idx="1173">
                  <c:v>8378</c:v>
                </c:pt>
                <c:pt idx="1174">
                  <c:v>8380</c:v>
                </c:pt>
                <c:pt idx="1175">
                  <c:v>8382</c:v>
                </c:pt>
                <c:pt idx="1176">
                  <c:v>8384</c:v>
                </c:pt>
                <c:pt idx="1177">
                  <c:v>8386</c:v>
                </c:pt>
                <c:pt idx="1178">
                  <c:v>8388</c:v>
                </c:pt>
                <c:pt idx="1179">
                  <c:v>8390</c:v>
                </c:pt>
                <c:pt idx="1180">
                  <c:v>8392</c:v>
                </c:pt>
                <c:pt idx="1181">
                  <c:v>8394</c:v>
                </c:pt>
                <c:pt idx="1182">
                  <c:v>8396</c:v>
                </c:pt>
                <c:pt idx="1183">
                  <c:v>8398</c:v>
                </c:pt>
                <c:pt idx="1184">
                  <c:v>8400</c:v>
                </c:pt>
                <c:pt idx="1185">
                  <c:v>8402</c:v>
                </c:pt>
                <c:pt idx="1186">
                  <c:v>8404</c:v>
                </c:pt>
                <c:pt idx="1187">
                  <c:v>8406</c:v>
                </c:pt>
                <c:pt idx="1188">
                  <c:v>8408</c:v>
                </c:pt>
                <c:pt idx="1189">
                  <c:v>8410</c:v>
                </c:pt>
                <c:pt idx="1190">
                  <c:v>8412</c:v>
                </c:pt>
                <c:pt idx="1191">
                  <c:v>8414</c:v>
                </c:pt>
                <c:pt idx="1192">
                  <c:v>8416</c:v>
                </c:pt>
                <c:pt idx="1193">
                  <c:v>8418</c:v>
                </c:pt>
                <c:pt idx="1194">
                  <c:v>8420</c:v>
                </c:pt>
                <c:pt idx="1195">
                  <c:v>8422</c:v>
                </c:pt>
                <c:pt idx="1196">
                  <c:v>8424</c:v>
                </c:pt>
                <c:pt idx="1197">
                  <c:v>8426</c:v>
                </c:pt>
                <c:pt idx="1198">
                  <c:v>8428</c:v>
                </c:pt>
                <c:pt idx="1199">
                  <c:v>8430</c:v>
                </c:pt>
                <c:pt idx="1200">
                  <c:v>8432</c:v>
                </c:pt>
                <c:pt idx="1201">
                  <c:v>8434</c:v>
                </c:pt>
                <c:pt idx="1202">
                  <c:v>8436</c:v>
                </c:pt>
                <c:pt idx="1203">
                  <c:v>8438</c:v>
                </c:pt>
                <c:pt idx="1204">
                  <c:v>8440</c:v>
                </c:pt>
                <c:pt idx="1205">
                  <c:v>8442</c:v>
                </c:pt>
                <c:pt idx="1206">
                  <c:v>8444</c:v>
                </c:pt>
                <c:pt idx="1207">
                  <c:v>8446</c:v>
                </c:pt>
                <c:pt idx="1208">
                  <c:v>8448</c:v>
                </c:pt>
                <c:pt idx="1209">
                  <c:v>8450</c:v>
                </c:pt>
                <c:pt idx="1210">
                  <c:v>8452</c:v>
                </c:pt>
                <c:pt idx="1211">
                  <c:v>8454</c:v>
                </c:pt>
                <c:pt idx="1212">
                  <c:v>8456</c:v>
                </c:pt>
                <c:pt idx="1213">
                  <c:v>8458</c:v>
                </c:pt>
                <c:pt idx="1214">
                  <c:v>8460</c:v>
                </c:pt>
                <c:pt idx="1215">
                  <c:v>8462</c:v>
                </c:pt>
                <c:pt idx="1216">
                  <c:v>8464</c:v>
                </c:pt>
                <c:pt idx="1217">
                  <c:v>8466</c:v>
                </c:pt>
                <c:pt idx="1218">
                  <c:v>8468</c:v>
                </c:pt>
                <c:pt idx="1219">
                  <c:v>8470</c:v>
                </c:pt>
                <c:pt idx="1220">
                  <c:v>8472</c:v>
                </c:pt>
                <c:pt idx="1221">
                  <c:v>8474</c:v>
                </c:pt>
                <c:pt idx="1222">
                  <c:v>8476</c:v>
                </c:pt>
                <c:pt idx="1223">
                  <c:v>8478</c:v>
                </c:pt>
                <c:pt idx="1224">
                  <c:v>8480</c:v>
                </c:pt>
                <c:pt idx="1225">
                  <c:v>8482</c:v>
                </c:pt>
                <c:pt idx="1226">
                  <c:v>8484</c:v>
                </c:pt>
                <c:pt idx="1227">
                  <c:v>8486</c:v>
                </c:pt>
                <c:pt idx="1228">
                  <c:v>8488</c:v>
                </c:pt>
                <c:pt idx="1229">
                  <c:v>8490</c:v>
                </c:pt>
                <c:pt idx="1230">
                  <c:v>8492</c:v>
                </c:pt>
                <c:pt idx="1231">
                  <c:v>8494</c:v>
                </c:pt>
                <c:pt idx="1232">
                  <c:v>8496</c:v>
                </c:pt>
                <c:pt idx="1233">
                  <c:v>8498</c:v>
                </c:pt>
                <c:pt idx="1234">
                  <c:v>8500</c:v>
                </c:pt>
                <c:pt idx="1235">
                  <c:v>8502</c:v>
                </c:pt>
                <c:pt idx="1236">
                  <c:v>8504</c:v>
                </c:pt>
                <c:pt idx="1237">
                  <c:v>8506</c:v>
                </c:pt>
                <c:pt idx="1238">
                  <c:v>8508</c:v>
                </c:pt>
                <c:pt idx="1239">
                  <c:v>8510</c:v>
                </c:pt>
                <c:pt idx="1240">
                  <c:v>8512</c:v>
                </c:pt>
                <c:pt idx="1241">
                  <c:v>8514</c:v>
                </c:pt>
                <c:pt idx="1242">
                  <c:v>8516</c:v>
                </c:pt>
                <c:pt idx="1243">
                  <c:v>8518</c:v>
                </c:pt>
                <c:pt idx="1244">
                  <c:v>8520</c:v>
                </c:pt>
                <c:pt idx="1245">
                  <c:v>8522</c:v>
                </c:pt>
                <c:pt idx="1246">
                  <c:v>8524</c:v>
                </c:pt>
                <c:pt idx="1247">
                  <c:v>8526</c:v>
                </c:pt>
                <c:pt idx="1248">
                  <c:v>8528</c:v>
                </c:pt>
                <c:pt idx="1249">
                  <c:v>8530</c:v>
                </c:pt>
                <c:pt idx="1250">
                  <c:v>8532</c:v>
                </c:pt>
                <c:pt idx="1251">
                  <c:v>8534</c:v>
                </c:pt>
                <c:pt idx="1252">
                  <c:v>8536</c:v>
                </c:pt>
                <c:pt idx="1253">
                  <c:v>8538</c:v>
                </c:pt>
                <c:pt idx="1254">
                  <c:v>8540</c:v>
                </c:pt>
                <c:pt idx="1255">
                  <c:v>8542</c:v>
                </c:pt>
                <c:pt idx="1256">
                  <c:v>8544</c:v>
                </c:pt>
                <c:pt idx="1257">
                  <c:v>8546</c:v>
                </c:pt>
                <c:pt idx="1258">
                  <c:v>8548</c:v>
                </c:pt>
                <c:pt idx="1259">
                  <c:v>8550</c:v>
                </c:pt>
                <c:pt idx="1260">
                  <c:v>8552</c:v>
                </c:pt>
                <c:pt idx="1261">
                  <c:v>8554</c:v>
                </c:pt>
                <c:pt idx="1262">
                  <c:v>8556</c:v>
                </c:pt>
                <c:pt idx="1263">
                  <c:v>8558</c:v>
                </c:pt>
                <c:pt idx="1264">
                  <c:v>8560</c:v>
                </c:pt>
                <c:pt idx="1265">
                  <c:v>8562</c:v>
                </c:pt>
                <c:pt idx="1266">
                  <c:v>8564</c:v>
                </c:pt>
                <c:pt idx="1267">
                  <c:v>8566</c:v>
                </c:pt>
                <c:pt idx="1268">
                  <c:v>8568</c:v>
                </c:pt>
                <c:pt idx="1269">
                  <c:v>8570</c:v>
                </c:pt>
                <c:pt idx="1270">
                  <c:v>8572</c:v>
                </c:pt>
                <c:pt idx="1271">
                  <c:v>8574</c:v>
                </c:pt>
                <c:pt idx="1272">
                  <c:v>8576</c:v>
                </c:pt>
                <c:pt idx="1273">
                  <c:v>8578</c:v>
                </c:pt>
                <c:pt idx="1274">
                  <c:v>8580</c:v>
                </c:pt>
                <c:pt idx="1275">
                  <c:v>8582</c:v>
                </c:pt>
                <c:pt idx="1276">
                  <c:v>8584</c:v>
                </c:pt>
                <c:pt idx="1277">
                  <c:v>8586</c:v>
                </c:pt>
                <c:pt idx="1278">
                  <c:v>8588</c:v>
                </c:pt>
                <c:pt idx="1279">
                  <c:v>8590</c:v>
                </c:pt>
                <c:pt idx="1280">
                  <c:v>8592</c:v>
                </c:pt>
                <c:pt idx="1281">
                  <c:v>8594</c:v>
                </c:pt>
                <c:pt idx="1282">
                  <c:v>8596</c:v>
                </c:pt>
                <c:pt idx="1283">
                  <c:v>8598</c:v>
                </c:pt>
                <c:pt idx="1284">
                  <c:v>8600</c:v>
                </c:pt>
                <c:pt idx="1285">
                  <c:v>8602</c:v>
                </c:pt>
                <c:pt idx="1286">
                  <c:v>8604</c:v>
                </c:pt>
                <c:pt idx="1287">
                  <c:v>8606</c:v>
                </c:pt>
                <c:pt idx="1288">
                  <c:v>8608</c:v>
                </c:pt>
                <c:pt idx="1289">
                  <c:v>8610</c:v>
                </c:pt>
                <c:pt idx="1290">
                  <c:v>8612</c:v>
                </c:pt>
                <c:pt idx="1291">
                  <c:v>8614</c:v>
                </c:pt>
                <c:pt idx="1292">
                  <c:v>8616</c:v>
                </c:pt>
                <c:pt idx="1293">
                  <c:v>8618</c:v>
                </c:pt>
                <c:pt idx="1294">
                  <c:v>8620</c:v>
                </c:pt>
                <c:pt idx="1295">
                  <c:v>8622</c:v>
                </c:pt>
                <c:pt idx="1296">
                  <c:v>8624</c:v>
                </c:pt>
                <c:pt idx="1297">
                  <c:v>8626</c:v>
                </c:pt>
                <c:pt idx="1298">
                  <c:v>8628</c:v>
                </c:pt>
                <c:pt idx="1299">
                  <c:v>8630</c:v>
                </c:pt>
                <c:pt idx="1300">
                  <c:v>8632</c:v>
                </c:pt>
                <c:pt idx="1301">
                  <c:v>8634</c:v>
                </c:pt>
                <c:pt idx="1302">
                  <c:v>8636</c:v>
                </c:pt>
                <c:pt idx="1303">
                  <c:v>8638</c:v>
                </c:pt>
                <c:pt idx="1304">
                  <c:v>8640</c:v>
                </c:pt>
                <c:pt idx="1305">
                  <c:v>8642</c:v>
                </c:pt>
                <c:pt idx="1306">
                  <c:v>8644</c:v>
                </c:pt>
                <c:pt idx="1307">
                  <c:v>8646</c:v>
                </c:pt>
                <c:pt idx="1308">
                  <c:v>8648</c:v>
                </c:pt>
                <c:pt idx="1309">
                  <c:v>8650</c:v>
                </c:pt>
                <c:pt idx="1310">
                  <c:v>8652</c:v>
                </c:pt>
                <c:pt idx="1311">
                  <c:v>8654</c:v>
                </c:pt>
                <c:pt idx="1312">
                  <c:v>8656</c:v>
                </c:pt>
                <c:pt idx="1313">
                  <c:v>8658</c:v>
                </c:pt>
                <c:pt idx="1314">
                  <c:v>8660</c:v>
                </c:pt>
                <c:pt idx="1315">
                  <c:v>8662</c:v>
                </c:pt>
                <c:pt idx="1316">
                  <c:v>8664</c:v>
                </c:pt>
                <c:pt idx="1317">
                  <c:v>8666</c:v>
                </c:pt>
                <c:pt idx="1318">
                  <c:v>8668</c:v>
                </c:pt>
                <c:pt idx="1319">
                  <c:v>8670</c:v>
                </c:pt>
                <c:pt idx="1320">
                  <c:v>8672</c:v>
                </c:pt>
                <c:pt idx="1321">
                  <c:v>8674</c:v>
                </c:pt>
                <c:pt idx="1322">
                  <c:v>8676</c:v>
                </c:pt>
                <c:pt idx="1323">
                  <c:v>8678</c:v>
                </c:pt>
                <c:pt idx="1324">
                  <c:v>8680</c:v>
                </c:pt>
                <c:pt idx="1325">
                  <c:v>8682</c:v>
                </c:pt>
                <c:pt idx="1326">
                  <c:v>8684</c:v>
                </c:pt>
                <c:pt idx="1327">
                  <c:v>8686</c:v>
                </c:pt>
                <c:pt idx="1328">
                  <c:v>8688</c:v>
                </c:pt>
                <c:pt idx="1329">
                  <c:v>8690</c:v>
                </c:pt>
                <c:pt idx="1330">
                  <c:v>8692</c:v>
                </c:pt>
                <c:pt idx="1331">
                  <c:v>8694</c:v>
                </c:pt>
                <c:pt idx="1332">
                  <c:v>8696</c:v>
                </c:pt>
                <c:pt idx="1333">
                  <c:v>8698</c:v>
                </c:pt>
                <c:pt idx="1334">
                  <c:v>8700</c:v>
                </c:pt>
                <c:pt idx="1335">
                  <c:v>8702</c:v>
                </c:pt>
                <c:pt idx="1336">
                  <c:v>8704</c:v>
                </c:pt>
                <c:pt idx="1337">
                  <c:v>8706</c:v>
                </c:pt>
                <c:pt idx="1338">
                  <c:v>8708</c:v>
                </c:pt>
                <c:pt idx="1339">
                  <c:v>8710</c:v>
                </c:pt>
                <c:pt idx="1340">
                  <c:v>8712</c:v>
                </c:pt>
                <c:pt idx="1341">
                  <c:v>8714</c:v>
                </c:pt>
                <c:pt idx="1342">
                  <c:v>8716</c:v>
                </c:pt>
                <c:pt idx="1343">
                  <c:v>8718</c:v>
                </c:pt>
                <c:pt idx="1344">
                  <c:v>8720</c:v>
                </c:pt>
                <c:pt idx="1345">
                  <c:v>8722</c:v>
                </c:pt>
                <c:pt idx="1346">
                  <c:v>8724</c:v>
                </c:pt>
                <c:pt idx="1347">
                  <c:v>8726</c:v>
                </c:pt>
                <c:pt idx="1348">
                  <c:v>8728</c:v>
                </c:pt>
                <c:pt idx="1349">
                  <c:v>8730</c:v>
                </c:pt>
                <c:pt idx="1350">
                  <c:v>8732</c:v>
                </c:pt>
                <c:pt idx="1351">
                  <c:v>8734</c:v>
                </c:pt>
                <c:pt idx="1352">
                  <c:v>8736</c:v>
                </c:pt>
                <c:pt idx="1353">
                  <c:v>8738</c:v>
                </c:pt>
                <c:pt idx="1354">
                  <c:v>8740</c:v>
                </c:pt>
                <c:pt idx="1355">
                  <c:v>8742</c:v>
                </c:pt>
                <c:pt idx="1356">
                  <c:v>8744</c:v>
                </c:pt>
                <c:pt idx="1357">
                  <c:v>8746</c:v>
                </c:pt>
                <c:pt idx="1358">
                  <c:v>8748</c:v>
                </c:pt>
                <c:pt idx="1359">
                  <c:v>8750</c:v>
                </c:pt>
                <c:pt idx="1360">
                  <c:v>8752</c:v>
                </c:pt>
                <c:pt idx="1361">
                  <c:v>8754</c:v>
                </c:pt>
                <c:pt idx="1362">
                  <c:v>8756</c:v>
                </c:pt>
                <c:pt idx="1363">
                  <c:v>8758</c:v>
                </c:pt>
                <c:pt idx="1364">
                  <c:v>8760</c:v>
                </c:pt>
                <c:pt idx="1365">
                  <c:v>8762</c:v>
                </c:pt>
                <c:pt idx="1366">
                  <c:v>8764</c:v>
                </c:pt>
                <c:pt idx="1367">
                  <c:v>8766</c:v>
                </c:pt>
                <c:pt idx="1368">
                  <c:v>8768</c:v>
                </c:pt>
                <c:pt idx="1369">
                  <c:v>8770</c:v>
                </c:pt>
                <c:pt idx="1370">
                  <c:v>8772</c:v>
                </c:pt>
                <c:pt idx="1371">
                  <c:v>8774</c:v>
                </c:pt>
                <c:pt idx="1372">
                  <c:v>8776</c:v>
                </c:pt>
                <c:pt idx="1373">
                  <c:v>8778</c:v>
                </c:pt>
                <c:pt idx="1374">
                  <c:v>8780</c:v>
                </c:pt>
                <c:pt idx="1375">
                  <c:v>8782</c:v>
                </c:pt>
                <c:pt idx="1376">
                  <c:v>8784</c:v>
                </c:pt>
                <c:pt idx="1377">
                  <c:v>8786</c:v>
                </c:pt>
                <c:pt idx="1378">
                  <c:v>8788</c:v>
                </c:pt>
                <c:pt idx="1379">
                  <c:v>8790</c:v>
                </c:pt>
                <c:pt idx="1380">
                  <c:v>8792</c:v>
                </c:pt>
                <c:pt idx="1381">
                  <c:v>8794</c:v>
                </c:pt>
                <c:pt idx="1382">
                  <c:v>8796</c:v>
                </c:pt>
                <c:pt idx="1383">
                  <c:v>8798</c:v>
                </c:pt>
                <c:pt idx="1384">
                  <c:v>8800</c:v>
                </c:pt>
                <c:pt idx="1385">
                  <c:v>8802</c:v>
                </c:pt>
                <c:pt idx="1386">
                  <c:v>8804</c:v>
                </c:pt>
                <c:pt idx="1387">
                  <c:v>8806</c:v>
                </c:pt>
                <c:pt idx="1388">
                  <c:v>8808</c:v>
                </c:pt>
                <c:pt idx="1389">
                  <c:v>8810</c:v>
                </c:pt>
                <c:pt idx="1390">
                  <c:v>8812</c:v>
                </c:pt>
                <c:pt idx="1391">
                  <c:v>8814</c:v>
                </c:pt>
                <c:pt idx="1392">
                  <c:v>8816</c:v>
                </c:pt>
                <c:pt idx="1393">
                  <c:v>8818</c:v>
                </c:pt>
                <c:pt idx="1394">
                  <c:v>8820</c:v>
                </c:pt>
                <c:pt idx="1395">
                  <c:v>8822</c:v>
                </c:pt>
                <c:pt idx="1396">
                  <c:v>8824</c:v>
                </c:pt>
                <c:pt idx="1397">
                  <c:v>8826</c:v>
                </c:pt>
                <c:pt idx="1398">
                  <c:v>8828</c:v>
                </c:pt>
                <c:pt idx="1399">
                  <c:v>8830</c:v>
                </c:pt>
                <c:pt idx="1400">
                  <c:v>8832</c:v>
                </c:pt>
                <c:pt idx="1401">
                  <c:v>8834</c:v>
                </c:pt>
                <c:pt idx="1402">
                  <c:v>8836</c:v>
                </c:pt>
                <c:pt idx="1403">
                  <c:v>8838</c:v>
                </c:pt>
                <c:pt idx="1404">
                  <c:v>8840</c:v>
                </c:pt>
                <c:pt idx="1405">
                  <c:v>8842</c:v>
                </c:pt>
                <c:pt idx="1406">
                  <c:v>8844</c:v>
                </c:pt>
                <c:pt idx="1407">
                  <c:v>8846</c:v>
                </c:pt>
                <c:pt idx="1408">
                  <c:v>8848</c:v>
                </c:pt>
                <c:pt idx="1409">
                  <c:v>8850</c:v>
                </c:pt>
                <c:pt idx="1410">
                  <c:v>8852</c:v>
                </c:pt>
                <c:pt idx="1411">
                  <c:v>8854</c:v>
                </c:pt>
                <c:pt idx="1412">
                  <c:v>8856</c:v>
                </c:pt>
                <c:pt idx="1413">
                  <c:v>8858</c:v>
                </c:pt>
                <c:pt idx="1414">
                  <c:v>8860</c:v>
                </c:pt>
                <c:pt idx="1415">
                  <c:v>8862</c:v>
                </c:pt>
                <c:pt idx="1416">
                  <c:v>8864</c:v>
                </c:pt>
                <c:pt idx="1417">
                  <c:v>8866</c:v>
                </c:pt>
                <c:pt idx="1418">
                  <c:v>8868</c:v>
                </c:pt>
                <c:pt idx="1419">
                  <c:v>8870</c:v>
                </c:pt>
                <c:pt idx="1420">
                  <c:v>8872</c:v>
                </c:pt>
                <c:pt idx="1421">
                  <c:v>8874</c:v>
                </c:pt>
                <c:pt idx="1422">
                  <c:v>8876</c:v>
                </c:pt>
                <c:pt idx="1423">
                  <c:v>8878</c:v>
                </c:pt>
                <c:pt idx="1424">
                  <c:v>8880</c:v>
                </c:pt>
                <c:pt idx="1425">
                  <c:v>8882</c:v>
                </c:pt>
                <c:pt idx="1426">
                  <c:v>8884</c:v>
                </c:pt>
                <c:pt idx="1427">
                  <c:v>8886</c:v>
                </c:pt>
                <c:pt idx="1428">
                  <c:v>8888</c:v>
                </c:pt>
                <c:pt idx="1429">
                  <c:v>8890</c:v>
                </c:pt>
                <c:pt idx="1430">
                  <c:v>8892</c:v>
                </c:pt>
                <c:pt idx="1431">
                  <c:v>8894</c:v>
                </c:pt>
                <c:pt idx="1432">
                  <c:v>8896</c:v>
                </c:pt>
                <c:pt idx="1433">
                  <c:v>8898</c:v>
                </c:pt>
                <c:pt idx="1434">
                  <c:v>8900</c:v>
                </c:pt>
                <c:pt idx="1435">
                  <c:v>8902</c:v>
                </c:pt>
                <c:pt idx="1436">
                  <c:v>8904</c:v>
                </c:pt>
                <c:pt idx="1437">
                  <c:v>8906</c:v>
                </c:pt>
                <c:pt idx="1438">
                  <c:v>8908</c:v>
                </c:pt>
                <c:pt idx="1439">
                  <c:v>8910</c:v>
                </c:pt>
                <c:pt idx="1440">
                  <c:v>8912</c:v>
                </c:pt>
                <c:pt idx="1441">
                  <c:v>8914</c:v>
                </c:pt>
                <c:pt idx="1442">
                  <c:v>8916</c:v>
                </c:pt>
                <c:pt idx="1443">
                  <c:v>8918</c:v>
                </c:pt>
                <c:pt idx="1444">
                  <c:v>8920</c:v>
                </c:pt>
                <c:pt idx="1445">
                  <c:v>8922</c:v>
                </c:pt>
                <c:pt idx="1446">
                  <c:v>8924</c:v>
                </c:pt>
                <c:pt idx="1447">
                  <c:v>8926</c:v>
                </c:pt>
                <c:pt idx="1448">
                  <c:v>8928</c:v>
                </c:pt>
                <c:pt idx="1449">
                  <c:v>8930</c:v>
                </c:pt>
                <c:pt idx="1450">
                  <c:v>8932</c:v>
                </c:pt>
                <c:pt idx="1451">
                  <c:v>8934</c:v>
                </c:pt>
                <c:pt idx="1452">
                  <c:v>8936</c:v>
                </c:pt>
                <c:pt idx="1453">
                  <c:v>8938</c:v>
                </c:pt>
                <c:pt idx="1454">
                  <c:v>8940</c:v>
                </c:pt>
                <c:pt idx="1455">
                  <c:v>8942</c:v>
                </c:pt>
                <c:pt idx="1456">
                  <c:v>8944</c:v>
                </c:pt>
                <c:pt idx="1457">
                  <c:v>8946</c:v>
                </c:pt>
                <c:pt idx="1458">
                  <c:v>8948</c:v>
                </c:pt>
                <c:pt idx="1459">
                  <c:v>8950</c:v>
                </c:pt>
                <c:pt idx="1460">
                  <c:v>8952</c:v>
                </c:pt>
                <c:pt idx="1461">
                  <c:v>8954</c:v>
                </c:pt>
                <c:pt idx="1462">
                  <c:v>8956</c:v>
                </c:pt>
                <c:pt idx="1463">
                  <c:v>8958</c:v>
                </c:pt>
                <c:pt idx="1464">
                  <c:v>8960</c:v>
                </c:pt>
                <c:pt idx="1465">
                  <c:v>8962</c:v>
                </c:pt>
                <c:pt idx="1466">
                  <c:v>8964</c:v>
                </c:pt>
                <c:pt idx="1467">
                  <c:v>8966</c:v>
                </c:pt>
                <c:pt idx="1468">
                  <c:v>8968</c:v>
                </c:pt>
                <c:pt idx="1469">
                  <c:v>8970</c:v>
                </c:pt>
                <c:pt idx="1470">
                  <c:v>8972</c:v>
                </c:pt>
                <c:pt idx="1471">
                  <c:v>8974</c:v>
                </c:pt>
                <c:pt idx="1472">
                  <c:v>8976</c:v>
                </c:pt>
                <c:pt idx="1473">
                  <c:v>8978</c:v>
                </c:pt>
                <c:pt idx="1474">
                  <c:v>8980</c:v>
                </c:pt>
                <c:pt idx="1475">
                  <c:v>8982</c:v>
                </c:pt>
                <c:pt idx="1476">
                  <c:v>8984</c:v>
                </c:pt>
                <c:pt idx="1477">
                  <c:v>8986</c:v>
                </c:pt>
                <c:pt idx="1478">
                  <c:v>8988</c:v>
                </c:pt>
                <c:pt idx="1479">
                  <c:v>8990</c:v>
                </c:pt>
                <c:pt idx="1480">
                  <c:v>8992</c:v>
                </c:pt>
                <c:pt idx="1481">
                  <c:v>8994</c:v>
                </c:pt>
                <c:pt idx="1482">
                  <c:v>8996</c:v>
                </c:pt>
                <c:pt idx="1483">
                  <c:v>8998</c:v>
                </c:pt>
                <c:pt idx="1484">
                  <c:v>9000</c:v>
                </c:pt>
                <c:pt idx="1485">
                  <c:v>9002</c:v>
                </c:pt>
                <c:pt idx="1486">
                  <c:v>9004</c:v>
                </c:pt>
                <c:pt idx="1487">
                  <c:v>9006</c:v>
                </c:pt>
                <c:pt idx="1488">
                  <c:v>9008</c:v>
                </c:pt>
                <c:pt idx="1489">
                  <c:v>9010</c:v>
                </c:pt>
                <c:pt idx="1490">
                  <c:v>9012</c:v>
                </c:pt>
                <c:pt idx="1491">
                  <c:v>9014</c:v>
                </c:pt>
                <c:pt idx="1492">
                  <c:v>9016</c:v>
                </c:pt>
                <c:pt idx="1493">
                  <c:v>9018</c:v>
                </c:pt>
                <c:pt idx="1494">
                  <c:v>9020</c:v>
                </c:pt>
                <c:pt idx="1495">
                  <c:v>9022</c:v>
                </c:pt>
                <c:pt idx="1496">
                  <c:v>9024</c:v>
                </c:pt>
                <c:pt idx="1497">
                  <c:v>9026</c:v>
                </c:pt>
                <c:pt idx="1498">
                  <c:v>9028</c:v>
                </c:pt>
                <c:pt idx="1499">
                  <c:v>9030</c:v>
                </c:pt>
                <c:pt idx="1500">
                  <c:v>9032</c:v>
                </c:pt>
                <c:pt idx="1501">
                  <c:v>9034</c:v>
                </c:pt>
                <c:pt idx="1502">
                  <c:v>9036</c:v>
                </c:pt>
                <c:pt idx="1503">
                  <c:v>9038</c:v>
                </c:pt>
                <c:pt idx="1504">
                  <c:v>9040</c:v>
                </c:pt>
                <c:pt idx="1505">
                  <c:v>9042</c:v>
                </c:pt>
                <c:pt idx="1506">
                  <c:v>9044</c:v>
                </c:pt>
                <c:pt idx="1507">
                  <c:v>9046</c:v>
                </c:pt>
                <c:pt idx="1508">
                  <c:v>9048</c:v>
                </c:pt>
                <c:pt idx="1509">
                  <c:v>9050</c:v>
                </c:pt>
                <c:pt idx="1510">
                  <c:v>9052</c:v>
                </c:pt>
                <c:pt idx="1511">
                  <c:v>9054</c:v>
                </c:pt>
                <c:pt idx="1512">
                  <c:v>9056</c:v>
                </c:pt>
                <c:pt idx="1513">
                  <c:v>9058</c:v>
                </c:pt>
                <c:pt idx="1514">
                  <c:v>9060</c:v>
                </c:pt>
                <c:pt idx="1515">
                  <c:v>9062</c:v>
                </c:pt>
                <c:pt idx="1516">
                  <c:v>9064</c:v>
                </c:pt>
                <c:pt idx="1517">
                  <c:v>9066</c:v>
                </c:pt>
                <c:pt idx="1518">
                  <c:v>9068</c:v>
                </c:pt>
                <c:pt idx="1519">
                  <c:v>9070</c:v>
                </c:pt>
                <c:pt idx="1520">
                  <c:v>9072</c:v>
                </c:pt>
                <c:pt idx="1521">
                  <c:v>9074</c:v>
                </c:pt>
                <c:pt idx="1522">
                  <c:v>9076</c:v>
                </c:pt>
                <c:pt idx="1523">
                  <c:v>9078</c:v>
                </c:pt>
                <c:pt idx="1524">
                  <c:v>9080</c:v>
                </c:pt>
                <c:pt idx="1525">
                  <c:v>9082</c:v>
                </c:pt>
                <c:pt idx="1526">
                  <c:v>9084</c:v>
                </c:pt>
                <c:pt idx="1527">
                  <c:v>9086</c:v>
                </c:pt>
                <c:pt idx="1528">
                  <c:v>9088</c:v>
                </c:pt>
                <c:pt idx="1529">
                  <c:v>9090</c:v>
                </c:pt>
                <c:pt idx="1530">
                  <c:v>9092</c:v>
                </c:pt>
                <c:pt idx="1531">
                  <c:v>9094</c:v>
                </c:pt>
                <c:pt idx="1532">
                  <c:v>9096</c:v>
                </c:pt>
                <c:pt idx="1533">
                  <c:v>9098</c:v>
                </c:pt>
                <c:pt idx="1534">
                  <c:v>9100</c:v>
                </c:pt>
                <c:pt idx="1535">
                  <c:v>9102</c:v>
                </c:pt>
                <c:pt idx="1536">
                  <c:v>9104</c:v>
                </c:pt>
                <c:pt idx="1537">
                  <c:v>9106</c:v>
                </c:pt>
                <c:pt idx="1538">
                  <c:v>9108</c:v>
                </c:pt>
                <c:pt idx="1539">
                  <c:v>9110</c:v>
                </c:pt>
                <c:pt idx="1540">
                  <c:v>9112</c:v>
                </c:pt>
                <c:pt idx="1541">
                  <c:v>9114</c:v>
                </c:pt>
                <c:pt idx="1542">
                  <c:v>9116</c:v>
                </c:pt>
                <c:pt idx="1543">
                  <c:v>9118</c:v>
                </c:pt>
                <c:pt idx="1544">
                  <c:v>9120</c:v>
                </c:pt>
                <c:pt idx="1545">
                  <c:v>9122</c:v>
                </c:pt>
                <c:pt idx="1546">
                  <c:v>9124</c:v>
                </c:pt>
                <c:pt idx="1547">
                  <c:v>9126</c:v>
                </c:pt>
                <c:pt idx="1548">
                  <c:v>9128</c:v>
                </c:pt>
                <c:pt idx="1549">
                  <c:v>9130</c:v>
                </c:pt>
                <c:pt idx="1550">
                  <c:v>9132</c:v>
                </c:pt>
                <c:pt idx="1551">
                  <c:v>9134</c:v>
                </c:pt>
                <c:pt idx="1552">
                  <c:v>9136</c:v>
                </c:pt>
                <c:pt idx="1553">
                  <c:v>9138</c:v>
                </c:pt>
                <c:pt idx="1554">
                  <c:v>9140</c:v>
                </c:pt>
                <c:pt idx="1555">
                  <c:v>9142</c:v>
                </c:pt>
                <c:pt idx="1556">
                  <c:v>9144</c:v>
                </c:pt>
                <c:pt idx="1557">
                  <c:v>9146</c:v>
                </c:pt>
                <c:pt idx="1558">
                  <c:v>9148</c:v>
                </c:pt>
                <c:pt idx="1559">
                  <c:v>9150</c:v>
                </c:pt>
                <c:pt idx="1560">
                  <c:v>9152</c:v>
                </c:pt>
                <c:pt idx="1561">
                  <c:v>9154</c:v>
                </c:pt>
                <c:pt idx="1562">
                  <c:v>9156</c:v>
                </c:pt>
                <c:pt idx="1563">
                  <c:v>9158</c:v>
                </c:pt>
                <c:pt idx="1564">
                  <c:v>9160</c:v>
                </c:pt>
                <c:pt idx="1565">
                  <c:v>9162</c:v>
                </c:pt>
                <c:pt idx="1566">
                  <c:v>9164</c:v>
                </c:pt>
                <c:pt idx="1567">
                  <c:v>9166</c:v>
                </c:pt>
                <c:pt idx="1568">
                  <c:v>9168</c:v>
                </c:pt>
                <c:pt idx="1569">
                  <c:v>9170</c:v>
                </c:pt>
                <c:pt idx="1570">
                  <c:v>9172</c:v>
                </c:pt>
                <c:pt idx="1571">
                  <c:v>9174</c:v>
                </c:pt>
                <c:pt idx="1572">
                  <c:v>9176</c:v>
                </c:pt>
                <c:pt idx="1573">
                  <c:v>9178</c:v>
                </c:pt>
                <c:pt idx="1574">
                  <c:v>9180</c:v>
                </c:pt>
                <c:pt idx="1575">
                  <c:v>9182</c:v>
                </c:pt>
                <c:pt idx="1576">
                  <c:v>9184</c:v>
                </c:pt>
                <c:pt idx="1577">
                  <c:v>9186</c:v>
                </c:pt>
                <c:pt idx="1578">
                  <c:v>9188</c:v>
                </c:pt>
                <c:pt idx="1579">
                  <c:v>9190</c:v>
                </c:pt>
                <c:pt idx="1580">
                  <c:v>9192</c:v>
                </c:pt>
                <c:pt idx="1581">
                  <c:v>9194</c:v>
                </c:pt>
                <c:pt idx="1582">
                  <c:v>9196</c:v>
                </c:pt>
                <c:pt idx="1583">
                  <c:v>9198</c:v>
                </c:pt>
                <c:pt idx="1584">
                  <c:v>9200</c:v>
                </c:pt>
                <c:pt idx="1585">
                  <c:v>9202</c:v>
                </c:pt>
                <c:pt idx="1586">
                  <c:v>9204</c:v>
                </c:pt>
                <c:pt idx="1587">
                  <c:v>9206</c:v>
                </c:pt>
                <c:pt idx="1588">
                  <c:v>9208</c:v>
                </c:pt>
                <c:pt idx="1589">
                  <c:v>9210</c:v>
                </c:pt>
                <c:pt idx="1590">
                  <c:v>9212</c:v>
                </c:pt>
                <c:pt idx="1591">
                  <c:v>9214</c:v>
                </c:pt>
                <c:pt idx="1592">
                  <c:v>9216</c:v>
                </c:pt>
                <c:pt idx="1593">
                  <c:v>9218</c:v>
                </c:pt>
                <c:pt idx="1594">
                  <c:v>9220</c:v>
                </c:pt>
                <c:pt idx="1595">
                  <c:v>9222</c:v>
                </c:pt>
                <c:pt idx="1596">
                  <c:v>9224</c:v>
                </c:pt>
                <c:pt idx="1597">
                  <c:v>9226</c:v>
                </c:pt>
                <c:pt idx="1598">
                  <c:v>9228</c:v>
                </c:pt>
                <c:pt idx="1599">
                  <c:v>9230</c:v>
                </c:pt>
                <c:pt idx="1600">
                  <c:v>9232</c:v>
                </c:pt>
                <c:pt idx="1601">
                  <c:v>9234</c:v>
                </c:pt>
                <c:pt idx="1602">
                  <c:v>9236</c:v>
                </c:pt>
                <c:pt idx="1603">
                  <c:v>9238</c:v>
                </c:pt>
                <c:pt idx="1604">
                  <c:v>9240</c:v>
                </c:pt>
                <c:pt idx="1605">
                  <c:v>9242</c:v>
                </c:pt>
                <c:pt idx="1606">
                  <c:v>9244</c:v>
                </c:pt>
                <c:pt idx="1607">
                  <c:v>9246</c:v>
                </c:pt>
                <c:pt idx="1608">
                  <c:v>9248</c:v>
                </c:pt>
                <c:pt idx="1609">
                  <c:v>9250</c:v>
                </c:pt>
                <c:pt idx="1610">
                  <c:v>9252</c:v>
                </c:pt>
                <c:pt idx="1611">
                  <c:v>9254</c:v>
                </c:pt>
                <c:pt idx="1612">
                  <c:v>9256</c:v>
                </c:pt>
                <c:pt idx="1613">
                  <c:v>9258</c:v>
                </c:pt>
                <c:pt idx="1614">
                  <c:v>9260</c:v>
                </c:pt>
                <c:pt idx="1615">
                  <c:v>9262</c:v>
                </c:pt>
                <c:pt idx="1616">
                  <c:v>9264</c:v>
                </c:pt>
                <c:pt idx="1617">
                  <c:v>9266</c:v>
                </c:pt>
                <c:pt idx="1618">
                  <c:v>9268</c:v>
                </c:pt>
                <c:pt idx="1619">
                  <c:v>9270</c:v>
                </c:pt>
                <c:pt idx="1620">
                  <c:v>9272</c:v>
                </c:pt>
                <c:pt idx="1621">
                  <c:v>9274</c:v>
                </c:pt>
                <c:pt idx="1622">
                  <c:v>9276</c:v>
                </c:pt>
                <c:pt idx="1623">
                  <c:v>9278</c:v>
                </c:pt>
                <c:pt idx="1624">
                  <c:v>9280</c:v>
                </c:pt>
                <c:pt idx="1625">
                  <c:v>9282</c:v>
                </c:pt>
                <c:pt idx="1626">
                  <c:v>9284</c:v>
                </c:pt>
                <c:pt idx="1627">
                  <c:v>9286</c:v>
                </c:pt>
                <c:pt idx="1628">
                  <c:v>9288</c:v>
                </c:pt>
                <c:pt idx="1629">
                  <c:v>9290</c:v>
                </c:pt>
                <c:pt idx="1630">
                  <c:v>9292</c:v>
                </c:pt>
                <c:pt idx="1631">
                  <c:v>9294</c:v>
                </c:pt>
                <c:pt idx="1632">
                  <c:v>9296</c:v>
                </c:pt>
                <c:pt idx="1633">
                  <c:v>9298</c:v>
                </c:pt>
                <c:pt idx="1634">
                  <c:v>9300</c:v>
                </c:pt>
                <c:pt idx="1635">
                  <c:v>9302</c:v>
                </c:pt>
                <c:pt idx="1636">
                  <c:v>9304</c:v>
                </c:pt>
                <c:pt idx="1637">
                  <c:v>9306</c:v>
                </c:pt>
                <c:pt idx="1638">
                  <c:v>9308</c:v>
                </c:pt>
                <c:pt idx="1639">
                  <c:v>9310</c:v>
                </c:pt>
                <c:pt idx="1640">
                  <c:v>9312</c:v>
                </c:pt>
                <c:pt idx="1641">
                  <c:v>9314</c:v>
                </c:pt>
                <c:pt idx="1642">
                  <c:v>9316</c:v>
                </c:pt>
                <c:pt idx="1643">
                  <c:v>9318</c:v>
                </c:pt>
                <c:pt idx="1644">
                  <c:v>9320</c:v>
                </c:pt>
                <c:pt idx="1645">
                  <c:v>9322</c:v>
                </c:pt>
                <c:pt idx="1646">
                  <c:v>9324</c:v>
                </c:pt>
                <c:pt idx="1647">
                  <c:v>9326</c:v>
                </c:pt>
                <c:pt idx="1648">
                  <c:v>9328</c:v>
                </c:pt>
                <c:pt idx="1649">
                  <c:v>9330</c:v>
                </c:pt>
                <c:pt idx="1650">
                  <c:v>9332</c:v>
                </c:pt>
                <c:pt idx="1651">
                  <c:v>9334</c:v>
                </c:pt>
                <c:pt idx="1652">
                  <c:v>9336</c:v>
                </c:pt>
                <c:pt idx="1653">
                  <c:v>9338</c:v>
                </c:pt>
                <c:pt idx="1654">
                  <c:v>9340</c:v>
                </c:pt>
                <c:pt idx="1655">
                  <c:v>9342</c:v>
                </c:pt>
                <c:pt idx="1656">
                  <c:v>9344</c:v>
                </c:pt>
                <c:pt idx="1657">
                  <c:v>9346</c:v>
                </c:pt>
                <c:pt idx="1658">
                  <c:v>9348</c:v>
                </c:pt>
                <c:pt idx="1659">
                  <c:v>9350</c:v>
                </c:pt>
                <c:pt idx="1660">
                  <c:v>9352</c:v>
                </c:pt>
                <c:pt idx="1661">
                  <c:v>9354</c:v>
                </c:pt>
                <c:pt idx="1662">
                  <c:v>9356</c:v>
                </c:pt>
                <c:pt idx="1663">
                  <c:v>9358</c:v>
                </c:pt>
                <c:pt idx="1664">
                  <c:v>9360</c:v>
                </c:pt>
                <c:pt idx="1665">
                  <c:v>9362</c:v>
                </c:pt>
                <c:pt idx="1666">
                  <c:v>9364</c:v>
                </c:pt>
                <c:pt idx="1667">
                  <c:v>9366</c:v>
                </c:pt>
                <c:pt idx="1668">
                  <c:v>9368</c:v>
                </c:pt>
                <c:pt idx="1669">
                  <c:v>9370</c:v>
                </c:pt>
                <c:pt idx="1670">
                  <c:v>9372</c:v>
                </c:pt>
                <c:pt idx="1671">
                  <c:v>9374</c:v>
                </c:pt>
                <c:pt idx="1672">
                  <c:v>9376</c:v>
                </c:pt>
                <c:pt idx="1673">
                  <c:v>9378</c:v>
                </c:pt>
                <c:pt idx="1674">
                  <c:v>9380</c:v>
                </c:pt>
                <c:pt idx="1675">
                  <c:v>9382</c:v>
                </c:pt>
                <c:pt idx="1676">
                  <c:v>9384</c:v>
                </c:pt>
                <c:pt idx="1677">
                  <c:v>9386</c:v>
                </c:pt>
                <c:pt idx="1678">
                  <c:v>9388</c:v>
                </c:pt>
                <c:pt idx="1679">
                  <c:v>9390</c:v>
                </c:pt>
                <c:pt idx="1680">
                  <c:v>9392</c:v>
                </c:pt>
                <c:pt idx="1681">
                  <c:v>9394</c:v>
                </c:pt>
                <c:pt idx="1682">
                  <c:v>9396</c:v>
                </c:pt>
                <c:pt idx="1683">
                  <c:v>9398</c:v>
                </c:pt>
                <c:pt idx="1684">
                  <c:v>9400</c:v>
                </c:pt>
                <c:pt idx="1685">
                  <c:v>9402</c:v>
                </c:pt>
                <c:pt idx="1686">
                  <c:v>9404</c:v>
                </c:pt>
                <c:pt idx="1687">
                  <c:v>9406</c:v>
                </c:pt>
                <c:pt idx="1688">
                  <c:v>9408</c:v>
                </c:pt>
                <c:pt idx="1689">
                  <c:v>9410</c:v>
                </c:pt>
                <c:pt idx="1690">
                  <c:v>9412</c:v>
                </c:pt>
                <c:pt idx="1691">
                  <c:v>9414</c:v>
                </c:pt>
                <c:pt idx="1692">
                  <c:v>9416</c:v>
                </c:pt>
                <c:pt idx="1693">
                  <c:v>9418</c:v>
                </c:pt>
                <c:pt idx="1694">
                  <c:v>9420</c:v>
                </c:pt>
                <c:pt idx="1695">
                  <c:v>9422</c:v>
                </c:pt>
                <c:pt idx="1696">
                  <c:v>9424</c:v>
                </c:pt>
                <c:pt idx="1697">
                  <c:v>9426</c:v>
                </c:pt>
                <c:pt idx="1698">
                  <c:v>9428</c:v>
                </c:pt>
                <c:pt idx="1699">
                  <c:v>9430</c:v>
                </c:pt>
                <c:pt idx="1700">
                  <c:v>9432</c:v>
                </c:pt>
                <c:pt idx="1701">
                  <c:v>9434</c:v>
                </c:pt>
                <c:pt idx="1702">
                  <c:v>9436</c:v>
                </c:pt>
                <c:pt idx="1703">
                  <c:v>9438</c:v>
                </c:pt>
                <c:pt idx="1704">
                  <c:v>9440</c:v>
                </c:pt>
                <c:pt idx="1705">
                  <c:v>9442</c:v>
                </c:pt>
                <c:pt idx="1706">
                  <c:v>9444</c:v>
                </c:pt>
                <c:pt idx="1707">
                  <c:v>9446</c:v>
                </c:pt>
                <c:pt idx="1708">
                  <c:v>9448</c:v>
                </c:pt>
                <c:pt idx="1709">
                  <c:v>9450</c:v>
                </c:pt>
                <c:pt idx="1710">
                  <c:v>9452</c:v>
                </c:pt>
                <c:pt idx="1711">
                  <c:v>9454</c:v>
                </c:pt>
                <c:pt idx="1712">
                  <c:v>9456</c:v>
                </c:pt>
                <c:pt idx="1713">
                  <c:v>9458</c:v>
                </c:pt>
                <c:pt idx="1714">
                  <c:v>9460</c:v>
                </c:pt>
                <c:pt idx="1715">
                  <c:v>9462</c:v>
                </c:pt>
                <c:pt idx="1716">
                  <c:v>9464</c:v>
                </c:pt>
                <c:pt idx="1717">
                  <c:v>9466</c:v>
                </c:pt>
                <c:pt idx="1718">
                  <c:v>9468</c:v>
                </c:pt>
                <c:pt idx="1719">
                  <c:v>9470</c:v>
                </c:pt>
                <c:pt idx="1720">
                  <c:v>9472</c:v>
                </c:pt>
                <c:pt idx="1721">
                  <c:v>9474</c:v>
                </c:pt>
                <c:pt idx="1722">
                  <c:v>9476</c:v>
                </c:pt>
                <c:pt idx="1723">
                  <c:v>9478</c:v>
                </c:pt>
                <c:pt idx="1724">
                  <c:v>9480</c:v>
                </c:pt>
                <c:pt idx="1725">
                  <c:v>9482</c:v>
                </c:pt>
                <c:pt idx="1726">
                  <c:v>9484</c:v>
                </c:pt>
                <c:pt idx="1727">
                  <c:v>9486</c:v>
                </c:pt>
                <c:pt idx="1728">
                  <c:v>9488</c:v>
                </c:pt>
                <c:pt idx="1729">
                  <c:v>9490</c:v>
                </c:pt>
                <c:pt idx="1730">
                  <c:v>9492</c:v>
                </c:pt>
                <c:pt idx="1731">
                  <c:v>9494</c:v>
                </c:pt>
                <c:pt idx="1732">
                  <c:v>9496</c:v>
                </c:pt>
                <c:pt idx="1733">
                  <c:v>9498</c:v>
                </c:pt>
                <c:pt idx="1734">
                  <c:v>9500</c:v>
                </c:pt>
                <c:pt idx="1735">
                  <c:v>9502</c:v>
                </c:pt>
                <c:pt idx="1736">
                  <c:v>9504</c:v>
                </c:pt>
                <c:pt idx="1737">
                  <c:v>9506</c:v>
                </c:pt>
                <c:pt idx="1738">
                  <c:v>9508</c:v>
                </c:pt>
                <c:pt idx="1739">
                  <c:v>9510</c:v>
                </c:pt>
                <c:pt idx="1740">
                  <c:v>9512</c:v>
                </c:pt>
                <c:pt idx="1741">
                  <c:v>9514</c:v>
                </c:pt>
                <c:pt idx="1742">
                  <c:v>9516</c:v>
                </c:pt>
                <c:pt idx="1743">
                  <c:v>9518</c:v>
                </c:pt>
                <c:pt idx="1744">
                  <c:v>9520</c:v>
                </c:pt>
                <c:pt idx="1745">
                  <c:v>9522</c:v>
                </c:pt>
                <c:pt idx="1746">
                  <c:v>9524</c:v>
                </c:pt>
                <c:pt idx="1747">
                  <c:v>9526</c:v>
                </c:pt>
                <c:pt idx="1748">
                  <c:v>9528</c:v>
                </c:pt>
                <c:pt idx="1749">
                  <c:v>9530</c:v>
                </c:pt>
                <c:pt idx="1750">
                  <c:v>9532</c:v>
                </c:pt>
                <c:pt idx="1751">
                  <c:v>9534</c:v>
                </c:pt>
                <c:pt idx="1752">
                  <c:v>9536</c:v>
                </c:pt>
                <c:pt idx="1753">
                  <c:v>9538</c:v>
                </c:pt>
                <c:pt idx="1754">
                  <c:v>9540</c:v>
                </c:pt>
                <c:pt idx="1755">
                  <c:v>9542</c:v>
                </c:pt>
                <c:pt idx="1756">
                  <c:v>9544</c:v>
                </c:pt>
                <c:pt idx="1757">
                  <c:v>9546</c:v>
                </c:pt>
                <c:pt idx="1758">
                  <c:v>9548</c:v>
                </c:pt>
                <c:pt idx="1759">
                  <c:v>9550</c:v>
                </c:pt>
                <c:pt idx="1760">
                  <c:v>9552</c:v>
                </c:pt>
                <c:pt idx="1761">
                  <c:v>9554</c:v>
                </c:pt>
                <c:pt idx="1762">
                  <c:v>9556</c:v>
                </c:pt>
                <c:pt idx="1763">
                  <c:v>9558</c:v>
                </c:pt>
                <c:pt idx="1764">
                  <c:v>9560</c:v>
                </c:pt>
                <c:pt idx="1765">
                  <c:v>9562</c:v>
                </c:pt>
                <c:pt idx="1766">
                  <c:v>9564</c:v>
                </c:pt>
                <c:pt idx="1767">
                  <c:v>9566</c:v>
                </c:pt>
                <c:pt idx="1768">
                  <c:v>9568</c:v>
                </c:pt>
                <c:pt idx="1769">
                  <c:v>9570</c:v>
                </c:pt>
                <c:pt idx="1770">
                  <c:v>9572</c:v>
                </c:pt>
                <c:pt idx="1771">
                  <c:v>9574</c:v>
                </c:pt>
                <c:pt idx="1772">
                  <c:v>9576</c:v>
                </c:pt>
                <c:pt idx="1773">
                  <c:v>9578</c:v>
                </c:pt>
                <c:pt idx="1774">
                  <c:v>9580</c:v>
                </c:pt>
                <c:pt idx="1775">
                  <c:v>9582</c:v>
                </c:pt>
                <c:pt idx="1776">
                  <c:v>9584</c:v>
                </c:pt>
                <c:pt idx="1777">
                  <c:v>9586</c:v>
                </c:pt>
                <c:pt idx="1778">
                  <c:v>9588</c:v>
                </c:pt>
                <c:pt idx="1779">
                  <c:v>9590</c:v>
                </c:pt>
                <c:pt idx="1780">
                  <c:v>9592</c:v>
                </c:pt>
                <c:pt idx="1781">
                  <c:v>9594</c:v>
                </c:pt>
                <c:pt idx="1782">
                  <c:v>9596</c:v>
                </c:pt>
                <c:pt idx="1783">
                  <c:v>9598</c:v>
                </c:pt>
                <c:pt idx="1784">
                  <c:v>9600</c:v>
                </c:pt>
                <c:pt idx="1785">
                  <c:v>9602</c:v>
                </c:pt>
                <c:pt idx="1786">
                  <c:v>9604</c:v>
                </c:pt>
                <c:pt idx="1787">
                  <c:v>9606</c:v>
                </c:pt>
                <c:pt idx="1788">
                  <c:v>9608</c:v>
                </c:pt>
                <c:pt idx="1789">
                  <c:v>9610</c:v>
                </c:pt>
                <c:pt idx="1790">
                  <c:v>9612</c:v>
                </c:pt>
                <c:pt idx="1791">
                  <c:v>9614</c:v>
                </c:pt>
                <c:pt idx="1792">
                  <c:v>9616</c:v>
                </c:pt>
                <c:pt idx="1793">
                  <c:v>9618</c:v>
                </c:pt>
                <c:pt idx="1794">
                  <c:v>9620</c:v>
                </c:pt>
                <c:pt idx="1795">
                  <c:v>9622</c:v>
                </c:pt>
                <c:pt idx="1796">
                  <c:v>9624</c:v>
                </c:pt>
                <c:pt idx="1797">
                  <c:v>9626</c:v>
                </c:pt>
                <c:pt idx="1798">
                  <c:v>9628</c:v>
                </c:pt>
                <c:pt idx="1799">
                  <c:v>9630</c:v>
                </c:pt>
                <c:pt idx="1800">
                  <c:v>9632</c:v>
                </c:pt>
                <c:pt idx="1801">
                  <c:v>9634</c:v>
                </c:pt>
                <c:pt idx="1802">
                  <c:v>9636</c:v>
                </c:pt>
                <c:pt idx="1803">
                  <c:v>9638</c:v>
                </c:pt>
                <c:pt idx="1804">
                  <c:v>9640</c:v>
                </c:pt>
                <c:pt idx="1805">
                  <c:v>9642</c:v>
                </c:pt>
                <c:pt idx="1806">
                  <c:v>9644</c:v>
                </c:pt>
                <c:pt idx="1807">
                  <c:v>9646</c:v>
                </c:pt>
                <c:pt idx="1808">
                  <c:v>9648</c:v>
                </c:pt>
                <c:pt idx="1809">
                  <c:v>9650</c:v>
                </c:pt>
                <c:pt idx="1810">
                  <c:v>9652</c:v>
                </c:pt>
                <c:pt idx="1811">
                  <c:v>9654</c:v>
                </c:pt>
                <c:pt idx="1812">
                  <c:v>9656</c:v>
                </c:pt>
                <c:pt idx="1813">
                  <c:v>9658</c:v>
                </c:pt>
                <c:pt idx="1814">
                  <c:v>9660</c:v>
                </c:pt>
                <c:pt idx="1815">
                  <c:v>9662</c:v>
                </c:pt>
                <c:pt idx="1816">
                  <c:v>9664</c:v>
                </c:pt>
                <c:pt idx="1817">
                  <c:v>9666</c:v>
                </c:pt>
                <c:pt idx="1818">
                  <c:v>9668</c:v>
                </c:pt>
                <c:pt idx="1819">
                  <c:v>9670</c:v>
                </c:pt>
                <c:pt idx="1820">
                  <c:v>9672</c:v>
                </c:pt>
                <c:pt idx="1821">
                  <c:v>9674</c:v>
                </c:pt>
                <c:pt idx="1822">
                  <c:v>9676</c:v>
                </c:pt>
                <c:pt idx="1823">
                  <c:v>9678</c:v>
                </c:pt>
                <c:pt idx="1824">
                  <c:v>9680</c:v>
                </c:pt>
                <c:pt idx="1825">
                  <c:v>9682</c:v>
                </c:pt>
                <c:pt idx="1826">
                  <c:v>9684</c:v>
                </c:pt>
                <c:pt idx="1827">
                  <c:v>9686</c:v>
                </c:pt>
                <c:pt idx="1828">
                  <c:v>9688</c:v>
                </c:pt>
                <c:pt idx="1829">
                  <c:v>9690</c:v>
                </c:pt>
                <c:pt idx="1830">
                  <c:v>9692</c:v>
                </c:pt>
                <c:pt idx="1831">
                  <c:v>9694</c:v>
                </c:pt>
                <c:pt idx="1832">
                  <c:v>9696</c:v>
                </c:pt>
                <c:pt idx="1833">
                  <c:v>9698</c:v>
                </c:pt>
                <c:pt idx="1834">
                  <c:v>9700</c:v>
                </c:pt>
                <c:pt idx="1835">
                  <c:v>9702</c:v>
                </c:pt>
                <c:pt idx="1836">
                  <c:v>9704</c:v>
                </c:pt>
                <c:pt idx="1837">
                  <c:v>9706</c:v>
                </c:pt>
                <c:pt idx="1838">
                  <c:v>9708</c:v>
                </c:pt>
                <c:pt idx="1839">
                  <c:v>9710</c:v>
                </c:pt>
                <c:pt idx="1840">
                  <c:v>9712</c:v>
                </c:pt>
                <c:pt idx="1841">
                  <c:v>9714</c:v>
                </c:pt>
                <c:pt idx="1842">
                  <c:v>9716</c:v>
                </c:pt>
                <c:pt idx="1843">
                  <c:v>9718</c:v>
                </c:pt>
                <c:pt idx="1844">
                  <c:v>9720</c:v>
                </c:pt>
                <c:pt idx="1845">
                  <c:v>9722</c:v>
                </c:pt>
                <c:pt idx="1846">
                  <c:v>9724</c:v>
                </c:pt>
                <c:pt idx="1847">
                  <c:v>9726</c:v>
                </c:pt>
                <c:pt idx="1848">
                  <c:v>9728</c:v>
                </c:pt>
                <c:pt idx="1849">
                  <c:v>9730</c:v>
                </c:pt>
                <c:pt idx="1850">
                  <c:v>9732</c:v>
                </c:pt>
                <c:pt idx="1851">
                  <c:v>9734</c:v>
                </c:pt>
                <c:pt idx="1852">
                  <c:v>9736</c:v>
                </c:pt>
                <c:pt idx="1853">
                  <c:v>9738</c:v>
                </c:pt>
                <c:pt idx="1854">
                  <c:v>9740</c:v>
                </c:pt>
                <c:pt idx="1855">
                  <c:v>9742</c:v>
                </c:pt>
                <c:pt idx="1856">
                  <c:v>9744</c:v>
                </c:pt>
                <c:pt idx="1857">
                  <c:v>9746</c:v>
                </c:pt>
                <c:pt idx="1858">
                  <c:v>9748</c:v>
                </c:pt>
                <c:pt idx="1859">
                  <c:v>9750</c:v>
                </c:pt>
                <c:pt idx="1860">
                  <c:v>9752</c:v>
                </c:pt>
                <c:pt idx="1861">
                  <c:v>9754</c:v>
                </c:pt>
                <c:pt idx="1862">
                  <c:v>9756</c:v>
                </c:pt>
                <c:pt idx="1863">
                  <c:v>9758</c:v>
                </c:pt>
                <c:pt idx="1864">
                  <c:v>9760</c:v>
                </c:pt>
                <c:pt idx="1865">
                  <c:v>9762</c:v>
                </c:pt>
                <c:pt idx="1866">
                  <c:v>9764</c:v>
                </c:pt>
                <c:pt idx="1867">
                  <c:v>9766</c:v>
                </c:pt>
                <c:pt idx="1868">
                  <c:v>9768</c:v>
                </c:pt>
                <c:pt idx="1869">
                  <c:v>9770</c:v>
                </c:pt>
                <c:pt idx="1870">
                  <c:v>9772</c:v>
                </c:pt>
                <c:pt idx="1871">
                  <c:v>9774</c:v>
                </c:pt>
                <c:pt idx="1872">
                  <c:v>9776</c:v>
                </c:pt>
                <c:pt idx="1873">
                  <c:v>9778</c:v>
                </c:pt>
                <c:pt idx="1874">
                  <c:v>9780</c:v>
                </c:pt>
                <c:pt idx="1875">
                  <c:v>9782</c:v>
                </c:pt>
                <c:pt idx="1876">
                  <c:v>9784</c:v>
                </c:pt>
                <c:pt idx="1877">
                  <c:v>9786</c:v>
                </c:pt>
                <c:pt idx="1878">
                  <c:v>9788</c:v>
                </c:pt>
                <c:pt idx="1879">
                  <c:v>9790</c:v>
                </c:pt>
                <c:pt idx="1880">
                  <c:v>9792</c:v>
                </c:pt>
                <c:pt idx="1881">
                  <c:v>9794</c:v>
                </c:pt>
                <c:pt idx="1882">
                  <c:v>9796</c:v>
                </c:pt>
                <c:pt idx="1883">
                  <c:v>9798</c:v>
                </c:pt>
                <c:pt idx="1884">
                  <c:v>9800</c:v>
                </c:pt>
                <c:pt idx="1885">
                  <c:v>9802</c:v>
                </c:pt>
                <c:pt idx="1886">
                  <c:v>9804</c:v>
                </c:pt>
                <c:pt idx="1887">
                  <c:v>9806</c:v>
                </c:pt>
                <c:pt idx="1888">
                  <c:v>9808</c:v>
                </c:pt>
                <c:pt idx="1889">
                  <c:v>9810</c:v>
                </c:pt>
                <c:pt idx="1890">
                  <c:v>9812</c:v>
                </c:pt>
                <c:pt idx="1891">
                  <c:v>9814</c:v>
                </c:pt>
                <c:pt idx="1892">
                  <c:v>9816</c:v>
                </c:pt>
                <c:pt idx="1893">
                  <c:v>9818</c:v>
                </c:pt>
                <c:pt idx="1894">
                  <c:v>9820</c:v>
                </c:pt>
                <c:pt idx="1895">
                  <c:v>9822</c:v>
                </c:pt>
                <c:pt idx="1896">
                  <c:v>9824</c:v>
                </c:pt>
                <c:pt idx="1897">
                  <c:v>9826</c:v>
                </c:pt>
                <c:pt idx="1898">
                  <c:v>9828</c:v>
                </c:pt>
                <c:pt idx="1899">
                  <c:v>9830</c:v>
                </c:pt>
                <c:pt idx="1900">
                  <c:v>9832</c:v>
                </c:pt>
                <c:pt idx="1901">
                  <c:v>9834</c:v>
                </c:pt>
                <c:pt idx="1902">
                  <c:v>9836</c:v>
                </c:pt>
                <c:pt idx="1903">
                  <c:v>9838</c:v>
                </c:pt>
                <c:pt idx="1904">
                  <c:v>9840</c:v>
                </c:pt>
                <c:pt idx="1905">
                  <c:v>9842</c:v>
                </c:pt>
                <c:pt idx="1906">
                  <c:v>9844</c:v>
                </c:pt>
                <c:pt idx="1907">
                  <c:v>9846</c:v>
                </c:pt>
                <c:pt idx="1908">
                  <c:v>9848</c:v>
                </c:pt>
                <c:pt idx="1909">
                  <c:v>9850</c:v>
                </c:pt>
                <c:pt idx="1910">
                  <c:v>9852</c:v>
                </c:pt>
                <c:pt idx="1911">
                  <c:v>9854</c:v>
                </c:pt>
                <c:pt idx="1912">
                  <c:v>9856</c:v>
                </c:pt>
                <c:pt idx="1913">
                  <c:v>9858</c:v>
                </c:pt>
                <c:pt idx="1914">
                  <c:v>9860</c:v>
                </c:pt>
                <c:pt idx="1915">
                  <c:v>9862</c:v>
                </c:pt>
                <c:pt idx="1916">
                  <c:v>9864</c:v>
                </c:pt>
                <c:pt idx="1917">
                  <c:v>9866</c:v>
                </c:pt>
                <c:pt idx="1918">
                  <c:v>9868</c:v>
                </c:pt>
                <c:pt idx="1919">
                  <c:v>9870</c:v>
                </c:pt>
                <c:pt idx="1920">
                  <c:v>9872</c:v>
                </c:pt>
                <c:pt idx="1921">
                  <c:v>9874</c:v>
                </c:pt>
                <c:pt idx="1922">
                  <c:v>9876</c:v>
                </c:pt>
                <c:pt idx="1923">
                  <c:v>9878</c:v>
                </c:pt>
                <c:pt idx="1924">
                  <c:v>9880</c:v>
                </c:pt>
                <c:pt idx="1925">
                  <c:v>9882</c:v>
                </c:pt>
                <c:pt idx="1926">
                  <c:v>9884</c:v>
                </c:pt>
                <c:pt idx="1927">
                  <c:v>9886</c:v>
                </c:pt>
                <c:pt idx="1928">
                  <c:v>9888</c:v>
                </c:pt>
                <c:pt idx="1929">
                  <c:v>9890</c:v>
                </c:pt>
                <c:pt idx="1930">
                  <c:v>9892</c:v>
                </c:pt>
                <c:pt idx="1931">
                  <c:v>9894</c:v>
                </c:pt>
                <c:pt idx="1932">
                  <c:v>9896</c:v>
                </c:pt>
                <c:pt idx="1933">
                  <c:v>9898</c:v>
                </c:pt>
                <c:pt idx="1934">
                  <c:v>9900</c:v>
                </c:pt>
                <c:pt idx="1935">
                  <c:v>9902</c:v>
                </c:pt>
                <c:pt idx="1936">
                  <c:v>9904</c:v>
                </c:pt>
                <c:pt idx="1937">
                  <c:v>9906</c:v>
                </c:pt>
                <c:pt idx="1938">
                  <c:v>9908</c:v>
                </c:pt>
                <c:pt idx="1939">
                  <c:v>9910</c:v>
                </c:pt>
                <c:pt idx="1940">
                  <c:v>9912</c:v>
                </c:pt>
                <c:pt idx="1941">
                  <c:v>9914</c:v>
                </c:pt>
                <c:pt idx="1942">
                  <c:v>9916</c:v>
                </c:pt>
                <c:pt idx="1943">
                  <c:v>9918</c:v>
                </c:pt>
                <c:pt idx="1944">
                  <c:v>9920</c:v>
                </c:pt>
                <c:pt idx="1945">
                  <c:v>9922</c:v>
                </c:pt>
                <c:pt idx="1946">
                  <c:v>9924</c:v>
                </c:pt>
                <c:pt idx="1947">
                  <c:v>9926</c:v>
                </c:pt>
                <c:pt idx="1948">
                  <c:v>9928</c:v>
                </c:pt>
                <c:pt idx="1949">
                  <c:v>9930</c:v>
                </c:pt>
                <c:pt idx="1950">
                  <c:v>9932</c:v>
                </c:pt>
                <c:pt idx="1951">
                  <c:v>9934</c:v>
                </c:pt>
                <c:pt idx="1952">
                  <c:v>9936</c:v>
                </c:pt>
                <c:pt idx="1953">
                  <c:v>9938</c:v>
                </c:pt>
                <c:pt idx="1954">
                  <c:v>9940</c:v>
                </c:pt>
                <c:pt idx="1955">
                  <c:v>9942</c:v>
                </c:pt>
                <c:pt idx="1956">
                  <c:v>9944</c:v>
                </c:pt>
                <c:pt idx="1957">
                  <c:v>9946</c:v>
                </c:pt>
                <c:pt idx="1958">
                  <c:v>9948</c:v>
                </c:pt>
                <c:pt idx="1959">
                  <c:v>9950</c:v>
                </c:pt>
                <c:pt idx="1960">
                  <c:v>9952</c:v>
                </c:pt>
                <c:pt idx="1961">
                  <c:v>9954</c:v>
                </c:pt>
                <c:pt idx="1962">
                  <c:v>9956</c:v>
                </c:pt>
                <c:pt idx="1963">
                  <c:v>9958</c:v>
                </c:pt>
                <c:pt idx="1964">
                  <c:v>9960</c:v>
                </c:pt>
                <c:pt idx="1965">
                  <c:v>9962</c:v>
                </c:pt>
                <c:pt idx="1966">
                  <c:v>9964</c:v>
                </c:pt>
                <c:pt idx="1967">
                  <c:v>9966</c:v>
                </c:pt>
                <c:pt idx="1968">
                  <c:v>9968</c:v>
                </c:pt>
                <c:pt idx="1969">
                  <c:v>9970</c:v>
                </c:pt>
                <c:pt idx="1970">
                  <c:v>9972</c:v>
                </c:pt>
                <c:pt idx="1971">
                  <c:v>9974</c:v>
                </c:pt>
                <c:pt idx="1972">
                  <c:v>9976</c:v>
                </c:pt>
                <c:pt idx="1973">
                  <c:v>9978</c:v>
                </c:pt>
                <c:pt idx="1974">
                  <c:v>9980</c:v>
                </c:pt>
                <c:pt idx="1975">
                  <c:v>9982</c:v>
                </c:pt>
                <c:pt idx="1976">
                  <c:v>9984</c:v>
                </c:pt>
                <c:pt idx="1977">
                  <c:v>9986</c:v>
                </c:pt>
                <c:pt idx="1978">
                  <c:v>9988</c:v>
                </c:pt>
                <c:pt idx="1979">
                  <c:v>9990</c:v>
                </c:pt>
                <c:pt idx="1980">
                  <c:v>9992</c:v>
                </c:pt>
                <c:pt idx="1981">
                  <c:v>9994</c:v>
                </c:pt>
                <c:pt idx="1982">
                  <c:v>9996</c:v>
                </c:pt>
                <c:pt idx="1983">
                  <c:v>9998</c:v>
                </c:pt>
                <c:pt idx="1984">
                  <c:v>10000</c:v>
                </c:pt>
                <c:pt idx="1985">
                  <c:v>10002</c:v>
                </c:pt>
                <c:pt idx="1986">
                  <c:v>10004</c:v>
                </c:pt>
                <c:pt idx="1987">
                  <c:v>10006</c:v>
                </c:pt>
                <c:pt idx="1988">
                  <c:v>10008</c:v>
                </c:pt>
                <c:pt idx="1989">
                  <c:v>10010</c:v>
                </c:pt>
                <c:pt idx="1990">
                  <c:v>10012</c:v>
                </c:pt>
                <c:pt idx="1991">
                  <c:v>10014</c:v>
                </c:pt>
                <c:pt idx="1992">
                  <c:v>10016</c:v>
                </c:pt>
                <c:pt idx="1993">
                  <c:v>10018</c:v>
                </c:pt>
                <c:pt idx="1994">
                  <c:v>10020</c:v>
                </c:pt>
                <c:pt idx="1995">
                  <c:v>10022</c:v>
                </c:pt>
                <c:pt idx="1996">
                  <c:v>10024</c:v>
                </c:pt>
                <c:pt idx="1997">
                  <c:v>10026</c:v>
                </c:pt>
                <c:pt idx="1998">
                  <c:v>10028</c:v>
                </c:pt>
                <c:pt idx="1999">
                  <c:v>10030</c:v>
                </c:pt>
                <c:pt idx="2000">
                  <c:v>10032</c:v>
                </c:pt>
                <c:pt idx="2001">
                  <c:v>10034</c:v>
                </c:pt>
                <c:pt idx="2002">
                  <c:v>10036</c:v>
                </c:pt>
                <c:pt idx="2003">
                  <c:v>10038</c:v>
                </c:pt>
                <c:pt idx="2004">
                  <c:v>10040</c:v>
                </c:pt>
                <c:pt idx="2005">
                  <c:v>10042</c:v>
                </c:pt>
                <c:pt idx="2006">
                  <c:v>10044</c:v>
                </c:pt>
                <c:pt idx="2007">
                  <c:v>10046</c:v>
                </c:pt>
                <c:pt idx="2008">
                  <c:v>10048</c:v>
                </c:pt>
                <c:pt idx="2009">
                  <c:v>10050</c:v>
                </c:pt>
                <c:pt idx="2010">
                  <c:v>10052</c:v>
                </c:pt>
                <c:pt idx="2011">
                  <c:v>10054</c:v>
                </c:pt>
                <c:pt idx="2012">
                  <c:v>10056</c:v>
                </c:pt>
                <c:pt idx="2013">
                  <c:v>10058</c:v>
                </c:pt>
                <c:pt idx="2014">
                  <c:v>10060</c:v>
                </c:pt>
                <c:pt idx="2015">
                  <c:v>10062</c:v>
                </c:pt>
                <c:pt idx="2016">
                  <c:v>10064</c:v>
                </c:pt>
                <c:pt idx="2017">
                  <c:v>10066</c:v>
                </c:pt>
                <c:pt idx="2018">
                  <c:v>10068</c:v>
                </c:pt>
                <c:pt idx="2019">
                  <c:v>10070</c:v>
                </c:pt>
                <c:pt idx="2020">
                  <c:v>10072</c:v>
                </c:pt>
                <c:pt idx="2021">
                  <c:v>10074</c:v>
                </c:pt>
                <c:pt idx="2022">
                  <c:v>10076</c:v>
                </c:pt>
                <c:pt idx="2023">
                  <c:v>10078</c:v>
                </c:pt>
                <c:pt idx="2024">
                  <c:v>10080</c:v>
                </c:pt>
                <c:pt idx="2025">
                  <c:v>10082</c:v>
                </c:pt>
                <c:pt idx="2026">
                  <c:v>10084</c:v>
                </c:pt>
                <c:pt idx="2027">
                  <c:v>10086</c:v>
                </c:pt>
                <c:pt idx="2028">
                  <c:v>10088</c:v>
                </c:pt>
                <c:pt idx="2029">
                  <c:v>10090</c:v>
                </c:pt>
                <c:pt idx="2030">
                  <c:v>10092</c:v>
                </c:pt>
                <c:pt idx="2031">
                  <c:v>10094</c:v>
                </c:pt>
                <c:pt idx="2032">
                  <c:v>10096</c:v>
                </c:pt>
                <c:pt idx="2033">
                  <c:v>10098</c:v>
                </c:pt>
                <c:pt idx="2034">
                  <c:v>10100</c:v>
                </c:pt>
                <c:pt idx="2035">
                  <c:v>10102</c:v>
                </c:pt>
                <c:pt idx="2036">
                  <c:v>10104</c:v>
                </c:pt>
                <c:pt idx="2037">
                  <c:v>10106</c:v>
                </c:pt>
                <c:pt idx="2038">
                  <c:v>10108</c:v>
                </c:pt>
                <c:pt idx="2039">
                  <c:v>10110</c:v>
                </c:pt>
                <c:pt idx="2040">
                  <c:v>10112</c:v>
                </c:pt>
                <c:pt idx="2041">
                  <c:v>10114</c:v>
                </c:pt>
                <c:pt idx="2042">
                  <c:v>10116</c:v>
                </c:pt>
                <c:pt idx="2043">
                  <c:v>10118</c:v>
                </c:pt>
                <c:pt idx="2044">
                  <c:v>10120</c:v>
                </c:pt>
                <c:pt idx="2045">
                  <c:v>10122</c:v>
                </c:pt>
                <c:pt idx="2046">
                  <c:v>10124</c:v>
                </c:pt>
                <c:pt idx="2047">
                  <c:v>10126</c:v>
                </c:pt>
                <c:pt idx="2048">
                  <c:v>10128</c:v>
                </c:pt>
                <c:pt idx="2049">
                  <c:v>10130</c:v>
                </c:pt>
                <c:pt idx="2050">
                  <c:v>10132</c:v>
                </c:pt>
                <c:pt idx="2051">
                  <c:v>10134</c:v>
                </c:pt>
                <c:pt idx="2052">
                  <c:v>10136</c:v>
                </c:pt>
                <c:pt idx="2053">
                  <c:v>10138</c:v>
                </c:pt>
                <c:pt idx="2054">
                  <c:v>10140</c:v>
                </c:pt>
                <c:pt idx="2055">
                  <c:v>10142</c:v>
                </c:pt>
                <c:pt idx="2056">
                  <c:v>10144</c:v>
                </c:pt>
                <c:pt idx="2057">
                  <c:v>10146</c:v>
                </c:pt>
                <c:pt idx="2058">
                  <c:v>10148</c:v>
                </c:pt>
                <c:pt idx="2059">
                  <c:v>10150</c:v>
                </c:pt>
                <c:pt idx="2060">
                  <c:v>10152</c:v>
                </c:pt>
                <c:pt idx="2061">
                  <c:v>10154</c:v>
                </c:pt>
                <c:pt idx="2062">
                  <c:v>10156</c:v>
                </c:pt>
                <c:pt idx="2063">
                  <c:v>10158</c:v>
                </c:pt>
                <c:pt idx="2064">
                  <c:v>10160</c:v>
                </c:pt>
                <c:pt idx="2065">
                  <c:v>10162</c:v>
                </c:pt>
                <c:pt idx="2066">
                  <c:v>10164</c:v>
                </c:pt>
                <c:pt idx="2067">
                  <c:v>10166</c:v>
                </c:pt>
                <c:pt idx="2068">
                  <c:v>10168</c:v>
                </c:pt>
                <c:pt idx="2069">
                  <c:v>10170</c:v>
                </c:pt>
                <c:pt idx="2070">
                  <c:v>10172</c:v>
                </c:pt>
                <c:pt idx="2071">
                  <c:v>10174</c:v>
                </c:pt>
                <c:pt idx="2072">
                  <c:v>10176</c:v>
                </c:pt>
                <c:pt idx="2073">
                  <c:v>10178</c:v>
                </c:pt>
                <c:pt idx="2074">
                  <c:v>10180</c:v>
                </c:pt>
                <c:pt idx="2075">
                  <c:v>10182</c:v>
                </c:pt>
                <c:pt idx="2076">
                  <c:v>10184</c:v>
                </c:pt>
                <c:pt idx="2077">
                  <c:v>10186</c:v>
                </c:pt>
                <c:pt idx="2078">
                  <c:v>10188</c:v>
                </c:pt>
                <c:pt idx="2079">
                  <c:v>10190</c:v>
                </c:pt>
                <c:pt idx="2080">
                  <c:v>10192</c:v>
                </c:pt>
                <c:pt idx="2081">
                  <c:v>10194</c:v>
                </c:pt>
                <c:pt idx="2082">
                  <c:v>10196</c:v>
                </c:pt>
                <c:pt idx="2083">
                  <c:v>10198</c:v>
                </c:pt>
                <c:pt idx="2084">
                  <c:v>10200</c:v>
                </c:pt>
                <c:pt idx="2085">
                  <c:v>10202</c:v>
                </c:pt>
                <c:pt idx="2086">
                  <c:v>10204</c:v>
                </c:pt>
                <c:pt idx="2087">
                  <c:v>10206</c:v>
                </c:pt>
                <c:pt idx="2088">
                  <c:v>10208</c:v>
                </c:pt>
                <c:pt idx="2089">
                  <c:v>10210</c:v>
                </c:pt>
                <c:pt idx="2090">
                  <c:v>10212</c:v>
                </c:pt>
                <c:pt idx="2091">
                  <c:v>10214</c:v>
                </c:pt>
                <c:pt idx="2092">
                  <c:v>10216</c:v>
                </c:pt>
                <c:pt idx="2093">
                  <c:v>10218</c:v>
                </c:pt>
                <c:pt idx="2094">
                  <c:v>10220</c:v>
                </c:pt>
                <c:pt idx="2095">
                  <c:v>10222</c:v>
                </c:pt>
                <c:pt idx="2096">
                  <c:v>10224</c:v>
                </c:pt>
                <c:pt idx="2097">
                  <c:v>10226</c:v>
                </c:pt>
                <c:pt idx="2098">
                  <c:v>10228</c:v>
                </c:pt>
                <c:pt idx="2099">
                  <c:v>10230</c:v>
                </c:pt>
                <c:pt idx="2100">
                  <c:v>10232</c:v>
                </c:pt>
                <c:pt idx="2101">
                  <c:v>10234</c:v>
                </c:pt>
                <c:pt idx="2102">
                  <c:v>10236</c:v>
                </c:pt>
                <c:pt idx="2103">
                  <c:v>10238</c:v>
                </c:pt>
                <c:pt idx="2104">
                  <c:v>10240</c:v>
                </c:pt>
                <c:pt idx="2105">
                  <c:v>10242</c:v>
                </c:pt>
                <c:pt idx="2106">
                  <c:v>10244</c:v>
                </c:pt>
                <c:pt idx="2107">
                  <c:v>10246</c:v>
                </c:pt>
                <c:pt idx="2108">
                  <c:v>10248</c:v>
                </c:pt>
                <c:pt idx="2109">
                  <c:v>10250</c:v>
                </c:pt>
                <c:pt idx="2110">
                  <c:v>10252</c:v>
                </c:pt>
                <c:pt idx="2111">
                  <c:v>10254</c:v>
                </c:pt>
                <c:pt idx="2112">
                  <c:v>10256</c:v>
                </c:pt>
                <c:pt idx="2113">
                  <c:v>10258</c:v>
                </c:pt>
                <c:pt idx="2114">
                  <c:v>10260</c:v>
                </c:pt>
                <c:pt idx="2115">
                  <c:v>10262</c:v>
                </c:pt>
                <c:pt idx="2116">
                  <c:v>10264</c:v>
                </c:pt>
                <c:pt idx="2117">
                  <c:v>10266</c:v>
                </c:pt>
                <c:pt idx="2118">
                  <c:v>10268</c:v>
                </c:pt>
                <c:pt idx="2119">
                  <c:v>10270</c:v>
                </c:pt>
                <c:pt idx="2120">
                  <c:v>10272</c:v>
                </c:pt>
                <c:pt idx="2121">
                  <c:v>10274</c:v>
                </c:pt>
                <c:pt idx="2122">
                  <c:v>10276</c:v>
                </c:pt>
                <c:pt idx="2123">
                  <c:v>10278</c:v>
                </c:pt>
                <c:pt idx="2124">
                  <c:v>10280</c:v>
                </c:pt>
                <c:pt idx="2125">
                  <c:v>10282</c:v>
                </c:pt>
                <c:pt idx="2126">
                  <c:v>10284</c:v>
                </c:pt>
                <c:pt idx="2127">
                  <c:v>10286</c:v>
                </c:pt>
                <c:pt idx="2128">
                  <c:v>10288</c:v>
                </c:pt>
                <c:pt idx="2129">
                  <c:v>10290</c:v>
                </c:pt>
                <c:pt idx="2130">
                  <c:v>10292</c:v>
                </c:pt>
                <c:pt idx="2131">
                  <c:v>10294</c:v>
                </c:pt>
                <c:pt idx="2132">
                  <c:v>10296</c:v>
                </c:pt>
                <c:pt idx="2133">
                  <c:v>10298</c:v>
                </c:pt>
                <c:pt idx="2134">
                  <c:v>10300</c:v>
                </c:pt>
                <c:pt idx="2135">
                  <c:v>10302</c:v>
                </c:pt>
                <c:pt idx="2136">
                  <c:v>10304</c:v>
                </c:pt>
                <c:pt idx="2137">
                  <c:v>10306</c:v>
                </c:pt>
                <c:pt idx="2138">
                  <c:v>10308</c:v>
                </c:pt>
                <c:pt idx="2139">
                  <c:v>10310</c:v>
                </c:pt>
                <c:pt idx="2140">
                  <c:v>10312</c:v>
                </c:pt>
                <c:pt idx="2141">
                  <c:v>10314</c:v>
                </c:pt>
                <c:pt idx="2142">
                  <c:v>10316</c:v>
                </c:pt>
                <c:pt idx="2143">
                  <c:v>10318</c:v>
                </c:pt>
                <c:pt idx="2144">
                  <c:v>10320</c:v>
                </c:pt>
                <c:pt idx="2145">
                  <c:v>10322</c:v>
                </c:pt>
                <c:pt idx="2146">
                  <c:v>10324</c:v>
                </c:pt>
                <c:pt idx="2147">
                  <c:v>10326</c:v>
                </c:pt>
                <c:pt idx="2148">
                  <c:v>10328</c:v>
                </c:pt>
                <c:pt idx="2149">
                  <c:v>10330</c:v>
                </c:pt>
                <c:pt idx="2150">
                  <c:v>10332</c:v>
                </c:pt>
                <c:pt idx="2151">
                  <c:v>10334</c:v>
                </c:pt>
                <c:pt idx="2152">
                  <c:v>10336</c:v>
                </c:pt>
                <c:pt idx="2153">
                  <c:v>10338</c:v>
                </c:pt>
                <c:pt idx="2154">
                  <c:v>10340</c:v>
                </c:pt>
                <c:pt idx="2155">
                  <c:v>10342</c:v>
                </c:pt>
                <c:pt idx="2156">
                  <c:v>10344</c:v>
                </c:pt>
                <c:pt idx="2157">
                  <c:v>10346</c:v>
                </c:pt>
                <c:pt idx="2158">
                  <c:v>10348</c:v>
                </c:pt>
                <c:pt idx="2159">
                  <c:v>10350</c:v>
                </c:pt>
                <c:pt idx="2160">
                  <c:v>10352</c:v>
                </c:pt>
                <c:pt idx="2161">
                  <c:v>10354</c:v>
                </c:pt>
                <c:pt idx="2162">
                  <c:v>10356</c:v>
                </c:pt>
                <c:pt idx="2163">
                  <c:v>10358</c:v>
                </c:pt>
                <c:pt idx="2164">
                  <c:v>10360</c:v>
                </c:pt>
                <c:pt idx="2165">
                  <c:v>10362</c:v>
                </c:pt>
                <c:pt idx="2166">
                  <c:v>10364</c:v>
                </c:pt>
                <c:pt idx="2167">
                  <c:v>10366</c:v>
                </c:pt>
                <c:pt idx="2168">
                  <c:v>10368</c:v>
                </c:pt>
                <c:pt idx="2169">
                  <c:v>10370</c:v>
                </c:pt>
                <c:pt idx="2170">
                  <c:v>10372</c:v>
                </c:pt>
                <c:pt idx="2171">
                  <c:v>10374</c:v>
                </c:pt>
                <c:pt idx="2172">
                  <c:v>10376</c:v>
                </c:pt>
                <c:pt idx="2173">
                  <c:v>10378</c:v>
                </c:pt>
                <c:pt idx="2174">
                  <c:v>10380</c:v>
                </c:pt>
                <c:pt idx="2175">
                  <c:v>10382</c:v>
                </c:pt>
                <c:pt idx="2176">
                  <c:v>10384</c:v>
                </c:pt>
                <c:pt idx="2177">
                  <c:v>10386</c:v>
                </c:pt>
                <c:pt idx="2178">
                  <c:v>10388</c:v>
                </c:pt>
                <c:pt idx="2179">
                  <c:v>10390</c:v>
                </c:pt>
                <c:pt idx="2180">
                  <c:v>10392</c:v>
                </c:pt>
                <c:pt idx="2181">
                  <c:v>10394</c:v>
                </c:pt>
                <c:pt idx="2182">
                  <c:v>10396</c:v>
                </c:pt>
                <c:pt idx="2183">
                  <c:v>10398</c:v>
                </c:pt>
                <c:pt idx="2184">
                  <c:v>10400</c:v>
                </c:pt>
                <c:pt idx="2185">
                  <c:v>10402</c:v>
                </c:pt>
                <c:pt idx="2186">
                  <c:v>10404</c:v>
                </c:pt>
                <c:pt idx="2187">
                  <c:v>10406</c:v>
                </c:pt>
                <c:pt idx="2188">
                  <c:v>10408</c:v>
                </c:pt>
                <c:pt idx="2189">
                  <c:v>10410</c:v>
                </c:pt>
                <c:pt idx="2190">
                  <c:v>10412</c:v>
                </c:pt>
                <c:pt idx="2191">
                  <c:v>10414</c:v>
                </c:pt>
                <c:pt idx="2192">
                  <c:v>10416</c:v>
                </c:pt>
                <c:pt idx="2193">
                  <c:v>10418</c:v>
                </c:pt>
                <c:pt idx="2194">
                  <c:v>10420</c:v>
                </c:pt>
                <c:pt idx="2195">
                  <c:v>10422</c:v>
                </c:pt>
                <c:pt idx="2196">
                  <c:v>10424</c:v>
                </c:pt>
                <c:pt idx="2197">
                  <c:v>10426</c:v>
                </c:pt>
                <c:pt idx="2198">
                  <c:v>10428</c:v>
                </c:pt>
                <c:pt idx="2199">
                  <c:v>10430</c:v>
                </c:pt>
                <c:pt idx="2200">
                  <c:v>10432</c:v>
                </c:pt>
                <c:pt idx="2201">
                  <c:v>10434</c:v>
                </c:pt>
                <c:pt idx="2202">
                  <c:v>10436</c:v>
                </c:pt>
                <c:pt idx="2203">
                  <c:v>10438</c:v>
                </c:pt>
                <c:pt idx="2204">
                  <c:v>10440</c:v>
                </c:pt>
                <c:pt idx="2205">
                  <c:v>10442</c:v>
                </c:pt>
                <c:pt idx="2206">
                  <c:v>10444</c:v>
                </c:pt>
                <c:pt idx="2207">
                  <c:v>10446</c:v>
                </c:pt>
                <c:pt idx="2208">
                  <c:v>10448</c:v>
                </c:pt>
                <c:pt idx="2209">
                  <c:v>10450</c:v>
                </c:pt>
                <c:pt idx="2210">
                  <c:v>10452</c:v>
                </c:pt>
                <c:pt idx="2211">
                  <c:v>10454</c:v>
                </c:pt>
                <c:pt idx="2212">
                  <c:v>10456</c:v>
                </c:pt>
                <c:pt idx="2213">
                  <c:v>10458</c:v>
                </c:pt>
                <c:pt idx="2214">
                  <c:v>10460</c:v>
                </c:pt>
                <c:pt idx="2215">
                  <c:v>10462</c:v>
                </c:pt>
                <c:pt idx="2216">
                  <c:v>10464</c:v>
                </c:pt>
                <c:pt idx="2217">
                  <c:v>10466</c:v>
                </c:pt>
                <c:pt idx="2218">
                  <c:v>10468</c:v>
                </c:pt>
                <c:pt idx="2219">
                  <c:v>10470</c:v>
                </c:pt>
                <c:pt idx="2220">
                  <c:v>10472</c:v>
                </c:pt>
                <c:pt idx="2221">
                  <c:v>10474</c:v>
                </c:pt>
                <c:pt idx="2222">
                  <c:v>10476</c:v>
                </c:pt>
                <c:pt idx="2223">
                  <c:v>10478</c:v>
                </c:pt>
                <c:pt idx="2224">
                  <c:v>10480</c:v>
                </c:pt>
                <c:pt idx="2225">
                  <c:v>10482</c:v>
                </c:pt>
                <c:pt idx="2226">
                  <c:v>10484</c:v>
                </c:pt>
                <c:pt idx="2227">
                  <c:v>10486</c:v>
                </c:pt>
                <c:pt idx="2228">
                  <c:v>10488</c:v>
                </c:pt>
                <c:pt idx="2229">
                  <c:v>10490</c:v>
                </c:pt>
                <c:pt idx="2230">
                  <c:v>10492</c:v>
                </c:pt>
                <c:pt idx="2231">
                  <c:v>10494</c:v>
                </c:pt>
                <c:pt idx="2232">
                  <c:v>10496</c:v>
                </c:pt>
                <c:pt idx="2233">
                  <c:v>10498</c:v>
                </c:pt>
                <c:pt idx="2234">
                  <c:v>10500</c:v>
                </c:pt>
                <c:pt idx="2235">
                  <c:v>10502</c:v>
                </c:pt>
                <c:pt idx="2236">
                  <c:v>10504</c:v>
                </c:pt>
                <c:pt idx="2237">
                  <c:v>10506</c:v>
                </c:pt>
                <c:pt idx="2238">
                  <c:v>10508</c:v>
                </c:pt>
                <c:pt idx="2239">
                  <c:v>10510</c:v>
                </c:pt>
                <c:pt idx="2240">
                  <c:v>10512</c:v>
                </c:pt>
                <c:pt idx="2241">
                  <c:v>10514</c:v>
                </c:pt>
                <c:pt idx="2242">
                  <c:v>10516</c:v>
                </c:pt>
                <c:pt idx="2243">
                  <c:v>10518</c:v>
                </c:pt>
                <c:pt idx="2244">
                  <c:v>10520</c:v>
                </c:pt>
                <c:pt idx="2245">
                  <c:v>10522</c:v>
                </c:pt>
                <c:pt idx="2246">
                  <c:v>10524</c:v>
                </c:pt>
                <c:pt idx="2247">
                  <c:v>10526</c:v>
                </c:pt>
                <c:pt idx="2248">
                  <c:v>10528</c:v>
                </c:pt>
                <c:pt idx="2249">
                  <c:v>10530</c:v>
                </c:pt>
                <c:pt idx="2250">
                  <c:v>10532</c:v>
                </c:pt>
                <c:pt idx="2251">
                  <c:v>10534</c:v>
                </c:pt>
                <c:pt idx="2252">
                  <c:v>10536</c:v>
                </c:pt>
                <c:pt idx="2253">
                  <c:v>10538</c:v>
                </c:pt>
                <c:pt idx="2254">
                  <c:v>10540</c:v>
                </c:pt>
                <c:pt idx="2255">
                  <c:v>10542</c:v>
                </c:pt>
                <c:pt idx="2256">
                  <c:v>10544</c:v>
                </c:pt>
                <c:pt idx="2257">
                  <c:v>10546</c:v>
                </c:pt>
                <c:pt idx="2258">
                  <c:v>10548</c:v>
                </c:pt>
                <c:pt idx="2259">
                  <c:v>10550</c:v>
                </c:pt>
                <c:pt idx="2260">
                  <c:v>10552</c:v>
                </c:pt>
                <c:pt idx="2261">
                  <c:v>10554</c:v>
                </c:pt>
                <c:pt idx="2262">
                  <c:v>10556</c:v>
                </c:pt>
                <c:pt idx="2263">
                  <c:v>10558</c:v>
                </c:pt>
                <c:pt idx="2264">
                  <c:v>10560</c:v>
                </c:pt>
                <c:pt idx="2265">
                  <c:v>10562</c:v>
                </c:pt>
                <c:pt idx="2266">
                  <c:v>10564</c:v>
                </c:pt>
                <c:pt idx="2267">
                  <c:v>10566</c:v>
                </c:pt>
                <c:pt idx="2268">
                  <c:v>10568</c:v>
                </c:pt>
                <c:pt idx="2269">
                  <c:v>10570</c:v>
                </c:pt>
                <c:pt idx="2270">
                  <c:v>10572</c:v>
                </c:pt>
                <c:pt idx="2271">
                  <c:v>10574</c:v>
                </c:pt>
                <c:pt idx="2272">
                  <c:v>10576</c:v>
                </c:pt>
                <c:pt idx="2273">
                  <c:v>10578</c:v>
                </c:pt>
                <c:pt idx="2274">
                  <c:v>10580</c:v>
                </c:pt>
                <c:pt idx="2275">
                  <c:v>10582</c:v>
                </c:pt>
                <c:pt idx="2276">
                  <c:v>10584</c:v>
                </c:pt>
                <c:pt idx="2277">
                  <c:v>10586</c:v>
                </c:pt>
                <c:pt idx="2278">
                  <c:v>10588</c:v>
                </c:pt>
                <c:pt idx="2279">
                  <c:v>10590</c:v>
                </c:pt>
                <c:pt idx="2280">
                  <c:v>10592</c:v>
                </c:pt>
                <c:pt idx="2281">
                  <c:v>10594</c:v>
                </c:pt>
                <c:pt idx="2282">
                  <c:v>10596</c:v>
                </c:pt>
                <c:pt idx="2283">
                  <c:v>10598</c:v>
                </c:pt>
                <c:pt idx="2284">
                  <c:v>10600</c:v>
                </c:pt>
                <c:pt idx="2285">
                  <c:v>10602</c:v>
                </c:pt>
                <c:pt idx="2286">
                  <c:v>10604</c:v>
                </c:pt>
                <c:pt idx="2287">
                  <c:v>10606</c:v>
                </c:pt>
                <c:pt idx="2288">
                  <c:v>10608</c:v>
                </c:pt>
                <c:pt idx="2289">
                  <c:v>10610</c:v>
                </c:pt>
                <c:pt idx="2290">
                  <c:v>10612</c:v>
                </c:pt>
                <c:pt idx="2291">
                  <c:v>10614</c:v>
                </c:pt>
                <c:pt idx="2292">
                  <c:v>10616</c:v>
                </c:pt>
                <c:pt idx="2293">
                  <c:v>10618</c:v>
                </c:pt>
                <c:pt idx="2294">
                  <c:v>10620</c:v>
                </c:pt>
                <c:pt idx="2295">
                  <c:v>10622</c:v>
                </c:pt>
                <c:pt idx="2296">
                  <c:v>10624</c:v>
                </c:pt>
                <c:pt idx="2297">
                  <c:v>10626</c:v>
                </c:pt>
                <c:pt idx="2298">
                  <c:v>10628</c:v>
                </c:pt>
                <c:pt idx="2299">
                  <c:v>10630</c:v>
                </c:pt>
                <c:pt idx="2300">
                  <c:v>10632</c:v>
                </c:pt>
                <c:pt idx="2301">
                  <c:v>10634</c:v>
                </c:pt>
                <c:pt idx="2302">
                  <c:v>10636</c:v>
                </c:pt>
                <c:pt idx="2303">
                  <c:v>10638</c:v>
                </c:pt>
                <c:pt idx="2304">
                  <c:v>10640</c:v>
                </c:pt>
                <c:pt idx="2305">
                  <c:v>10642</c:v>
                </c:pt>
                <c:pt idx="2306">
                  <c:v>10644</c:v>
                </c:pt>
                <c:pt idx="2307">
                  <c:v>10646</c:v>
                </c:pt>
                <c:pt idx="2308">
                  <c:v>10648</c:v>
                </c:pt>
                <c:pt idx="2309">
                  <c:v>10650</c:v>
                </c:pt>
                <c:pt idx="2310">
                  <c:v>10652</c:v>
                </c:pt>
                <c:pt idx="2311">
                  <c:v>10654</c:v>
                </c:pt>
                <c:pt idx="2312">
                  <c:v>10656</c:v>
                </c:pt>
                <c:pt idx="2313">
                  <c:v>10658</c:v>
                </c:pt>
                <c:pt idx="2314">
                  <c:v>10660</c:v>
                </c:pt>
                <c:pt idx="2315">
                  <c:v>10662</c:v>
                </c:pt>
                <c:pt idx="2316">
                  <c:v>10664</c:v>
                </c:pt>
                <c:pt idx="2317">
                  <c:v>10666</c:v>
                </c:pt>
                <c:pt idx="2318">
                  <c:v>10668</c:v>
                </c:pt>
                <c:pt idx="2319">
                  <c:v>10670</c:v>
                </c:pt>
                <c:pt idx="2320">
                  <c:v>10672</c:v>
                </c:pt>
                <c:pt idx="2321">
                  <c:v>10674</c:v>
                </c:pt>
                <c:pt idx="2322">
                  <c:v>10676</c:v>
                </c:pt>
                <c:pt idx="2323">
                  <c:v>10678</c:v>
                </c:pt>
                <c:pt idx="2324">
                  <c:v>10680</c:v>
                </c:pt>
                <c:pt idx="2325">
                  <c:v>10682</c:v>
                </c:pt>
                <c:pt idx="2326">
                  <c:v>10684</c:v>
                </c:pt>
                <c:pt idx="2327">
                  <c:v>10686</c:v>
                </c:pt>
                <c:pt idx="2328">
                  <c:v>10688</c:v>
                </c:pt>
                <c:pt idx="2329">
                  <c:v>10690</c:v>
                </c:pt>
                <c:pt idx="2330">
                  <c:v>10692</c:v>
                </c:pt>
                <c:pt idx="2331">
                  <c:v>10694</c:v>
                </c:pt>
                <c:pt idx="2332">
                  <c:v>10696</c:v>
                </c:pt>
                <c:pt idx="2333">
                  <c:v>10698</c:v>
                </c:pt>
                <c:pt idx="2334">
                  <c:v>10700</c:v>
                </c:pt>
                <c:pt idx="2335">
                  <c:v>10702</c:v>
                </c:pt>
                <c:pt idx="2336">
                  <c:v>10704</c:v>
                </c:pt>
                <c:pt idx="2337">
                  <c:v>10706</c:v>
                </c:pt>
                <c:pt idx="2338">
                  <c:v>10708</c:v>
                </c:pt>
                <c:pt idx="2339">
                  <c:v>10710</c:v>
                </c:pt>
                <c:pt idx="2340">
                  <c:v>10712</c:v>
                </c:pt>
                <c:pt idx="2341">
                  <c:v>10714</c:v>
                </c:pt>
                <c:pt idx="2342">
                  <c:v>10716</c:v>
                </c:pt>
                <c:pt idx="2343">
                  <c:v>10718</c:v>
                </c:pt>
                <c:pt idx="2344">
                  <c:v>10720</c:v>
                </c:pt>
                <c:pt idx="2345">
                  <c:v>10722</c:v>
                </c:pt>
                <c:pt idx="2346">
                  <c:v>10724</c:v>
                </c:pt>
                <c:pt idx="2347">
                  <c:v>10726</c:v>
                </c:pt>
                <c:pt idx="2348">
                  <c:v>10728</c:v>
                </c:pt>
                <c:pt idx="2349">
                  <c:v>10730</c:v>
                </c:pt>
                <c:pt idx="2350">
                  <c:v>10732</c:v>
                </c:pt>
                <c:pt idx="2351">
                  <c:v>10734</c:v>
                </c:pt>
                <c:pt idx="2352">
                  <c:v>10736</c:v>
                </c:pt>
                <c:pt idx="2353">
                  <c:v>10738</c:v>
                </c:pt>
                <c:pt idx="2354">
                  <c:v>10740</c:v>
                </c:pt>
                <c:pt idx="2355">
                  <c:v>10742</c:v>
                </c:pt>
                <c:pt idx="2356">
                  <c:v>10744</c:v>
                </c:pt>
                <c:pt idx="2357">
                  <c:v>10746</c:v>
                </c:pt>
                <c:pt idx="2358">
                  <c:v>10748</c:v>
                </c:pt>
                <c:pt idx="2359">
                  <c:v>10750</c:v>
                </c:pt>
                <c:pt idx="2360">
                  <c:v>10752</c:v>
                </c:pt>
                <c:pt idx="2361">
                  <c:v>10754</c:v>
                </c:pt>
                <c:pt idx="2362">
                  <c:v>10756</c:v>
                </c:pt>
                <c:pt idx="2363">
                  <c:v>10758</c:v>
                </c:pt>
                <c:pt idx="2364">
                  <c:v>10760</c:v>
                </c:pt>
                <c:pt idx="2365">
                  <c:v>10762</c:v>
                </c:pt>
                <c:pt idx="2366">
                  <c:v>10764</c:v>
                </c:pt>
                <c:pt idx="2367">
                  <c:v>10766</c:v>
                </c:pt>
                <c:pt idx="2368">
                  <c:v>10768</c:v>
                </c:pt>
                <c:pt idx="2369">
                  <c:v>10770</c:v>
                </c:pt>
                <c:pt idx="2370">
                  <c:v>10772</c:v>
                </c:pt>
                <c:pt idx="2371">
                  <c:v>10774</c:v>
                </c:pt>
                <c:pt idx="2372">
                  <c:v>10776</c:v>
                </c:pt>
                <c:pt idx="2373">
                  <c:v>10778</c:v>
                </c:pt>
                <c:pt idx="2374">
                  <c:v>10780</c:v>
                </c:pt>
                <c:pt idx="2375">
                  <c:v>10782</c:v>
                </c:pt>
                <c:pt idx="2376">
                  <c:v>10784</c:v>
                </c:pt>
                <c:pt idx="2377">
                  <c:v>10786</c:v>
                </c:pt>
                <c:pt idx="2378">
                  <c:v>10788</c:v>
                </c:pt>
                <c:pt idx="2379">
                  <c:v>10790</c:v>
                </c:pt>
                <c:pt idx="2380">
                  <c:v>10792</c:v>
                </c:pt>
                <c:pt idx="2381">
                  <c:v>10794</c:v>
                </c:pt>
                <c:pt idx="2382">
                  <c:v>10796</c:v>
                </c:pt>
                <c:pt idx="2383">
                  <c:v>10798</c:v>
                </c:pt>
                <c:pt idx="2384">
                  <c:v>10800</c:v>
                </c:pt>
                <c:pt idx="2385">
                  <c:v>10802</c:v>
                </c:pt>
                <c:pt idx="2386">
                  <c:v>10804</c:v>
                </c:pt>
                <c:pt idx="2387">
                  <c:v>10806</c:v>
                </c:pt>
                <c:pt idx="2388">
                  <c:v>10808</c:v>
                </c:pt>
                <c:pt idx="2389">
                  <c:v>10810</c:v>
                </c:pt>
                <c:pt idx="2390">
                  <c:v>10812</c:v>
                </c:pt>
                <c:pt idx="2391">
                  <c:v>10814</c:v>
                </c:pt>
                <c:pt idx="2392">
                  <c:v>10816</c:v>
                </c:pt>
                <c:pt idx="2393">
                  <c:v>10818</c:v>
                </c:pt>
                <c:pt idx="2394">
                  <c:v>10820</c:v>
                </c:pt>
                <c:pt idx="2395">
                  <c:v>10822</c:v>
                </c:pt>
                <c:pt idx="2396">
                  <c:v>10824</c:v>
                </c:pt>
                <c:pt idx="2397">
                  <c:v>10826</c:v>
                </c:pt>
                <c:pt idx="2398">
                  <c:v>10828</c:v>
                </c:pt>
                <c:pt idx="2399">
                  <c:v>10830</c:v>
                </c:pt>
                <c:pt idx="2400">
                  <c:v>10832</c:v>
                </c:pt>
                <c:pt idx="2401">
                  <c:v>10834</c:v>
                </c:pt>
                <c:pt idx="2402">
                  <c:v>10836</c:v>
                </c:pt>
                <c:pt idx="2403">
                  <c:v>10838</c:v>
                </c:pt>
                <c:pt idx="2404">
                  <c:v>10840</c:v>
                </c:pt>
                <c:pt idx="2405">
                  <c:v>10842</c:v>
                </c:pt>
                <c:pt idx="2406">
                  <c:v>10844</c:v>
                </c:pt>
                <c:pt idx="2407">
                  <c:v>10846</c:v>
                </c:pt>
                <c:pt idx="2408">
                  <c:v>10848</c:v>
                </c:pt>
                <c:pt idx="2409">
                  <c:v>10850</c:v>
                </c:pt>
                <c:pt idx="2410">
                  <c:v>10852</c:v>
                </c:pt>
                <c:pt idx="2411">
                  <c:v>10854</c:v>
                </c:pt>
                <c:pt idx="2412">
                  <c:v>10856</c:v>
                </c:pt>
                <c:pt idx="2413">
                  <c:v>10858</c:v>
                </c:pt>
                <c:pt idx="2414">
                  <c:v>10860</c:v>
                </c:pt>
                <c:pt idx="2415">
                  <c:v>10862</c:v>
                </c:pt>
                <c:pt idx="2416">
                  <c:v>10864</c:v>
                </c:pt>
                <c:pt idx="2417">
                  <c:v>10866</c:v>
                </c:pt>
                <c:pt idx="2418">
                  <c:v>10868</c:v>
                </c:pt>
                <c:pt idx="2419">
                  <c:v>10870</c:v>
                </c:pt>
                <c:pt idx="2420">
                  <c:v>10872</c:v>
                </c:pt>
                <c:pt idx="2421">
                  <c:v>10874</c:v>
                </c:pt>
                <c:pt idx="2422">
                  <c:v>10876</c:v>
                </c:pt>
                <c:pt idx="2423">
                  <c:v>10878</c:v>
                </c:pt>
                <c:pt idx="2424">
                  <c:v>10880</c:v>
                </c:pt>
                <c:pt idx="2425">
                  <c:v>10882</c:v>
                </c:pt>
                <c:pt idx="2426">
                  <c:v>10884</c:v>
                </c:pt>
                <c:pt idx="2427">
                  <c:v>10886</c:v>
                </c:pt>
                <c:pt idx="2428">
                  <c:v>10888</c:v>
                </c:pt>
                <c:pt idx="2429">
                  <c:v>10890</c:v>
                </c:pt>
                <c:pt idx="2430">
                  <c:v>10892</c:v>
                </c:pt>
                <c:pt idx="2431">
                  <c:v>10894</c:v>
                </c:pt>
                <c:pt idx="2432">
                  <c:v>10896</c:v>
                </c:pt>
                <c:pt idx="2433">
                  <c:v>10898</c:v>
                </c:pt>
                <c:pt idx="2434">
                  <c:v>10900</c:v>
                </c:pt>
                <c:pt idx="2435">
                  <c:v>10902</c:v>
                </c:pt>
                <c:pt idx="2436">
                  <c:v>10904</c:v>
                </c:pt>
                <c:pt idx="2437">
                  <c:v>10906</c:v>
                </c:pt>
                <c:pt idx="2438">
                  <c:v>10908</c:v>
                </c:pt>
                <c:pt idx="2439">
                  <c:v>10910</c:v>
                </c:pt>
                <c:pt idx="2440">
                  <c:v>10912</c:v>
                </c:pt>
                <c:pt idx="2441">
                  <c:v>10914</c:v>
                </c:pt>
                <c:pt idx="2442">
                  <c:v>10916</c:v>
                </c:pt>
                <c:pt idx="2443">
                  <c:v>10918</c:v>
                </c:pt>
                <c:pt idx="2444">
                  <c:v>10920</c:v>
                </c:pt>
                <c:pt idx="2445">
                  <c:v>10922</c:v>
                </c:pt>
                <c:pt idx="2446">
                  <c:v>10924</c:v>
                </c:pt>
                <c:pt idx="2447">
                  <c:v>10926</c:v>
                </c:pt>
                <c:pt idx="2448">
                  <c:v>10928</c:v>
                </c:pt>
                <c:pt idx="2449">
                  <c:v>10930</c:v>
                </c:pt>
                <c:pt idx="2450">
                  <c:v>10932</c:v>
                </c:pt>
                <c:pt idx="2451">
                  <c:v>10934</c:v>
                </c:pt>
                <c:pt idx="2452">
                  <c:v>10936</c:v>
                </c:pt>
                <c:pt idx="2453">
                  <c:v>10938</c:v>
                </c:pt>
                <c:pt idx="2454">
                  <c:v>10940</c:v>
                </c:pt>
                <c:pt idx="2455">
                  <c:v>10942</c:v>
                </c:pt>
                <c:pt idx="2456">
                  <c:v>10944</c:v>
                </c:pt>
                <c:pt idx="2457">
                  <c:v>10946</c:v>
                </c:pt>
                <c:pt idx="2458">
                  <c:v>10948</c:v>
                </c:pt>
                <c:pt idx="2459">
                  <c:v>10950</c:v>
                </c:pt>
                <c:pt idx="2460">
                  <c:v>10952</c:v>
                </c:pt>
                <c:pt idx="2461">
                  <c:v>10954</c:v>
                </c:pt>
                <c:pt idx="2462">
                  <c:v>10956</c:v>
                </c:pt>
                <c:pt idx="2463">
                  <c:v>10958</c:v>
                </c:pt>
                <c:pt idx="2464">
                  <c:v>10960</c:v>
                </c:pt>
                <c:pt idx="2465">
                  <c:v>10962</c:v>
                </c:pt>
                <c:pt idx="2466">
                  <c:v>10964</c:v>
                </c:pt>
                <c:pt idx="2467">
                  <c:v>10966</c:v>
                </c:pt>
                <c:pt idx="2468">
                  <c:v>10968</c:v>
                </c:pt>
                <c:pt idx="2469">
                  <c:v>10970</c:v>
                </c:pt>
                <c:pt idx="2470">
                  <c:v>10972</c:v>
                </c:pt>
                <c:pt idx="2471">
                  <c:v>10974</c:v>
                </c:pt>
                <c:pt idx="2472">
                  <c:v>10976</c:v>
                </c:pt>
                <c:pt idx="2473">
                  <c:v>10978</c:v>
                </c:pt>
                <c:pt idx="2474">
                  <c:v>10980</c:v>
                </c:pt>
                <c:pt idx="2475">
                  <c:v>10982</c:v>
                </c:pt>
                <c:pt idx="2476">
                  <c:v>10984</c:v>
                </c:pt>
                <c:pt idx="2477">
                  <c:v>10986</c:v>
                </c:pt>
                <c:pt idx="2478">
                  <c:v>10988</c:v>
                </c:pt>
                <c:pt idx="2479">
                  <c:v>10990</c:v>
                </c:pt>
                <c:pt idx="2480">
                  <c:v>10992</c:v>
                </c:pt>
                <c:pt idx="2481">
                  <c:v>10994</c:v>
                </c:pt>
                <c:pt idx="2482">
                  <c:v>10996</c:v>
                </c:pt>
                <c:pt idx="2483">
                  <c:v>10998</c:v>
                </c:pt>
                <c:pt idx="2484">
                  <c:v>11000</c:v>
                </c:pt>
                <c:pt idx="2485">
                  <c:v>11002</c:v>
                </c:pt>
                <c:pt idx="2486">
                  <c:v>11004</c:v>
                </c:pt>
                <c:pt idx="2487">
                  <c:v>11006</c:v>
                </c:pt>
                <c:pt idx="2488">
                  <c:v>11008</c:v>
                </c:pt>
                <c:pt idx="2489">
                  <c:v>11010</c:v>
                </c:pt>
                <c:pt idx="2490">
                  <c:v>11012</c:v>
                </c:pt>
                <c:pt idx="2491">
                  <c:v>11014</c:v>
                </c:pt>
                <c:pt idx="2492">
                  <c:v>11016</c:v>
                </c:pt>
                <c:pt idx="2493">
                  <c:v>11018</c:v>
                </c:pt>
                <c:pt idx="2494">
                  <c:v>11020</c:v>
                </c:pt>
                <c:pt idx="2495">
                  <c:v>11022</c:v>
                </c:pt>
                <c:pt idx="2496">
                  <c:v>11024</c:v>
                </c:pt>
                <c:pt idx="2497">
                  <c:v>11026</c:v>
                </c:pt>
                <c:pt idx="2498">
                  <c:v>11028</c:v>
                </c:pt>
                <c:pt idx="2499">
                  <c:v>11030</c:v>
                </c:pt>
                <c:pt idx="2500">
                  <c:v>11032</c:v>
                </c:pt>
                <c:pt idx="2501">
                  <c:v>11034</c:v>
                </c:pt>
                <c:pt idx="2502">
                  <c:v>11036</c:v>
                </c:pt>
                <c:pt idx="2503">
                  <c:v>11038</c:v>
                </c:pt>
                <c:pt idx="2504">
                  <c:v>11040</c:v>
                </c:pt>
                <c:pt idx="2505">
                  <c:v>11042</c:v>
                </c:pt>
                <c:pt idx="2506">
                  <c:v>11044</c:v>
                </c:pt>
                <c:pt idx="2507">
                  <c:v>11046</c:v>
                </c:pt>
                <c:pt idx="2508">
                  <c:v>11048</c:v>
                </c:pt>
                <c:pt idx="2509">
                  <c:v>11050</c:v>
                </c:pt>
                <c:pt idx="2510">
                  <c:v>11052</c:v>
                </c:pt>
                <c:pt idx="2511">
                  <c:v>11054</c:v>
                </c:pt>
                <c:pt idx="2512">
                  <c:v>11056</c:v>
                </c:pt>
                <c:pt idx="2513">
                  <c:v>11058</c:v>
                </c:pt>
                <c:pt idx="2514">
                  <c:v>11060</c:v>
                </c:pt>
                <c:pt idx="2515">
                  <c:v>11062</c:v>
                </c:pt>
                <c:pt idx="2516">
                  <c:v>11064</c:v>
                </c:pt>
                <c:pt idx="2517">
                  <c:v>11066</c:v>
                </c:pt>
                <c:pt idx="2518">
                  <c:v>11068</c:v>
                </c:pt>
                <c:pt idx="2519">
                  <c:v>11070</c:v>
                </c:pt>
                <c:pt idx="2520">
                  <c:v>11072</c:v>
                </c:pt>
                <c:pt idx="2521">
                  <c:v>11074</c:v>
                </c:pt>
                <c:pt idx="2522">
                  <c:v>11076</c:v>
                </c:pt>
                <c:pt idx="2523">
                  <c:v>11078</c:v>
                </c:pt>
                <c:pt idx="2524">
                  <c:v>11080</c:v>
                </c:pt>
                <c:pt idx="2525">
                  <c:v>11082</c:v>
                </c:pt>
                <c:pt idx="2526">
                  <c:v>11084</c:v>
                </c:pt>
                <c:pt idx="2527">
                  <c:v>11086</c:v>
                </c:pt>
                <c:pt idx="2528">
                  <c:v>11088</c:v>
                </c:pt>
                <c:pt idx="2529">
                  <c:v>11090</c:v>
                </c:pt>
                <c:pt idx="2530">
                  <c:v>11092</c:v>
                </c:pt>
                <c:pt idx="2531">
                  <c:v>11094</c:v>
                </c:pt>
                <c:pt idx="2532">
                  <c:v>11096</c:v>
                </c:pt>
                <c:pt idx="2533">
                  <c:v>11098</c:v>
                </c:pt>
                <c:pt idx="2534">
                  <c:v>11100</c:v>
                </c:pt>
                <c:pt idx="2535">
                  <c:v>11102</c:v>
                </c:pt>
                <c:pt idx="2536">
                  <c:v>11104</c:v>
                </c:pt>
                <c:pt idx="2537">
                  <c:v>11106</c:v>
                </c:pt>
                <c:pt idx="2538">
                  <c:v>11108</c:v>
                </c:pt>
                <c:pt idx="2539">
                  <c:v>11110</c:v>
                </c:pt>
                <c:pt idx="2540">
                  <c:v>11112</c:v>
                </c:pt>
                <c:pt idx="2541">
                  <c:v>11114</c:v>
                </c:pt>
                <c:pt idx="2542">
                  <c:v>11116</c:v>
                </c:pt>
                <c:pt idx="2543">
                  <c:v>11118</c:v>
                </c:pt>
                <c:pt idx="2544">
                  <c:v>11120</c:v>
                </c:pt>
                <c:pt idx="2545">
                  <c:v>11122</c:v>
                </c:pt>
                <c:pt idx="2546">
                  <c:v>11124</c:v>
                </c:pt>
                <c:pt idx="2547">
                  <c:v>11126</c:v>
                </c:pt>
                <c:pt idx="2548">
                  <c:v>11128</c:v>
                </c:pt>
                <c:pt idx="2549">
                  <c:v>11130</c:v>
                </c:pt>
                <c:pt idx="2550">
                  <c:v>11132</c:v>
                </c:pt>
                <c:pt idx="2551">
                  <c:v>11134</c:v>
                </c:pt>
                <c:pt idx="2552">
                  <c:v>11136</c:v>
                </c:pt>
                <c:pt idx="2553">
                  <c:v>11138</c:v>
                </c:pt>
                <c:pt idx="2554">
                  <c:v>11140</c:v>
                </c:pt>
                <c:pt idx="2555">
                  <c:v>11142</c:v>
                </c:pt>
                <c:pt idx="2556">
                  <c:v>11144</c:v>
                </c:pt>
                <c:pt idx="2557">
                  <c:v>11146</c:v>
                </c:pt>
                <c:pt idx="2558">
                  <c:v>11148</c:v>
                </c:pt>
                <c:pt idx="2559">
                  <c:v>11150</c:v>
                </c:pt>
                <c:pt idx="2560">
                  <c:v>11152</c:v>
                </c:pt>
                <c:pt idx="2561">
                  <c:v>11154</c:v>
                </c:pt>
                <c:pt idx="2562">
                  <c:v>11156</c:v>
                </c:pt>
                <c:pt idx="2563">
                  <c:v>11158</c:v>
                </c:pt>
                <c:pt idx="2564">
                  <c:v>11160</c:v>
                </c:pt>
                <c:pt idx="2565">
                  <c:v>11162</c:v>
                </c:pt>
                <c:pt idx="2566">
                  <c:v>11164</c:v>
                </c:pt>
                <c:pt idx="2567">
                  <c:v>11166</c:v>
                </c:pt>
                <c:pt idx="2568">
                  <c:v>11168</c:v>
                </c:pt>
                <c:pt idx="2569">
                  <c:v>11170</c:v>
                </c:pt>
                <c:pt idx="2570">
                  <c:v>11172</c:v>
                </c:pt>
                <c:pt idx="2571">
                  <c:v>11174</c:v>
                </c:pt>
                <c:pt idx="2572">
                  <c:v>11176</c:v>
                </c:pt>
                <c:pt idx="2573">
                  <c:v>11178</c:v>
                </c:pt>
                <c:pt idx="2574">
                  <c:v>11180</c:v>
                </c:pt>
                <c:pt idx="2575">
                  <c:v>11182</c:v>
                </c:pt>
                <c:pt idx="2576">
                  <c:v>11184</c:v>
                </c:pt>
                <c:pt idx="2577">
                  <c:v>11186</c:v>
                </c:pt>
                <c:pt idx="2578">
                  <c:v>11188</c:v>
                </c:pt>
                <c:pt idx="2579">
                  <c:v>11190</c:v>
                </c:pt>
                <c:pt idx="2580">
                  <c:v>11192</c:v>
                </c:pt>
                <c:pt idx="2581">
                  <c:v>11194</c:v>
                </c:pt>
                <c:pt idx="2582">
                  <c:v>11196</c:v>
                </c:pt>
                <c:pt idx="2583">
                  <c:v>11198</c:v>
                </c:pt>
                <c:pt idx="2584">
                  <c:v>11200</c:v>
                </c:pt>
                <c:pt idx="2585">
                  <c:v>11202</c:v>
                </c:pt>
                <c:pt idx="2586">
                  <c:v>11204</c:v>
                </c:pt>
                <c:pt idx="2587">
                  <c:v>11206</c:v>
                </c:pt>
                <c:pt idx="2588">
                  <c:v>11208</c:v>
                </c:pt>
                <c:pt idx="2589">
                  <c:v>11210</c:v>
                </c:pt>
                <c:pt idx="2590">
                  <c:v>11212</c:v>
                </c:pt>
                <c:pt idx="2591">
                  <c:v>11214</c:v>
                </c:pt>
                <c:pt idx="2592">
                  <c:v>11216</c:v>
                </c:pt>
                <c:pt idx="2593">
                  <c:v>11218</c:v>
                </c:pt>
                <c:pt idx="2594">
                  <c:v>11220</c:v>
                </c:pt>
                <c:pt idx="2595">
                  <c:v>11222</c:v>
                </c:pt>
                <c:pt idx="2596">
                  <c:v>11224</c:v>
                </c:pt>
                <c:pt idx="2597">
                  <c:v>11226</c:v>
                </c:pt>
                <c:pt idx="2598">
                  <c:v>11228</c:v>
                </c:pt>
                <c:pt idx="2599">
                  <c:v>11230</c:v>
                </c:pt>
                <c:pt idx="2600">
                  <c:v>11232</c:v>
                </c:pt>
                <c:pt idx="2601">
                  <c:v>11234</c:v>
                </c:pt>
                <c:pt idx="2602">
                  <c:v>11236</c:v>
                </c:pt>
                <c:pt idx="2603">
                  <c:v>11238</c:v>
                </c:pt>
                <c:pt idx="2604">
                  <c:v>11240</c:v>
                </c:pt>
                <c:pt idx="2605">
                  <c:v>11242</c:v>
                </c:pt>
                <c:pt idx="2606">
                  <c:v>11244</c:v>
                </c:pt>
                <c:pt idx="2607">
                  <c:v>11246</c:v>
                </c:pt>
                <c:pt idx="2608">
                  <c:v>11248</c:v>
                </c:pt>
                <c:pt idx="2609">
                  <c:v>11250</c:v>
                </c:pt>
                <c:pt idx="2610">
                  <c:v>11252</c:v>
                </c:pt>
                <c:pt idx="2611">
                  <c:v>11254</c:v>
                </c:pt>
                <c:pt idx="2612">
                  <c:v>11256</c:v>
                </c:pt>
                <c:pt idx="2613">
                  <c:v>11258</c:v>
                </c:pt>
                <c:pt idx="2614">
                  <c:v>11260</c:v>
                </c:pt>
                <c:pt idx="2615">
                  <c:v>11262</c:v>
                </c:pt>
                <c:pt idx="2616">
                  <c:v>11264</c:v>
                </c:pt>
                <c:pt idx="2617">
                  <c:v>11266</c:v>
                </c:pt>
                <c:pt idx="2618">
                  <c:v>11268</c:v>
                </c:pt>
                <c:pt idx="2619">
                  <c:v>11270</c:v>
                </c:pt>
                <c:pt idx="2620">
                  <c:v>11272</c:v>
                </c:pt>
                <c:pt idx="2621">
                  <c:v>11274</c:v>
                </c:pt>
                <c:pt idx="2622">
                  <c:v>11276</c:v>
                </c:pt>
                <c:pt idx="2623">
                  <c:v>11278</c:v>
                </c:pt>
                <c:pt idx="2624">
                  <c:v>11280</c:v>
                </c:pt>
                <c:pt idx="2625">
                  <c:v>11282</c:v>
                </c:pt>
                <c:pt idx="2626">
                  <c:v>11284</c:v>
                </c:pt>
                <c:pt idx="2627">
                  <c:v>11286</c:v>
                </c:pt>
                <c:pt idx="2628">
                  <c:v>11288</c:v>
                </c:pt>
                <c:pt idx="2629">
                  <c:v>11290</c:v>
                </c:pt>
                <c:pt idx="2630">
                  <c:v>11292</c:v>
                </c:pt>
                <c:pt idx="2631">
                  <c:v>11294</c:v>
                </c:pt>
                <c:pt idx="2632">
                  <c:v>11296</c:v>
                </c:pt>
                <c:pt idx="2633">
                  <c:v>11298</c:v>
                </c:pt>
                <c:pt idx="2634">
                  <c:v>11300</c:v>
                </c:pt>
                <c:pt idx="2635">
                  <c:v>11302</c:v>
                </c:pt>
                <c:pt idx="2636">
                  <c:v>11304</c:v>
                </c:pt>
                <c:pt idx="2637">
                  <c:v>11306</c:v>
                </c:pt>
                <c:pt idx="2638">
                  <c:v>11308</c:v>
                </c:pt>
                <c:pt idx="2639">
                  <c:v>11310</c:v>
                </c:pt>
                <c:pt idx="2640">
                  <c:v>11312</c:v>
                </c:pt>
                <c:pt idx="2641">
                  <c:v>11314</c:v>
                </c:pt>
                <c:pt idx="2642">
                  <c:v>11316</c:v>
                </c:pt>
                <c:pt idx="2643">
                  <c:v>11318</c:v>
                </c:pt>
                <c:pt idx="2644">
                  <c:v>11320</c:v>
                </c:pt>
                <c:pt idx="2645">
                  <c:v>11322</c:v>
                </c:pt>
                <c:pt idx="2646">
                  <c:v>11324</c:v>
                </c:pt>
                <c:pt idx="2647">
                  <c:v>11326</c:v>
                </c:pt>
                <c:pt idx="2648">
                  <c:v>11328</c:v>
                </c:pt>
                <c:pt idx="2649">
                  <c:v>11330</c:v>
                </c:pt>
                <c:pt idx="2650">
                  <c:v>11332</c:v>
                </c:pt>
                <c:pt idx="2651">
                  <c:v>11334</c:v>
                </c:pt>
                <c:pt idx="2652">
                  <c:v>11336</c:v>
                </c:pt>
                <c:pt idx="2653">
                  <c:v>11338</c:v>
                </c:pt>
                <c:pt idx="2654">
                  <c:v>11340</c:v>
                </c:pt>
                <c:pt idx="2655">
                  <c:v>11342</c:v>
                </c:pt>
                <c:pt idx="2656">
                  <c:v>11344</c:v>
                </c:pt>
                <c:pt idx="2657">
                  <c:v>11346</c:v>
                </c:pt>
                <c:pt idx="2658">
                  <c:v>11348</c:v>
                </c:pt>
                <c:pt idx="2659">
                  <c:v>11350</c:v>
                </c:pt>
                <c:pt idx="2660">
                  <c:v>11352</c:v>
                </c:pt>
                <c:pt idx="2661">
                  <c:v>11354</c:v>
                </c:pt>
                <c:pt idx="2662">
                  <c:v>11356</c:v>
                </c:pt>
                <c:pt idx="2663">
                  <c:v>11358</c:v>
                </c:pt>
                <c:pt idx="2664">
                  <c:v>11360</c:v>
                </c:pt>
                <c:pt idx="2665">
                  <c:v>11362</c:v>
                </c:pt>
                <c:pt idx="2666">
                  <c:v>11364</c:v>
                </c:pt>
                <c:pt idx="2667">
                  <c:v>11366</c:v>
                </c:pt>
                <c:pt idx="2668">
                  <c:v>11368</c:v>
                </c:pt>
                <c:pt idx="2669">
                  <c:v>11370</c:v>
                </c:pt>
                <c:pt idx="2670">
                  <c:v>11372</c:v>
                </c:pt>
                <c:pt idx="2671">
                  <c:v>11374</c:v>
                </c:pt>
                <c:pt idx="2672">
                  <c:v>11376</c:v>
                </c:pt>
                <c:pt idx="2673">
                  <c:v>11378</c:v>
                </c:pt>
                <c:pt idx="2674">
                  <c:v>11380</c:v>
                </c:pt>
                <c:pt idx="2675">
                  <c:v>11382</c:v>
                </c:pt>
                <c:pt idx="2676">
                  <c:v>11384</c:v>
                </c:pt>
                <c:pt idx="2677">
                  <c:v>11386</c:v>
                </c:pt>
                <c:pt idx="2678">
                  <c:v>11388</c:v>
                </c:pt>
                <c:pt idx="2679">
                  <c:v>11390</c:v>
                </c:pt>
                <c:pt idx="2680">
                  <c:v>11392</c:v>
                </c:pt>
                <c:pt idx="2681">
                  <c:v>11394</c:v>
                </c:pt>
                <c:pt idx="2682">
                  <c:v>11396</c:v>
                </c:pt>
                <c:pt idx="2683">
                  <c:v>11398</c:v>
                </c:pt>
                <c:pt idx="2684">
                  <c:v>11400</c:v>
                </c:pt>
                <c:pt idx="2685">
                  <c:v>11402</c:v>
                </c:pt>
                <c:pt idx="2686">
                  <c:v>11404</c:v>
                </c:pt>
                <c:pt idx="2687">
                  <c:v>11406</c:v>
                </c:pt>
                <c:pt idx="2688">
                  <c:v>11408</c:v>
                </c:pt>
                <c:pt idx="2689">
                  <c:v>11410</c:v>
                </c:pt>
                <c:pt idx="2690">
                  <c:v>11412</c:v>
                </c:pt>
                <c:pt idx="2691">
                  <c:v>11414</c:v>
                </c:pt>
                <c:pt idx="2692">
                  <c:v>11416</c:v>
                </c:pt>
                <c:pt idx="2693">
                  <c:v>11418</c:v>
                </c:pt>
                <c:pt idx="2694">
                  <c:v>11420</c:v>
                </c:pt>
                <c:pt idx="2695">
                  <c:v>11422</c:v>
                </c:pt>
                <c:pt idx="2696">
                  <c:v>11424</c:v>
                </c:pt>
                <c:pt idx="2697">
                  <c:v>11426</c:v>
                </c:pt>
                <c:pt idx="2698">
                  <c:v>11428</c:v>
                </c:pt>
                <c:pt idx="2699">
                  <c:v>11430</c:v>
                </c:pt>
                <c:pt idx="2700">
                  <c:v>11432</c:v>
                </c:pt>
                <c:pt idx="2701">
                  <c:v>11434</c:v>
                </c:pt>
                <c:pt idx="2702">
                  <c:v>11436</c:v>
                </c:pt>
                <c:pt idx="2703">
                  <c:v>11438</c:v>
                </c:pt>
                <c:pt idx="2704">
                  <c:v>11440</c:v>
                </c:pt>
                <c:pt idx="2705">
                  <c:v>11442</c:v>
                </c:pt>
                <c:pt idx="2706">
                  <c:v>11444</c:v>
                </c:pt>
                <c:pt idx="2707">
                  <c:v>11446</c:v>
                </c:pt>
                <c:pt idx="2708">
                  <c:v>11448</c:v>
                </c:pt>
                <c:pt idx="2709">
                  <c:v>11450</c:v>
                </c:pt>
                <c:pt idx="2710">
                  <c:v>11452</c:v>
                </c:pt>
                <c:pt idx="2711">
                  <c:v>11454</c:v>
                </c:pt>
                <c:pt idx="2712">
                  <c:v>11456</c:v>
                </c:pt>
                <c:pt idx="2713">
                  <c:v>11458</c:v>
                </c:pt>
                <c:pt idx="2714">
                  <c:v>11460</c:v>
                </c:pt>
                <c:pt idx="2715">
                  <c:v>11462</c:v>
                </c:pt>
                <c:pt idx="2716">
                  <c:v>11464</c:v>
                </c:pt>
                <c:pt idx="2717">
                  <c:v>11466</c:v>
                </c:pt>
                <c:pt idx="2718">
                  <c:v>11468</c:v>
                </c:pt>
                <c:pt idx="2719">
                  <c:v>11470</c:v>
                </c:pt>
                <c:pt idx="2720">
                  <c:v>11472</c:v>
                </c:pt>
                <c:pt idx="2721">
                  <c:v>11474</c:v>
                </c:pt>
                <c:pt idx="2722">
                  <c:v>11476</c:v>
                </c:pt>
                <c:pt idx="2723">
                  <c:v>11478</c:v>
                </c:pt>
                <c:pt idx="2724">
                  <c:v>11480</c:v>
                </c:pt>
                <c:pt idx="2725">
                  <c:v>11482</c:v>
                </c:pt>
                <c:pt idx="2726">
                  <c:v>11484</c:v>
                </c:pt>
                <c:pt idx="2727">
                  <c:v>11486</c:v>
                </c:pt>
                <c:pt idx="2728">
                  <c:v>11488</c:v>
                </c:pt>
                <c:pt idx="2729">
                  <c:v>11490</c:v>
                </c:pt>
                <c:pt idx="2730">
                  <c:v>11492</c:v>
                </c:pt>
                <c:pt idx="2731">
                  <c:v>11494</c:v>
                </c:pt>
                <c:pt idx="2732">
                  <c:v>11496</c:v>
                </c:pt>
                <c:pt idx="2733">
                  <c:v>11498</c:v>
                </c:pt>
                <c:pt idx="2734">
                  <c:v>11500</c:v>
                </c:pt>
                <c:pt idx="2735">
                  <c:v>11502</c:v>
                </c:pt>
                <c:pt idx="2736">
                  <c:v>11504</c:v>
                </c:pt>
                <c:pt idx="2737">
                  <c:v>11506</c:v>
                </c:pt>
                <c:pt idx="2738">
                  <c:v>11508</c:v>
                </c:pt>
                <c:pt idx="2739">
                  <c:v>11510</c:v>
                </c:pt>
                <c:pt idx="2740">
                  <c:v>11512</c:v>
                </c:pt>
                <c:pt idx="2741">
                  <c:v>11514</c:v>
                </c:pt>
                <c:pt idx="2742">
                  <c:v>11516</c:v>
                </c:pt>
                <c:pt idx="2743">
                  <c:v>11518</c:v>
                </c:pt>
                <c:pt idx="2744">
                  <c:v>11520</c:v>
                </c:pt>
                <c:pt idx="2745">
                  <c:v>11522</c:v>
                </c:pt>
                <c:pt idx="2746">
                  <c:v>11524</c:v>
                </c:pt>
                <c:pt idx="2747">
                  <c:v>11526</c:v>
                </c:pt>
                <c:pt idx="2748">
                  <c:v>11528</c:v>
                </c:pt>
                <c:pt idx="2749">
                  <c:v>11530</c:v>
                </c:pt>
                <c:pt idx="2750">
                  <c:v>11532</c:v>
                </c:pt>
                <c:pt idx="2751">
                  <c:v>11534</c:v>
                </c:pt>
                <c:pt idx="2752">
                  <c:v>11536</c:v>
                </c:pt>
                <c:pt idx="2753">
                  <c:v>11538</c:v>
                </c:pt>
                <c:pt idx="2754">
                  <c:v>11540</c:v>
                </c:pt>
                <c:pt idx="2755">
                  <c:v>11542</c:v>
                </c:pt>
                <c:pt idx="2756">
                  <c:v>11544</c:v>
                </c:pt>
                <c:pt idx="2757">
                  <c:v>11546</c:v>
                </c:pt>
                <c:pt idx="2758">
                  <c:v>11548</c:v>
                </c:pt>
                <c:pt idx="2759">
                  <c:v>11550</c:v>
                </c:pt>
                <c:pt idx="2760">
                  <c:v>11552</c:v>
                </c:pt>
                <c:pt idx="2761">
                  <c:v>11554</c:v>
                </c:pt>
                <c:pt idx="2762">
                  <c:v>11556</c:v>
                </c:pt>
                <c:pt idx="2763">
                  <c:v>11558</c:v>
                </c:pt>
                <c:pt idx="2764">
                  <c:v>11560</c:v>
                </c:pt>
                <c:pt idx="2765">
                  <c:v>11562</c:v>
                </c:pt>
                <c:pt idx="2766">
                  <c:v>11564</c:v>
                </c:pt>
                <c:pt idx="2767">
                  <c:v>11566</c:v>
                </c:pt>
                <c:pt idx="2768">
                  <c:v>11568</c:v>
                </c:pt>
                <c:pt idx="2769">
                  <c:v>11570</c:v>
                </c:pt>
                <c:pt idx="2770">
                  <c:v>11572</c:v>
                </c:pt>
                <c:pt idx="2771">
                  <c:v>11574</c:v>
                </c:pt>
                <c:pt idx="2772">
                  <c:v>11576</c:v>
                </c:pt>
                <c:pt idx="2773">
                  <c:v>11578</c:v>
                </c:pt>
                <c:pt idx="2774">
                  <c:v>11580</c:v>
                </c:pt>
                <c:pt idx="2775">
                  <c:v>11582</c:v>
                </c:pt>
                <c:pt idx="2776">
                  <c:v>11584</c:v>
                </c:pt>
                <c:pt idx="2777">
                  <c:v>11586</c:v>
                </c:pt>
                <c:pt idx="2778">
                  <c:v>11588</c:v>
                </c:pt>
                <c:pt idx="2779">
                  <c:v>11590</c:v>
                </c:pt>
                <c:pt idx="2780">
                  <c:v>11592</c:v>
                </c:pt>
                <c:pt idx="2781">
                  <c:v>11594</c:v>
                </c:pt>
                <c:pt idx="2782">
                  <c:v>11596</c:v>
                </c:pt>
                <c:pt idx="2783">
                  <c:v>11598</c:v>
                </c:pt>
                <c:pt idx="2784">
                  <c:v>11600</c:v>
                </c:pt>
                <c:pt idx="2785">
                  <c:v>11602</c:v>
                </c:pt>
                <c:pt idx="2786">
                  <c:v>11604</c:v>
                </c:pt>
                <c:pt idx="2787">
                  <c:v>11606</c:v>
                </c:pt>
                <c:pt idx="2788">
                  <c:v>11608</c:v>
                </c:pt>
                <c:pt idx="2789">
                  <c:v>11610</c:v>
                </c:pt>
                <c:pt idx="2790">
                  <c:v>11612</c:v>
                </c:pt>
                <c:pt idx="2791">
                  <c:v>11614</c:v>
                </c:pt>
                <c:pt idx="2792">
                  <c:v>11616</c:v>
                </c:pt>
                <c:pt idx="2793">
                  <c:v>11618</c:v>
                </c:pt>
                <c:pt idx="2794">
                  <c:v>11620</c:v>
                </c:pt>
                <c:pt idx="2795">
                  <c:v>11622</c:v>
                </c:pt>
                <c:pt idx="2796">
                  <c:v>11624</c:v>
                </c:pt>
                <c:pt idx="2797">
                  <c:v>11626</c:v>
                </c:pt>
                <c:pt idx="2798">
                  <c:v>11628</c:v>
                </c:pt>
                <c:pt idx="2799">
                  <c:v>11630</c:v>
                </c:pt>
                <c:pt idx="2800">
                  <c:v>11632</c:v>
                </c:pt>
                <c:pt idx="2801">
                  <c:v>11634</c:v>
                </c:pt>
                <c:pt idx="2802">
                  <c:v>11636</c:v>
                </c:pt>
                <c:pt idx="2803">
                  <c:v>11638</c:v>
                </c:pt>
                <c:pt idx="2804">
                  <c:v>11640</c:v>
                </c:pt>
                <c:pt idx="2805">
                  <c:v>11642</c:v>
                </c:pt>
                <c:pt idx="2806">
                  <c:v>11644</c:v>
                </c:pt>
                <c:pt idx="2807">
                  <c:v>11646</c:v>
                </c:pt>
                <c:pt idx="2808">
                  <c:v>11648</c:v>
                </c:pt>
                <c:pt idx="2809">
                  <c:v>11650</c:v>
                </c:pt>
                <c:pt idx="2810">
                  <c:v>11652</c:v>
                </c:pt>
                <c:pt idx="2811">
                  <c:v>11654</c:v>
                </c:pt>
                <c:pt idx="2812">
                  <c:v>11656</c:v>
                </c:pt>
                <c:pt idx="2813">
                  <c:v>11658</c:v>
                </c:pt>
                <c:pt idx="2814">
                  <c:v>11660</c:v>
                </c:pt>
                <c:pt idx="2815">
                  <c:v>11662</c:v>
                </c:pt>
                <c:pt idx="2816">
                  <c:v>11664</c:v>
                </c:pt>
                <c:pt idx="2817">
                  <c:v>11666</c:v>
                </c:pt>
                <c:pt idx="2818">
                  <c:v>11668</c:v>
                </c:pt>
                <c:pt idx="2819">
                  <c:v>11670</c:v>
                </c:pt>
                <c:pt idx="2820">
                  <c:v>11672</c:v>
                </c:pt>
                <c:pt idx="2821">
                  <c:v>11674</c:v>
                </c:pt>
                <c:pt idx="2822">
                  <c:v>11676</c:v>
                </c:pt>
                <c:pt idx="2823">
                  <c:v>11678</c:v>
                </c:pt>
                <c:pt idx="2824">
                  <c:v>11680</c:v>
                </c:pt>
                <c:pt idx="2825">
                  <c:v>11682</c:v>
                </c:pt>
                <c:pt idx="2826">
                  <c:v>11684</c:v>
                </c:pt>
                <c:pt idx="2827">
                  <c:v>11686</c:v>
                </c:pt>
                <c:pt idx="2828">
                  <c:v>11688</c:v>
                </c:pt>
                <c:pt idx="2829">
                  <c:v>11690</c:v>
                </c:pt>
                <c:pt idx="2830">
                  <c:v>11692</c:v>
                </c:pt>
                <c:pt idx="2831">
                  <c:v>11694</c:v>
                </c:pt>
                <c:pt idx="2832">
                  <c:v>11696</c:v>
                </c:pt>
                <c:pt idx="2833">
                  <c:v>11698</c:v>
                </c:pt>
                <c:pt idx="2834">
                  <c:v>11700</c:v>
                </c:pt>
                <c:pt idx="2835">
                  <c:v>11702</c:v>
                </c:pt>
                <c:pt idx="2836">
                  <c:v>11704</c:v>
                </c:pt>
                <c:pt idx="2837">
                  <c:v>11706</c:v>
                </c:pt>
                <c:pt idx="2838">
                  <c:v>11708</c:v>
                </c:pt>
                <c:pt idx="2839">
                  <c:v>11710</c:v>
                </c:pt>
                <c:pt idx="2840">
                  <c:v>11712</c:v>
                </c:pt>
                <c:pt idx="2841">
                  <c:v>11714</c:v>
                </c:pt>
                <c:pt idx="2842">
                  <c:v>11716</c:v>
                </c:pt>
                <c:pt idx="2843">
                  <c:v>11718</c:v>
                </c:pt>
                <c:pt idx="2844">
                  <c:v>11720</c:v>
                </c:pt>
                <c:pt idx="2845">
                  <c:v>11722</c:v>
                </c:pt>
                <c:pt idx="2846">
                  <c:v>11724</c:v>
                </c:pt>
                <c:pt idx="2847">
                  <c:v>11726</c:v>
                </c:pt>
                <c:pt idx="2848">
                  <c:v>11728</c:v>
                </c:pt>
                <c:pt idx="2849">
                  <c:v>11730</c:v>
                </c:pt>
                <c:pt idx="2850">
                  <c:v>11732</c:v>
                </c:pt>
                <c:pt idx="2851">
                  <c:v>11734</c:v>
                </c:pt>
                <c:pt idx="2852">
                  <c:v>11736</c:v>
                </c:pt>
                <c:pt idx="2853">
                  <c:v>11738</c:v>
                </c:pt>
                <c:pt idx="2854">
                  <c:v>11740</c:v>
                </c:pt>
                <c:pt idx="2855">
                  <c:v>11742</c:v>
                </c:pt>
                <c:pt idx="2856">
                  <c:v>11744</c:v>
                </c:pt>
                <c:pt idx="2857">
                  <c:v>11746</c:v>
                </c:pt>
                <c:pt idx="2858">
                  <c:v>11748</c:v>
                </c:pt>
                <c:pt idx="2859">
                  <c:v>11750</c:v>
                </c:pt>
                <c:pt idx="2860">
                  <c:v>11752</c:v>
                </c:pt>
                <c:pt idx="2861">
                  <c:v>11754</c:v>
                </c:pt>
                <c:pt idx="2862">
                  <c:v>11756</c:v>
                </c:pt>
                <c:pt idx="2863">
                  <c:v>11758</c:v>
                </c:pt>
                <c:pt idx="2864">
                  <c:v>11760</c:v>
                </c:pt>
                <c:pt idx="2865">
                  <c:v>11762</c:v>
                </c:pt>
                <c:pt idx="2866">
                  <c:v>11764</c:v>
                </c:pt>
                <c:pt idx="2867">
                  <c:v>11766</c:v>
                </c:pt>
                <c:pt idx="2868">
                  <c:v>11768</c:v>
                </c:pt>
                <c:pt idx="2869">
                  <c:v>11770</c:v>
                </c:pt>
                <c:pt idx="2870">
                  <c:v>11772</c:v>
                </c:pt>
                <c:pt idx="2871">
                  <c:v>11774</c:v>
                </c:pt>
                <c:pt idx="2872">
                  <c:v>11776</c:v>
                </c:pt>
                <c:pt idx="2873">
                  <c:v>11778</c:v>
                </c:pt>
                <c:pt idx="2874">
                  <c:v>11780</c:v>
                </c:pt>
                <c:pt idx="2875">
                  <c:v>11782</c:v>
                </c:pt>
                <c:pt idx="2876">
                  <c:v>11784</c:v>
                </c:pt>
                <c:pt idx="2877">
                  <c:v>11786</c:v>
                </c:pt>
                <c:pt idx="2878">
                  <c:v>11788</c:v>
                </c:pt>
                <c:pt idx="2879">
                  <c:v>11790</c:v>
                </c:pt>
                <c:pt idx="2880">
                  <c:v>11792</c:v>
                </c:pt>
                <c:pt idx="2881">
                  <c:v>11794</c:v>
                </c:pt>
                <c:pt idx="2882">
                  <c:v>11796</c:v>
                </c:pt>
                <c:pt idx="2883">
                  <c:v>11798</c:v>
                </c:pt>
                <c:pt idx="2884">
                  <c:v>11800</c:v>
                </c:pt>
                <c:pt idx="2885">
                  <c:v>11802</c:v>
                </c:pt>
                <c:pt idx="2886">
                  <c:v>11804</c:v>
                </c:pt>
                <c:pt idx="2887">
                  <c:v>11806</c:v>
                </c:pt>
                <c:pt idx="2888">
                  <c:v>11808</c:v>
                </c:pt>
                <c:pt idx="2889">
                  <c:v>11810</c:v>
                </c:pt>
                <c:pt idx="2890">
                  <c:v>11812</c:v>
                </c:pt>
                <c:pt idx="2891">
                  <c:v>11814</c:v>
                </c:pt>
                <c:pt idx="2892">
                  <c:v>11816</c:v>
                </c:pt>
                <c:pt idx="2893">
                  <c:v>11818</c:v>
                </c:pt>
                <c:pt idx="2894">
                  <c:v>11820</c:v>
                </c:pt>
                <c:pt idx="2895">
                  <c:v>11822</c:v>
                </c:pt>
                <c:pt idx="2896">
                  <c:v>11824</c:v>
                </c:pt>
                <c:pt idx="2897">
                  <c:v>11826</c:v>
                </c:pt>
                <c:pt idx="2898">
                  <c:v>11828</c:v>
                </c:pt>
                <c:pt idx="2899">
                  <c:v>11830</c:v>
                </c:pt>
                <c:pt idx="2900">
                  <c:v>11832</c:v>
                </c:pt>
                <c:pt idx="2901">
                  <c:v>11834</c:v>
                </c:pt>
                <c:pt idx="2902">
                  <c:v>11836</c:v>
                </c:pt>
                <c:pt idx="2903">
                  <c:v>11838</c:v>
                </c:pt>
                <c:pt idx="2904">
                  <c:v>11840</c:v>
                </c:pt>
                <c:pt idx="2905">
                  <c:v>11842</c:v>
                </c:pt>
                <c:pt idx="2906">
                  <c:v>11844</c:v>
                </c:pt>
                <c:pt idx="2907">
                  <c:v>11846</c:v>
                </c:pt>
                <c:pt idx="2908">
                  <c:v>11848</c:v>
                </c:pt>
                <c:pt idx="2909">
                  <c:v>11850</c:v>
                </c:pt>
                <c:pt idx="2910">
                  <c:v>11852</c:v>
                </c:pt>
                <c:pt idx="2911">
                  <c:v>11854</c:v>
                </c:pt>
                <c:pt idx="2912">
                  <c:v>11856</c:v>
                </c:pt>
                <c:pt idx="2913">
                  <c:v>11858</c:v>
                </c:pt>
                <c:pt idx="2914">
                  <c:v>11860</c:v>
                </c:pt>
                <c:pt idx="2915">
                  <c:v>11862</c:v>
                </c:pt>
                <c:pt idx="2916">
                  <c:v>11864</c:v>
                </c:pt>
                <c:pt idx="2917">
                  <c:v>11866</c:v>
                </c:pt>
                <c:pt idx="2918">
                  <c:v>11868</c:v>
                </c:pt>
                <c:pt idx="2919">
                  <c:v>11870</c:v>
                </c:pt>
                <c:pt idx="2920">
                  <c:v>11872</c:v>
                </c:pt>
                <c:pt idx="2921">
                  <c:v>11874</c:v>
                </c:pt>
                <c:pt idx="2922">
                  <c:v>11876</c:v>
                </c:pt>
                <c:pt idx="2923">
                  <c:v>11878</c:v>
                </c:pt>
                <c:pt idx="2924">
                  <c:v>11880</c:v>
                </c:pt>
                <c:pt idx="2925">
                  <c:v>11882</c:v>
                </c:pt>
                <c:pt idx="2926">
                  <c:v>11884</c:v>
                </c:pt>
                <c:pt idx="2927">
                  <c:v>11886</c:v>
                </c:pt>
                <c:pt idx="2928">
                  <c:v>11888</c:v>
                </c:pt>
                <c:pt idx="2929">
                  <c:v>11890</c:v>
                </c:pt>
                <c:pt idx="2930">
                  <c:v>11892</c:v>
                </c:pt>
                <c:pt idx="2931">
                  <c:v>11894</c:v>
                </c:pt>
                <c:pt idx="2932">
                  <c:v>11896</c:v>
                </c:pt>
                <c:pt idx="2933">
                  <c:v>11898</c:v>
                </c:pt>
                <c:pt idx="2934">
                  <c:v>11900</c:v>
                </c:pt>
                <c:pt idx="2935">
                  <c:v>11902</c:v>
                </c:pt>
                <c:pt idx="2936">
                  <c:v>11904</c:v>
                </c:pt>
                <c:pt idx="2937">
                  <c:v>11906</c:v>
                </c:pt>
                <c:pt idx="2938">
                  <c:v>11908</c:v>
                </c:pt>
                <c:pt idx="2939">
                  <c:v>11910</c:v>
                </c:pt>
                <c:pt idx="2940">
                  <c:v>11912</c:v>
                </c:pt>
                <c:pt idx="2941">
                  <c:v>11914</c:v>
                </c:pt>
                <c:pt idx="2942">
                  <c:v>11916</c:v>
                </c:pt>
                <c:pt idx="2943">
                  <c:v>11918</c:v>
                </c:pt>
                <c:pt idx="2944">
                  <c:v>11920</c:v>
                </c:pt>
                <c:pt idx="2945">
                  <c:v>11922</c:v>
                </c:pt>
                <c:pt idx="2946">
                  <c:v>11924</c:v>
                </c:pt>
                <c:pt idx="2947">
                  <c:v>11926</c:v>
                </c:pt>
                <c:pt idx="2948">
                  <c:v>11928</c:v>
                </c:pt>
                <c:pt idx="2949">
                  <c:v>11930</c:v>
                </c:pt>
                <c:pt idx="2950">
                  <c:v>11932</c:v>
                </c:pt>
                <c:pt idx="2951">
                  <c:v>11934</c:v>
                </c:pt>
                <c:pt idx="2952">
                  <c:v>11936</c:v>
                </c:pt>
                <c:pt idx="2953">
                  <c:v>11938</c:v>
                </c:pt>
                <c:pt idx="2954">
                  <c:v>11940</c:v>
                </c:pt>
                <c:pt idx="2955">
                  <c:v>11942</c:v>
                </c:pt>
                <c:pt idx="2956">
                  <c:v>11944</c:v>
                </c:pt>
                <c:pt idx="2957">
                  <c:v>11946</c:v>
                </c:pt>
                <c:pt idx="2958">
                  <c:v>11948</c:v>
                </c:pt>
                <c:pt idx="2959">
                  <c:v>11950</c:v>
                </c:pt>
                <c:pt idx="2960">
                  <c:v>11952</c:v>
                </c:pt>
                <c:pt idx="2961">
                  <c:v>11954</c:v>
                </c:pt>
                <c:pt idx="2962">
                  <c:v>11956</c:v>
                </c:pt>
                <c:pt idx="2963">
                  <c:v>11958</c:v>
                </c:pt>
                <c:pt idx="2964">
                  <c:v>11960</c:v>
                </c:pt>
                <c:pt idx="2965">
                  <c:v>11962</c:v>
                </c:pt>
                <c:pt idx="2966">
                  <c:v>11964</c:v>
                </c:pt>
                <c:pt idx="2967">
                  <c:v>11966</c:v>
                </c:pt>
                <c:pt idx="2968">
                  <c:v>11968</c:v>
                </c:pt>
                <c:pt idx="2969">
                  <c:v>11970</c:v>
                </c:pt>
                <c:pt idx="2970">
                  <c:v>11972</c:v>
                </c:pt>
                <c:pt idx="2971">
                  <c:v>11974</c:v>
                </c:pt>
                <c:pt idx="2972">
                  <c:v>11976</c:v>
                </c:pt>
                <c:pt idx="2973">
                  <c:v>11978</c:v>
                </c:pt>
                <c:pt idx="2974">
                  <c:v>11980</c:v>
                </c:pt>
                <c:pt idx="2975">
                  <c:v>11982</c:v>
                </c:pt>
                <c:pt idx="2976">
                  <c:v>11984</c:v>
                </c:pt>
                <c:pt idx="2977">
                  <c:v>11986</c:v>
                </c:pt>
                <c:pt idx="2978">
                  <c:v>11988</c:v>
                </c:pt>
                <c:pt idx="2979">
                  <c:v>11990</c:v>
                </c:pt>
                <c:pt idx="2980">
                  <c:v>11992</c:v>
                </c:pt>
                <c:pt idx="2981">
                  <c:v>11994</c:v>
                </c:pt>
                <c:pt idx="2982">
                  <c:v>11996</c:v>
                </c:pt>
                <c:pt idx="2983">
                  <c:v>11998</c:v>
                </c:pt>
                <c:pt idx="2984">
                  <c:v>12000</c:v>
                </c:pt>
                <c:pt idx="2985">
                  <c:v>12002</c:v>
                </c:pt>
                <c:pt idx="2986">
                  <c:v>12004</c:v>
                </c:pt>
                <c:pt idx="2987">
                  <c:v>12006</c:v>
                </c:pt>
                <c:pt idx="2988">
                  <c:v>12008</c:v>
                </c:pt>
                <c:pt idx="2989">
                  <c:v>12010</c:v>
                </c:pt>
                <c:pt idx="2990">
                  <c:v>12012</c:v>
                </c:pt>
                <c:pt idx="2991">
                  <c:v>12014</c:v>
                </c:pt>
                <c:pt idx="2992">
                  <c:v>12016</c:v>
                </c:pt>
                <c:pt idx="2993">
                  <c:v>12018</c:v>
                </c:pt>
                <c:pt idx="2994">
                  <c:v>12020</c:v>
                </c:pt>
                <c:pt idx="2995">
                  <c:v>12022</c:v>
                </c:pt>
                <c:pt idx="2996">
                  <c:v>12024</c:v>
                </c:pt>
                <c:pt idx="2997">
                  <c:v>12026</c:v>
                </c:pt>
                <c:pt idx="2998">
                  <c:v>12028</c:v>
                </c:pt>
                <c:pt idx="2999">
                  <c:v>12030</c:v>
                </c:pt>
                <c:pt idx="3000">
                  <c:v>12032</c:v>
                </c:pt>
                <c:pt idx="3001">
                  <c:v>12034</c:v>
                </c:pt>
                <c:pt idx="3002">
                  <c:v>12036</c:v>
                </c:pt>
                <c:pt idx="3003">
                  <c:v>12038</c:v>
                </c:pt>
                <c:pt idx="3004">
                  <c:v>12040</c:v>
                </c:pt>
                <c:pt idx="3005">
                  <c:v>12042</c:v>
                </c:pt>
                <c:pt idx="3006">
                  <c:v>12044</c:v>
                </c:pt>
                <c:pt idx="3007">
                  <c:v>12046</c:v>
                </c:pt>
                <c:pt idx="3008">
                  <c:v>12048</c:v>
                </c:pt>
                <c:pt idx="3009">
                  <c:v>12050</c:v>
                </c:pt>
                <c:pt idx="3010">
                  <c:v>12052</c:v>
                </c:pt>
                <c:pt idx="3011">
                  <c:v>12054</c:v>
                </c:pt>
                <c:pt idx="3012">
                  <c:v>12056</c:v>
                </c:pt>
                <c:pt idx="3013">
                  <c:v>12058</c:v>
                </c:pt>
                <c:pt idx="3014">
                  <c:v>12060</c:v>
                </c:pt>
                <c:pt idx="3015">
                  <c:v>12062</c:v>
                </c:pt>
                <c:pt idx="3016">
                  <c:v>12064</c:v>
                </c:pt>
                <c:pt idx="3017">
                  <c:v>12066</c:v>
                </c:pt>
                <c:pt idx="3018">
                  <c:v>12068</c:v>
                </c:pt>
                <c:pt idx="3019">
                  <c:v>12070</c:v>
                </c:pt>
                <c:pt idx="3020">
                  <c:v>12072</c:v>
                </c:pt>
                <c:pt idx="3021">
                  <c:v>12074</c:v>
                </c:pt>
                <c:pt idx="3022">
                  <c:v>12076</c:v>
                </c:pt>
                <c:pt idx="3023">
                  <c:v>12078</c:v>
                </c:pt>
                <c:pt idx="3024">
                  <c:v>12080</c:v>
                </c:pt>
                <c:pt idx="3025">
                  <c:v>12082</c:v>
                </c:pt>
                <c:pt idx="3026">
                  <c:v>12084</c:v>
                </c:pt>
                <c:pt idx="3027">
                  <c:v>12086</c:v>
                </c:pt>
                <c:pt idx="3028">
                  <c:v>12088</c:v>
                </c:pt>
                <c:pt idx="3029">
                  <c:v>12090</c:v>
                </c:pt>
                <c:pt idx="3030">
                  <c:v>12092</c:v>
                </c:pt>
                <c:pt idx="3031">
                  <c:v>12094</c:v>
                </c:pt>
                <c:pt idx="3032">
                  <c:v>12096</c:v>
                </c:pt>
                <c:pt idx="3033">
                  <c:v>12098</c:v>
                </c:pt>
                <c:pt idx="3034">
                  <c:v>12100</c:v>
                </c:pt>
                <c:pt idx="3035">
                  <c:v>12102</c:v>
                </c:pt>
                <c:pt idx="3036">
                  <c:v>12104</c:v>
                </c:pt>
                <c:pt idx="3037">
                  <c:v>12106</c:v>
                </c:pt>
                <c:pt idx="3038">
                  <c:v>12108</c:v>
                </c:pt>
                <c:pt idx="3039">
                  <c:v>12110</c:v>
                </c:pt>
                <c:pt idx="3040">
                  <c:v>12112</c:v>
                </c:pt>
                <c:pt idx="3041">
                  <c:v>12114</c:v>
                </c:pt>
                <c:pt idx="3042">
                  <c:v>12116</c:v>
                </c:pt>
                <c:pt idx="3043">
                  <c:v>12118</c:v>
                </c:pt>
                <c:pt idx="3044">
                  <c:v>12120</c:v>
                </c:pt>
                <c:pt idx="3045">
                  <c:v>12122</c:v>
                </c:pt>
                <c:pt idx="3046">
                  <c:v>12124</c:v>
                </c:pt>
                <c:pt idx="3047">
                  <c:v>12126</c:v>
                </c:pt>
                <c:pt idx="3048">
                  <c:v>12128</c:v>
                </c:pt>
                <c:pt idx="3049">
                  <c:v>12130</c:v>
                </c:pt>
                <c:pt idx="3050">
                  <c:v>12132</c:v>
                </c:pt>
                <c:pt idx="3051">
                  <c:v>12134</c:v>
                </c:pt>
                <c:pt idx="3052">
                  <c:v>12136</c:v>
                </c:pt>
                <c:pt idx="3053">
                  <c:v>12138</c:v>
                </c:pt>
                <c:pt idx="3054">
                  <c:v>12140</c:v>
                </c:pt>
                <c:pt idx="3055">
                  <c:v>12142</c:v>
                </c:pt>
                <c:pt idx="3056">
                  <c:v>12144</c:v>
                </c:pt>
                <c:pt idx="3057">
                  <c:v>12146</c:v>
                </c:pt>
                <c:pt idx="3058">
                  <c:v>12148</c:v>
                </c:pt>
                <c:pt idx="3059">
                  <c:v>12150</c:v>
                </c:pt>
                <c:pt idx="3060">
                  <c:v>12152</c:v>
                </c:pt>
                <c:pt idx="3061">
                  <c:v>12154</c:v>
                </c:pt>
                <c:pt idx="3062">
                  <c:v>12156</c:v>
                </c:pt>
                <c:pt idx="3063">
                  <c:v>12158</c:v>
                </c:pt>
                <c:pt idx="3064">
                  <c:v>12160</c:v>
                </c:pt>
                <c:pt idx="3065">
                  <c:v>12162</c:v>
                </c:pt>
                <c:pt idx="3066">
                  <c:v>12164</c:v>
                </c:pt>
                <c:pt idx="3067">
                  <c:v>12166</c:v>
                </c:pt>
                <c:pt idx="3068">
                  <c:v>12168</c:v>
                </c:pt>
                <c:pt idx="3069">
                  <c:v>12170</c:v>
                </c:pt>
                <c:pt idx="3070">
                  <c:v>12172</c:v>
                </c:pt>
                <c:pt idx="3071">
                  <c:v>12174</c:v>
                </c:pt>
                <c:pt idx="3072">
                  <c:v>12176</c:v>
                </c:pt>
                <c:pt idx="3073">
                  <c:v>12178</c:v>
                </c:pt>
                <c:pt idx="3074">
                  <c:v>12180</c:v>
                </c:pt>
                <c:pt idx="3075">
                  <c:v>12182</c:v>
                </c:pt>
                <c:pt idx="3076">
                  <c:v>12184</c:v>
                </c:pt>
                <c:pt idx="3077">
                  <c:v>12186</c:v>
                </c:pt>
                <c:pt idx="3078">
                  <c:v>12188</c:v>
                </c:pt>
                <c:pt idx="3079">
                  <c:v>12190</c:v>
                </c:pt>
                <c:pt idx="3080">
                  <c:v>12192</c:v>
                </c:pt>
                <c:pt idx="3081">
                  <c:v>12194</c:v>
                </c:pt>
                <c:pt idx="3082">
                  <c:v>12196</c:v>
                </c:pt>
                <c:pt idx="3083">
                  <c:v>12198</c:v>
                </c:pt>
                <c:pt idx="3084">
                  <c:v>12200</c:v>
                </c:pt>
                <c:pt idx="3085">
                  <c:v>12202</c:v>
                </c:pt>
                <c:pt idx="3086">
                  <c:v>12204</c:v>
                </c:pt>
                <c:pt idx="3087">
                  <c:v>12206</c:v>
                </c:pt>
                <c:pt idx="3088">
                  <c:v>12208</c:v>
                </c:pt>
                <c:pt idx="3089">
                  <c:v>12210</c:v>
                </c:pt>
                <c:pt idx="3090">
                  <c:v>12212</c:v>
                </c:pt>
                <c:pt idx="3091">
                  <c:v>12214</c:v>
                </c:pt>
                <c:pt idx="3092">
                  <c:v>12216</c:v>
                </c:pt>
                <c:pt idx="3093">
                  <c:v>12218</c:v>
                </c:pt>
                <c:pt idx="3094">
                  <c:v>12220</c:v>
                </c:pt>
                <c:pt idx="3095">
                  <c:v>12222</c:v>
                </c:pt>
                <c:pt idx="3096">
                  <c:v>12224</c:v>
                </c:pt>
                <c:pt idx="3097">
                  <c:v>12226</c:v>
                </c:pt>
                <c:pt idx="3098">
                  <c:v>12228</c:v>
                </c:pt>
                <c:pt idx="3099">
                  <c:v>12230</c:v>
                </c:pt>
                <c:pt idx="3100">
                  <c:v>12232</c:v>
                </c:pt>
                <c:pt idx="3101">
                  <c:v>12234</c:v>
                </c:pt>
                <c:pt idx="3102">
                  <c:v>12236</c:v>
                </c:pt>
                <c:pt idx="3103">
                  <c:v>12238</c:v>
                </c:pt>
                <c:pt idx="3104">
                  <c:v>12240</c:v>
                </c:pt>
                <c:pt idx="3105">
                  <c:v>12242</c:v>
                </c:pt>
                <c:pt idx="3106">
                  <c:v>12244</c:v>
                </c:pt>
                <c:pt idx="3107">
                  <c:v>12246</c:v>
                </c:pt>
                <c:pt idx="3108">
                  <c:v>12248</c:v>
                </c:pt>
                <c:pt idx="3109">
                  <c:v>12250</c:v>
                </c:pt>
                <c:pt idx="3110">
                  <c:v>12252</c:v>
                </c:pt>
                <c:pt idx="3111">
                  <c:v>12254</c:v>
                </c:pt>
                <c:pt idx="3112">
                  <c:v>12256</c:v>
                </c:pt>
                <c:pt idx="3113">
                  <c:v>12258</c:v>
                </c:pt>
                <c:pt idx="3114">
                  <c:v>12260</c:v>
                </c:pt>
                <c:pt idx="3115">
                  <c:v>12262</c:v>
                </c:pt>
                <c:pt idx="3116">
                  <c:v>12264</c:v>
                </c:pt>
                <c:pt idx="3117">
                  <c:v>12266</c:v>
                </c:pt>
                <c:pt idx="3118">
                  <c:v>12268</c:v>
                </c:pt>
                <c:pt idx="3119">
                  <c:v>12270</c:v>
                </c:pt>
                <c:pt idx="3120">
                  <c:v>12272</c:v>
                </c:pt>
                <c:pt idx="3121">
                  <c:v>12274</c:v>
                </c:pt>
                <c:pt idx="3122">
                  <c:v>12276</c:v>
                </c:pt>
                <c:pt idx="3123">
                  <c:v>12278</c:v>
                </c:pt>
                <c:pt idx="3124">
                  <c:v>12280</c:v>
                </c:pt>
                <c:pt idx="3125">
                  <c:v>12282</c:v>
                </c:pt>
                <c:pt idx="3126">
                  <c:v>12284</c:v>
                </c:pt>
                <c:pt idx="3127">
                  <c:v>12286</c:v>
                </c:pt>
                <c:pt idx="3128">
                  <c:v>12288</c:v>
                </c:pt>
                <c:pt idx="3129">
                  <c:v>12290</c:v>
                </c:pt>
                <c:pt idx="3130">
                  <c:v>12292</c:v>
                </c:pt>
                <c:pt idx="3131">
                  <c:v>12294</c:v>
                </c:pt>
                <c:pt idx="3132">
                  <c:v>12296</c:v>
                </c:pt>
                <c:pt idx="3133">
                  <c:v>12298</c:v>
                </c:pt>
                <c:pt idx="3134">
                  <c:v>12300</c:v>
                </c:pt>
                <c:pt idx="3135">
                  <c:v>12302</c:v>
                </c:pt>
                <c:pt idx="3136">
                  <c:v>12304</c:v>
                </c:pt>
                <c:pt idx="3137">
                  <c:v>12306</c:v>
                </c:pt>
                <c:pt idx="3138">
                  <c:v>12308</c:v>
                </c:pt>
                <c:pt idx="3139">
                  <c:v>12310</c:v>
                </c:pt>
                <c:pt idx="3140">
                  <c:v>12312</c:v>
                </c:pt>
                <c:pt idx="3141">
                  <c:v>12314</c:v>
                </c:pt>
                <c:pt idx="3142">
                  <c:v>12316</c:v>
                </c:pt>
                <c:pt idx="3143">
                  <c:v>12318</c:v>
                </c:pt>
                <c:pt idx="3144">
                  <c:v>12320</c:v>
                </c:pt>
                <c:pt idx="3145">
                  <c:v>12322</c:v>
                </c:pt>
                <c:pt idx="3146">
                  <c:v>12324</c:v>
                </c:pt>
                <c:pt idx="3147">
                  <c:v>12326</c:v>
                </c:pt>
                <c:pt idx="3148">
                  <c:v>12328</c:v>
                </c:pt>
                <c:pt idx="3149">
                  <c:v>12330</c:v>
                </c:pt>
                <c:pt idx="3150">
                  <c:v>12332</c:v>
                </c:pt>
                <c:pt idx="3151">
                  <c:v>12334</c:v>
                </c:pt>
                <c:pt idx="3152">
                  <c:v>12336</c:v>
                </c:pt>
                <c:pt idx="3153">
                  <c:v>12338</c:v>
                </c:pt>
                <c:pt idx="3154">
                  <c:v>12340</c:v>
                </c:pt>
                <c:pt idx="3155">
                  <c:v>12342</c:v>
                </c:pt>
                <c:pt idx="3156">
                  <c:v>12344</c:v>
                </c:pt>
                <c:pt idx="3157">
                  <c:v>12346</c:v>
                </c:pt>
                <c:pt idx="3158">
                  <c:v>12348</c:v>
                </c:pt>
                <c:pt idx="3159">
                  <c:v>12350</c:v>
                </c:pt>
                <c:pt idx="3160">
                  <c:v>12352</c:v>
                </c:pt>
                <c:pt idx="3161">
                  <c:v>12354</c:v>
                </c:pt>
                <c:pt idx="3162">
                  <c:v>12356</c:v>
                </c:pt>
                <c:pt idx="3163">
                  <c:v>12358</c:v>
                </c:pt>
                <c:pt idx="3164">
                  <c:v>12360</c:v>
                </c:pt>
                <c:pt idx="3165">
                  <c:v>12362</c:v>
                </c:pt>
                <c:pt idx="3166">
                  <c:v>12364</c:v>
                </c:pt>
                <c:pt idx="3167">
                  <c:v>12366</c:v>
                </c:pt>
              </c:numCache>
            </c:numRef>
          </c:xVal>
          <c:yVal>
            <c:numRef>
              <c:f>Mint_O2_20200612!$P$8:$P$3175</c:f>
              <c:numCache>
                <c:formatCode>General</c:formatCode>
                <c:ptCount val="3168"/>
                <c:pt idx="0">
                  <c:v>7.5900600000000003</c:v>
                </c:pt>
                <c:pt idx="1">
                  <c:v>7.577103821374477</c:v>
                </c:pt>
                <c:pt idx="2">
                  <c:v>7.5641744575981047</c:v>
                </c:pt>
                <c:pt idx="3">
                  <c:v>7.5512718531733363</c:v>
                </c:pt>
                <c:pt idx="4">
                  <c:v>7.5383959527174857</c:v>
                </c:pt>
                <c:pt idx="5">
                  <c:v>7.5255467009624892</c:v>
                </c:pt>
                <c:pt idx="6">
                  <c:v>7.5127240427546704</c:v>
                </c:pt>
                <c:pt idx="7">
                  <c:v>7.4999279230545008</c:v>
                </c:pt>
                <c:pt idx="8">
                  <c:v>7.4871582869363653</c:v>
                </c:pt>
                <c:pt idx="9">
                  <c:v>7.4744150795883257</c:v>
                </c:pt>
                <c:pt idx="10">
                  <c:v>7.4616982463118866</c:v>
                </c:pt>
                <c:pt idx="11">
                  <c:v>7.4490077325217596</c:v>
                </c:pt>
                <c:pt idx="12">
                  <c:v>7.4363434837456284</c:v>
                </c:pt>
                <c:pt idx="13">
                  <c:v>7.4237054456239155</c:v>
                </c:pt>
                <c:pt idx="14">
                  <c:v>7.4110935639095512</c:v>
                </c:pt>
                <c:pt idx="15">
                  <c:v>7.3985077844677356</c:v>
                </c:pt>
                <c:pt idx="16">
                  <c:v>7.3859480532757118</c:v>
                </c:pt>
                <c:pt idx="17">
                  <c:v>7.3734143164225303</c:v>
                </c:pt>
                <c:pt idx="18">
                  <c:v>7.3609065201088191</c:v>
                </c:pt>
                <c:pt idx="19">
                  <c:v>7.3484246106465516</c:v>
                </c:pt>
                <c:pt idx="20">
                  <c:v>7.3359685344588188</c:v>
                </c:pt>
                <c:pt idx="21">
                  <c:v>7.3235382380795961</c:v>
                </c:pt>
                <c:pt idx="22">
                  <c:v>7.3111336681535155</c:v>
                </c:pt>
                <c:pt idx="23">
                  <c:v>7.298754771435636</c:v>
                </c:pt>
                <c:pt idx="24">
                  <c:v>7.2864014947912166</c:v>
                </c:pt>
                <c:pt idx="25">
                  <c:v>7.274073785195486</c:v>
                </c:pt>
                <c:pt idx="26">
                  <c:v>7.2617715897334163</c:v>
                </c:pt>
                <c:pt idx="27">
                  <c:v>7.2494948555994965</c:v>
                </c:pt>
                <c:pt idx="28">
                  <c:v>7.2372435300975022</c:v>
                </c:pt>
                <c:pt idx="29">
                  <c:v>7.2250175606402749</c:v>
                </c:pt>
                <c:pt idx="30">
                  <c:v>7.2128168947494924</c:v>
                </c:pt>
                <c:pt idx="31">
                  <c:v>7.2006414800554452</c:v>
                </c:pt>
                <c:pt idx="32">
                  <c:v>7.1884912642968102</c:v>
                </c:pt>
                <c:pt idx="33">
                  <c:v>7.1763661953204272</c:v>
                </c:pt>
                <c:pt idx="34">
                  <c:v>7.1642662210810766</c:v>
                </c:pt>
                <c:pt idx="35">
                  <c:v>7.1521912896412534</c:v>
                </c:pt>
                <c:pt idx="36">
                  <c:v>7.1401413491709453</c:v>
                </c:pt>
                <c:pt idx="37">
                  <c:v>7.1281163479474117</c:v>
                </c:pt>
                <c:pt idx="38">
                  <c:v>7.1161162343549584</c:v>
                </c:pt>
                <c:pt idx="39">
                  <c:v>7.10414095688472</c:v>
                </c:pt>
                <c:pt idx="40">
                  <c:v>7.0921904641344353</c:v>
                </c:pt>
                <c:pt idx="41">
                  <c:v>7.0802647048082292</c:v>
                </c:pt>
                <c:pt idx="42">
                  <c:v>7.0683636277163906</c:v>
                </c:pt>
                <c:pt idx="43">
                  <c:v>7.0564871817751538</c:v>
                </c:pt>
                <c:pt idx="44">
                  <c:v>7.0446353160064792</c:v>
                </c:pt>
                <c:pt idx="45">
                  <c:v>7.0328079795378349</c:v>
                </c:pt>
                <c:pt idx="46">
                  <c:v>7.0210051216019762</c:v>
                </c:pt>
                <c:pt idx="47">
                  <c:v>7.0092266915367309</c:v>
                </c:pt>
                <c:pt idx="48">
                  <c:v>6.9974726387847781</c:v>
                </c:pt>
                <c:pt idx="49">
                  <c:v>6.9857429128934356</c:v>
                </c:pt>
                <c:pt idx="50">
                  <c:v>6.9740374635144384</c:v>
                </c:pt>
                <c:pt idx="51">
                  <c:v>6.9623562404037278</c:v>
                </c:pt>
                <c:pt idx="52">
                  <c:v>6.9506991934212312</c:v>
                </c:pt>
                <c:pt idx="53">
                  <c:v>6.9390662725306491</c:v>
                </c:pt>
                <c:pt idx="54">
                  <c:v>6.92745742779924</c:v>
                </c:pt>
                <c:pt idx="55">
                  <c:v>6.9158726093976073</c:v>
                </c:pt>
                <c:pt idx="56">
                  <c:v>6.9043117675994816</c:v>
                </c:pt>
                <c:pt idx="57">
                  <c:v>6.8927748527815131</c:v>
                </c:pt>
                <c:pt idx="58">
                  <c:v>6.8812618154230529</c:v>
                </c:pt>
                <c:pt idx="59">
                  <c:v>6.8697726061059434</c:v>
                </c:pt>
                <c:pt idx="60">
                  <c:v>6.8583071755143052</c:v>
                </c:pt>
                <c:pt idx="61">
                  <c:v>6.8468654744343276</c:v>
                </c:pt>
                <c:pt idx="62">
                  <c:v>6.8354474537540542</c:v>
                </c:pt>
                <c:pt idx="63">
                  <c:v>6.8240530644631736</c:v>
                </c:pt>
                <c:pt idx="64">
                  <c:v>6.8126822576528099</c:v>
                </c:pt>
                <c:pt idx="65">
                  <c:v>6.8013349845153099</c:v>
                </c:pt>
                <c:pt idx="66">
                  <c:v>6.7900111963440377</c:v>
                </c:pt>
                <c:pt idx="67">
                  <c:v>6.7787108445331619</c:v>
                </c:pt>
                <c:pt idx="68">
                  <c:v>6.7674338805774497</c:v>
                </c:pt>
                <c:pt idx="69">
                  <c:v>6.7561802560720565</c:v>
                </c:pt>
                <c:pt idx="70">
                  <c:v>6.7449499227123191</c:v>
                </c:pt>
                <c:pt idx="71">
                  <c:v>6.7337428322935491</c:v>
                </c:pt>
                <c:pt idx="72">
                  <c:v>6.7225589367108256</c:v>
                </c:pt>
                <c:pt idx="73">
                  <c:v>6.7113981879587872</c:v>
                </c:pt>
                <c:pt idx="74">
                  <c:v>6.7002605381314275</c:v>
                </c:pt>
                <c:pt idx="75">
                  <c:v>6.6891459394218895</c:v>
                </c:pt>
                <c:pt idx="76">
                  <c:v>6.67805434412226</c:v>
                </c:pt>
                <c:pt idx="77">
                  <c:v>6.6669857046233654</c:v>
                </c:pt>
                <c:pt idx="78">
                  <c:v>6.655939973414565</c:v>
                </c:pt>
                <c:pt idx="79">
                  <c:v>6.6449171030835501</c:v>
                </c:pt>
                <c:pt idx="80">
                  <c:v>6.6339170463161397</c:v>
                </c:pt>
                <c:pt idx="81">
                  <c:v>6.6229397558960752</c:v>
                </c:pt>
                <c:pt idx="82">
                  <c:v>6.611985184704821</c:v>
                </c:pt>
                <c:pt idx="83">
                  <c:v>6.6010532857213606</c:v>
                </c:pt>
                <c:pt idx="84">
                  <c:v>6.5901440120219945</c:v>
                </c:pt>
                <c:pt idx="85">
                  <c:v>6.5792573167801383</c:v>
                </c:pt>
                <c:pt idx="86">
                  <c:v>6.5683931532661246</c:v>
                </c:pt>
                <c:pt idx="87">
                  <c:v>6.5575514748469992</c:v>
                </c:pt>
                <c:pt idx="88">
                  <c:v>6.5467322349863215</c:v>
                </c:pt>
                <c:pt idx="89">
                  <c:v>6.5359353872439669</c:v>
                </c:pt>
                <c:pt idx="90">
                  <c:v>6.5251608852759242</c:v>
                </c:pt>
                <c:pt idx="91">
                  <c:v>6.5144086828340999</c:v>
                </c:pt>
                <c:pt idx="92">
                  <c:v>6.5036787337661179</c:v>
                </c:pt>
                <c:pt idx="93">
                  <c:v>6.4929709920151213</c:v>
                </c:pt>
                <c:pt idx="94">
                  <c:v>6.4822854116195749</c:v>
                </c:pt>
                <c:pt idx="95">
                  <c:v>6.4716219467130696</c:v>
                </c:pt>
                <c:pt idx="96">
                  <c:v>6.4609805515241217</c:v>
                </c:pt>
                <c:pt idx="97">
                  <c:v>6.4503611803759808</c:v>
                </c:pt>
                <c:pt idx="98">
                  <c:v>6.4397637876864309</c:v>
                </c:pt>
                <c:pt idx="99">
                  <c:v>6.4291883279675952</c:v>
                </c:pt>
                <c:pt idx="100">
                  <c:v>6.4186347558257415</c:v>
                </c:pt>
                <c:pt idx="101">
                  <c:v>6.4081030259610881</c:v>
                </c:pt>
                <c:pt idx="102">
                  <c:v>6.3975930931676066</c:v>
                </c:pt>
                <c:pt idx="103">
                  <c:v>6.3871049123328305</c:v>
                </c:pt>
                <c:pt idx="104">
                  <c:v>6.3766384384376611</c:v>
                </c:pt>
                <c:pt idx="105">
                  <c:v>6.3661936265561732</c:v>
                </c:pt>
                <c:pt idx="106">
                  <c:v>6.3557704318554222</c:v>
                </c:pt>
                <c:pt idx="107">
                  <c:v>6.3453688095952536</c:v>
                </c:pt>
                <c:pt idx="108">
                  <c:v>6.3349887151281088</c:v>
                </c:pt>
                <c:pt idx="109">
                  <c:v>6.3246301038988353</c:v>
                </c:pt>
                <c:pt idx="110">
                  <c:v>6.3142929314444931</c:v>
                </c:pt>
                <c:pt idx="111">
                  <c:v>6.3039771533941664</c:v>
                </c:pt>
                <c:pt idx="112">
                  <c:v>6.2936827254687717</c:v>
                </c:pt>
                <c:pt idx="113">
                  <c:v>6.2834096034808677</c:v>
                </c:pt>
                <c:pt idx="114">
                  <c:v>6.2731577433344663</c:v>
                </c:pt>
                <c:pt idx="115">
                  <c:v>6.2629271010248431</c:v>
                </c:pt>
                <c:pt idx="116">
                  <c:v>6.2527176326383485</c:v>
                </c:pt>
                <c:pt idx="117">
                  <c:v>6.2425292943522175</c:v>
                </c:pt>
                <c:pt idx="118">
                  <c:v>6.232362042434386</c:v>
                </c:pt>
                <c:pt idx="119">
                  <c:v>6.2222158332432977</c:v>
                </c:pt>
                <c:pt idx="120">
                  <c:v>6.2120906232277209</c:v>
                </c:pt>
                <c:pt idx="121">
                  <c:v>6.2019863689265593</c:v>
                </c:pt>
                <c:pt idx="122">
                  <c:v>6.1919030269686663</c:v>
                </c:pt>
                <c:pt idx="123">
                  <c:v>6.1818405540726591</c:v>
                </c:pt>
                <c:pt idx="124">
                  <c:v>6.1717989070467327</c:v>
                </c:pt>
                <c:pt idx="125">
                  <c:v>6.1617780427884732</c:v>
                </c:pt>
                <c:pt idx="126">
                  <c:v>6.151777918284675</c:v>
                </c:pt>
                <c:pt idx="127">
                  <c:v>6.1417984906111549</c:v>
                </c:pt>
                <c:pt idx="128">
                  <c:v>6.1318397169325669</c:v>
                </c:pt>
                <c:pt idx="129">
                  <c:v>6.1219015545022213</c:v>
                </c:pt>
                <c:pt idx="130">
                  <c:v>6.111983960661898</c:v>
                </c:pt>
                <c:pt idx="131">
                  <c:v>6.1020868928416663</c:v>
                </c:pt>
                <c:pt idx="132">
                  <c:v>6.0922103085596984</c:v>
                </c:pt>
                <c:pt idx="133">
                  <c:v>6.0823541654220916</c:v>
                </c:pt>
                <c:pt idx="134">
                  <c:v>6.072518421122683</c:v>
                </c:pt>
                <c:pt idx="135">
                  <c:v>6.0627030334428689</c:v>
                </c:pt>
                <c:pt idx="136">
                  <c:v>6.0529079602514235</c:v>
                </c:pt>
                <c:pt idx="137">
                  <c:v>6.0431331595043183</c:v>
                </c:pt>
                <c:pt idx="138">
                  <c:v>6.033378589244542</c:v>
                </c:pt>
                <c:pt idx="139">
                  <c:v>6.0236442076019197</c:v>
                </c:pt>
                <c:pt idx="140">
                  <c:v>6.0139299727929334</c:v>
                </c:pt>
                <c:pt idx="141">
                  <c:v>6.0042358431205427</c:v>
                </c:pt>
                <c:pt idx="142">
                  <c:v>5.9945617769740052</c:v>
                </c:pt>
                <c:pt idx="143">
                  <c:v>5.9849077328286997</c:v>
                </c:pt>
                <c:pt idx="144">
                  <c:v>5.9752736692459454</c:v>
                </c:pt>
                <c:pt idx="145">
                  <c:v>5.9656595448728265</c:v>
                </c:pt>
                <c:pt idx="146">
                  <c:v>5.956065318442012</c:v>
                </c:pt>
                <c:pt idx="147">
                  <c:v>5.946490948771582</c:v>
                </c:pt>
                <c:pt idx="148">
                  <c:v>5.9369363947648477</c:v>
                </c:pt>
                <c:pt idx="149">
                  <c:v>5.9274016154101776</c:v>
                </c:pt>
                <c:pt idx="150">
                  <c:v>5.9178865697808192</c:v>
                </c:pt>
                <c:pt idx="151">
                  <c:v>5.9083912170347244</c:v>
                </c:pt>
                <c:pt idx="152">
                  <c:v>5.8989155164143741</c:v>
                </c:pt>
                <c:pt idx="153">
                  <c:v>5.8894594272466048</c:v>
                </c:pt>
                <c:pt idx="154">
                  <c:v>5.8800229089424301</c:v>
                </c:pt>
                <c:pt idx="155">
                  <c:v>5.8706059209968702</c:v>
                </c:pt>
                <c:pt idx="156">
                  <c:v>5.8612084229887769</c:v>
                </c:pt>
                <c:pt idx="157">
                  <c:v>5.8518303745806595</c:v>
                </c:pt>
                <c:pt idx="158">
                  <c:v>5.8424717355185125</c:v>
                </c:pt>
                <c:pt idx="159">
                  <c:v>5.8331324656316426</c:v>
                </c:pt>
                <c:pt idx="160">
                  <c:v>5.8238125248324941</c:v>
                </c:pt>
                <c:pt idx="161">
                  <c:v>5.8145118731164818</c:v>
                </c:pt>
                <c:pt idx="162">
                  <c:v>5.8052304705618134</c:v>
                </c:pt>
                <c:pt idx="163">
                  <c:v>5.7959682773293233</c:v>
                </c:pt>
                <c:pt idx="164">
                  <c:v>5.786725253662298</c:v>
                </c:pt>
                <c:pt idx="165">
                  <c:v>5.7775013598863074</c:v>
                </c:pt>
                <c:pt idx="166">
                  <c:v>5.7682965564090338</c:v>
                </c:pt>
                <c:pt idx="167">
                  <c:v>5.7591108037201009</c:v>
                </c:pt>
                <c:pt idx="168">
                  <c:v>5.7499440623909077</c:v>
                </c:pt>
                <c:pt idx="169">
                  <c:v>5.740796293074454</c:v>
                </c:pt>
                <c:pt idx="170">
                  <c:v>5.7316674565051775</c:v>
                </c:pt>
                <c:pt idx="171">
                  <c:v>5.7225575134987796</c:v>
                </c:pt>
                <c:pt idx="172">
                  <c:v>5.7134664249520606</c:v>
                </c:pt>
                <c:pt idx="173">
                  <c:v>5.7043941518427514</c:v>
                </c:pt>
                <c:pt idx="174">
                  <c:v>5.6953406552293453</c:v>
                </c:pt>
                <c:pt idx="175">
                  <c:v>5.6863058962509312</c:v>
                </c:pt>
                <c:pt idx="176">
                  <c:v>5.6772898361270272</c:v>
                </c:pt>
                <c:pt idx="177">
                  <c:v>5.6682924361574134</c:v>
                </c:pt>
                <c:pt idx="178">
                  <c:v>5.6593136577219649</c:v>
                </c:pt>
                <c:pt idx="179">
                  <c:v>5.6503534622804894</c:v>
                </c:pt>
                <c:pt idx="180">
                  <c:v>5.6414118113725582</c:v>
                </c:pt>
                <c:pt idx="181">
                  <c:v>5.632488666617343</c:v>
                </c:pt>
                <c:pt idx="182">
                  <c:v>5.6235839897134507</c:v>
                </c:pt>
                <c:pt idx="183">
                  <c:v>5.6146977424387581</c:v>
                </c:pt>
                <c:pt idx="184">
                  <c:v>5.6058298866502492</c:v>
                </c:pt>
                <c:pt idx="185">
                  <c:v>5.5969803842838513</c:v>
                </c:pt>
                <c:pt idx="186">
                  <c:v>5.5881491973542712</c:v>
                </c:pt>
                <c:pt idx="187">
                  <c:v>5.5793362879548329</c:v>
                </c:pt>
                <c:pt idx="188">
                  <c:v>5.5705416182573124</c:v>
                </c:pt>
                <c:pt idx="189">
                  <c:v>5.5617651505117784</c:v>
                </c:pt>
                <c:pt idx="190">
                  <c:v>5.5530068470464293</c:v>
                </c:pt>
                <c:pt idx="191">
                  <c:v>5.5442666702674304</c:v>
                </c:pt>
                <c:pt idx="192">
                  <c:v>5.5355445826587539</c:v>
                </c:pt>
                <c:pt idx="193">
                  <c:v>5.526840546782017</c:v>
                </c:pt>
                <c:pt idx="194">
                  <c:v>5.5181545252763211</c:v>
                </c:pt>
                <c:pt idx="195">
                  <c:v>5.5094864808580928</c:v>
                </c:pt>
                <c:pt idx="196">
                  <c:v>5.5008363763209225</c:v>
                </c:pt>
                <c:pt idx="197">
                  <c:v>5.4922041745354058</c:v>
                </c:pt>
                <c:pt idx="198">
                  <c:v>5.4835898384489816</c:v>
                </c:pt>
                <c:pt idx="199">
                  <c:v>5.474993331085777</c:v>
                </c:pt>
                <c:pt idx="200">
                  <c:v>5.4664146155464453</c:v>
                </c:pt>
                <c:pt idx="201">
                  <c:v>5.4578536550080088</c:v>
                </c:pt>
                <c:pt idx="202">
                  <c:v>5.4493104127237011</c:v>
                </c:pt>
                <c:pt idx="203">
                  <c:v>5.4407848520228095</c:v>
                </c:pt>
                <c:pt idx="204">
                  <c:v>5.4322769363105161</c:v>
                </c:pt>
                <c:pt idx="205">
                  <c:v>5.4237866290677417</c:v>
                </c:pt>
                <c:pt idx="206">
                  <c:v>5.4153138938509899</c:v>
                </c:pt>
                <c:pt idx="207">
                  <c:v>5.4068586942921897</c:v>
                </c:pt>
                <c:pt idx="208">
                  <c:v>5.3984209940985384</c:v>
                </c:pt>
                <c:pt idx="209">
                  <c:v>5.3900007570523485</c:v>
                </c:pt>
                <c:pt idx="210">
                  <c:v>5.3815979470108903</c:v>
                </c:pt>
                <c:pt idx="211">
                  <c:v>5.3732125279062375</c:v>
                </c:pt>
                <c:pt idx="212">
                  <c:v>5.3648444637451105</c:v>
                </c:pt>
                <c:pt idx="213">
                  <c:v>5.3564937186087249</c:v>
                </c:pt>
                <c:pt idx="214">
                  <c:v>5.3481602566526352</c:v>
                </c:pt>
                <c:pt idx="215">
                  <c:v>5.3398440421065816</c:v>
                </c:pt>
                <c:pt idx="216">
                  <c:v>5.3315450392743369</c:v>
                </c:pt>
                <c:pt idx="217">
                  <c:v>5.3232632125335524</c:v>
                </c:pt>
                <c:pt idx="218">
                  <c:v>5.3149985263356063</c:v>
                </c:pt>
                <c:pt idx="219">
                  <c:v>5.3067509452054491</c:v>
                </c:pt>
                <c:pt idx="220">
                  <c:v>5.2985204337414533</c:v>
                </c:pt>
                <c:pt idx="221">
                  <c:v>5.290306956615261</c:v>
                </c:pt>
                <c:pt idx="222">
                  <c:v>5.2821104785716306</c:v>
                </c:pt>
                <c:pt idx="223">
                  <c:v>5.2739309644282875</c:v>
                </c:pt>
                <c:pt idx="224">
                  <c:v>5.265768379075773</c:v>
                </c:pt>
                <c:pt idx="225">
                  <c:v>5.2576226874772916</c:v>
                </c:pt>
                <c:pt idx="226">
                  <c:v>5.2494938546685628</c:v>
                </c:pt>
                <c:pt idx="227">
                  <c:v>5.2413818457576697</c:v>
                </c:pt>
                <c:pt idx="228">
                  <c:v>5.2332866259249107</c:v>
                </c:pt>
                <c:pt idx="229">
                  <c:v>5.225208160422647</c:v>
                </c:pt>
                <c:pt idx="230">
                  <c:v>5.2171464145751578</c:v>
                </c:pt>
                <c:pt idx="231">
                  <c:v>5.2091013537784887</c:v>
                </c:pt>
                <c:pt idx="232">
                  <c:v>5.2010729435003027</c:v>
                </c:pt>
                <c:pt idx="233">
                  <c:v>5.1930611492797327</c:v>
                </c:pt>
                <c:pt idx="234">
                  <c:v>5.1850659367272351</c:v>
                </c:pt>
                <c:pt idx="235">
                  <c:v>5.1770872715244405</c:v>
                </c:pt>
                <c:pt idx="236">
                  <c:v>5.169125119424006</c:v>
                </c:pt>
                <c:pt idx="237">
                  <c:v>5.1611794462494691</c:v>
                </c:pt>
                <c:pt idx="238">
                  <c:v>5.1532502178951018</c:v>
                </c:pt>
                <c:pt idx="239">
                  <c:v>5.1453374003257624</c:v>
                </c:pt>
                <c:pt idx="240">
                  <c:v>5.1374409595767503</c:v>
                </c:pt>
                <c:pt idx="241">
                  <c:v>5.129560861753661</c:v>
                </c:pt>
                <c:pt idx="242">
                  <c:v>5.1216970730322391</c:v>
                </c:pt>
                <c:pt idx="243">
                  <c:v>5.1138495596582336</c:v>
                </c:pt>
                <c:pt idx="244">
                  <c:v>5.1060182879472533</c:v>
                </c:pt>
                <c:pt idx="245">
                  <c:v>5.0982032242846227</c:v>
                </c:pt>
                <c:pt idx="246">
                  <c:v>5.0904043351252373</c:v>
                </c:pt>
                <c:pt idx="247">
                  <c:v>5.0826215869934188</c:v>
                </c:pt>
                <c:pt idx="248">
                  <c:v>5.0748549464827715</c:v>
                </c:pt>
                <c:pt idx="249">
                  <c:v>5.0671043802560414</c:v>
                </c:pt>
                <c:pt idx="250">
                  <c:v>5.0593698550449693</c:v>
                </c:pt>
                <c:pt idx="251">
                  <c:v>5.0516513376501511</c:v>
                </c:pt>
                <c:pt idx="252">
                  <c:v>5.0439487949408939</c:v>
                </c:pt>
                <c:pt idx="253">
                  <c:v>5.036262193855074</c:v>
                </c:pt>
                <c:pt idx="254">
                  <c:v>5.0285915013989939</c:v>
                </c:pt>
                <c:pt idx="255">
                  <c:v>5.0209366846472427</c:v>
                </c:pt>
                <c:pt idx="256">
                  <c:v>5.0132977107425543</c:v>
                </c:pt>
                <c:pt idx="257">
                  <c:v>5.0056745468956647</c:v>
                </c:pt>
                <c:pt idx="258">
                  <c:v>4.9980671603851734</c:v>
                </c:pt>
                <c:pt idx="259">
                  <c:v>4.9904755185574006</c:v>
                </c:pt>
                <c:pt idx="260">
                  <c:v>4.9828995888262506</c:v>
                </c:pt>
                <c:pt idx="261">
                  <c:v>4.9753393386730682</c:v>
                </c:pt>
                <c:pt idx="262">
                  <c:v>4.9677947356465006</c:v>
                </c:pt>
                <c:pt idx="263">
                  <c:v>4.9602657473623593</c:v>
                </c:pt>
                <c:pt idx="264">
                  <c:v>4.9527523415034782</c:v>
                </c:pt>
                <c:pt idx="265">
                  <c:v>4.9452544858195786</c:v>
                </c:pt>
                <c:pt idx="266">
                  <c:v>4.9377721481271282</c:v>
                </c:pt>
                <c:pt idx="267">
                  <c:v>4.9303052963092027</c:v>
                </c:pt>
                <c:pt idx="268">
                  <c:v>4.92285389831535</c:v>
                </c:pt>
                <c:pt idx="269">
                  <c:v>4.9154179221614509</c:v>
                </c:pt>
                <c:pt idx="270">
                  <c:v>4.9079973359295819</c:v>
                </c:pt>
                <c:pt idx="271">
                  <c:v>4.9005921077678787</c:v>
                </c:pt>
                <c:pt idx="272">
                  <c:v>4.8932022058904012</c:v>
                </c:pt>
                <c:pt idx="273">
                  <c:v>4.8858275985769932</c:v>
                </c:pt>
                <c:pt idx="274">
                  <c:v>4.878468254173149</c:v>
                </c:pt>
                <c:pt idx="275">
                  <c:v>4.8711241410898776</c:v>
                </c:pt>
                <c:pt idx="276">
                  <c:v>4.863795227803565</c:v>
                </c:pt>
                <c:pt idx="277">
                  <c:v>4.856481482855842</c:v>
                </c:pt>
                <c:pt idx="278">
                  <c:v>4.8491828748534456</c:v>
                </c:pt>
                <c:pt idx="279">
                  <c:v>4.8418993724680881</c:v>
                </c:pt>
                <c:pt idx="280">
                  <c:v>4.8346309444363182</c:v>
                </c:pt>
                <c:pt idx="281">
                  <c:v>4.827377559559392</c:v>
                </c:pt>
                <c:pt idx="282">
                  <c:v>4.820139186703134</c:v>
                </c:pt>
                <c:pt idx="283">
                  <c:v>4.8129157947978065</c:v>
                </c:pt>
                <c:pt idx="284">
                  <c:v>4.8057073528379757</c:v>
                </c:pt>
                <c:pt idx="285">
                  <c:v>4.7985138298823786</c:v>
                </c:pt>
                <c:pt idx="286">
                  <c:v>4.7913351950537901</c:v>
                </c:pt>
                <c:pt idx="287">
                  <c:v>4.7841714175388903</c:v>
                </c:pt>
                <c:pt idx="288">
                  <c:v>4.7770224665881313</c:v>
                </c:pt>
                <c:pt idx="289">
                  <c:v>4.769888311515607</c:v>
                </c:pt>
                <c:pt idx="290">
                  <c:v>4.7627689216989211</c:v>
                </c:pt>
                <c:pt idx="291">
                  <c:v>4.7556642665790543</c:v>
                </c:pt>
                <c:pt idx="292">
                  <c:v>4.7485743156602345</c:v>
                </c:pt>
                <c:pt idx="293">
                  <c:v>4.7414990385098044</c:v>
                </c:pt>
                <c:pt idx="294">
                  <c:v>4.7344384047580936</c:v>
                </c:pt>
                <c:pt idx="295">
                  <c:v>4.7273923840982857</c:v>
                </c:pt>
                <c:pt idx="296">
                  <c:v>4.7203609462862888</c:v>
                </c:pt>
                <c:pt idx="297">
                  <c:v>4.7133440611406057</c:v>
                </c:pt>
                <c:pt idx="298">
                  <c:v>4.7063416985422055</c:v>
                </c:pt>
                <c:pt idx="299">
                  <c:v>4.6993538284343925</c:v>
                </c:pt>
                <c:pt idx="300">
                  <c:v>4.6923804208226789</c:v>
                </c:pt>
                <c:pt idx="301">
                  <c:v>4.6854214457746535</c:v>
                </c:pt>
                <c:pt idx="302">
                  <c:v>4.6784768734198572</c:v>
                </c:pt>
                <c:pt idx="303">
                  <c:v>4.671546673949651</c:v>
                </c:pt>
                <c:pt idx="304">
                  <c:v>4.6646308176170894</c:v>
                </c:pt>
                <c:pt idx="305">
                  <c:v>4.657729274736794</c:v>
                </c:pt>
                <c:pt idx="306">
                  <c:v>4.6508420156848249</c:v>
                </c:pt>
                <c:pt idx="307">
                  <c:v>4.6439690108985525</c:v>
                </c:pt>
                <c:pt idx="308">
                  <c:v>4.637110230876532</c:v>
                </c:pt>
                <c:pt idx="309">
                  <c:v>4.6302656461783771</c:v>
                </c:pt>
                <c:pt idx="310">
                  <c:v>4.6234352274246326</c:v>
                </c:pt>
                <c:pt idx="311">
                  <c:v>4.6166189452966488</c:v>
                </c:pt>
                <c:pt idx="312">
                  <c:v>4.6098167705364563</c:v>
                </c:pt>
                <c:pt idx="313">
                  <c:v>4.6030286739466382</c:v>
                </c:pt>
                <c:pt idx="314">
                  <c:v>4.5962546263902073</c:v>
                </c:pt>
                <c:pt idx="315">
                  <c:v>4.5894945987904796</c:v>
                </c:pt>
                <c:pt idx="316">
                  <c:v>4.5827485621309494</c:v>
                </c:pt>
                <c:pt idx="317">
                  <c:v>4.5760164874551661</c:v>
                </c:pt>
                <c:pt idx="318">
                  <c:v>4.569298345866609</c:v>
                </c:pt>
                <c:pt idx="319">
                  <c:v>4.5625941085285628</c:v>
                </c:pt>
                <c:pt idx="320">
                  <c:v>4.5559037466639944</c:v>
                </c:pt>
                <c:pt idx="321">
                  <c:v>4.5492272315554292</c:v>
                </c:pt>
                <c:pt idx="322">
                  <c:v>4.5425645345448284</c:v>
                </c:pt>
                <c:pt idx="323">
                  <c:v>4.5359156270334653</c:v>
                </c:pt>
                <c:pt idx="324">
                  <c:v>4.5292804804818028</c:v>
                </c:pt>
                <c:pt idx="325">
                  <c:v>4.5226590664093704</c:v>
                </c:pt>
                <c:pt idx="326">
                  <c:v>4.5160513563946427</c:v>
                </c:pt>
                <c:pt idx="327">
                  <c:v>4.5094573220749172</c:v>
                </c:pt>
                <c:pt idx="328">
                  <c:v>4.502876935146193</c:v>
                </c:pt>
                <c:pt idx="329">
                  <c:v>4.4963101673630481</c:v>
                </c:pt>
                <c:pt idx="330">
                  <c:v>4.4897569905385186</c:v>
                </c:pt>
                <c:pt idx="331">
                  <c:v>4.483217376543978</c:v>
                </c:pt>
                <c:pt idx="332">
                  <c:v>4.4766912973090172</c:v>
                </c:pt>
                <c:pt idx="333">
                  <c:v>4.4701787248213227</c:v>
                </c:pt>
                <c:pt idx="334">
                  <c:v>4.4636796311265572</c:v>
                </c:pt>
                <c:pt idx="335">
                  <c:v>4.457193988328239</c:v>
                </c:pt>
                <c:pt idx="336">
                  <c:v>4.4507217685876226</c:v>
                </c:pt>
                <c:pt idx="337">
                  <c:v>4.4442629441235795</c:v>
                </c:pt>
                <c:pt idx="338">
                  <c:v>4.4378174872124774</c:v>
                </c:pt>
                <c:pt idx="339">
                  <c:v>4.4313853701880639</c:v>
                </c:pt>
                <c:pt idx="340">
                  <c:v>4.4249665654413457</c:v>
                </c:pt>
                <c:pt idx="341">
                  <c:v>4.4185610454204705</c:v>
                </c:pt>
                <c:pt idx="342">
                  <c:v>4.4121687826306086</c:v>
                </c:pt>
                <c:pt idx="343">
                  <c:v>4.4057897496338363</c:v>
                </c:pt>
                <c:pt idx="344">
                  <c:v>4.3994239190490161</c:v>
                </c:pt>
                <c:pt idx="345">
                  <c:v>4.39307126355168</c:v>
                </c:pt>
                <c:pt idx="346">
                  <c:v>4.386731755873913</c:v>
                </c:pt>
                <c:pt idx="347">
                  <c:v>4.3804053688042348</c:v>
                </c:pt>
                <c:pt idx="348">
                  <c:v>4.374092075187483</c:v>
                </c:pt>
                <c:pt idx="349">
                  <c:v>4.367791847924698</c:v>
                </c:pt>
                <c:pt idx="350">
                  <c:v>4.3615046599730061</c:v>
                </c:pt>
                <c:pt idx="351">
                  <c:v>4.3552304843455012</c:v>
                </c:pt>
                <c:pt idx="352">
                  <c:v>4.3489692941111331</c:v>
                </c:pt>
                <c:pt idx="353">
                  <c:v>4.3427210623945882</c:v>
                </c:pt>
                <c:pt idx="354">
                  <c:v>4.3364857623761761</c:v>
                </c:pt>
                <c:pt idx="355">
                  <c:v>4.3302633672917139</c:v>
                </c:pt>
                <c:pt idx="356">
                  <c:v>4.3240538504324117</c:v>
                </c:pt>
                <c:pt idx="357">
                  <c:v>4.3178571851447565</c:v>
                </c:pt>
                <c:pt idx="358">
                  <c:v>4.3116733448304005</c:v>
                </c:pt>
                <c:pt idx="359">
                  <c:v>4.305502302946044</c:v>
                </c:pt>
                <c:pt idx="360">
                  <c:v>4.2993440330033241</c:v>
                </c:pt>
                <c:pt idx="361">
                  <c:v>4.2931985085686986</c:v>
                </c:pt>
                <c:pt idx="362">
                  <c:v>4.2870657032633339</c:v>
                </c:pt>
                <c:pt idx="363">
                  <c:v>4.2809455907629923</c:v>
                </c:pt>
                <c:pt idx="364">
                  <c:v>4.2748381447979176</c:v>
                </c:pt>
                <c:pt idx="365">
                  <c:v>4.2687433391527234</c:v>
                </c:pt>
                <c:pt idx="366">
                  <c:v>4.2626611476662797</c:v>
                </c:pt>
                <c:pt idx="367">
                  <c:v>4.2565915442316005</c:v>
                </c:pt>
                <c:pt idx="368">
                  <c:v>4.250534502795734</c:v>
                </c:pt>
                <c:pt idx="369">
                  <c:v>4.2444899973596479</c:v>
                </c:pt>
                <c:pt idx="370">
                  <c:v>4.2384580019781195</c:v>
                </c:pt>
                <c:pt idx="371">
                  <c:v>4.2324384907596233</c:v>
                </c:pt>
                <c:pt idx="372">
                  <c:v>4.2264314378662204</c:v>
                </c:pt>
                <c:pt idx="373">
                  <c:v>4.2204368175134483</c:v>
                </c:pt>
                <c:pt idx="374">
                  <c:v>4.2144546039702089</c:v>
                </c:pt>
                <c:pt idx="375">
                  <c:v>4.2084847715586582</c:v>
                </c:pt>
                <c:pt idx="376">
                  <c:v>4.2025272946540975</c:v>
                </c:pt>
                <c:pt idx="377">
                  <c:v>4.1965821476848628</c:v>
                </c:pt>
                <c:pt idx="378">
                  <c:v>4.1906493051322133</c:v>
                </c:pt>
                <c:pt idx="379">
                  <c:v>4.1847287415302237</c:v>
                </c:pt>
                <c:pt idx="380">
                  <c:v>4.1788204314656747</c:v>
                </c:pt>
                <c:pt idx="381">
                  <c:v>4.1729243495779436</c:v>
                </c:pt>
                <c:pt idx="382">
                  <c:v>4.1670404705588959</c:v>
                </c:pt>
                <c:pt idx="383">
                  <c:v>4.1611687691527752</c:v>
                </c:pt>
                <c:pt idx="384">
                  <c:v>4.1553092201560968</c:v>
                </c:pt>
                <c:pt idx="385">
                  <c:v>4.1494617984175388</c:v>
                </c:pt>
                <c:pt idx="386">
                  <c:v>4.1436264788378327</c:v>
                </c:pt>
                <c:pt idx="387">
                  <c:v>4.137803236369658</c:v>
                </c:pt>
                <c:pt idx="388">
                  <c:v>4.1319920460175323</c:v>
                </c:pt>
                <c:pt idx="389">
                  <c:v>4.1261928828377066</c:v>
                </c:pt>
                <c:pt idx="390">
                  <c:v>4.1204057219380568</c:v>
                </c:pt>
                <c:pt idx="391">
                  <c:v>4.114630538477976</c:v>
                </c:pt>
                <c:pt idx="392">
                  <c:v>4.1088673076682705</c:v>
                </c:pt>
                <c:pt idx="393">
                  <c:v>4.1031160047710493</c:v>
                </c:pt>
                <c:pt idx="394">
                  <c:v>4.0973766050996225</c:v>
                </c:pt>
                <c:pt idx="395">
                  <c:v>4.0916490840183926</c:v>
                </c:pt>
                <c:pt idx="396">
                  <c:v>4.0859334169427486</c:v>
                </c:pt>
                <c:pt idx="397">
                  <c:v>4.0802295793389627</c:v>
                </c:pt>
                <c:pt idx="398">
                  <c:v>4.0745375467240814</c:v>
                </c:pt>
                <c:pt idx="399">
                  <c:v>4.0688572946658246</c:v>
                </c:pt>
                <c:pt idx="400">
                  <c:v>4.0631887987824769</c:v>
                </c:pt>
                <c:pt idx="401">
                  <c:v>4.0575320347427866</c:v>
                </c:pt>
                <c:pt idx="402">
                  <c:v>4.0518869782658573</c:v>
                </c:pt>
                <c:pt idx="403">
                  <c:v>4.0462536051210476</c:v>
                </c:pt>
                <c:pt idx="404">
                  <c:v>4.0406318911278643</c:v>
                </c:pt>
                <c:pt idx="405">
                  <c:v>4.0350218121558585</c:v>
                </c:pt>
                <c:pt idx="406">
                  <c:v>4.0294233441245257</c:v>
                </c:pt>
                <c:pt idx="407">
                  <c:v>4.0238364630031969</c:v>
                </c:pt>
                <c:pt idx="408">
                  <c:v>4.0182611448109409</c:v>
                </c:pt>
                <c:pt idx="409">
                  <c:v>4.0126973656164564</c:v>
                </c:pt>
                <c:pt idx="410">
                  <c:v>4.007145101537974</c:v>
                </c:pt>
                <c:pt idx="411">
                  <c:v>4.0016043287431495</c:v>
                </c:pt>
                <c:pt idx="412">
                  <c:v>3.9960750234489644</c:v>
                </c:pt>
                <c:pt idx="413">
                  <c:v>3.9905571619216227</c:v>
                </c:pt>
                <c:pt idx="414">
                  <c:v>3.9850507204764494</c:v>
                </c:pt>
                <c:pt idx="415">
                  <c:v>3.9795556754777888</c:v>
                </c:pt>
                <c:pt idx="416">
                  <c:v>3.9740720033389021</c:v>
                </c:pt>
                <c:pt idx="417">
                  <c:v>3.968599680521868</c:v>
                </c:pt>
                <c:pt idx="418">
                  <c:v>3.9631386835374798</c:v>
                </c:pt>
                <c:pt idx="419">
                  <c:v>3.9576889889451459</c:v>
                </c:pt>
                <c:pt idx="420">
                  <c:v>3.9522505733527882</c:v>
                </c:pt>
                <c:pt idx="421">
                  <c:v>3.9468234134167428</c:v>
                </c:pt>
                <c:pt idx="422">
                  <c:v>3.9414074858416592</c:v>
                </c:pt>
                <c:pt idx="423">
                  <c:v>3.9360027673803994</c:v>
                </c:pt>
                <c:pt idx="424">
                  <c:v>3.9306092348339403</c:v>
                </c:pt>
                <c:pt idx="425">
                  <c:v>3.9252268650512714</c:v>
                </c:pt>
                <c:pt idx="426">
                  <c:v>3.9198556349292981</c:v>
                </c:pt>
                <c:pt idx="427">
                  <c:v>3.9144955214127406</c:v>
                </c:pt>
                <c:pt idx="428">
                  <c:v>3.9091465014940359</c:v>
                </c:pt>
                <c:pt idx="429">
                  <c:v>3.9038085522132384</c:v>
                </c:pt>
                <c:pt idx="430">
                  <c:v>3.8984816506579221</c:v>
                </c:pt>
                <c:pt idx="431">
                  <c:v>3.8931657739630818</c:v>
                </c:pt>
                <c:pt idx="432">
                  <c:v>3.8878608993110348</c:v>
                </c:pt>
                <c:pt idx="433">
                  <c:v>3.8825670039313236</c:v>
                </c:pt>
                <c:pt idx="434">
                  <c:v>3.8772840651006173</c:v>
                </c:pt>
                <c:pt idx="435">
                  <c:v>3.8720120601426151</c:v>
                </c:pt>
                <c:pt idx="436">
                  <c:v>3.8667509664279476</c:v>
                </c:pt>
                <c:pt idx="437">
                  <c:v>3.861500761374081</c:v>
                </c:pt>
                <c:pt idx="438">
                  <c:v>3.8562614224452192</c:v>
                </c:pt>
                <c:pt idx="439">
                  <c:v>3.8510329271522079</c:v>
                </c:pt>
                <c:pt idx="440">
                  <c:v>3.8458152530524372</c:v>
                </c:pt>
                <c:pt idx="441">
                  <c:v>3.8406083777497462</c:v>
                </c:pt>
                <c:pt idx="442">
                  <c:v>3.8354122788943261</c:v>
                </c:pt>
                <c:pt idx="443">
                  <c:v>3.8302269341826247</c:v>
                </c:pt>
                <c:pt idx="444">
                  <c:v>3.82505232135725</c:v>
                </c:pt>
                <c:pt idx="445">
                  <c:v>3.819888418206876</c:v>
                </c:pt>
                <c:pt idx="446">
                  <c:v>3.8147352025661458</c:v>
                </c:pt>
                <c:pt idx="447">
                  <c:v>3.8095926523155774</c:v>
                </c:pt>
                <c:pt idx="448">
                  <c:v>3.8044607453814692</c:v>
                </c:pt>
                <c:pt idx="449">
                  <c:v>3.7993394597358034</c:v>
                </c:pt>
                <c:pt idx="450">
                  <c:v>3.7942287733961533</c:v>
                </c:pt>
                <c:pt idx="451">
                  <c:v>3.7891286644255886</c:v>
                </c:pt>
                <c:pt idx="452">
                  <c:v>3.7840391109325804</c:v>
                </c:pt>
                <c:pt idx="453">
                  <c:v>3.7789600910709078</c:v>
                </c:pt>
                <c:pt idx="454">
                  <c:v>3.7738915830395645</c:v>
                </c:pt>
                <c:pt idx="455">
                  <c:v>3.7688335650826641</c:v>
                </c:pt>
                <c:pt idx="456">
                  <c:v>3.7637860154893485</c:v>
                </c:pt>
                <c:pt idx="457">
                  <c:v>3.7587489125936928</c:v>
                </c:pt>
                <c:pt idx="458">
                  <c:v>3.7537222347746129</c:v>
                </c:pt>
                <c:pt idx="459">
                  <c:v>3.7487059604557738</c:v>
                </c:pt>
                <c:pt idx="460">
                  <c:v>3.7437000681054955</c:v>
                </c:pt>
                <c:pt idx="461">
                  <c:v>3.7387045362366615</c:v>
                </c:pt>
                <c:pt idx="462">
                  <c:v>3.7337193434066265</c:v>
                </c:pt>
                <c:pt idx="463">
                  <c:v>3.7287444682171231</c:v>
                </c:pt>
                <c:pt idx="464">
                  <c:v>3.7237798893141725</c:v>
                </c:pt>
                <c:pt idx="465">
                  <c:v>3.7188255853879899</c:v>
                </c:pt>
                <c:pt idx="466">
                  <c:v>3.7138815351728951</c:v>
                </c:pt>
                <c:pt idx="467">
                  <c:v>3.7089477174472205</c:v>
                </c:pt>
                <c:pt idx="468">
                  <c:v>3.7040241110332204</c:v>
                </c:pt>
                <c:pt idx="469">
                  <c:v>3.6991106947969792</c:v>
                </c:pt>
                <c:pt idx="470">
                  <c:v>3.6942074476483215</c:v>
                </c:pt>
                <c:pt idx="471">
                  <c:v>3.6893143485407212</c:v>
                </c:pt>
                <c:pt idx="472">
                  <c:v>3.6844313764712115</c:v>
                </c:pt>
                <c:pt idx="473">
                  <c:v>3.679558510480295</c:v>
                </c:pt>
                <c:pt idx="474">
                  <c:v>3.6746957296518525</c:v>
                </c:pt>
                <c:pt idx="475">
                  <c:v>3.6698430131130539</c:v>
                </c:pt>
                <c:pt idx="476">
                  <c:v>3.6650003400342697</c:v>
                </c:pt>
                <c:pt idx="477">
                  <c:v>3.6601676896289796</c:v>
                </c:pt>
                <c:pt idx="478">
                  <c:v>3.6553450411536845</c:v>
                </c:pt>
                <c:pt idx="479">
                  <c:v>3.6505323739078177</c:v>
                </c:pt>
                <c:pt idx="480">
                  <c:v>3.6457296672336552</c:v>
                </c:pt>
                <c:pt idx="481">
                  <c:v>3.6409369005162273</c:v>
                </c:pt>
                <c:pt idx="482">
                  <c:v>3.6361540531832306</c:v>
                </c:pt>
                <c:pt idx="483">
                  <c:v>3.6313811047049387</c:v>
                </c:pt>
                <c:pt idx="484">
                  <c:v>3.6266180345941152</c:v>
                </c:pt>
                <c:pt idx="485">
                  <c:v>3.6218648224059256</c:v>
                </c:pt>
                <c:pt idx="486">
                  <c:v>3.6171214477378482</c:v>
                </c:pt>
                <c:pt idx="487">
                  <c:v>3.6123878902295883</c:v>
                </c:pt>
                <c:pt idx="488">
                  <c:v>3.6076641295629899</c:v>
                </c:pt>
                <c:pt idx="489">
                  <c:v>3.6029501454619486</c:v>
                </c:pt>
                <c:pt idx="490">
                  <c:v>3.5982459176923243</c:v>
                </c:pt>
                <c:pt idx="491">
                  <c:v>3.5935514260618548</c:v>
                </c:pt>
                <c:pt idx="492">
                  <c:v>3.5888666504200697</c:v>
                </c:pt>
                <c:pt idx="493">
                  <c:v>3.5841915706582017</c:v>
                </c:pt>
                <c:pt idx="494">
                  <c:v>3.579526166709103</c:v>
                </c:pt>
                <c:pt idx="495">
                  <c:v>3.5748704185471571</c:v>
                </c:pt>
                <c:pt idx="496">
                  <c:v>3.570224306188194</c:v>
                </c:pt>
                <c:pt idx="497">
                  <c:v>3.5655878096894043</c:v>
                </c:pt>
                <c:pt idx="498">
                  <c:v>3.5609609091492533</c:v>
                </c:pt>
                <c:pt idx="499">
                  <c:v>3.5563435847073954</c:v>
                </c:pt>
                <c:pt idx="500">
                  <c:v>3.5517358165445891</c:v>
                </c:pt>
                <c:pt idx="501">
                  <c:v>3.5471375848826123</c:v>
                </c:pt>
                <c:pt idx="502">
                  <c:v>3.5425488699841767</c:v>
                </c:pt>
                <c:pt idx="503">
                  <c:v>3.5379696521528436</c:v>
                </c:pt>
                <c:pt idx="504">
                  <c:v>3.5333999117329395</c:v>
                </c:pt>
                <c:pt idx="505">
                  <c:v>3.5288396291094704</c:v>
                </c:pt>
                <c:pt idx="506">
                  <c:v>3.5242887847080393</c:v>
                </c:pt>
                <c:pt idx="507">
                  <c:v>3.5197473589947621</c:v>
                </c:pt>
                <c:pt idx="508">
                  <c:v>3.5152153324761817</c:v>
                </c:pt>
                <c:pt idx="509">
                  <c:v>3.5106926856991869</c:v>
                </c:pt>
                <c:pt idx="510">
                  <c:v>3.5061793992509278</c:v>
                </c:pt>
                <c:pt idx="511">
                  <c:v>3.5016754537587316</c:v>
                </c:pt>
                <c:pt idx="512">
                  <c:v>3.4971808298900209</c:v>
                </c:pt>
                <c:pt idx="513">
                  <c:v>3.49269550835223</c:v>
                </c:pt>
                <c:pt idx="514">
                  <c:v>3.488219469892722</c:v>
                </c:pt>
                <c:pt idx="515">
                  <c:v>3.4837526952987066</c:v>
                </c:pt>
                <c:pt idx="516">
                  <c:v>3.4792951653971573</c:v>
                </c:pt>
                <c:pt idx="517">
                  <c:v>3.4748468610547296</c:v>
                </c:pt>
                <c:pt idx="518">
                  <c:v>3.4704077631776777</c:v>
                </c:pt>
                <c:pt idx="519">
                  <c:v>3.4659778527117737</c:v>
                </c:pt>
                <c:pt idx="520">
                  <c:v>3.4615571106422256</c:v>
                </c:pt>
                <c:pt idx="521">
                  <c:v>3.4571455179935953</c:v>
                </c:pt>
                <c:pt idx="522">
                  <c:v>3.4527430558297172</c:v>
                </c:pt>
                <c:pt idx="523">
                  <c:v>3.4483497052536176</c:v>
                </c:pt>
                <c:pt idx="524">
                  <c:v>3.4439654474074324</c:v>
                </c:pt>
                <c:pt idx="525">
                  <c:v>3.4395902634723274</c:v>
                </c:pt>
                <c:pt idx="526">
                  <c:v>3.4352241346684163</c:v>
                </c:pt>
                <c:pt idx="527">
                  <c:v>3.4308670422546812</c:v>
                </c:pt>
                <c:pt idx="528">
                  <c:v>3.4265189675288918</c:v>
                </c:pt>
                <c:pt idx="529">
                  <c:v>3.4221798918275246</c:v>
                </c:pt>
                <c:pt idx="530">
                  <c:v>3.4178497965256831</c:v>
                </c:pt>
                <c:pt idx="531">
                  <c:v>3.4135286630370185</c:v>
                </c:pt>
                <c:pt idx="532">
                  <c:v>3.4092164728136494</c:v>
                </c:pt>
                <c:pt idx="533">
                  <c:v>3.4049132073460813</c:v>
                </c:pt>
                <c:pt idx="534">
                  <c:v>3.4006188481631288</c:v>
                </c:pt>
                <c:pt idx="535">
                  <c:v>3.3963333768318353</c:v>
                </c:pt>
                <c:pt idx="536">
                  <c:v>3.3920567749573944</c:v>
                </c:pt>
                <c:pt idx="537">
                  <c:v>3.3877890241830699</c:v>
                </c:pt>
                <c:pt idx="538">
                  <c:v>3.3835301061901184</c:v>
                </c:pt>
                <c:pt idx="539">
                  <c:v>3.3792800026977097</c:v>
                </c:pt>
                <c:pt idx="540">
                  <c:v>3.3750386954628486</c:v>
                </c:pt>
                <c:pt idx="541">
                  <c:v>3.3708061662802971</c:v>
                </c:pt>
                <c:pt idx="542">
                  <c:v>3.3665823969824955</c:v>
                </c:pt>
                <c:pt idx="543">
                  <c:v>3.3623673694394847</c:v>
                </c:pt>
                <c:pt idx="544">
                  <c:v>3.3581610655588281</c:v>
                </c:pt>
                <c:pt idx="545">
                  <c:v>3.353963467285535</c:v>
                </c:pt>
                <c:pt idx="546">
                  <c:v>3.3497745566019819</c:v>
                </c:pt>
                <c:pt idx="547">
                  <c:v>3.3455943155278351</c:v>
                </c:pt>
                <c:pt idx="548">
                  <c:v>3.3414227261199754</c:v>
                </c:pt>
                <c:pt idx="549">
                  <c:v>3.3372597704724183</c:v>
                </c:pt>
                <c:pt idx="550">
                  <c:v>3.3331054307162393</c:v>
                </c:pt>
                <c:pt idx="551">
                  <c:v>3.3289596890194959</c:v>
                </c:pt>
                <c:pt idx="552">
                  <c:v>3.3248225275871524</c:v>
                </c:pt>
                <c:pt idx="553">
                  <c:v>3.3206939286610022</c:v>
                </c:pt>
                <c:pt idx="554">
                  <c:v>3.3165738745195918</c:v>
                </c:pt>
                <c:pt idx="555">
                  <c:v>3.3124623474781458</c:v>
                </c:pt>
                <c:pt idx="556">
                  <c:v>3.3083593298884901</c:v>
                </c:pt>
                <c:pt idx="557">
                  <c:v>3.3042648041389757</c:v>
                </c:pt>
                <c:pt idx="558">
                  <c:v>3.300178752654404</c:v>
                </c:pt>
                <c:pt idx="559">
                  <c:v>3.2961011578959512</c:v>
                </c:pt>
                <c:pt idx="560">
                  <c:v>3.2920320023610925</c:v>
                </c:pt>
                <c:pt idx="561">
                  <c:v>3.2879712685835276</c:v>
                </c:pt>
                <c:pt idx="562">
                  <c:v>3.2839189391331054</c:v>
                </c:pt>
                <c:pt idx="563">
                  <c:v>3.279874996615749</c:v>
                </c:pt>
                <c:pt idx="564">
                  <c:v>3.2758394236733817</c:v>
                </c:pt>
                <c:pt idx="565">
                  <c:v>3.2718122029838521</c:v>
                </c:pt>
                <c:pt idx="566">
                  <c:v>3.2677933172608591</c:v>
                </c:pt>
                <c:pt idx="567">
                  <c:v>3.2637827492538789</c:v>
                </c:pt>
                <c:pt idx="568">
                  <c:v>3.25978048174809</c:v>
                </c:pt>
                <c:pt idx="569">
                  <c:v>3.2557864975643001</c:v>
                </c:pt>
                <c:pt idx="570">
                  <c:v>3.2518007795588715</c:v>
                </c:pt>
                <c:pt idx="571">
                  <c:v>3.247823310623648</c:v>
                </c:pt>
                <c:pt idx="572">
                  <c:v>3.2438540736858821</c:v>
                </c:pt>
                <c:pt idx="573">
                  <c:v>3.2398930517081599</c:v>
                </c:pt>
                <c:pt idx="574">
                  <c:v>3.2359402276883302</c:v>
                </c:pt>
                <c:pt idx="575">
                  <c:v>3.2319955846594297</c:v>
                </c:pt>
                <c:pt idx="576">
                  <c:v>3.2280591056896109</c:v>
                </c:pt>
                <c:pt idx="577">
                  <c:v>3.2241307738820697</c:v>
                </c:pt>
                <c:pt idx="578">
                  <c:v>3.220210572374973</c:v>
                </c:pt>
                <c:pt idx="579">
                  <c:v>3.2162984843413849</c:v>
                </c:pt>
                <c:pt idx="580">
                  <c:v>3.2123944929891963</c:v>
                </c:pt>
                <c:pt idx="581">
                  <c:v>3.2084985815610518</c:v>
                </c:pt>
                <c:pt idx="582">
                  <c:v>3.2046107333342784</c:v>
                </c:pt>
                <c:pt idx="583">
                  <c:v>3.2007309316208121</c:v>
                </c:pt>
                <c:pt idx="584">
                  <c:v>3.1968591597671288</c:v>
                </c:pt>
                <c:pt idx="585">
                  <c:v>3.1929954011541701</c:v>
                </c:pt>
                <c:pt idx="586">
                  <c:v>3.1891396391972751</c:v>
                </c:pt>
                <c:pt idx="587">
                  <c:v>3.185291857346106</c:v>
                </c:pt>
                <c:pt idx="588">
                  <c:v>3.1814520390845789</c:v>
                </c:pt>
                <c:pt idx="589">
                  <c:v>3.1776201679307929</c:v>
                </c:pt>
                <c:pt idx="590">
                  <c:v>3.1737962274369589</c:v>
                </c:pt>
                <c:pt idx="591">
                  <c:v>3.169980201189329</c:v>
                </c:pt>
                <c:pt idx="592">
                  <c:v>3.1661720728081257</c:v>
                </c:pt>
                <c:pt idx="593">
                  <c:v>3.1623718259474729</c:v>
                </c:pt>
                <c:pt idx="594">
                  <c:v>3.1585794442953241</c:v>
                </c:pt>
                <c:pt idx="595">
                  <c:v>3.1547949115733935</c:v>
                </c:pt>
                <c:pt idx="596">
                  <c:v>3.1510182115370857</c:v>
                </c:pt>
                <c:pt idx="597">
                  <c:v>3.1472493279754259</c:v>
                </c:pt>
                <c:pt idx="598">
                  <c:v>3.1434882447109906</c:v>
                </c:pt>
                <c:pt idx="599">
                  <c:v>3.1397349455998382</c:v>
                </c:pt>
                <c:pt idx="600">
                  <c:v>3.1359894145314393</c:v>
                </c:pt>
                <c:pt idx="601">
                  <c:v>3.1322516354286076</c:v>
                </c:pt>
                <c:pt idx="602">
                  <c:v>3.1285215922474312</c:v>
                </c:pt>
                <c:pt idx="603">
                  <c:v>3.1247992689772039</c:v>
                </c:pt>
                <c:pt idx="604">
                  <c:v>3.1210846496403564</c:v>
                </c:pt>
                <c:pt idx="605">
                  <c:v>3.1173777182923863</c:v>
                </c:pt>
                <c:pt idx="606">
                  <c:v>3.1136784590217923</c:v>
                </c:pt>
                <c:pt idx="607">
                  <c:v>3.109986855950003</c:v>
                </c:pt>
                <c:pt idx="608">
                  <c:v>3.1063028932313115</c:v>
                </c:pt>
                <c:pt idx="609">
                  <c:v>3.1026265550528054</c:v>
                </c:pt>
                <c:pt idx="610">
                  <c:v>3.0989578256343</c:v>
                </c:pt>
                <c:pt idx="611">
                  <c:v>3.0952966892282694</c:v>
                </c:pt>
                <c:pt idx="612">
                  <c:v>3.0916431301197806</c:v>
                </c:pt>
                <c:pt idx="613">
                  <c:v>3.0879971326264246</c:v>
                </c:pt>
                <c:pt idx="614">
                  <c:v>3.0843586810982497</c:v>
                </c:pt>
                <c:pt idx="615">
                  <c:v>3.0807277599176945</c:v>
                </c:pt>
                <c:pt idx="616">
                  <c:v>3.0771043534995202</c:v>
                </c:pt>
                <c:pt idx="617">
                  <c:v>3.0734884462907446</c:v>
                </c:pt>
                <c:pt idx="618">
                  <c:v>3.0698800227705743</c:v>
                </c:pt>
                <c:pt idx="619">
                  <c:v>3.0662790674503384</c:v>
                </c:pt>
                <c:pt idx="620">
                  <c:v>3.0626855648734232</c:v>
                </c:pt>
                <c:pt idx="621">
                  <c:v>3.0590994996152046</c:v>
                </c:pt>
                <c:pt idx="622">
                  <c:v>3.0555208562829814</c:v>
                </c:pt>
                <c:pt idx="623">
                  <c:v>3.051949619515911</c:v>
                </c:pt>
                <c:pt idx="624">
                  <c:v>3.0483857739849416</c:v>
                </c:pt>
                <c:pt idx="625">
                  <c:v>3.0448293043927483</c:v>
                </c:pt>
                <c:pt idx="626">
                  <c:v>3.0412801954736657</c:v>
                </c:pt>
                <c:pt idx="627">
                  <c:v>3.0377384319936227</c:v>
                </c:pt>
                <c:pt idx="628">
                  <c:v>3.0342039987500788</c:v>
                </c:pt>
                <c:pt idx="629">
                  <c:v>3.0306768805719564</c:v>
                </c:pt>
                <c:pt idx="630">
                  <c:v>3.0271570623195774</c:v>
                </c:pt>
                <c:pt idx="631">
                  <c:v>3.0236445288845974</c:v>
                </c:pt>
                <c:pt idx="632">
                  <c:v>3.0201392651899415</c:v>
                </c:pt>
                <c:pt idx="633">
                  <c:v>3.0166412561897382</c:v>
                </c:pt>
                <c:pt idx="634">
                  <c:v>3.0131504868692573</c:v>
                </c:pt>
                <c:pt idx="635">
                  <c:v>3.0096669422448423</c:v>
                </c:pt>
                <c:pt idx="636">
                  <c:v>3.0061906073638491</c:v>
                </c:pt>
                <c:pt idx="637">
                  <c:v>3.0027214673045797</c:v>
                </c:pt>
                <c:pt idx="638">
                  <c:v>2.9992595071762191</c:v>
                </c:pt>
                <c:pt idx="639">
                  <c:v>2.9958047121187712</c:v>
                </c:pt>
                <c:pt idx="640">
                  <c:v>2.9923570673029949</c:v>
                </c:pt>
                <c:pt idx="641">
                  <c:v>2.9889165579303407</c:v>
                </c:pt>
                <c:pt idx="642">
                  <c:v>2.9854831692328867</c:v>
                </c:pt>
                <c:pt idx="643">
                  <c:v>2.9820568864732762</c:v>
                </c:pt>
                <c:pt idx="644">
                  <c:v>2.9786376949446529</c:v>
                </c:pt>
                <c:pt idx="645">
                  <c:v>2.9752255799705996</c:v>
                </c:pt>
                <c:pt idx="646">
                  <c:v>2.971820526905073</c:v>
                </c:pt>
                <c:pt idx="647">
                  <c:v>2.9684225211323438</c:v>
                </c:pt>
                <c:pt idx="648">
                  <c:v>2.9650315480669307</c:v>
                </c:pt>
                <c:pt idx="649">
                  <c:v>2.9616475931535402</c:v>
                </c:pt>
                <c:pt idx="650">
                  <c:v>2.9582706418670028</c:v>
                </c:pt>
                <c:pt idx="651">
                  <c:v>2.9549006797122113</c:v>
                </c:pt>
                <c:pt idx="652">
                  <c:v>2.9515376922240586</c:v>
                </c:pt>
                <c:pt idx="653">
                  <c:v>2.9481816649673753</c:v>
                </c:pt>
                <c:pt idx="654">
                  <c:v>2.9448325835368676</c:v>
                </c:pt>
                <c:pt idx="655">
                  <c:v>2.941490433557056</c:v>
                </c:pt>
                <c:pt idx="656">
                  <c:v>2.9381552006822136</c:v>
                </c:pt>
                <c:pt idx="657">
                  <c:v>2.9348268705963036</c:v>
                </c:pt>
                <c:pt idx="658">
                  <c:v>2.9315054290129186</c:v>
                </c:pt>
                <c:pt idx="659">
                  <c:v>2.9281908616752195</c:v>
                </c:pt>
                <c:pt idx="660">
                  <c:v>2.9248831543558738</c:v>
                </c:pt>
                <c:pt idx="661">
                  <c:v>2.921582292856995</c:v>
                </c:pt>
                <c:pt idx="662">
                  <c:v>2.9182882630100808</c:v>
                </c:pt>
                <c:pt idx="663">
                  <c:v>2.9150010506759529</c:v>
                </c:pt>
                <c:pt idx="664">
                  <c:v>2.9117206417446968</c:v>
                </c:pt>
                <c:pt idx="665">
                  <c:v>2.9084470221356002</c:v>
                </c:pt>
                <c:pt idx="666">
                  <c:v>2.9051801777970931</c:v>
                </c:pt>
                <c:pt idx="667">
                  <c:v>2.9019200947066879</c:v>
                </c:pt>
                <c:pt idx="668">
                  <c:v>2.8986667588709181</c:v>
                </c:pt>
                <c:pt idx="669">
                  <c:v>2.895420156325279</c:v>
                </c:pt>
                <c:pt idx="670">
                  <c:v>2.8921802731341684</c:v>
                </c:pt>
                <c:pt idx="671">
                  <c:v>2.8889470953908249</c:v>
                </c:pt>
                <c:pt idx="672">
                  <c:v>2.88572060921727</c:v>
                </c:pt>
                <c:pt idx="673">
                  <c:v>2.8825008007642476</c:v>
                </c:pt>
                <c:pt idx="674">
                  <c:v>2.8792876562111651</c:v>
                </c:pt>
                <c:pt idx="675">
                  <c:v>2.8760811617660336</c:v>
                </c:pt>
                <c:pt idx="676">
                  <c:v>2.8728813036654088</c:v>
                </c:pt>
                <c:pt idx="677">
                  <c:v>2.8696880681743324</c:v>
                </c:pt>
                <c:pt idx="678">
                  <c:v>2.866501441586272</c:v>
                </c:pt>
                <c:pt idx="679">
                  <c:v>2.8633214102230635</c:v>
                </c:pt>
                <c:pt idx="680">
                  <c:v>2.8601479604348525</c:v>
                </c:pt>
                <c:pt idx="681">
                  <c:v>2.8569810786000343</c:v>
                </c:pt>
                <c:pt idx="682">
                  <c:v>2.8538207511251961</c:v>
                </c:pt>
                <c:pt idx="683">
                  <c:v>2.8506669644450593</c:v>
                </c:pt>
                <c:pt idx="684">
                  <c:v>2.847519705022421</c:v>
                </c:pt>
                <c:pt idx="685">
                  <c:v>2.844378959348095</c:v>
                </c:pt>
                <c:pt idx="686">
                  <c:v>2.841244713940855</c:v>
                </c:pt>
                <c:pt idx="687">
                  <c:v>2.8381169553473757</c:v>
                </c:pt>
                <c:pt idx="688">
                  <c:v>2.8349956701421761</c:v>
                </c:pt>
                <c:pt idx="689">
                  <c:v>2.8318808449275616</c:v>
                </c:pt>
                <c:pt idx="690">
                  <c:v>2.8287724663335654</c:v>
                </c:pt>
                <c:pt idx="691">
                  <c:v>2.8256705210178921</c:v>
                </c:pt>
                <c:pt idx="692">
                  <c:v>2.8225749956658608</c:v>
                </c:pt>
                <c:pt idx="693">
                  <c:v>2.8194858769903473</c:v>
                </c:pt>
                <c:pt idx="694">
                  <c:v>2.8164031517317265</c:v>
                </c:pt>
                <c:pt idx="695">
                  <c:v>2.813326806657817</c:v>
                </c:pt>
                <c:pt idx="696">
                  <c:v>2.8102568285638232</c:v>
                </c:pt>
                <c:pt idx="697">
                  <c:v>2.8071932042722794</c:v>
                </c:pt>
                <c:pt idx="698">
                  <c:v>2.8041359206329917</c:v>
                </c:pt>
                <c:pt idx="699">
                  <c:v>2.8010849645229832</c:v>
                </c:pt>
                <c:pt idx="700">
                  <c:v>2.7980403228464366</c:v>
                </c:pt>
                <c:pt idx="701">
                  <c:v>2.7950019825346395</c:v>
                </c:pt>
                <c:pt idx="702">
                  <c:v>2.7919699305459265</c:v>
                </c:pt>
                <c:pt idx="703">
                  <c:v>2.7889441538656237</c:v>
                </c:pt>
                <c:pt idx="704">
                  <c:v>2.7859246395059936</c:v>
                </c:pt>
                <c:pt idx="705">
                  <c:v>2.7829113745061789</c:v>
                </c:pt>
                <c:pt idx="706">
                  <c:v>2.7799043459321466</c:v>
                </c:pt>
                <c:pt idx="707">
                  <c:v>2.7769035408766332</c:v>
                </c:pt>
                <c:pt idx="708">
                  <c:v>2.7739089464590876</c:v>
                </c:pt>
                <c:pt idx="709">
                  <c:v>2.7709205498256186</c:v>
                </c:pt>
                <c:pt idx="710">
                  <c:v>2.7679383381489369</c:v>
                </c:pt>
                <c:pt idx="711">
                  <c:v>2.7649622986283022</c:v>
                </c:pt>
                <c:pt idx="712">
                  <c:v>2.7619924184894664</c:v>
                </c:pt>
                <c:pt idx="713">
                  <c:v>2.7590286849846208</c:v>
                </c:pt>
                <c:pt idx="714">
                  <c:v>2.7560710853923394</c:v>
                </c:pt>
                <c:pt idx="715">
                  <c:v>2.7531196070175254</c:v>
                </c:pt>
                <c:pt idx="716">
                  <c:v>2.7501742371913571</c:v>
                </c:pt>
                <c:pt idx="717">
                  <c:v>2.7472349632712323</c:v>
                </c:pt>
                <c:pt idx="718">
                  <c:v>2.7443017726407146</c:v>
                </c:pt>
                <c:pt idx="719">
                  <c:v>2.7413746527094798</c:v>
                </c:pt>
                <c:pt idx="720">
                  <c:v>2.7384535909132608</c:v>
                </c:pt>
                <c:pt idx="721">
                  <c:v>2.7355385747137944</c:v>
                </c:pt>
                <c:pt idx="722">
                  <c:v>2.7326295915987675</c:v>
                </c:pt>
                <c:pt idx="723">
                  <c:v>2.729726629081763</c:v>
                </c:pt>
                <c:pt idx="724">
                  <c:v>2.7268296747022069</c:v>
                </c:pt>
                <c:pt idx="725">
                  <c:v>2.7239387160253137</c:v>
                </c:pt>
                <c:pt idx="726">
                  <c:v>2.7210537406420334</c:v>
                </c:pt>
                <c:pt idx="727">
                  <c:v>2.7181747361689994</c:v>
                </c:pt>
                <c:pt idx="728">
                  <c:v>2.7153016902484741</c:v>
                </c:pt>
                <c:pt idx="729">
                  <c:v>2.7124345905482956</c:v>
                </c:pt>
                <c:pt idx="730">
                  <c:v>2.7095734247618264</c:v>
                </c:pt>
                <c:pt idx="731">
                  <c:v>2.7067181806078984</c:v>
                </c:pt>
                <c:pt idx="732">
                  <c:v>2.7038688458307618</c:v>
                </c:pt>
                <c:pt idx="733">
                  <c:v>2.7010254082000325</c:v>
                </c:pt>
                <c:pt idx="734">
                  <c:v>2.6981878555106382</c:v>
                </c:pt>
                <c:pt idx="735">
                  <c:v>2.6953561755827673</c:v>
                </c:pt>
                <c:pt idx="736">
                  <c:v>2.6925303562618166</c:v>
                </c:pt>
                <c:pt idx="737">
                  <c:v>2.689710385418338</c:v>
                </c:pt>
                <c:pt idx="738">
                  <c:v>2.6868962509479881</c:v>
                </c:pt>
                <c:pt idx="739">
                  <c:v>2.6840879407714748</c:v>
                </c:pt>
                <c:pt idx="740">
                  <c:v>2.6812854428345059</c:v>
                </c:pt>
                <c:pt idx="741">
                  <c:v>2.6784887451077375</c:v>
                </c:pt>
                <c:pt idx="742">
                  <c:v>2.6756978355867229</c:v>
                </c:pt>
                <c:pt idx="743">
                  <c:v>2.6729127022918595</c:v>
                </c:pt>
                <c:pt idx="744">
                  <c:v>2.6701333332683395</c:v>
                </c:pt>
                <c:pt idx="745">
                  <c:v>2.6673597165860965</c:v>
                </c:pt>
                <c:pt idx="746">
                  <c:v>2.6645918403397557</c:v>
                </c:pt>
                <c:pt idx="747">
                  <c:v>2.661829692648582</c:v>
                </c:pt>
                <c:pt idx="748">
                  <c:v>2.6590732616564301</c:v>
                </c:pt>
                <c:pt idx="749">
                  <c:v>2.6563225355316922</c:v>
                </c:pt>
                <c:pt idx="750">
                  <c:v>2.6535775024672477</c:v>
                </c:pt>
                <c:pt idx="751">
                  <c:v>2.6508381506804133</c:v>
                </c:pt>
                <c:pt idx="752">
                  <c:v>2.6481044684128916</c:v>
                </c:pt>
                <c:pt idx="753">
                  <c:v>2.6453764439307208</c:v>
                </c:pt>
                <c:pt idx="754">
                  <c:v>2.6426540655242245</c:v>
                </c:pt>
                <c:pt idx="755">
                  <c:v>2.6399373215079609</c:v>
                </c:pt>
                <c:pt idx="756">
                  <c:v>2.6372262002206734</c:v>
                </c:pt>
                <c:pt idx="757">
                  <c:v>2.6345206900252403</c:v>
                </c:pt>
                <c:pt idx="758">
                  <c:v>2.6318207793086246</c:v>
                </c:pt>
                <c:pt idx="759">
                  <c:v>2.6291264564818242</c:v>
                </c:pt>
                <c:pt idx="760">
                  <c:v>2.6264377099798226</c:v>
                </c:pt>
                <c:pt idx="761">
                  <c:v>2.6237545282615384</c:v>
                </c:pt>
                <c:pt idx="762">
                  <c:v>2.6210768998097769</c:v>
                </c:pt>
                <c:pt idx="763">
                  <c:v>2.6184048131311792</c:v>
                </c:pt>
                <c:pt idx="764">
                  <c:v>2.6157382567561744</c:v>
                </c:pt>
                <c:pt idx="765">
                  <c:v>2.6130772192389298</c:v>
                </c:pt>
                <c:pt idx="766">
                  <c:v>2.6104216891573011</c:v>
                </c:pt>
                <c:pt idx="767">
                  <c:v>2.6077716551127845</c:v>
                </c:pt>
                <c:pt idx="768">
                  <c:v>2.605127105730467</c:v>
                </c:pt>
                <c:pt idx="769">
                  <c:v>2.6024880296589772</c:v>
                </c:pt>
                <c:pt idx="770">
                  <c:v>2.5998544155704377</c:v>
                </c:pt>
                <c:pt idx="771">
                  <c:v>2.5972262521604161</c:v>
                </c:pt>
                <c:pt idx="772">
                  <c:v>2.5946035281478759</c:v>
                </c:pt>
                <c:pt idx="773">
                  <c:v>2.5919862322751284</c:v>
                </c:pt>
                <c:pt idx="774">
                  <c:v>2.5893743533077851</c:v>
                </c:pt>
                <c:pt idx="775">
                  <c:v>2.5867678800347083</c:v>
                </c:pt>
                <c:pt idx="776">
                  <c:v>2.5841668012679633</c:v>
                </c:pt>
                <c:pt idx="777">
                  <c:v>2.5815711058427713</c:v>
                </c:pt>
                <c:pt idx="778">
                  <c:v>2.5789807826174598</c:v>
                </c:pt>
                <c:pt idx="779">
                  <c:v>2.576395820473417</c:v>
                </c:pt>
                <c:pt idx="780">
                  <c:v>2.5738162083150415</c:v>
                </c:pt>
                <c:pt idx="781">
                  <c:v>2.5712419350696973</c:v>
                </c:pt>
                <c:pt idx="782">
                  <c:v>2.5686729896876637</c:v>
                </c:pt>
                <c:pt idx="783">
                  <c:v>2.56610936114209</c:v>
                </c:pt>
                <c:pt idx="784">
                  <c:v>2.563551038428947</c:v>
                </c:pt>
                <c:pt idx="785">
                  <c:v>2.5609980105669803</c:v>
                </c:pt>
                <c:pt idx="786">
                  <c:v>2.5584502665976623</c:v>
                </c:pt>
                <c:pt idx="787">
                  <c:v>2.5559077955851461</c:v>
                </c:pt>
                <c:pt idx="788">
                  <c:v>2.5533705866162189</c:v>
                </c:pt>
                <c:pt idx="789">
                  <c:v>2.5508386288002538</c:v>
                </c:pt>
                <c:pt idx="790">
                  <c:v>2.5483119112691637</c:v>
                </c:pt>
                <c:pt idx="791">
                  <c:v>2.5457904231773552</c:v>
                </c:pt>
                <c:pt idx="792">
                  <c:v>2.5432741537016814</c:v>
                </c:pt>
                <c:pt idx="793">
                  <c:v>2.5407630920413955</c:v>
                </c:pt>
                <c:pt idx="794">
                  <c:v>2.5382572274181046</c:v>
                </c:pt>
                <c:pt idx="795">
                  <c:v>2.5357565490757232</c:v>
                </c:pt>
                <c:pt idx="796">
                  <c:v>2.5332610462804275</c:v>
                </c:pt>
                <c:pt idx="797">
                  <c:v>2.5307707083206088</c:v>
                </c:pt>
                <c:pt idx="798">
                  <c:v>2.5282855245068276</c:v>
                </c:pt>
                <c:pt idx="799">
                  <c:v>2.5258054841717685</c:v>
                </c:pt>
                <c:pt idx="800">
                  <c:v>2.5233305766701934</c:v>
                </c:pt>
                <c:pt idx="801">
                  <c:v>2.5208607913788965</c:v>
                </c:pt>
                <c:pt idx="802">
                  <c:v>2.5183961176966574</c:v>
                </c:pt>
                <c:pt idx="803">
                  <c:v>2.5159365450441977</c:v>
                </c:pt>
                <c:pt idx="804">
                  <c:v>2.5134820628641341</c:v>
                </c:pt>
                <c:pt idx="805">
                  <c:v>2.5110326606209337</c:v>
                </c:pt>
                <c:pt idx="806">
                  <c:v>2.5085883278008678</c:v>
                </c:pt>
                <c:pt idx="807">
                  <c:v>2.5061490539119684</c:v>
                </c:pt>
                <c:pt idx="808">
                  <c:v>2.5037148284839814</c:v>
                </c:pt>
                <c:pt idx="809">
                  <c:v>2.5012856410683235</c:v>
                </c:pt>
                <c:pt idx="810">
                  <c:v>2.4988614812380359</c:v>
                </c:pt>
                <c:pt idx="811">
                  <c:v>2.4964423385877397</c:v>
                </c:pt>
                <c:pt idx="812">
                  <c:v>2.4940282027335918</c:v>
                </c:pt>
                <c:pt idx="813">
                  <c:v>2.4916190633132409</c:v>
                </c:pt>
                <c:pt idx="814">
                  <c:v>2.489214909985781</c:v>
                </c:pt>
                <c:pt idx="815">
                  <c:v>2.4868157324317086</c:v>
                </c:pt>
                <c:pt idx="816">
                  <c:v>2.4844215203528788</c:v>
                </c:pt>
                <c:pt idx="817">
                  <c:v>2.4820322634724592</c:v>
                </c:pt>
                <c:pt idx="818">
                  <c:v>2.4796479515348877</c:v>
                </c:pt>
                <c:pt idx="819">
                  <c:v>2.4772685743058274</c:v>
                </c:pt>
                <c:pt idx="820">
                  <c:v>2.4748941215721225</c:v>
                </c:pt>
                <c:pt idx="821">
                  <c:v>2.4725245831417562</c:v>
                </c:pt>
                <c:pt idx="822">
                  <c:v>2.4701599488438042</c:v>
                </c:pt>
                <c:pt idx="823">
                  <c:v>2.4678002085283937</c:v>
                </c:pt>
                <c:pt idx="824">
                  <c:v>2.4654453520666584</c:v>
                </c:pt>
                <c:pt idx="825">
                  <c:v>2.4630953693506945</c:v>
                </c:pt>
                <c:pt idx="826">
                  <c:v>2.4607502502935192</c:v>
                </c:pt>
                <c:pt idx="827">
                  <c:v>2.4584099848290255</c:v>
                </c:pt>
                <c:pt idx="828">
                  <c:v>2.4560745629119403</c:v>
                </c:pt>
                <c:pt idx="829">
                  <c:v>2.4537439745177805</c:v>
                </c:pt>
                <c:pt idx="830">
                  <c:v>2.4514182096428101</c:v>
                </c:pt>
                <c:pt idx="831">
                  <c:v>2.4490972583039978</c:v>
                </c:pt>
                <c:pt idx="832">
                  <c:v>2.4467811105389732</c:v>
                </c:pt>
                <c:pt idx="833">
                  <c:v>2.4444697564059852</c:v>
                </c:pt>
                <c:pt idx="834">
                  <c:v>2.4421631859838584</c:v>
                </c:pt>
                <c:pt idx="835">
                  <c:v>2.4398613893719507</c:v>
                </c:pt>
                <c:pt idx="836">
                  <c:v>2.4375643566901117</c:v>
                </c:pt>
                <c:pt idx="837">
                  <c:v>2.4352720780786385</c:v>
                </c:pt>
                <c:pt idx="838">
                  <c:v>2.4329845436982347</c:v>
                </c:pt>
                <c:pt idx="839">
                  <c:v>2.4307017437299683</c:v>
                </c:pt>
                <c:pt idx="840">
                  <c:v>2.4284236683752289</c:v>
                </c:pt>
                <c:pt idx="841">
                  <c:v>2.4261503078556856</c:v>
                </c:pt>
                <c:pt idx="842">
                  <c:v>2.4238816524132458</c:v>
                </c:pt>
                <c:pt idx="843">
                  <c:v>2.4216176923100123</c:v>
                </c:pt>
                <c:pt idx="844">
                  <c:v>2.4193584178282421</c:v>
                </c:pt>
                <c:pt idx="845">
                  <c:v>2.4171038192703049</c:v>
                </c:pt>
                <c:pt idx="846">
                  <c:v>2.4148538869586411</c:v>
                </c:pt>
                <c:pt idx="847">
                  <c:v>2.4126086112357199</c:v>
                </c:pt>
                <c:pt idx="848">
                  <c:v>2.410367982463999</c:v>
                </c:pt>
                <c:pt idx="849">
                  <c:v>2.4081319910258818</c:v>
                </c:pt>
                <c:pt idx="850">
                  <c:v>2.4059006273236774</c:v>
                </c:pt>
                <c:pt idx="851">
                  <c:v>2.4036738817795582</c:v>
                </c:pt>
                <c:pt idx="852">
                  <c:v>2.4014517448355202</c:v>
                </c:pt>
                <c:pt idx="853">
                  <c:v>2.3992342069533406</c:v>
                </c:pt>
                <c:pt idx="854">
                  <c:v>2.3970212586145374</c:v>
                </c:pt>
                <c:pt idx="855">
                  <c:v>2.3948128903203294</c:v>
                </c:pt>
                <c:pt idx="856">
                  <c:v>2.3926090925915937</c:v>
                </c:pt>
                <c:pt idx="857">
                  <c:v>2.390409855968826</c:v>
                </c:pt>
                <c:pt idx="858">
                  <c:v>2.3882151710121007</c:v>
                </c:pt>
                <c:pt idx="859">
                  <c:v>2.3860250283010291</c:v>
                </c:pt>
                <c:pt idx="860">
                  <c:v>2.3838394184347194</c:v>
                </c:pt>
                <c:pt idx="861">
                  <c:v>2.3816583320317366</c:v>
                </c:pt>
                <c:pt idx="862">
                  <c:v>2.3794817597300617</c:v>
                </c:pt>
                <c:pt idx="863">
                  <c:v>2.3773096921870525</c:v>
                </c:pt>
                <c:pt idx="864">
                  <c:v>2.3751421200794023</c:v>
                </c:pt>
                <c:pt idx="865">
                  <c:v>2.3729790341031007</c:v>
                </c:pt>
                <c:pt idx="866">
                  <c:v>2.3708204249733935</c:v>
                </c:pt>
                <c:pt idx="867">
                  <c:v>2.3686662834247425</c:v>
                </c:pt>
                <c:pt idx="868">
                  <c:v>2.3665166002107862</c:v>
                </c:pt>
                <c:pt idx="869">
                  <c:v>2.3643713661043</c:v>
                </c:pt>
                <c:pt idx="870">
                  <c:v>2.3622305718971561</c:v>
                </c:pt>
                <c:pt idx="871">
                  <c:v>2.3600942084002847</c:v>
                </c:pt>
                <c:pt idx="872">
                  <c:v>2.3579622664436339</c:v>
                </c:pt>
                <c:pt idx="873">
                  <c:v>2.355834736876131</c:v>
                </c:pt>
                <c:pt idx="874">
                  <c:v>2.353711610565643</c:v>
                </c:pt>
                <c:pt idx="875">
                  <c:v>2.3515928783989368</c:v>
                </c:pt>
                <c:pt idx="876">
                  <c:v>2.3494785312816409</c:v>
                </c:pt>
                <c:pt idx="877">
                  <c:v>2.3473685601382059</c:v>
                </c:pt>
                <c:pt idx="878">
                  <c:v>2.3452629559118661</c:v>
                </c:pt>
                <c:pt idx="879">
                  <c:v>2.3431617095645993</c:v>
                </c:pt>
                <c:pt idx="880">
                  <c:v>2.3410648120770898</c:v>
                </c:pt>
                <c:pt idx="881">
                  <c:v>2.3389722544486884</c:v>
                </c:pt>
                <c:pt idx="882">
                  <c:v>2.3368840276973737</c:v>
                </c:pt>
                <c:pt idx="883">
                  <c:v>2.3348001228597153</c:v>
                </c:pt>
                <c:pt idx="884">
                  <c:v>2.3327205309908328</c:v>
                </c:pt>
                <c:pt idx="885">
                  <c:v>2.3306452431643589</c:v>
                </c:pt>
                <c:pt idx="886">
                  <c:v>2.3285742504724012</c:v>
                </c:pt>
                <c:pt idx="887">
                  <c:v>2.3265075440255032</c:v>
                </c:pt>
                <c:pt idx="888">
                  <c:v>2.3244451149526069</c:v>
                </c:pt>
                <c:pt idx="889">
                  <c:v>2.3223869544010141</c:v>
                </c:pt>
                <c:pt idx="890">
                  <c:v>2.3203330535363484</c:v>
                </c:pt>
                <c:pt idx="891">
                  <c:v>2.3182834035425182</c:v>
                </c:pt>
                <c:pt idx="892">
                  <c:v>2.3162379956216776</c:v>
                </c:pt>
                <c:pt idx="893">
                  <c:v>2.3141968209941899</c:v>
                </c:pt>
                <c:pt idx="894">
                  <c:v>2.3121598708985882</c:v>
                </c:pt>
                <c:pt idx="895">
                  <c:v>2.3101271365915395</c:v>
                </c:pt>
                <c:pt idx="896">
                  <c:v>2.3080986093478066</c:v>
                </c:pt>
                <c:pt idx="897">
                  <c:v>2.3060742804602103</c:v>
                </c:pt>
                <c:pt idx="898">
                  <c:v>2.3040541412395923</c:v>
                </c:pt>
                <c:pt idx="899">
                  <c:v>2.302038183014778</c:v>
                </c:pt>
                <c:pt idx="900">
                  <c:v>2.3000263971325392</c:v>
                </c:pt>
                <c:pt idx="901">
                  <c:v>2.2980187749575567</c:v>
                </c:pt>
                <c:pt idx="902">
                  <c:v>2.2960153078723833</c:v>
                </c:pt>
                <c:pt idx="903">
                  <c:v>2.2940159872774073</c:v>
                </c:pt>
                <c:pt idx="904">
                  <c:v>2.2920208045908153</c:v>
                </c:pt>
                <c:pt idx="905">
                  <c:v>2.2900297512485555</c:v>
                </c:pt>
                <c:pt idx="906">
                  <c:v>2.2880428187042998</c:v>
                </c:pt>
                <c:pt idx="907">
                  <c:v>2.2860599984294092</c:v>
                </c:pt>
                <c:pt idx="908">
                  <c:v>2.2840812819128953</c:v>
                </c:pt>
                <c:pt idx="909">
                  <c:v>2.2821066606613845</c:v>
                </c:pt>
                <c:pt idx="910">
                  <c:v>2.2801361261990825</c:v>
                </c:pt>
                <c:pt idx="911">
                  <c:v>2.2781696700677356</c:v>
                </c:pt>
                <c:pt idx="912">
                  <c:v>2.2762072838265972</c:v>
                </c:pt>
                <c:pt idx="913">
                  <c:v>2.2742489590523891</c:v>
                </c:pt>
                <c:pt idx="914">
                  <c:v>2.2722946873392669</c:v>
                </c:pt>
                <c:pt idx="915">
                  <c:v>2.2703444602987832</c:v>
                </c:pt>
                <c:pt idx="916">
                  <c:v>2.2683982695598521</c:v>
                </c:pt>
                <c:pt idx="917">
                  <c:v>2.2664561067687128</c:v>
                </c:pt>
                <c:pt idx="918">
                  <c:v>2.2645179635888937</c:v>
                </c:pt>
                <c:pt idx="919">
                  <c:v>2.2625838317011775</c:v>
                </c:pt>
                <c:pt idx="920">
                  <c:v>2.2606537028035638</c:v>
                </c:pt>
                <c:pt idx="921">
                  <c:v>2.2587275686112354</c:v>
                </c:pt>
                <c:pt idx="922">
                  <c:v>2.2568054208565216</c:v>
                </c:pt>
                <c:pt idx="923">
                  <c:v>2.2548872512888622</c:v>
                </c:pt>
                <c:pt idx="924">
                  <c:v>2.2529730516747741</c:v>
                </c:pt>
                <c:pt idx="925">
                  <c:v>2.2510628137978141</c:v>
                </c:pt>
                <c:pt idx="926">
                  <c:v>2.2491565294585438</c:v>
                </c:pt>
                <c:pt idx="927">
                  <c:v>2.2472541904744956</c:v>
                </c:pt>
                <c:pt idx="928">
                  <c:v>2.2453557886801363</c:v>
                </c:pt>
                <c:pt idx="929">
                  <c:v>2.2434613159268326</c:v>
                </c:pt>
                <c:pt idx="930">
                  <c:v>2.2415707640828164</c:v>
                </c:pt>
                <c:pt idx="931">
                  <c:v>2.2396841250331487</c:v>
                </c:pt>
                <c:pt idx="932">
                  <c:v>2.237801390679687</c:v>
                </c:pt>
                <c:pt idx="933">
                  <c:v>2.235922552941048</c:v>
                </c:pt>
                <c:pt idx="934">
                  <c:v>2.2340476037525749</c:v>
                </c:pt>
                <c:pt idx="935">
                  <c:v>2.2321765350663014</c:v>
                </c:pt>
                <c:pt idx="936">
                  <c:v>2.2303093388509176</c:v>
                </c:pt>
                <c:pt idx="937">
                  <c:v>2.2284460070917365</c:v>
                </c:pt>
                <c:pt idx="938">
                  <c:v>2.2265865317906579</c:v>
                </c:pt>
                <c:pt idx="939">
                  <c:v>2.2247309049661359</c:v>
                </c:pt>
                <c:pt idx="940">
                  <c:v>2.2228791186531427</c:v>
                </c:pt>
                <c:pt idx="941">
                  <c:v>2.2210311649031356</c:v>
                </c:pt>
                <c:pt idx="942">
                  <c:v>2.2191870357840227</c:v>
                </c:pt>
                <c:pt idx="943">
                  <c:v>2.2173467233801292</c:v>
                </c:pt>
                <c:pt idx="944">
                  <c:v>2.2155102197921628</c:v>
                </c:pt>
                <c:pt idx="945">
                  <c:v>2.2136775171371799</c:v>
                </c:pt>
                <c:pt idx="946">
                  <c:v>2.2118486075485517</c:v>
                </c:pt>
                <c:pt idx="947">
                  <c:v>2.2100234831759309</c:v>
                </c:pt>
                <c:pt idx="948">
                  <c:v>2.2082021361852178</c:v>
                </c:pt>
                <c:pt idx="949">
                  <c:v>2.2063845587585269</c:v>
                </c:pt>
                <c:pt idx="950">
                  <c:v>2.2045707430941524</c:v>
                </c:pt>
                <c:pt idx="951">
                  <c:v>2.2027606814065352</c:v>
                </c:pt>
                <c:pt idx="952">
                  <c:v>2.2009543659262305</c:v>
                </c:pt>
                <c:pt idx="953">
                  <c:v>2.1991517888998731</c:v>
                </c:pt>
                <c:pt idx="954">
                  <c:v>2.1973529425901446</c:v>
                </c:pt>
                <c:pt idx="955">
                  <c:v>2.1955578192757401</c:v>
                </c:pt>
                <c:pt idx="956">
                  <c:v>2.1937664112513353</c:v>
                </c:pt>
                <c:pt idx="957">
                  <c:v>2.1919787108275535</c:v>
                </c:pt>
                <c:pt idx="958">
                  <c:v>2.1901947103309323</c:v>
                </c:pt>
                <c:pt idx="959">
                  <c:v>2.18841440210389</c:v>
                </c:pt>
                <c:pt idx="960">
                  <c:v>2.1866377785046947</c:v>
                </c:pt>
                <c:pt idx="961">
                  <c:v>2.1848648319074293</c:v>
                </c:pt>
                <c:pt idx="962">
                  <c:v>2.1830955547019602</c:v>
                </c:pt>
                <c:pt idx="963">
                  <c:v>2.1813299392939038</c:v>
                </c:pt>
                <c:pt idx="964">
                  <c:v>2.1795679781045947</c:v>
                </c:pt>
                <c:pt idx="965">
                  <c:v>2.1778096635710522</c:v>
                </c:pt>
                <c:pt idx="966">
                  <c:v>2.1760549881459492</c:v>
                </c:pt>
                <c:pt idx="967">
                  <c:v>2.174303944297578</c:v>
                </c:pt>
                <c:pt idx="968">
                  <c:v>2.1725565245098197</c:v>
                </c:pt>
                <c:pt idx="969">
                  <c:v>2.1708127212821111</c:v>
                </c:pt>
                <c:pt idx="970">
                  <c:v>2.1690725271294125</c:v>
                </c:pt>
                <c:pt idx="971">
                  <c:v>2.1673359345821752</c:v>
                </c:pt>
                <c:pt idx="972">
                  <c:v>2.1656029361863105</c:v>
                </c:pt>
                <c:pt idx="973">
                  <c:v>2.1638735245031571</c:v>
                </c:pt>
                <c:pt idx="974">
                  <c:v>2.1621476921094489</c:v>
                </c:pt>
                <c:pt idx="975">
                  <c:v>2.1604254315972833</c:v>
                </c:pt>
                <c:pt idx="976">
                  <c:v>2.1587067355740901</c:v>
                </c:pt>
                <c:pt idx="977">
                  <c:v>2.1569915966625985</c:v>
                </c:pt>
                <c:pt idx="978">
                  <c:v>2.1552800075008065</c:v>
                </c:pt>
                <c:pt idx="979">
                  <c:v>2.153571960741949</c:v>
                </c:pt>
                <c:pt idx="980">
                  <c:v>2.1518674490544658</c:v>
                </c:pt>
                <c:pt idx="981">
                  <c:v>2.1501664651219712</c:v>
                </c:pt>
                <c:pt idx="982">
                  <c:v>2.1484690016432211</c:v>
                </c:pt>
                <c:pt idx="983">
                  <c:v>2.1467750513320829</c:v>
                </c:pt>
                <c:pt idx="984">
                  <c:v>2.145084606917504</c:v>
                </c:pt>
                <c:pt idx="985">
                  <c:v>2.1433976611434797</c:v>
                </c:pt>
                <c:pt idx="986">
                  <c:v>2.1417142067690236</c:v>
                </c:pt>
                <c:pt idx="987">
                  <c:v>2.1400342365681349</c:v>
                </c:pt>
                <c:pt idx="988">
                  <c:v>2.1383577433297689</c:v>
                </c:pt>
                <c:pt idx="989">
                  <c:v>2.1366847198578047</c:v>
                </c:pt>
                <c:pt idx="990">
                  <c:v>2.1350151589710147</c:v>
                </c:pt>
                <c:pt idx="991">
                  <c:v>2.1333490535030348</c:v>
                </c:pt>
                <c:pt idx="992">
                  <c:v>2.131686396302332</c:v>
                </c:pt>
                <c:pt idx="993">
                  <c:v>2.1300271802321755</c:v>
                </c:pt>
                <c:pt idx="994">
                  <c:v>2.1283713981706041</c:v>
                </c:pt>
                <c:pt idx="995">
                  <c:v>2.1267190430103966</c:v>
                </c:pt>
                <c:pt idx="996">
                  <c:v>2.1250701076590426</c:v>
                </c:pt>
                <c:pt idx="997">
                  <c:v>2.123424585038709</c:v>
                </c:pt>
                <c:pt idx="998">
                  <c:v>2.121782468086213</c:v>
                </c:pt>
                <c:pt idx="999">
                  <c:v>2.1201437497529891</c:v>
                </c:pt>
                <c:pt idx="1000">
                  <c:v>2.1185084230050601</c:v>
                </c:pt>
                <c:pt idx="1001">
                  <c:v>2.1168764808230072</c:v>
                </c:pt>
                <c:pt idx="1002">
                  <c:v>2.1152479162019389</c:v>
                </c:pt>
                <c:pt idx="1003">
                  <c:v>2.1136227221514612</c:v>
                </c:pt>
                <c:pt idx="1004">
                  <c:v>2.112000891695649</c:v>
                </c:pt>
                <c:pt idx="1005">
                  <c:v>2.1103824178730135</c:v>
                </c:pt>
                <c:pt idx="1006">
                  <c:v>2.108767293736475</c:v>
                </c:pt>
                <c:pt idx="1007">
                  <c:v>2.107155512353331</c:v>
                </c:pt>
                <c:pt idx="1008">
                  <c:v>2.1055470668052276</c:v>
                </c:pt>
                <c:pt idx="1009">
                  <c:v>2.1039419501881298</c:v>
                </c:pt>
                <c:pt idx="1010">
                  <c:v>2.1023401556122914</c:v>
                </c:pt>
                <c:pt idx="1011">
                  <c:v>2.1007416762022255</c:v>
                </c:pt>
                <c:pt idx="1012">
                  <c:v>2.0991465050966753</c:v>
                </c:pt>
                <c:pt idx="1013">
                  <c:v>2.0975546354485841</c:v>
                </c:pt>
                <c:pt idx="1014">
                  <c:v>2.0959660604250669</c:v>
                </c:pt>
                <c:pt idx="1015">
                  <c:v>2.0943807732073796</c:v>
                </c:pt>
                <c:pt idx="1016">
                  <c:v>2.0927987669908914</c:v>
                </c:pt>
                <c:pt idx="1017">
                  <c:v>2.0912200349850538</c:v>
                </c:pt>
                <c:pt idx="1018">
                  <c:v>2.0896445704133733</c:v>
                </c:pt>
                <c:pt idx="1019">
                  <c:v>2.0880723665133814</c:v>
                </c:pt>
                <c:pt idx="1020">
                  <c:v>2.0865034165366048</c:v>
                </c:pt>
                <c:pt idx="1021">
                  <c:v>2.0849377137485376</c:v>
                </c:pt>
                <c:pt idx="1022">
                  <c:v>2.0833752514286128</c:v>
                </c:pt>
                <c:pt idx="1023">
                  <c:v>2.0818160228701714</c:v>
                </c:pt>
                <c:pt idx="1024">
                  <c:v>2.0802600213804356</c:v>
                </c:pt>
                <c:pt idx="1025">
                  <c:v>2.0787072402804792</c:v>
                </c:pt>
                <c:pt idx="1026">
                  <c:v>2.0771576729051988</c:v>
                </c:pt>
                <c:pt idx="1027">
                  <c:v>2.0756113126032862</c:v>
                </c:pt>
                <c:pt idx="1028">
                  <c:v>2.0740681527371989</c:v>
                </c:pt>
                <c:pt idx="1029">
                  <c:v>2.0725281866831313</c:v>
                </c:pt>
                <c:pt idx="1030">
                  <c:v>2.0709914078309875</c:v>
                </c:pt>
                <c:pt idx="1031">
                  <c:v>2.0694578095843514</c:v>
                </c:pt>
                <c:pt idx="1032">
                  <c:v>2.0679273853604601</c:v>
                </c:pt>
                <c:pt idx="1033">
                  <c:v>2.0664001285901743</c:v>
                </c:pt>
                <c:pt idx="1034">
                  <c:v>2.0648760327179505</c:v>
                </c:pt>
                <c:pt idx="1035">
                  <c:v>2.0633550912018133</c:v>
                </c:pt>
                <c:pt idx="1036">
                  <c:v>2.0618372975133266</c:v>
                </c:pt>
                <c:pt idx="1037">
                  <c:v>2.0603226451375662</c:v>
                </c:pt>
                <c:pt idx="1038">
                  <c:v>2.0588111275730911</c:v>
                </c:pt>
                <c:pt idx="1039">
                  <c:v>2.0573027383319169</c:v>
                </c:pt>
                <c:pt idx="1040">
                  <c:v>2.0557974709394862</c:v>
                </c:pt>
                <c:pt idx="1041">
                  <c:v>2.054295318934642</c:v>
                </c:pt>
                <c:pt idx="1042">
                  <c:v>2.0527962758695999</c:v>
                </c:pt>
                <c:pt idx="1043">
                  <c:v>2.0513003353099202</c:v>
                </c:pt>
                <c:pt idx="1044">
                  <c:v>2.0498074908344797</c:v>
                </c:pt>
                <c:pt idx="1045">
                  <c:v>2.0483177360354454</c:v>
                </c:pt>
                <c:pt idx="1046">
                  <c:v>2.0468310645182464</c:v>
                </c:pt>
                <c:pt idx="1047">
                  <c:v>2.0453474699015457</c:v>
                </c:pt>
                <c:pt idx="1048">
                  <c:v>2.0438669458172143</c:v>
                </c:pt>
                <c:pt idx="1049">
                  <c:v>2.0423894859103022</c:v>
                </c:pt>
                <c:pt idx="1050">
                  <c:v>2.0409150838390122</c:v>
                </c:pt>
                <c:pt idx="1051">
                  <c:v>2.0394437332746729</c:v>
                </c:pt>
                <c:pt idx="1052">
                  <c:v>2.0379754279017108</c:v>
                </c:pt>
                <c:pt idx="1053">
                  <c:v>2.0365101614176235</c:v>
                </c:pt>
                <c:pt idx="1054">
                  <c:v>2.0350479275329523</c:v>
                </c:pt>
                <c:pt idx="1055">
                  <c:v>2.0335887199712559</c:v>
                </c:pt>
                <c:pt idx="1056">
                  <c:v>2.0321325324690833</c:v>
                </c:pt>
                <c:pt idx="1057">
                  <c:v>2.030679358775946</c:v>
                </c:pt>
                <c:pt idx="1058">
                  <c:v>2.0292291926542925</c:v>
                </c:pt>
                <c:pt idx="1059">
                  <c:v>2.0277820278794807</c:v>
                </c:pt>
                <c:pt idx="1060">
                  <c:v>2.0263378582397511</c:v>
                </c:pt>
                <c:pt idx="1061">
                  <c:v>2.0248966775362005</c:v>
                </c:pt>
                <c:pt idx="1062">
                  <c:v>2.0234584795827559</c:v>
                </c:pt>
                <c:pt idx="1063">
                  <c:v>2.0220232582061466</c:v>
                </c:pt>
                <c:pt idx="1064">
                  <c:v>2.0205910072458786</c:v>
                </c:pt>
                <c:pt idx="1065">
                  <c:v>2.0191617205542083</c:v>
                </c:pt>
                <c:pt idx="1066">
                  <c:v>2.0177353919961156</c:v>
                </c:pt>
                <c:pt idx="1067">
                  <c:v>2.016312015449278</c:v>
                </c:pt>
                <c:pt idx="1068">
                  <c:v>2.0148915848040438</c:v>
                </c:pt>
                <c:pt idx="1069">
                  <c:v>2.0134740939634068</c:v>
                </c:pt>
                <c:pt idx="1070">
                  <c:v>2.0120595368429788</c:v>
                </c:pt>
                <c:pt idx="1071">
                  <c:v>2.0106479073709642</c:v>
                </c:pt>
                <c:pt idx="1072">
                  <c:v>2.0092391994881345</c:v>
                </c:pt>
                <c:pt idx="1073">
                  <c:v>2.0078334071478015</c:v>
                </c:pt>
                <c:pt idx="1074">
                  <c:v>2.0064305243157912</c:v>
                </c:pt>
                <c:pt idx="1075">
                  <c:v>2.0050305449704187</c:v>
                </c:pt>
                <c:pt idx="1076">
                  <c:v>2.0036334631024619</c:v>
                </c:pt>
                <c:pt idx="1077">
                  <c:v>2.0022392727151357</c:v>
                </c:pt>
                <c:pt idx="1078">
                  <c:v>2.000847967824066</c:v>
                </c:pt>
                <c:pt idx="1079">
                  <c:v>1.9994595424572648</c:v>
                </c:pt>
                <c:pt idx="1080">
                  <c:v>1.9980739906551035</c:v>
                </c:pt>
                <c:pt idx="1081">
                  <c:v>1.9966913064702885</c:v>
                </c:pt>
                <c:pt idx="1082">
                  <c:v>1.9953114839678345</c:v>
                </c:pt>
                <c:pt idx="1083">
                  <c:v>1.9939345172250398</c:v>
                </c:pt>
                <c:pt idx="1084">
                  <c:v>1.9925604003314608</c:v>
                </c:pt>
                <c:pt idx="1085">
                  <c:v>1.9911891273888864</c:v>
                </c:pt>
                <c:pt idx="1086">
                  <c:v>1.9898206925113127</c:v>
                </c:pt>
                <c:pt idx="1087">
                  <c:v>1.9884550898249178</c:v>
                </c:pt>
                <c:pt idx="1088">
                  <c:v>1.9870923134680367</c:v>
                </c:pt>
                <c:pt idx="1089">
                  <c:v>1.9857323575911361</c:v>
                </c:pt>
                <c:pt idx="1090">
                  <c:v>1.9843752163567892</c:v>
                </c:pt>
                <c:pt idx="1091">
                  <c:v>1.9830208839396504</c:v>
                </c:pt>
                <c:pt idx="1092">
                  <c:v>1.9816693545264308</c:v>
                </c:pt>
                <c:pt idx="1093">
                  <c:v>1.9803206223158731</c:v>
                </c:pt>
                <c:pt idx="1094">
                  <c:v>1.9789746815187266</c:v>
                </c:pt>
                <c:pt idx="1095">
                  <c:v>1.977631526357722</c:v>
                </c:pt>
                <c:pt idx="1096">
                  <c:v>1.9762911510675474</c:v>
                </c:pt>
                <c:pt idx="1097">
                  <c:v>1.9749535498948227</c:v>
                </c:pt>
                <c:pt idx="1098">
                  <c:v>1.9736187170980759</c:v>
                </c:pt>
                <c:pt idx="1099">
                  <c:v>1.9722866469477176</c:v>
                </c:pt>
                <c:pt idx="1100">
                  <c:v>1.9709573337260164</c:v>
                </c:pt>
                <c:pt idx="1101">
                  <c:v>1.9696307717270751</c:v>
                </c:pt>
                <c:pt idx="1102">
                  <c:v>1.9683069552568053</c:v>
                </c:pt>
                <c:pt idx="1103">
                  <c:v>1.9669858786329038</c:v>
                </c:pt>
                <c:pt idx="1104">
                  <c:v>1.9656675361848277</c:v>
                </c:pt>
                <c:pt idx="1105">
                  <c:v>1.96435192225377</c:v>
                </c:pt>
                <c:pt idx="1106">
                  <c:v>1.9630390311926358</c:v>
                </c:pt>
                <c:pt idx="1107">
                  <c:v>1.9617288573660174</c:v>
                </c:pt>
                <c:pt idx="1108">
                  <c:v>1.960421395150171</c:v>
                </c:pt>
                <c:pt idx="1109">
                  <c:v>1.9591166389329915</c:v>
                </c:pt>
                <c:pt idx="1110">
                  <c:v>1.957814583113989</c:v>
                </c:pt>
                <c:pt idx="1111">
                  <c:v>1.956515222104265</c:v>
                </c:pt>
                <c:pt idx="1112">
                  <c:v>1.9552185503264878</c:v>
                </c:pt>
                <c:pt idx="1113">
                  <c:v>1.9539245622148691</c:v>
                </c:pt>
                <c:pt idx="1114">
                  <c:v>1.9526332522151395</c:v>
                </c:pt>
                <c:pt idx="1115">
                  <c:v>1.9513446147845255</c:v>
                </c:pt>
                <c:pt idx="1116">
                  <c:v>1.9500586443917249</c:v>
                </c:pt>
                <c:pt idx="1117">
                  <c:v>1.9487753355168838</c:v>
                </c:pt>
                <c:pt idx="1118">
                  <c:v>1.9474946826515718</c:v>
                </c:pt>
                <c:pt idx="1119">
                  <c:v>1.9462166802987597</c:v>
                </c:pt>
                <c:pt idx="1120">
                  <c:v>1.9449413229727952</c:v>
                </c:pt>
                <c:pt idx="1121">
                  <c:v>1.9436686051993792</c:v>
                </c:pt>
                <c:pt idx="1122">
                  <c:v>1.9423985215155426</c:v>
                </c:pt>
                <c:pt idx="1123">
                  <c:v>1.9411310664696226</c:v>
                </c:pt>
                <c:pt idx="1124">
                  <c:v>1.9398662346212399</c:v>
                </c:pt>
                <c:pt idx="1125">
                  <c:v>1.9386040205412745</c:v>
                </c:pt>
                <c:pt idx="1126">
                  <c:v>1.9373444188118432</c:v>
                </c:pt>
                <c:pt idx="1127">
                  <c:v>1.9360874240262755</c:v>
                </c:pt>
                <c:pt idx="1128">
                  <c:v>1.9348330307890913</c:v>
                </c:pt>
                <c:pt idx="1129">
                  <c:v>1.933581233715977</c:v>
                </c:pt>
                <c:pt idx="1130">
                  <c:v>1.9323320274337628</c:v>
                </c:pt>
                <c:pt idx="1131">
                  <c:v>1.9310854065803995</c:v>
                </c:pt>
                <c:pt idx="1132">
                  <c:v>1.9298413658049356</c:v>
                </c:pt>
                <c:pt idx="1133">
                  <c:v>1.928599899767494</c:v>
                </c:pt>
                <c:pt idx="1134">
                  <c:v>1.9273610031392496</c:v>
                </c:pt>
                <c:pt idx="1135">
                  <c:v>1.926124670602406</c:v>
                </c:pt>
                <c:pt idx="1136">
                  <c:v>1.9248908968501726</c:v>
                </c:pt>
                <c:pt idx="1137">
                  <c:v>1.9236596765867424</c:v>
                </c:pt>
                <c:pt idx="1138">
                  <c:v>1.9224310045272688</c:v>
                </c:pt>
                <c:pt idx="1139">
                  <c:v>1.921204875397843</c:v>
                </c:pt>
                <c:pt idx="1140">
                  <c:v>1.9199812839354713</c:v>
                </c:pt>
                <c:pt idx="1141">
                  <c:v>1.9187602248880526</c:v>
                </c:pt>
                <c:pt idx="1142">
                  <c:v>1.9175416930143561</c:v>
                </c:pt>
                <c:pt idx="1143">
                  <c:v>1.9163256830839981</c:v>
                </c:pt>
                <c:pt idx="1144">
                  <c:v>1.9151121898774206</c:v>
                </c:pt>
                <c:pt idx="1145">
                  <c:v>1.9139012081858677</c:v>
                </c:pt>
                <c:pt idx="1146">
                  <c:v>1.9126927328113641</c:v>
                </c:pt>
                <c:pt idx="1147">
                  <c:v>1.9114867585666926</c:v>
                </c:pt>
                <c:pt idx="1148">
                  <c:v>1.9102832802753718</c:v>
                </c:pt>
                <c:pt idx="1149">
                  <c:v>1.9090822927716333</c:v>
                </c:pt>
                <c:pt idx="1150">
                  <c:v>1.9078837909004009</c:v>
                </c:pt>
                <c:pt idx="1151">
                  <c:v>1.9066877695172673</c:v>
                </c:pt>
                <c:pt idx="1152">
                  <c:v>1.905494223488472</c:v>
                </c:pt>
                <c:pt idx="1153">
                  <c:v>1.90430314769088</c:v>
                </c:pt>
                <c:pt idx="1154">
                  <c:v>1.9031145370119595</c:v>
                </c:pt>
                <c:pt idx="1155">
                  <c:v>1.9019283863497596</c:v>
                </c:pt>
                <c:pt idx="1156">
                  <c:v>1.9007446906128889</c:v>
                </c:pt>
                <c:pt idx="1157">
                  <c:v>1.8995634447204934</c:v>
                </c:pt>
                <c:pt idx="1158">
                  <c:v>1.8983846436022347</c:v>
                </c:pt>
                <c:pt idx="1159">
                  <c:v>1.8972082821982681</c:v>
                </c:pt>
                <c:pt idx="1160">
                  <c:v>1.8960343554592214</c:v>
                </c:pt>
                <c:pt idx="1161">
                  <c:v>1.8948628583461726</c:v>
                </c:pt>
                <c:pt idx="1162">
                  <c:v>1.8936937858306286</c:v>
                </c:pt>
                <c:pt idx="1163">
                  <c:v>1.8925271328945037</c:v>
                </c:pt>
                <c:pt idx="1164">
                  <c:v>1.8913628945300975</c:v>
                </c:pt>
                <c:pt idx="1165">
                  <c:v>1.8902010657400743</c:v>
                </c:pt>
                <c:pt idx="1166">
                  <c:v>1.8890416415374409</c:v>
                </c:pt>
                <c:pt idx="1167">
                  <c:v>1.8878846169455257</c:v>
                </c:pt>
                <c:pt idx="1168">
                  <c:v>1.8867299869979568</c:v>
                </c:pt>
                <c:pt idx="1169">
                  <c:v>1.8855777467386412</c:v>
                </c:pt>
                <c:pt idx="1170">
                  <c:v>1.8844278912217434</c:v>
                </c:pt>
                <c:pt idx="1171">
                  <c:v>1.8832804155116638</c:v>
                </c:pt>
                <c:pt idx="1172">
                  <c:v>1.882135314683018</c:v>
                </c:pt>
                <c:pt idx="1173">
                  <c:v>1.8809925838206152</c:v>
                </c:pt>
                <c:pt idx="1174">
                  <c:v>1.8798522180194379</c:v>
                </c:pt>
                <c:pt idx="1175">
                  <c:v>1.8787142123846197</c:v>
                </c:pt>
                <c:pt idx="1176">
                  <c:v>1.8775785620314251</c:v>
                </c:pt>
                <c:pt idx="1177">
                  <c:v>1.8764452620852288</c:v>
                </c:pt>
                <c:pt idx="1178">
                  <c:v>1.8753143076814935</c:v>
                </c:pt>
                <c:pt idx="1179">
                  <c:v>1.8741856939657504</c:v>
                </c:pt>
                <c:pt idx="1180">
                  <c:v>1.8730594160935776</c:v>
                </c:pt>
                <c:pt idx="1181">
                  <c:v>1.8719354692305794</c:v>
                </c:pt>
                <c:pt idx="1182">
                  <c:v>1.8708138485523658</c:v>
                </c:pt>
                <c:pt idx="1183">
                  <c:v>1.8696945492445316</c:v>
                </c:pt>
                <c:pt idx="1184">
                  <c:v>1.8685775665026356</c:v>
                </c:pt>
                <c:pt idx="1185">
                  <c:v>1.8674628955321804</c:v>
                </c:pt>
                <c:pt idx="1186">
                  <c:v>1.8663505315485915</c:v>
                </c:pt>
                <c:pt idx="1187">
                  <c:v>1.8652404697771967</c:v>
                </c:pt>
                <c:pt idx="1188">
                  <c:v>1.8641327054532058</c:v>
                </c:pt>
                <c:pt idx="1189">
                  <c:v>1.8630272338216902</c:v>
                </c:pt>
                <c:pt idx="1190">
                  <c:v>1.8619240501375622</c:v>
                </c:pt>
                <c:pt idx="1191">
                  <c:v>1.860823149665555</c:v>
                </c:pt>
                <c:pt idx="1192">
                  <c:v>1.8597245276802019</c:v>
                </c:pt>
                <c:pt idx="1193">
                  <c:v>1.8586281794658166</c:v>
                </c:pt>
                <c:pt idx="1194">
                  <c:v>1.8575341003164723</c:v>
                </c:pt>
                <c:pt idx="1195">
                  <c:v>1.8564422855359821</c:v>
                </c:pt>
                <c:pt idx="1196">
                  <c:v>1.8553527304378787</c:v>
                </c:pt>
                <c:pt idx="1197">
                  <c:v>1.854265430345394</c:v>
                </c:pt>
                <c:pt idx="1198">
                  <c:v>1.8531803805914393</c:v>
                </c:pt>
                <c:pt idx="1199">
                  <c:v>1.852097576518585</c:v>
                </c:pt>
                <c:pt idx="1200">
                  <c:v>1.8510170134790411</c:v>
                </c:pt>
                <c:pt idx="1201">
                  <c:v>1.8499386868346366</c:v>
                </c:pt>
                <c:pt idx="1202">
                  <c:v>1.8488625919568</c:v>
                </c:pt>
                <c:pt idx="1203">
                  <c:v>1.8477887242265396</c:v>
                </c:pt>
                <c:pt idx="1204">
                  <c:v>1.8467170790344232</c:v>
                </c:pt>
                <c:pt idx="1205">
                  <c:v>1.8456476517805585</c:v>
                </c:pt>
                <c:pt idx="1206">
                  <c:v>1.8445804378745734</c:v>
                </c:pt>
                <c:pt idx="1207">
                  <c:v>1.8435154327355967</c:v>
                </c:pt>
                <c:pt idx="1208">
                  <c:v>1.8424526317922376</c:v>
                </c:pt>
                <c:pt idx="1209">
                  <c:v>1.8413920304825666</c:v>
                </c:pt>
                <c:pt idx="1210">
                  <c:v>1.8403336242540957</c:v>
                </c:pt>
                <c:pt idx="1211">
                  <c:v>1.8392774085637595</c:v>
                </c:pt>
                <c:pt idx="1212">
                  <c:v>1.8382233788778946</c:v>
                </c:pt>
                <c:pt idx="1213">
                  <c:v>1.8371715306722209</c:v>
                </c:pt>
                <c:pt idx="1214">
                  <c:v>1.8361218594318225</c:v>
                </c:pt>
                <c:pt idx="1215">
                  <c:v>1.8350743606511271</c:v>
                </c:pt>
                <c:pt idx="1216">
                  <c:v>1.8340290298338877</c:v>
                </c:pt>
                <c:pt idx="1217">
                  <c:v>1.832985862493163</c:v>
                </c:pt>
                <c:pt idx="1218">
                  <c:v>1.8319448541512982</c:v>
                </c:pt>
                <c:pt idx="1219">
                  <c:v>1.8309060003399056</c:v>
                </c:pt>
                <c:pt idx="1220">
                  <c:v>1.8298692965998455</c:v>
                </c:pt>
                <c:pt idx="1221">
                  <c:v>1.8288347384812074</c:v>
                </c:pt>
                <c:pt idx="1222">
                  <c:v>1.8278023215432901</c:v>
                </c:pt>
                <c:pt idx="1223">
                  <c:v>1.8267720413545836</c:v>
                </c:pt>
                <c:pt idx="1224">
                  <c:v>1.825743893492749</c:v>
                </c:pt>
                <c:pt idx="1225">
                  <c:v>1.8247178735446008</c:v>
                </c:pt>
                <c:pt idx="1226">
                  <c:v>1.8236939771060869</c:v>
                </c:pt>
                <c:pt idx="1227">
                  <c:v>1.8226721997822704</c:v>
                </c:pt>
                <c:pt idx="1228">
                  <c:v>1.8216525371873098</c:v>
                </c:pt>
                <c:pt idx="1229">
                  <c:v>1.8206349849444414</c:v>
                </c:pt>
                <c:pt idx="1230">
                  <c:v>1.8196195386859597</c:v>
                </c:pt>
                <c:pt idx="1231">
                  <c:v>1.8186061940531988</c:v>
                </c:pt>
                <c:pt idx="1232">
                  <c:v>1.8175949466965138</c:v>
                </c:pt>
                <c:pt idx="1233">
                  <c:v>1.8165857922752617</c:v>
                </c:pt>
                <c:pt idx="1234">
                  <c:v>1.8155787264577841</c:v>
                </c:pt>
                <c:pt idx="1235">
                  <c:v>1.8145737449213866</c:v>
                </c:pt>
                <c:pt idx="1236">
                  <c:v>1.8135708433523217</c:v>
                </c:pt>
                <c:pt idx="1237">
                  <c:v>1.81257001744577</c:v>
                </c:pt>
                <c:pt idx="1238">
                  <c:v>1.8115712629058216</c:v>
                </c:pt>
                <c:pt idx="1239">
                  <c:v>1.8105745754454576</c:v>
                </c:pt>
                <c:pt idx="1240">
                  <c:v>1.8095799507865316</c:v>
                </c:pt>
                <c:pt idx="1241">
                  <c:v>1.8085873846597516</c:v>
                </c:pt>
                <c:pt idx="1242">
                  <c:v>1.8075968728046616</c:v>
                </c:pt>
                <c:pt idx="1243">
                  <c:v>1.8066084109696237</c:v>
                </c:pt>
                <c:pt idx="1244">
                  <c:v>1.8056219949117984</c:v>
                </c:pt>
                <c:pt idx="1245">
                  <c:v>1.8046376203971284</c:v>
                </c:pt>
                <c:pt idx="1246">
                  <c:v>1.803655283200319</c:v>
                </c:pt>
                <c:pt idx="1247">
                  <c:v>1.8026749791048204</c:v>
                </c:pt>
                <c:pt idx="1248">
                  <c:v>1.80169670390281</c:v>
                </c:pt>
                <c:pt idx="1249">
                  <c:v>1.8007204533951735</c:v>
                </c:pt>
                <c:pt idx="1250">
                  <c:v>1.7997462233914874</c:v>
                </c:pt>
                <c:pt idx="1251">
                  <c:v>1.7987740097100011</c:v>
                </c:pt>
                <c:pt idx="1252">
                  <c:v>1.7978038081776189</c:v>
                </c:pt>
                <c:pt idx="1253">
                  <c:v>1.7968356146298814</c:v>
                </c:pt>
                <c:pt idx="1254">
                  <c:v>1.7958694249109488</c:v>
                </c:pt>
                <c:pt idx="1255">
                  <c:v>1.7949052348735823</c:v>
                </c:pt>
                <c:pt idx="1256">
                  <c:v>1.7939430403791266</c:v>
                </c:pt>
                <c:pt idx="1257">
                  <c:v>1.7929828372974914</c:v>
                </c:pt>
                <c:pt idx="1258">
                  <c:v>1.7920246215071352</c:v>
                </c:pt>
                <c:pt idx="1259">
                  <c:v>1.7910683888950458</c:v>
                </c:pt>
                <c:pt idx="1260">
                  <c:v>1.790114135356724</c:v>
                </c:pt>
                <c:pt idx="1261">
                  <c:v>1.7891618567961656</c:v>
                </c:pt>
                <c:pt idx="1262">
                  <c:v>1.7882115491258432</c:v>
                </c:pt>
                <c:pt idx="1263">
                  <c:v>1.7872632082666897</c:v>
                </c:pt>
                <c:pt idx="1264">
                  <c:v>1.7863168301480801</c:v>
                </c:pt>
                <c:pt idx="1265">
                  <c:v>1.7853724107078142</c:v>
                </c:pt>
                <c:pt idx="1266">
                  <c:v>1.7844299458920991</c:v>
                </c:pt>
                <c:pt idx="1267">
                  <c:v>1.7834894316555319</c:v>
                </c:pt>
                <c:pt idx="1268">
                  <c:v>1.7825508639610823</c:v>
                </c:pt>
                <c:pt idx="1269">
                  <c:v>1.7816142387800753</c:v>
                </c:pt>
                <c:pt idx="1270">
                  <c:v>1.7806795520921739</c:v>
                </c:pt>
                <c:pt idx="1271">
                  <c:v>1.7797467998853616</c:v>
                </c:pt>
                <c:pt idx="1272">
                  <c:v>1.7788159781559256</c:v>
                </c:pt>
                <c:pt idx="1273">
                  <c:v>1.7778870829084397</c:v>
                </c:pt>
                <c:pt idx="1274">
                  <c:v>1.7769601101557462</c:v>
                </c:pt>
                <c:pt idx="1275">
                  <c:v>1.77603505591894</c:v>
                </c:pt>
                <c:pt idx="1276">
                  <c:v>1.7751119162273505</c:v>
                </c:pt>
                <c:pt idx="1277">
                  <c:v>1.7741906871185256</c:v>
                </c:pt>
                <c:pt idx="1278">
                  <c:v>1.7732713646382137</c:v>
                </c:pt>
                <c:pt idx="1279">
                  <c:v>1.7723539448403471</c:v>
                </c:pt>
                <c:pt idx="1280">
                  <c:v>1.7714384237870255</c:v>
                </c:pt>
                <c:pt idx="1281">
                  <c:v>1.7705247975484983</c:v>
                </c:pt>
                <c:pt idx="1282">
                  <c:v>1.7696130622031485</c:v>
                </c:pt>
                <c:pt idx="1283">
                  <c:v>1.7687032138374752</c:v>
                </c:pt>
                <c:pt idx="1284">
                  <c:v>1.7677952485460771</c:v>
                </c:pt>
                <c:pt idx="1285">
                  <c:v>1.7668891624316359</c:v>
                </c:pt>
                <c:pt idx="1286">
                  <c:v>1.7659849516048995</c:v>
                </c:pt>
                <c:pt idx="1287">
                  <c:v>1.765082612184665</c:v>
                </c:pt>
                <c:pt idx="1288">
                  <c:v>1.7641821402977624</c:v>
                </c:pt>
                <c:pt idx="1289">
                  <c:v>1.7632835320790377</c:v>
                </c:pt>
                <c:pt idx="1290">
                  <c:v>1.7623867836713365</c:v>
                </c:pt>
                <c:pt idx="1291">
                  <c:v>1.7614918912254875</c:v>
                </c:pt>
                <c:pt idx="1292">
                  <c:v>1.7605988509002859</c:v>
                </c:pt>
                <c:pt idx="1293">
                  <c:v>1.7597076588624765</c:v>
                </c:pt>
                <c:pt idx="1294">
                  <c:v>1.7588183112867379</c:v>
                </c:pt>
                <c:pt idx="1295">
                  <c:v>1.7579308043556661</c:v>
                </c:pt>
                <c:pt idx="1296">
                  <c:v>1.7570451342597571</c:v>
                </c:pt>
                <c:pt idx="1297">
                  <c:v>1.7561612971973919</c:v>
                </c:pt>
                <c:pt idx="1298">
                  <c:v>1.7552792893748193</c:v>
                </c:pt>
                <c:pt idx="1299">
                  <c:v>1.7543991070061398</c:v>
                </c:pt>
                <c:pt idx="1300">
                  <c:v>1.7535207463132896</c:v>
                </c:pt>
                <c:pt idx="1301">
                  <c:v>1.7526442035260239</c:v>
                </c:pt>
                <c:pt idx="1302">
                  <c:v>1.7517694748819015</c:v>
                </c:pt>
                <c:pt idx="1303">
                  <c:v>1.7508965566262678</c:v>
                </c:pt>
                <c:pt idx="1304">
                  <c:v>1.750025445012239</c:v>
                </c:pt>
                <c:pt idx="1305">
                  <c:v>1.7491561363006862</c:v>
                </c:pt>
                <c:pt idx="1306">
                  <c:v>1.7482886267602193</c:v>
                </c:pt>
                <c:pt idx="1307">
                  <c:v>1.7474229126671708</c:v>
                </c:pt>
                <c:pt idx="1308">
                  <c:v>1.7465589903055796</c:v>
                </c:pt>
                <c:pt idx="1309">
                  <c:v>1.7456968559671759</c:v>
                </c:pt>
                <c:pt idx="1310">
                  <c:v>1.7448365059513646</c:v>
                </c:pt>
                <c:pt idx="1311">
                  <c:v>1.7439779365652095</c:v>
                </c:pt>
                <c:pt idx="1312">
                  <c:v>1.7431211441234176</c:v>
                </c:pt>
                <c:pt idx="1313">
                  <c:v>1.7422661249483229</c:v>
                </c:pt>
                <c:pt idx="1314">
                  <c:v>1.7414128753698712</c:v>
                </c:pt>
                <c:pt idx="1315">
                  <c:v>1.740561391725604</c:v>
                </c:pt>
                <c:pt idx="1316">
                  <c:v>1.7397116703606426</c:v>
                </c:pt>
                <c:pt idx="1317">
                  <c:v>1.7388637076276729</c:v>
                </c:pt>
                <c:pt idx="1318">
                  <c:v>1.7380174998869296</c:v>
                </c:pt>
                <c:pt idx="1319">
                  <c:v>1.7371730435061801</c:v>
                </c:pt>
                <c:pt idx="1320">
                  <c:v>1.7363303348607095</c:v>
                </c:pt>
                <c:pt idx="1321">
                  <c:v>1.735489370333305</c:v>
                </c:pt>
                <c:pt idx="1322">
                  <c:v>1.7346501463142399</c:v>
                </c:pt>
                <c:pt idx="1323">
                  <c:v>1.7338126592012584</c:v>
                </c:pt>
                <c:pt idx="1324">
                  <c:v>1.7329769053995601</c:v>
                </c:pt>
                <c:pt idx="1325">
                  <c:v>1.732142881321785</c:v>
                </c:pt>
                <c:pt idx="1326">
                  <c:v>1.7313105833879971</c:v>
                </c:pt>
                <c:pt idx="1327">
                  <c:v>1.7304800080256704</c:v>
                </c:pt>
                <c:pt idx="1328">
                  <c:v>1.729651151669672</c:v>
                </c:pt>
                <c:pt idx="1329">
                  <c:v>1.7288240107622481</c:v>
                </c:pt>
                <c:pt idx="1330">
                  <c:v>1.7279985817530081</c:v>
                </c:pt>
                <c:pt idx="1331">
                  <c:v>1.7271748610989095</c:v>
                </c:pt>
                <c:pt idx="1332">
                  <c:v>1.7263528452642427</c:v>
                </c:pt>
                <c:pt idx="1333">
                  <c:v>1.7255325307206157</c:v>
                </c:pt>
                <c:pt idx="1334">
                  <c:v>1.7247139139469392</c:v>
                </c:pt>
                <c:pt idx="1335">
                  <c:v>1.7238969914294113</c:v>
                </c:pt>
                <c:pt idx="1336">
                  <c:v>1.7230817596615025</c:v>
                </c:pt>
                <c:pt idx="1337">
                  <c:v>1.7222682151439404</c:v>
                </c:pt>
                <c:pt idx="1338">
                  <c:v>1.7214563543846952</c:v>
                </c:pt>
                <c:pt idx="1339">
                  <c:v>1.7206461738989645</c:v>
                </c:pt>
                <c:pt idx="1340">
                  <c:v>1.7198376702091576</c:v>
                </c:pt>
                <c:pt idx="1341">
                  <c:v>1.7190308398448819</c:v>
                </c:pt>
                <c:pt idx="1342">
                  <c:v>1.7182256793429271</c:v>
                </c:pt>
                <c:pt idx="1343">
                  <c:v>1.7174221852472504</c:v>
                </c:pt>
                <c:pt idx="1344">
                  <c:v>1.716620354108962</c:v>
                </c:pt>
                <c:pt idx="1345">
                  <c:v>1.71582018248631</c:v>
                </c:pt>
                <c:pt idx="1346">
                  <c:v>1.7150216669446658</c:v>
                </c:pt>
                <c:pt idx="1347">
                  <c:v>1.7142248040565096</c:v>
                </c:pt>
                <c:pt idx="1348">
                  <c:v>1.7134295904014147</c:v>
                </c:pt>
                <c:pt idx="1349">
                  <c:v>1.7126360225660342</c:v>
                </c:pt>
                <c:pt idx="1350">
                  <c:v>1.7118440971440854</c:v>
                </c:pt>
                <c:pt idx="1351">
                  <c:v>1.7110538107363351</c:v>
                </c:pt>
                <c:pt idx="1352">
                  <c:v>1.710265159950586</c:v>
                </c:pt>
                <c:pt idx="1353">
                  <c:v>1.7094781414016611</c:v>
                </c:pt>
                <c:pt idx="1354">
                  <c:v>1.7086927517113895</c:v>
                </c:pt>
                <c:pt idx="1355">
                  <c:v>1.707908987508592</c:v>
                </c:pt>
                <c:pt idx="1356">
                  <c:v>1.7071268454290669</c:v>
                </c:pt>
                <c:pt idx="1357">
                  <c:v>1.7063463221155748</c:v>
                </c:pt>
                <c:pt idx="1358">
                  <c:v>1.705567414217825</c:v>
                </c:pt>
                <c:pt idx="1359">
                  <c:v>1.7047901183924603</c:v>
                </c:pt>
                <c:pt idx="1360">
                  <c:v>1.7040144313030436</c:v>
                </c:pt>
                <c:pt idx="1361">
                  <c:v>1.703240349620043</c:v>
                </c:pt>
                <c:pt idx="1362">
                  <c:v>1.7024678700208171</c:v>
                </c:pt>
                <c:pt idx="1363">
                  <c:v>1.7016969891896019</c:v>
                </c:pt>
                <c:pt idx="1364">
                  <c:v>1.7009277038174953</c:v>
                </c:pt>
                <c:pt idx="1365">
                  <c:v>1.7001600106024439</c:v>
                </c:pt>
                <c:pt idx="1366">
                  <c:v>1.6993939062492283</c:v>
                </c:pt>
                <c:pt idx="1367">
                  <c:v>1.6986293874694491</c:v>
                </c:pt>
                <c:pt idx="1368">
                  <c:v>1.6978664509815127</c:v>
                </c:pt>
                <c:pt idx="1369">
                  <c:v>1.6971050935106173</c:v>
                </c:pt>
                <c:pt idx="1370">
                  <c:v>1.6963453117887388</c:v>
                </c:pt>
                <c:pt idx="1371">
                  <c:v>1.6955871025546168</c:v>
                </c:pt>
                <c:pt idx="1372">
                  <c:v>1.6948304625537405</c:v>
                </c:pt>
                <c:pt idx="1373">
                  <c:v>1.6940753885383351</c:v>
                </c:pt>
                <c:pt idx="1374">
                  <c:v>1.6933218772673473</c:v>
                </c:pt>
                <c:pt idx="1375">
                  <c:v>1.6925699255064319</c:v>
                </c:pt>
                <c:pt idx="1376">
                  <c:v>1.6918195300279375</c:v>
                </c:pt>
                <c:pt idx="1377">
                  <c:v>1.6910706876108927</c:v>
                </c:pt>
                <c:pt idx="1378">
                  <c:v>1.6903233950409928</c:v>
                </c:pt>
                <c:pt idx="1379">
                  <c:v>1.6895776491105854</c:v>
                </c:pt>
                <c:pt idx="1380">
                  <c:v>1.6888334466186568</c:v>
                </c:pt>
                <c:pt idx="1381">
                  <c:v>1.6880907843708184</c:v>
                </c:pt>
                <c:pt idx="1382">
                  <c:v>1.6873496591792927</c:v>
                </c:pt>
                <c:pt idx="1383">
                  <c:v>1.6866100678629001</c:v>
                </c:pt>
                <c:pt idx="1384">
                  <c:v>1.6858720072470448</c:v>
                </c:pt>
                <c:pt idx="1385">
                  <c:v>1.6851354741637012</c:v>
                </c:pt>
                <c:pt idx="1386">
                  <c:v>1.6844004654514007</c:v>
                </c:pt>
                <c:pt idx="1387">
                  <c:v>1.6836669779552174</c:v>
                </c:pt>
                <c:pt idx="1388">
                  <c:v>1.6829350085267556</c:v>
                </c:pt>
                <c:pt idx="1389">
                  <c:v>1.6822045540241353</c:v>
                </c:pt>
                <c:pt idx="1390">
                  <c:v>1.6814756113119793</c:v>
                </c:pt>
                <c:pt idx="1391">
                  <c:v>1.6807481772613995</c:v>
                </c:pt>
                <c:pt idx="1392">
                  <c:v>1.6800222487499834</c:v>
                </c:pt>
                <c:pt idx="1393">
                  <c:v>1.679297822661781</c:v>
                </c:pt>
                <c:pt idx="1394">
                  <c:v>1.6785748958872913</c:v>
                </c:pt>
                <c:pt idx="1395">
                  <c:v>1.6778534653234487</c:v>
                </c:pt>
                <c:pt idx="1396">
                  <c:v>1.6771335278736099</c:v>
                </c:pt>
                <c:pt idx="1397">
                  <c:v>1.6764150804475408</c:v>
                </c:pt>
                <c:pt idx="1398">
                  <c:v>1.6756981199614027</c:v>
                </c:pt>
                <c:pt idx="1399">
                  <c:v>1.6749826433377397</c:v>
                </c:pt>
                <c:pt idx="1400">
                  <c:v>1.6742686475054651</c:v>
                </c:pt>
                <c:pt idx="1401">
                  <c:v>1.6735561293998482</c:v>
                </c:pt>
                <c:pt idx="1402">
                  <c:v>1.6728450859625013</c:v>
                </c:pt>
                <c:pt idx="1403">
                  <c:v>1.6721355141413665</c:v>
                </c:pt>
                <c:pt idx="1404">
                  <c:v>1.6714274108907026</c:v>
                </c:pt>
                <c:pt idx="1405">
                  <c:v>1.670720773171072</c:v>
                </c:pt>
                <c:pt idx="1406">
                  <c:v>1.6700155979493281</c:v>
                </c:pt>
                <c:pt idx="1407">
                  <c:v>1.6693118821986013</c:v>
                </c:pt>
                <c:pt idx="1408">
                  <c:v>1.6686096228982867</c:v>
                </c:pt>
                <c:pt idx="1409">
                  <c:v>1.6679088170340313</c:v>
                </c:pt>
                <c:pt idx="1410">
                  <c:v>1.6672094615977204</c:v>
                </c:pt>
                <c:pt idx="1411">
                  <c:v>1.6665115535874655</c:v>
                </c:pt>
                <c:pt idx="1412">
                  <c:v>1.6658150900075905</c:v>
                </c:pt>
                <c:pt idx="1413">
                  <c:v>1.66512006786862</c:v>
                </c:pt>
                <c:pt idx="1414">
                  <c:v>1.6644264841872649</c:v>
                </c:pt>
                <c:pt idx="1415">
                  <c:v>1.6637343359864112</c:v>
                </c:pt>
                <c:pt idx="1416">
                  <c:v>1.6630436202951062</c:v>
                </c:pt>
                <c:pt idx="1417">
                  <c:v>1.6623543341485463</c:v>
                </c:pt>
                <c:pt idx="1418">
                  <c:v>1.6616664745880636</c:v>
                </c:pt>
                <c:pt idx="1419">
                  <c:v>1.660980038661114</c:v>
                </c:pt>
                <c:pt idx="1420">
                  <c:v>1.6602950234212639</c:v>
                </c:pt>
                <c:pt idx="1421">
                  <c:v>1.659611425928178</c:v>
                </c:pt>
                <c:pt idx="1422">
                  <c:v>1.6589292432476064</c:v>
                </c:pt>
                <c:pt idx="1423">
                  <c:v>1.6582484724513722</c:v>
                </c:pt>
                <c:pt idx="1424">
                  <c:v>1.6575691106173587</c:v>
                </c:pt>
                <c:pt idx="1425">
                  <c:v>1.6568911548294969</c:v>
                </c:pt>
                <c:pt idx="1426">
                  <c:v>1.6562146021777533</c:v>
                </c:pt>
                <c:pt idx="1427">
                  <c:v>1.6555394497581168</c:v>
                </c:pt>
                <c:pt idx="1428">
                  <c:v>1.6548656946725873</c:v>
                </c:pt>
                <c:pt idx="1429">
                  <c:v>1.6541933340291617</c:v>
                </c:pt>
                <c:pt idx="1430">
                  <c:v>1.6535223649418229</c:v>
                </c:pt>
                <c:pt idx="1431">
                  <c:v>1.652852784530527</c:v>
                </c:pt>
                <c:pt idx="1432">
                  <c:v>1.6521845899211902</c:v>
                </c:pt>
                <c:pt idx="1433">
                  <c:v>1.6515177782456776</c:v>
                </c:pt>
                <c:pt idx="1434">
                  <c:v>1.6508523466417899</c:v>
                </c:pt>
                <c:pt idx="1435">
                  <c:v>1.6501882922532523</c:v>
                </c:pt>
                <c:pt idx="1436">
                  <c:v>1.6495256122297006</c:v>
                </c:pt>
                <c:pt idx="1437">
                  <c:v>1.6488643037266706</c:v>
                </c:pt>
                <c:pt idx="1438">
                  <c:v>1.6482043639055848</c:v>
                </c:pt>
                <c:pt idx="1439">
                  <c:v>1.6475457899337407</c:v>
                </c:pt>
                <c:pt idx="1440">
                  <c:v>1.6468885789842986</c:v>
                </c:pt>
                <c:pt idx="1441">
                  <c:v>1.6462327282362692</c:v>
                </c:pt>
                <c:pt idx="1442">
                  <c:v>1.6455782348745018</c:v>
                </c:pt>
                <c:pt idx="1443">
                  <c:v>1.6449250960896722</c:v>
                </c:pt>
                <c:pt idx="1444">
                  <c:v>1.6442733090782702</c:v>
                </c:pt>
                <c:pt idx="1445">
                  <c:v>1.643622871042588</c:v>
                </c:pt>
                <c:pt idx="1446">
                  <c:v>1.6429737791907084</c:v>
                </c:pt>
                <c:pt idx="1447">
                  <c:v>1.6423260307364924</c:v>
                </c:pt>
                <c:pt idx="1448">
                  <c:v>1.6416796228995671</c:v>
                </c:pt>
                <c:pt idx="1449">
                  <c:v>1.6410345529053143</c:v>
                </c:pt>
                <c:pt idx="1450">
                  <c:v>1.6403908179848581</c:v>
                </c:pt>
                <c:pt idx="1451">
                  <c:v>1.6397484153750534</c:v>
                </c:pt>
                <c:pt idx="1452">
                  <c:v>1.6391073423184739</c:v>
                </c:pt>
                <c:pt idx="1453">
                  <c:v>1.6384675960633999</c:v>
                </c:pt>
                <c:pt idx="1454">
                  <c:v>1.6378291738638071</c:v>
                </c:pt>
                <c:pt idx="1455">
                  <c:v>1.6371920729793545</c:v>
                </c:pt>
                <c:pt idx="1456">
                  <c:v>1.6365562906753726</c:v>
                </c:pt>
                <c:pt idx="1457">
                  <c:v>1.6359218242228517</c:v>
                </c:pt>
                <c:pt idx="1458">
                  <c:v>1.6352886708984304</c:v>
                </c:pt>
                <c:pt idx="1459">
                  <c:v>1.6346568279843836</c:v>
                </c:pt>
                <c:pt idx="1460">
                  <c:v>1.6340262927686107</c:v>
                </c:pt>
                <c:pt idx="1461">
                  <c:v>1.6333970625446246</c:v>
                </c:pt>
                <c:pt idx="1462">
                  <c:v>1.6327691346115398</c:v>
                </c:pt>
                <c:pt idx="1463">
                  <c:v>1.6321425062740602</c:v>
                </c:pt>
                <c:pt idx="1464">
                  <c:v>1.6315171748424686</c:v>
                </c:pt>
                <c:pt idx="1465">
                  <c:v>1.6308931376326141</c:v>
                </c:pt>
                <c:pt idx="1466">
                  <c:v>1.6302703919659014</c:v>
                </c:pt>
                <c:pt idx="1467">
                  <c:v>1.6296489351692787</c:v>
                </c:pt>
                <c:pt idx="1468">
                  <c:v>1.6290287645752266</c:v>
                </c:pt>
                <c:pt idx="1469">
                  <c:v>1.6284098775217468</c:v>
                </c:pt>
                <c:pt idx="1470">
                  <c:v>1.6277922713523503</c:v>
                </c:pt>
                <c:pt idx="1471">
                  <c:v>1.627175943416046</c:v>
                </c:pt>
                <c:pt idx="1472">
                  <c:v>1.6265608910673295</c:v>
                </c:pt>
                <c:pt idx="1473">
                  <c:v>1.6259471116661717</c:v>
                </c:pt>
                <c:pt idx="1474">
                  <c:v>1.6253346025780073</c:v>
                </c:pt>
                <c:pt idx="1475">
                  <c:v>1.624723361173724</c:v>
                </c:pt>
                <c:pt idx="1476">
                  <c:v>1.6241133848296503</c:v>
                </c:pt>
                <c:pt idx="1477">
                  <c:v>1.6235046709275456</c:v>
                </c:pt>
                <c:pt idx="1478">
                  <c:v>1.6228972168545874</c:v>
                </c:pt>
                <c:pt idx="1479">
                  <c:v>1.6222910200033613</c:v>
                </c:pt>
                <c:pt idx="1480">
                  <c:v>1.6216860777718491</c:v>
                </c:pt>
                <c:pt idx="1481">
                  <c:v>1.6210823875634182</c:v>
                </c:pt>
                <c:pt idx="1482">
                  <c:v>1.6204799467868096</c:v>
                </c:pt>
                <c:pt idx="1483">
                  <c:v>1.619878752856128</c:v>
                </c:pt>
                <c:pt idx="1484">
                  <c:v>1.6192788031908296</c:v>
                </c:pt>
                <c:pt idx="1485">
                  <c:v>1.6186800952157114</c:v>
                </c:pt>
                <c:pt idx="1486">
                  <c:v>1.6180826263609005</c:v>
                </c:pt>
                <c:pt idx="1487">
                  <c:v>1.6174863940618425</c:v>
                </c:pt>
                <c:pt idx="1488">
                  <c:v>1.6168913957592905</c:v>
                </c:pt>
                <c:pt idx="1489">
                  <c:v>1.6162976288992952</c:v>
                </c:pt>
                <c:pt idx="1490">
                  <c:v>1.615705090933192</c:v>
                </c:pt>
                <c:pt idx="1491">
                  <c:v>1.6151137793175923</c:v>
                </c:pt>
                <c:pt idx="1492">
                  <c:v>1.6145236915143704</c:v>
                </c:pt>
                <c:pt idx="1493">
                  <c:v>1.6139348249906544</c:v>
                </c:pt>
                <c:pt idx="1494">
                  <c:v>1.6133471772188144</c:v>
                </c:pt>
                <c:pt idx="1495">
                  <c:v>1.6127607456764514</c:v>
                </c:pt>
                <c:pt idx="1496">
                  <c:v>1.6121755278463874</c:v>
                </c:pt>
                <c:pt idx="1497">
                  <c:v>1.6115915212166541</c:v>
                </c:pt>
                <c:pt idx="1498">
                  <c:v>1.6110087232804815</c:v>
                </c:pt>
                <c:pt idx="1499">
                  <c:v>1.6104271315362886</c:v>
                </c:pt>
                <c:pt idx="1500">
                  <c:v>1.6098467434876713</c:v>
                </c:pt>
                <c:pt idx="1501">
                  <c:v>1.6092675566433923</c:v>
                </c:pt>
                <c:pt idx="1502">
                  <c:v>1.6086895685173703</c:v>
                </c:pt>
                <c:pt idx="1503">
                  <c:v>1.6081127766286694</c:v>
                </c:pt>
                <c:pt idx="1504">
                  <c:v>1.6075371785014883</c:v>
                </c:pt>
                <c:pt idx="1505">
                  <c:v>1.6069627716651498</c:v>
                </c:pt>
                <c:pt idx="1506">
                  <c:v>1.6063895536540902</c:v>
                </c:pt>
                <c:pt idx="1507">
                  <c:v>1.6058175220078486</c:v>
                </c:pt>
                <c:pt idx="1508">
                  <c:v>1.6052466742710565</c:v>
                </c:pt>
                <c:pt idx="1509">
                  <c:v>1.6046770079934272</c:v>
                </c:pt>
                <c:pt idx="1510">
                  <c:v>1.6041085207297447</c:v>
                </c:pt>
                <c:pt idx="1511">
                  <c:v>1.6035412100398547</c:v>
                </c:pt>
                <c:pt idx="1512">
                  <c:v>1.6029750734886528</c:v>
                </c:pt>
                <c:pt idx="1513">
                  <c:v>1.6024101086460738</c:v>
                </c:pt>
                <c:pt idx="1514">
                  <c:v>1.6018463130870828</c:v>
                </c:pt>
                <c:pt idx="1515">
                  <c:v>1.6012836843916636</c:v>
                </c:pt>
                <c:pt idx="1516">
                  <c:v>1.6007222201448084</c:v>
                </c:pt>
                <c:pt idx="1517">
                  <c:v>1.6001619179365079</c:v>
                </c:pt>
                <c:pt idx="1518">
                  <c:v>1.5996027753617403</c:v>
                </c:pt>
                <c:pt idx="1519">
                  <c:v>1.5990447900204618</c:v>
                </c:pt>
                <c:pt idx="1520">
                  <c:v>1.5984879595175958</c:v>
                </c:pt>
                <c:pt idx="1521">
                  <c:v>1.5979322814630226</c:v>
                </c:pt>
                <c:pt idx="1522">
                  <c:v>1.597377753471569</c:v>
                </c:pt>
                <c:pt idx="1523">
                  <c:v>1.5968243731629987</c:v>
                </c:pt>
                <c:pt idx="1524">
                  <c:v>1.5962721381620015</c:v>
                </c:pt>
                <c:pt idx="1525">
                  <c:v>1.5957210460981832</c:v>
                </c:pt>
                <c:pt idx="1526">
                  <c:v>1.5951710946060556</c:v>
                </c:pt>
                <c:pt idx="1527">
                  <c:v>1.5946222813250261</c:v>
                </c:pt>
                <c:pt idx="1528">
                  <c:v>1.594074603899388</c:v>
                </c:pt>
                <c:pt idx="1529">
                  <c:v>1.5935280599783099</c:v>
                </c:pt>
                <c:pt idx="1530">
                  <c:v>1.5929826472158257</c:v>
                </c:pt>
                <c:pt idx="1531">
                  <c:v>1.592438363270825</c:v>
                </c:pt>
                <c:pt idx="1532">
                  <c:v>1.5918952058070424</c:v>
                </c:pt>
                <c:pt idx="1533">
                  <c:v>1.5913531724930479</c:v>
                </c:pt>
                <c:pt idx="1534">
                  <c:v>1.5908122610022368</c:v>
                </c:pt>
                <c:pt idx="1535">
                  <c:v>1.5902724690128196</c:v>
                </c:pt>
                <c:pt idx="1536">
                  <c:v>1.589733794207812</c:v>
                </c:pt>
                <c:pt idx="1537">
                  <c:v>1.5891962342750252</c:v>
                </c:pt>
                <c:pt idx="1538">
                  <c:v>1.5886597869070558</c:v>
                </c:pt>
                <c:pt idx="1539">
                  <c:v>1.5881244498012761</c:v>
                </c:pt>
                <c:pt idx="1540">
                  <c:v>1.5875902206598238</c:v>
                </c:pt>
                <c:pt idx="1541">
                  <c:v>1.5870570971895925</c:v>
                </c:pt>
                <c:pt idx="1542">
                  <c:v>1.5865250771022217</c:v>
                </c:pt>
                <c:pt idx="1543">
                  <c:v>1.5859941581140871</c:v>
                </c:pt>
                <c:pt idx="1544">
                  <c:v>1.5854643379462905</c:v>
                </c:pt>
                <c:pt idx="1545">
                  <c:v>1.5849356143246507</c:v>
                </c:pt>
                <c:pt idx="1546">
                  <c:v>1.5844079849796928</c:v>
                </c:pt>
                <c:pt idx="1547">
                  <c:v>1.5838814476466392</c:v>
                </c:pt>
                <c:pt idx="1548">
                  <c:v>1.5833560000653994</c:v>
                </c:pt>
                <c:pt idx="1549">
                  <c:v>1.5828316399805606</c:v>
                </c:pt>
                <c:pt idx="1550">
                  <c:v>1.5823083651413783</c:v>
                </c:pt>
                <c:pt idx="1551">
                  <c:v>1.5817861733017657</c:v>
                </c:pt>
                <c:pt idx="1552">
                  <c:v>1.5812650622202851</c:v>
                </c:pt>
                <c:pt idx="1553">
                  <c:v>1.5807450296601373</c:v>
                </c:pt>
                <c:pt idx="1554">
                  <c:v>1.5802260733891529</c:v>
                </c:pt>
                <c:pt idx="1555">
                  <c:v>1.5797081911797821</c:v>
                </c:pt>
                <c:pt idx="1556">
                  <c:v>1.5791913808090858</c:v>
                </c:pt>
                <c:pt idx="1557">
                  <c:v>1.5786756400587252</c:v>
                </c:pt>
                <c:pt idx="1558">
                  <c:v>1.5781609667149525</c:v>
                </c:pt>
                <c:pt idx="1559">
                  <c:v>1.5776473585686024</c:v>
                </c:pt>
                <c:pt idx="1560">
                  <c:v>1.5771348134150809</c:v>
                </c:pt>
                <c:pt idx="1561">
                  <c:v>1.5766233290543574</c:v>
                </c:pt>
                <c:pt idx="1562">
                  <c:v>1.5761129032909542</c:v>
                </c:pt>
                <c:pt idx="1563">
                  <c:v>1.5756035339339378</c:v>
                </c:pt>
                <c:pt idx="1564">
                  <c:v>1.5750952187969092</c:v>
                </c:pt>
                <c:pt idx="1565">
                  <c:v>1.574587955697994</c:v>
                </c:pt>
                <c:pt idx="1566">
                  <c:v>1.5740817424598341</c:v>
                </c:pt>
                <c:pt idx="1567">
                  <c:v>1.5735765769095778</c:v>
                </c:pt>
                <c:pt idx="1568">
                  <c:v>1.5730724568788697</c:v>
                </c:pt>
                <c:pt idx="1569">
                  <c:v>1.572569380203843</c:v>
                </c:pt>
                <c:pt idx="1570">
                  <c:v>1.572067344725109</c:v>
                </c:pt>
                <c:pt idx="1571">
                  <c:v>1.5715663482877482</c:v>
                </c:pt>
                <c:pt idx="1572">
                  <c:v>1.5710663887413012</c:v>
                </c:pt>
                <c:pt idx="1573">
                  <c:v>1.5705674639397591</c:v>
                </c:pt>
                <c:pt idx="1574">
                  <c:v>1.5700695717415545</c:v>
                </c:pt>
                <c:pt idx="1575">
                  <c:v>1.5695727100095525</c:v>
                </c:pt>
                <c:pt idx="1576">
                  <c:v>1.5690768766110412</c:v>
                </c:pt>
                <c:pt idx="1577">
                  <c:v>1.5685820694177228</c:v>
                </c:pt>
                <c:pt idx="1578">
                  <c:v>1.5680882863057042</c:v>
                </c:pt>
                <c:pt idx="1579">
                  <c:v>1.5675955251554881</c:v>
                </c:pt>
                <c:pt idx="1580">
                  <c:v>1.5671037838519639</c:v>
                </c:pt>
                <c:pt idx="1581">
                  <c:v>1.5666130602843986</c:v>
                </c:pt>
                <c:pt idx="1582">
                  <c:v>1.5661233523464273</c:v>
                </c:pt>
                <c:pt idx="1583">
                  <c:v>1.5656346579360449</c:v>
                </c:pt>
                <c:pt idx="1584">
                  <c:v>1.5651469749555968</c:v>
                </c:pt>
                <c:pt idx="1585">
                  <c:v>1.5646603013117697</c:v>
                </c:pt>
                <c:pt idx="1586">
                  <c:v>1.5641746349155827</c:v>
                </c:pt>
                <c:pt idx="1587">
                  <c:v>1.5636899736823784</c:v>
                </c:pt>
                <c:pt idx="1588">
                  <c:v>1.5632063155318139</c:v>
                </c:pt>
                <c:pt idx="1589">
                  <c:v>1.5627236583878519</c:v>
                </c:pt>
                <c:pt idx="1590">
                  <c:v>1.562242000178752</c:v>
                </c:pt>
                <c:pt idx="1591">
                  <c:v>1.5617613388370613</c:v>
                </c:pt>
                <c:pt idx="1592">
                  <c:v>1.5612816722996059</c:v>
                </c:pt>
                <c:pt idx="1593">
                  <c:v>1.5608029985074821</c:v>
                </c:pt>
                <c:pt idx="1594">
                  <c:v>1.560325315406047</c:v>
                </c:pt>
                <c:pt idx="1595">
                  <c:v>1.5598486209449107</c:v>
                </c:pt>
                <c:pt idx="1596">
                  <c:v>1.5593729130779266</c:v>
                </c:pt>
                <c:pt idx="1597">
                  <c:v>1.5588981897631828</c:v>
                </c:pt>
                <c:pt idx="1598">
                  <c:v>1.5584244489629939</c:v>
                </c:pt>
                <c:pt idx="1599">
                  <c:v>1.5579516886438913</c:v>
                </c:pt>
                <c:pt idx="1600">
                  <c:v>1.5574799067766154</c:v>
                </c:pt>
                <c:pt idx="1601">
                  <c:v>1.557009101336106</c:v>
                </c:pt>
                <c:pt idx="1602">
                  <c:v>1.5565392703014946</c:v>
                </c:pt>
                <c:pt idx="1603">
                  <c:v>1.5560704116560948</c:v>
                </c:pt>
                <c:pt idx="1604">
                  <c:v>1.5556025233873942</c:v>
                </c:pt>
                <c:pt idx="1605">
                  <c:v>1.5551356034870456</c:v>
                </c:pt>
                <c:pt idx="1606">
                  <c:v>1.5546696499508585</c:v>
                </c:pt>
                <c:pt idx="1607">
                  <c:v>1.5542046607787903</c:v>
                </c:pt>
                <c:pt idx="1608">
                  <c:v>1.5537406339749378</c:v>
                </c:pt>
                <c:pt idx="1609">
                  <c:v>1.5532775675475285</c:v>
                </c:pt>
                <c:pt idx="1610">
                  <c:v>1.5528154595089125</c:v>
                </c:pt>
                <c:pt idx="1611">
                  <c:v>1.5523543078755535</c:v>
                </c:pt>
                <c:pt idx="1612">
                  <c:v>1.5518941106680204</c:v>
                </c:pt>
                <c:pt idx="1613">
                  <c:v>1.5514348659109787</c:v>
                </c:pt>
                <c:pt idx="1614">
                  <c:v>1.5509765716331825</c:v>
                </c:pt>
                <c:pt idx="1615">
                  <c:v>1.5505192258674654</c:v>
                </c:pt>
                <c:pt idx="1616">
                  <c:v>1.5500628266507326</c:v>
                </c:pt>
                <c:pt idx="1617">
                  <c:v>1.549607372023952</c:v>
                </c:pt>
                <c:pt idx="1618">
                  <c:v>1.5491528600321463</c:v>
                </c:pt>
                <c:pt idx="1619">
                  <c:v>1.548699288724384</c:v>
                </c:pt>
                <c:pt idx="1620">
                  <c:v>1.5482466561537715</c:v>
                </c:pt>
                <c:pt idx="1621">
                  <c:v>1.5477949603774448</c:v>
                </c:pt>
                <c:pt idx="1622">
                  <c:v>1.5473441994565609</c:v>
                </c:pt>
                <c:pt idx="1623">
                  <c:v>1.5468943714562893</c:v>
                </c:pt>
                <c:pt idx="1624">
                  <c:v>1.546445474445804</c:v>
                </c:pt>
                <c:pt idx="1625">
                  <c:v>1.5459975064982754</c:v>
                </c:pt>
                <c:pt idx="1626">
                  <c:v>1.5455504656908616</c:v>
                </c:pt>
                <c:pt idx="1627">
                  <c:v>1.5451043501047002</c:v>
                </c:pt>
                <c:pt idx="1628">
                  <c:v>1.5446591578249003</c:v>
                </c:pt>
                <c:pt idx="1629">
                  <c:v>1.5442148869405343</c:v>
                </c:pt>
                <c:pt idx="1630">
                  <c:v>1.5437715355446295</c:v>
                </c:pt>
                <c:pt idx="1631">
                  <c:v>1.5433291017341599</c:v>
                </c:pt>
                <c:pt idx="1632">
                  <c:v>1.5428875836100382</c:v>
                </c:pt>
                <c:pt idx="1633">
                  <c:v>1.5424469792771072</c:v>
                </c:pt>
                <c:pt idx="1634">
                  <c:v>1.5420072868441326</c:v>
                </c:pt>
                <c:pt idx="1635">
                  <c:v>1.5415685044237939</c:v>
                </c:pt>
                <c:pt idx="1636">
                  <c:v>1.541130630132677</c:v>
                </c:pt>
                <c:pt idx="1637">
                  <c:v>1.5406936620912657</c:v>
                </c:pt>
                <c:pt idx="1638">
                  <c:v>1.5402575984239335</c:v>
                </c:pt>
                <c:pt idx="1639">
                  <c:v>1.539822437258936</c:v>
                </c:pt>
                <c:pt idx="1640">
                  <c:v>1.5393881767284028</c:v>
                </c:pt>
                <c:pt idx="1641">
                  <c:v>1.5389548149683292</c:v>
                </c:pt>
                <c:pt idx="1642">
                  <c:v>1.5385223501185685</c:v>
                </c:pt>
                <c:pt idx="1643">
                  <c:v>1.5380907803228236</c:v>
                </c:pt>
                <c:pt idx="1644">
                  <c:v>1.5376601037286397</c:v>
                </c:pt>
                <c:pt idx="1645">
                  <c:v>1.5372303184873954</c:v>
                </c:pt>
                <c:pt idx="1646">
                  <c:v>1.5368014227542959</c:v>
                </c:pt>
                <c:pt idx="1647">
                  <c:v>1.5363734146883641</c:v>
                </c:pt>
                <c:pt idx="1648">
                  <c:v>1.5359462924524332</c:v>
                </c:pt>
                <c:pt idx="1649">
                  <c:v>1.5355200542131386</c:v>
                </c:pt>
                <c:pt idx="1650">
                  <c:v>1.5350946981409104</c:v>
                </c:pt>
                <c:pt idx="1651">
                  <c:v>1.5346702224099651</c:v>
                </c:pt>
                <c:pt idx="1652">
                  <c:v>1.534246625198298</c:v>
                </c:pt>
                <c:pt idx="1653">
                  <c:v>1.5338239046876752</c:v>
                </c:pt>
                <c:pt idx="1654">
                  <c:v>1.5334020590636259</c:v>
                </c:pt>
                <c:pt idx="1655">
                  <c:v>1.5329810865154352</c:v>
                </c:pt>
                <c:pt idx="1656">
                  <c:v>1.5325609852361348</c:v>
                </c:pt>
                <c:pt idx="1657">
                  <c:v>1.532141753422497</c:v>
                </c:pt>
                <c:pt idx="1658">
                  <c:v>1.5317233892750259</c:v>
                </c:pt>
                <c:pt idx="1659">
                  <c:v>1.5313058909979498</c:v>
                </c:pt>
                <c:pt idx="1660">
                  <c:v>1.5308892567992138</c:v>
                </c:pt>
                <c:pt idx="1661">
                  <c:v>1.530473484890472</c:v>
                </c:pt>
                <c:pt idx="1662">
                  <c:v>1.5300585734870793</c:v>
                </c:pt>
                <c:pt idx="1663">
                  <c:v>1.5296445208080849</c:v>
                </c:pt>
                <c:pt idx="1664">
                  <c:v>1.5292313250762235</c:v>
                </c:pt>
                <c:pt idx="1665">
                  <c:v>1.5288189845179083</c:v>
                </c:pt>
                <c:pt idx="1666">
                  <c:v>1.5284074973632231</c:v>
                </c:pt>
                <c:pt idx="1667">
                  <c:v>1.5279968618459148</c:v>
                </c:pt>
                <c:pt idx="1668">
                  <c:v>1.5275870762033861</c:v>
                </c:pt>
                <c:pt idx="1669">
                  <c:v>1.5271781386766874</c:v>
                </c:pt>
                <c:pt idx="1670">
                  <c:v>1.5267700475105095</c:v>
                </c:pt>
                <c:pt idx="1671">
                  <c:v>1.5263628009531764</c:v>
                </c:pt>
                <c:pt idx="1672">
                  <c:v>1.5259563972566372</c:v>
                </c:pt>
                <c:pt idx="1673">
                  <c:v>1.525550834676459</c:v>
                </c:pt>
                <c:pt idx="1674">
                  <c:v>1.525146111471819</c:v>
                </c:pt>
                <c:pt idx="1675">
                  <c:v>1.5247422259054977</c:v>
                </c:pt>
                <c:pt idx="1676">
                  <c:v>1.5243391762438709</c:v>
                </c:pt>
                <c:pt idx="1677">
                  <c:v>1.5239369607569024</c:v>
                </c:pt>
                <c:pt idx="1678">
                  <c:v>1.5235355777181365</c:v>
                </c:pt>
                <c:pt idx="1679">
                  <c:v>1.5231350254046907</c:v>
                </c:pt>
                <c:pt idx="1680">
                  <c:v>1.5227353020972483</c:v>
                </c:pt>
                <c:pt idx="1681">
                  <c:v>1.5223364060800511</c:v>
                </c:pt>
                <c:pt idx="1682">
                  <c:v>1.5219383356408915</c:v>
                </c:pt>
                <c:pt idx="1683">
                  <c:v>1.5215410890711065</c:v>
                </c:pt>
                <c:pt idx="1684">
                  <c:v>1.5211446646655684</c:v>
                </c:pt>
                <c:pt idx="1685">
                  <c:v>1.5207490607226792</c:v>
                </c:pt>
                <c:pt idx="1686">
                  <c:v>1.5203542755443624</c:v>
                </c:pt>
                <c:pt idx="1687">
                  <c:v>1.5199603074360559</c:v>
                </c:pt>
                <c:pt idx="1688">
                  <c:v>1.5195671547067049</c:v>
                </c:pt>
                <c:pt idx="1689">
                  <c:v>1.5191748156687543</c:v>
                </c:pt>
                <c:pt idx="1690">
                  <c:v>1.518783288638142</c:v>
                </c:pt>
                <c:pt idx="1691">
                  <c:v>1.518392571934291</c:v>
                </c:pt>
                <c:pt idx="1692">
                  <c:v>1.5180026638801027</c:v>
                </c:pt>
                <c:pt idx="1693">
                  <c:v>1.5176135628019494</c:v>
                </c:pt>
                <c:pt idx="1694">
                  <c:v>1.5172252670296671</c:v>
                </c:pt>
                <c:pt idx="1695">
                  <c:v>1.5168377748965489</c:v>
                </c:pt>
                <c:pt idx="1696">
                  <c:v>1.5164510847393371</c:v>
                </c:pt>
                <c:pt idx="1697">
                  <c:v>1.5160651948982165</c:v>
                </c:pt>
                <c:pt idx="1698">
                  <c:v>1.5156801037168071</c:v>
                </c:pt>
                <c:pt idx="1699">
                  <c:v>1.5152958095421569</c:v>
                </c:pt>
                <c:pt idx="1700">
                  <c:v>1.5149123107247351</c:v>
                </c:pt>
                <c:pt idx="1701">
                  <c:v>1.514529605618425</c:v>
                </c:pt>
                <c:pt idx="1702">
                  <c:v>1.5141476925805164</c:v>
                </c:pt>
                <c:pt idx="1703">
                  <c:v>1.5137665699716993</c:v>
                </c:pt>
                <c:pt idx="1704">
                  <c:v>1.5133862361560566</c:v>
                </c:pt>
                <c:pt idx="1705">
                  <c:v>1.5130066895010565</c:v>
                </c:pt>
                <c:pt idx="1706">
                  <c:v>1.5126279283775463</c:v>
                </c:pt>
                <c:pt idx="1707">
                  <c:v>1.5122499511597451</c:v>
                </c:pt>
                <c:pt idx="1708">
                  <c:v>1.5118727562252368</c:v>
                </c:pt>
                <c:pt idx="1709">
                  <c:v>1.511496341954963</c:v>
                </c:pt>
                <c:pt idx="1710">
                  <c:v>1.5111207067332162</c:v>
                </c:pt>
                <c:pt idx="1711">
                  <c:v>1.5107458489476333</c:v>
                </c:pt>
                <c:pt idx="1712">
                  <c:v>1.5103717669891876</c:v>
                </c:pt>
                <c:pt idx="1713">
                  <c:v>1.5099984592521829</c:v>
                </c:pt>
                <c:pt idx="1714">
                  <c:v>1.5096259241342462</c:v>
                </c:pt>
                <c:pt idx="1715">
                  <c:v>1.509254160036321</c:v>
                </c:pt>
                <c:pt idx="1716">
                  <c:v>1.50888316536266</c:v>
                </c:pt>
                <c:pt idx="1717">
                  <c:v>1.5085129385208187</c:v>
                </c:pt>
                <c:pt idx="1718">
                  <c:v>1.5081434779216483</c:v>
                </c:pt>
                <c:pt idx="1719">
                  <c:v>1.507774781979289</c:v>
                </c:pt>
                <c:pt idx="1720">
                  <c:v>1.5074068491111636</c:v>
                </c:pt>
                <c:pt idx="1721">
                  <c:v>1.5070396777379698</c:v>
                </c:pt>
                <c:pt idx="1722">
                  <c:v>1.5066732662836742</c:v>
                </c:pt>
                <c:pt idx="1723">
                  <c:v>1.5063076131755049</c:v>
                </c:pt>
                <c:pt idx="1724">
                  <c:v>1.5059427168439454</c:v>
                </c:pt>
                <c:pt idx="1725">
                  <c:v>1.5055785757227278</c:v>
                </c:pt>
                <c:pt idx="1726">
                  <c:v>1.5052151882488252</c:v>
                </c:pt>
                <c:pt idx="1727">
                  <c:v>1.5048525528624461</c:v>
                </c:pt>
                <c:pt idx="1728">
                  <c:v>1.5044906680070271</c:v>
                </c:pt>
                <c:pt idx="1729">
                  <c:v>1.5041295321292263</c:v>
                </c:pt>
                <c:pt idx="1730">
                  <c:v>1.5037691436789167</c:v>
                </c:pt>
                <c:pt idx="1731">
                  <c:v>1.5034095011091797</c:v>
                </c:pt>
                <c:pt idx="1732">
                  <c:v>1.503050602876298</c:v>
                </c:pt>
                <c:pt idx="1733">
                  <c:v>1.5026924474397494</c:v>
                </c:pt>
                <c:pt idx="1734">
                  <c:v>1.5023350332622003</c:v>
                </c:pt>
                <c:pt idx="1735">
                  <c:v>1.5019783588094986</c:v>
                </c:pt>
                <c:pt idx="1736">
                  <c:v>1.5016224225506671</c:v>
                </c:pt>
                <c:pt idx="1737">
                  <c:v>1.5012672229578978</c:v>
                </c:pt>
                <c:pt idx="1738">
                  <c:v>1.5009127585065443</c:v>
                </c:pt>
                <c:pt idx="1739">
                  <c:v>1.500559027675116</c:v>
                </c:pt>
                <c:pt idx="1740">
                  <c:v>1.5002060289452708</c:v>
                </c:pt>
                <c:pt idx="1741">
                  <c:v>1.4998537608018097</c:v>
                </c:pt>
                <c:pt idx="1742">
                  <c:v>1.499502221732669</c:v>
                </c:pt>
                <c:pt idx="1743">
                  <c:v>1.4991514102289147</c:v>
                </c:pt>
                <c:pt idx="1744">
                  <c:v>1.498801324784736</c:v>
                </c:pt>
                <c:pt idx="1745">
                  <c:v>1.4984519638974385</c:v>
                </c:pt>
                <c:pt idx="1746">
                  <c:v>1.4981033260674377</c:v>
                </c:pt>
                <c:pt idx="1747">
                  <c:v>1.4977554097982526</c:v>
                </c:pt>
                <c:pt idx="1748">
                  <c:v>1.4974082135964999</c:v>
                </c:pt>
                <c:pt idx="1749">
                  <c:v>1.4970617359718867</c:v>
                </c:pt>
                <c:pt idx="1750">
                  <c:v>1.4967159754372046</c:v>
                </c:pt>
                <c:pt idx="1751">
                  <c:v>1.4963709305083233</c:v>
                </c:pt>
                <c:pt idx="1752">
                  <c:v>1.4960265997041839</c:v>
                </c:pt>
                <c:pt idx="1753">
                  <c:v>1.4956829815467931</c:v>
                </c:pt>
                <c:pt idx="1754">
                  <c:v>1.4953400745612164</c:v>
                </c:pt>
                <c:pt idx="1755">
                  <c:v>1.4949978772755719</c:v>
                </c:pt>
                <c:pt idx="1756">
                  <c:v>1.4946563882210238</c:v>
                </c:pt>
                <c:pt idx="1757">
                  <c:v>1.4943156059317766</c:v>
                </c:pt>
                <c:pt idx="1758">
                  <c:v>1.4939755289450682</c:v>
                </c:pt>
                <c:pt idx="1759">
                  <c:v>1.4936361558011644</c:v>
                </c:pt>
                <c:pt idx="1760">
                  <c:v>1.4932974850433516</c:v>
                </c:pt>
                <c:pt idx="1761">
                  <c:v>1.4929595152179314</c:v>
                </c:pt>
                <c:pt idx="1762">
                  <c:v>1.4926222448742139</c:v>
                </c:pt>
                <c:pt idx="1763">
                  <c:v>1.4922856725645117</c:v>
                </c:pt>
                <c:pt idx="1764">
                  <c:v>1.4919497968441338</c:v>
                </c:pt>
                <c:pt idx="1765">
                  <c:v>1.4916146162713788</c:v>
                </c:pt>
                <c:pt idx="1766">
                  <c:v>1.4912801294075297</c:v>
                </c:pt>
                <c:pt idx="1767">
                  <c:v>1.4909463348168466</c:v>
                </c:pt>
                <c:pt idx="1768">
                  <c:v>1.4906132310665614</c:v>
                </c:pt>
                <c:pt idx="1769">
                  <c:v>1.4902808167268713</c:v>
                </c:pt>
                <c:pt idx="1770">
                  <c:v>1.4899490903709325</c:v>
                </c:pt>
                <c:pt idx="1771">
                  <c:v>1.4896180505748546</c:v>
                </c:pt>
                <c:pt idx="1772">
                  <c:v>1.4892876959176939</c:v>
                </c:pt>
                <c:pt idx="1773">
                  <c:v>1.4889580249814478</c:v>
                </c:pt>
                <c:pt idx="1774">
                  <c:v>1.4886290363510482</c:v>
                </c:pt>
                <c:pt idx="1775">
                  <c:v>1.4883007286143557</c:v>
                </c:pt>
                <c:pt idx="1776">
                  <c:v>1.4879731003621539</c:v>
                </c:pt>
                <c:pt idx="1777">
                  <c:v>1.4876461501881428</c:v>
                </c:pt>
                <c:pt idx="1778">
                  <c:v>1.4873198766889331</c:v>
                </c:pt>
                <c:pt idx="1779">
                  <c:v>1.4869942784640395</c:v>
                </c:pt>
                <c:pt idx="1780">
                  <c:v>1.486669354115876</c:v>
                </c:pt>
                <c:pt idx="1781">
                  <c:v>1.4863451022497485</c:v>
                </c:pt>
                <c:pt idx="1782">
                  <c:v>1.4860215214738497</c:v>
                </c:pt>
                <c:pt idx="1783">
                  <c:v>1.4856986103992529</c:v>
                </c:pt>
                <c:pt idx="1784">
                  <c:v>1.4853763676399059</c:v>
                </c:pt>
                <c:pt idx="1785">
                  <c:v>1.4850547918126251</c:v>
                </c:pt>
                <c:pt idx="1786">
                  <c:v>1.4847338815370899</c:v>
                </c:pt>
                <c:pt idx="1787">
                  <c:v>1.4844136354358359</c:v>
                </c:pt>
                <c:pt idx="1788">
                  <c:v>1.4840940521342505</c:v>
                </c:pt>
                <c:pt idx="1789">
                  <c:v>1.4837751302605653</c:v>
                </c:pt>
                <c:pt idx="1790">
                  <c:v>1.4834568684458511</c:v>
                </c:pt>
                <c:pt idx="1791">
                  <c:v>1.4831392653240123</c:v>
                </c:pt>
                <c:pt idx="1792">
                  <c:v>1.4828223195317805</c:v>
                </c:pt>
                <c:pt idx="1793">
                  <c:v>1.4825060297087085</c:v>
                </c:pt>
                <c:pt idx="1794">
                  <c:v>1.4821903944971648</c:v>
                </c:pt>
                <c:pt idx="1795">
                  <c:v>1.4818754125423284</c:v>
                </c:pt>
                <c:pt idx="1796">
                  <c:v>1.4815610824921812</c:v>
                </c:pt>
                <c:pt idx="1797">
                  <c:v>1.4812474029975045</c:v>
                </c:pt>
                <c:pt idx="1798">
                  <c:v>1.4809343727118711</c:v>
                </c:pt>
                <c:pt idx="1799">
                  <c:v>1.4806219902916409</c:v>
                </c:pt>
                <c:pt idx="1800">
                  <c:v>1.4803102543959545</c:v>
                </c:pt>
                <c:pt idx="1801">
                  <c:v>1.4799991636867278</c:v>
                </c:pt>
                <c:pt idx="1802">
                  <c:v>1.4796887168286459</c:v>
                </c:pt>
                <c:pt idx="1803">
                  <c:v>1.4793789124891576</c:v>
                </c:pt>
                <c:pt idx="1804">
                  <c:v>1.4790697493384697</c:v>
                </c:pt>
                <c:pt idx="1805">
                  <c:v>1.4787612260495409</c:v>
                </c:pt>
                <c:pt idx="1806">
                  <c:v>1.4784533412980769</c:v>
                </c:pt>
                <c:pt idx="1807">
                  <c:v>1.4781460937625239</c:v>
                </c:pt>
                <c:pt idx="1808">
                  <c:v>1.4778394821240635</c:v>
                </c:pt>
                <c:pt idx="1809">
                  <c:v>1.4775335050666065</c:v>
                </c:pt>
                <c:pt idx="1810">
                  <c:v>1.4772281612767879</c:v>
                </c:pt>
                <c:pt idx="1811">
                  <c:v>1.4769234494439605</c:v>
                </c:pt>
                <c:pt idx="1812">
                  <c:v>1.47661936826019</c:v>
                </c:pt>
                <c:pt idx="1813">
                  <c:v>1.4763159164202491</c:v>
                </c:pt>
                <c:pt idx="1814">
                  <c:v>1.4760130926216117</c:v>
                </c:pt>
                <c:pt idx="1815">
                  <c:v>1.4757108955644476</c:v>
                </c:pt>
                <c:pt idx="1816">
                  <c:v>1.4754093239516166</c:v>
                </c:pt>
                <c:pt idx="1817">
                  <c:v>1.4751083764886637</c:v>
                </c:pt>
                <c:pt idx="1818">
                  <c:v>1.4748080518838123</c:v>
                </c:pt>
                <c:pt idx="1819">
                  <c:v>1.4745083488479596</c:v>
                </c:pt>
                <c:pt idx="1820">
                  <c:v>1.4742092660946706</c:v>
                </c:pt>
                <c:pt idx="1821">
                  <c:v>1.4739108023401735</c:v>
                </c:pt>
                <c:pt idx="1822">
                  <c:v>1.4736129563033524</c:v>
                </c:pt>
                <c:pt idx="1823">
                  <c:v>1.4733157267057437</c:v>
                </c:pt>
                <c:pt idx="1824">
                  <c:v>1.4730191122715297</c:v>
                </c:pt>
                <c:pt idx="1825">
                  <c:v>1.4727231117275328</c:v>
                </c:pt>
                <c:pt idx="1826">
                  <c:v>1.4724277238032106</c:v>
                </c:pt>
                <c:pt idx="1827">
                  <c:v>1.4721329472306504</c:v>
                </c:pt>
                <c:pt idx="1828">
                  <c:v>1.4718387807445636</c:v>
                </c:pt>
                <c:pt idx="1829">
                  <c:v>1.4715452230822803</c:v>
                </c:pt>
                <c:pt idx="1830">
                  <c:v>1.4712522729837438</c:v>
                </c:pt>
                <c:pt idx="1831">
                  <c:v>1.4709599291915056</c:v>
                </c:pt>
                <c:pt idx="1832">
                  <c:v>1.4706681904507195</c:v>
                </c:pt>
                <c:pt idx="1833">
                  <c:v>1.470377055509136</c:v>
                </c:pt>
                <c:pt idx="1834">
                  <c:v>1.4700865231170981</c:v>
                </c:pt>
                <c:pt idx="1835">
                  <c:v>1.4697965920275344</c:v>
                </c:pt>
                <c:pt idx="1836">
                  <c:v>1.4695072609959552</c:v>
                </c:pt>
                <c:pt idx="1837">
                  <c:v>1.469218528780446</c:v>
                </c:pt>
                <c:pt idx="1838">
                  <c:v>1.4689303941416627</c:v>
                </c:pt>
                <c:pt idx="1839">
                  <c:v>1.4686428558428264</c:v>
                </c:pt>
                <c:pt idx="1840">
                  <c:v>1.4683559126497177</c:v>
                </c:pt>
                <c:pt idx="1841">
                  <c:v>1.4680695633306717</c:v>
                </c:pt>
                <c:pt idx="1842">
                  <c:v>1.4677838066565727</c:v>
                </c:pt>
                <c:pt idx="1843">
                  <c:v>1.4674986414008488</c:v>
                </c:pt>
                <c:pt idx="1844">
                  <c:v>1.4672140663394666</c:v>
                </c:pt>
                <c:pt idx="1845">
                  <c:v>1.4669300802509262</c:v>
                </c:pt>
                <c:pt idx="1846">
                  <c:v>1.4666466819162556</c:v>
                </c:pt>
                <c:pt idx="1847">
                  <c:v>1.4663638701190056</c:v>
                </c:pt>
                <c:pt idx="1848">
                  <c:v>1.4660816436452451</c:v>
                </c:pt>
                <c:pt idx="1849">
                  <c:v>1.4658000012835548</c:v>
                </c:pt>
                <c:pt idx="1850">
                  <c:v>1.4655189418250232</c:v>
                </c:pt>
                <c:pt idx="1851">
                  <c:v>1.4652384640632403</c:v>
                </c:pt>
                <c:pt idx="1852">
                  <c:v>1.4649585667942933</c:v>
                </c:pt>
                <c:pt idx="1853">
                  <c:v>1.4646792488167608</c:v>
                </c:pt>
                <c:pt idx="1854">
                  <c:v>1.4644005089317085</c:v>
                </c:pt>
                <c:pt idx="1855">
                  <c:v>1.4641223459426826</c:v>
                </c:pt>
                <c:pt idx="1856">
                  <c:v>1.4638447586557066</c:v>
                </c:pt>
                <c:pt idx="1857">
                  <c:v>1.4635677458792742</c:v>
                </c:pt>
                <c:pt idx="1858">
                  <c:v>1.4632913064243456</c:v>
                </c:pt>
                <c:pt idx="1859">
                  <c:v>1.4630154391043417</c:v>
                </c:pt>
                <c:pt idx="1860">
                  <c:v>1.4627401427351394</c:v>
                </c:pt>
                <c:pt idx="1861">
                  <c:v>1.4624654161350663</c:v>
                </c:pt>
                <c:pt idx="1862">
                  <c:v>1.4621912581248955</c:v>
                </c:pt>
                <c:pt idx="1863">
                  <c:v>1.4619176675278407</c:v>
                </c:pt>
                <c:pt idx="1864">
                  <c:v>1.4616446431695513</c:v>
                </c:pt>
                <c:pt idx="1865">
                  <c:v>1.4613721838781071</c:v>
                </c:pt>
                <c:pt idx="1866">
                  <c:v>1.4611002884840134</c:v>
                </c:pt>
                <c:pt idx="1867">
                  <c:v>1.4608289558201961</c:v>
                </c:pt>
                <c:pt idx="1868">
                  <c:v>1.4605581847219962</c:v>
                </c:pt>
                <c:pt idx="1869">
                  <c:v>1.4602879740271655</c:v>
                </c:pt>
                <c:pt idx="1870">
                  <c:v>1.4600183225758609</c:v>
                </c:pt>
                <c:pt idx="1871">
                  <c:v>1.4597492292106402</c:v>
                </c:pt>
                <c:pt idx="1872">
                  <c:v>1.4594806927764563</c:v>
                </c:pt>
                <c:pt idx="1873">
                  <c:v>1.4592127121206531</c:v>
                </c:pt>
                <c:pt idx="1874">
                  <c:v>1.4589452860929595</c:v>
                </c:pt>
                <c:pt idx="1875">
                  <c:v>1.4586784135454856</c:v>
                </c:pt>
                <c:pt idx="1876">
                  <c:v>1.4584120933327169</c:v>
                </c:pt>
                <c:pt idx="1877">
                  <c:v>1.45814632431151</c:v>
                </c:pt>
                <c:pt idx="1878">
                  <c:v>1.4578811053410874</c:v>
                </c:pt>
                <c:pt idx="1879">
                  <c:v>1.4576164352830323</c:v>
                </c:pt>
                <c:pt idx="1880">
                  <c:v>1.4573523130012842</c:v>
                </c:pt>
                <c:pt idx="1881">
                  <c:v>1.4570887373621342</c:v>
                </c:pt>
                <c:pt idx="1882">
                  <c:v>1.456825707234219</c:v>
                </c:pt>
                <c:pt idx="1883">
                  <c:v>1.4565632214885178</c:v>
                </c:pt>
                <c:pt idx="1884">
                  <c:v>1.4563012789983456</c:v>
                </c:pt>
                <c:pt idx="1885">
                  <c:v>1.4560398786393498</c:v>
                </c:pt>
                <c:pt idx="1886">
                  <c:v>1.4557790192895048</c:v>
                </c:pt>
                <c:pt idx="1887">
                  <c:v>1.455518699829107</c:v>
                </c:pt>
                <c:pt idx="1888">
                  <c:v>1.4552589191407703</c:v>
                </c:pt>
                <c:pt idx="1889">
                  <c:v>1.454999676109421</c:v>
                </c:pt>
                <c:pt idx="1890">
                  <c:v>1.4547409696222937</c:v>
                </c:pt>
                <c:pt idx="1891">
                  <c:v>1.4544827985689257</c:v>
                </c:pt>
                <c:pt idx="1892">
                  <c:v>1.4542251618411526</c:v>
                </c:pt>
                <c:pt idx="1893">
                  <c:v>1.4539680583331034</c:v>
                </c:pt>
                <c:pt idx="1894">
                  <c:v>1.4537114869411962</c:v>
                </c:pt>
                <c:pt idx="1895">
                  <c:v>1.4534554465641329</c:v>
                </c:pt>
                <c:pt idx="1896">
                  <c:v>1.4531999361028949</c:v>
                </c:pt>
                <c:pt idx="1897">
                  <c:v>1.4529449544607378</c:v>
                </c:pt>
                <c:pt idx="1898">
                  <c:v>1.4526905005431874</c:v>
                </c:pt>
                <c:pt idx="1899">
                  <c:v>1.4524365732580349</c:v>
                </c:pt>
                <c:pt idx="1900">
                  <c:v>1.4521831715153315</c:v>
                </c:pt>
                <c:pt idx="1901">
                  <c:v>1.4519302942273844</c:v>
                </c:pt>
                <c:pt idx="1902">
                  <c:v>1.4516779403087523</c:v>
                </c:pt>
                <c:pt idx="1903">
                  <c:v>1.4514261086762399</c:v>
                </c:pt>
                <c:pt idx="1904">
                  <c:v>1.4511747982488938</c:v>
                </c:pt>
                <c:pt idx="1905">
                  <c:v>1.4509240079479984</c:v>
                </c:pt>
                <c:pt idx="1906">
                  <c:v>1.4506737366970697</c:v>
                </c:pt>
                <c:pt idx="1907">
                  <c:v>1.4504239834218524</c:v>
                </c:pt>
                <c:pt idx="1908">
                  <c:v>1.4501747470503144</c:v>
                </c:pt>
                <c:pt idx="1909">
                  <c:v>1.4499260265126421</c:v>
                </c:pt>
                <c:pt idx="1910">
                  <c:v>1.4496778207412362</c:v>
                </c:pt>
                <c:pt idx="1911">
                  <c:v>1.449430128670707</c:v>
                </c:pt>
                <c:pt idx="1912">
                  <c:v>1.4491829492378698</c:v>
                </c:pt>
                <c:pt idx="1913">
                  <c:v>1.4489362813817404</c:v>
                </c:pt>
                <c:pt idx="1914">
                  <c:v>1.4486901240435299</c:v>
                </c:pt>
                <c:pt idx="1915">
                  <c:v>1.4484444761666415</c:v>
                </c:pt>
                <c:pt idx="1916">
                  <c:v>1.448199336696665</c:v>
                </c:pt>
                <c:pt idx="1917">
                  <c:v>1.4479547045813721</c:v>
                </c:pt>
                <c:pt idx="1918">
                  <c:v>1.4477105787707125</c:v>
                </c:pt>
                <c:pt idx="1919">
                  <c:v>1.4474669582168094</c:v>
                </c:pt>
                <c:pt idx="1920">
                  <c:v>1.4472238418739543</c:v>
                </c:pt>
                <c:pt idx="1921">
                  <c:v>1.446981228698603</c:v>
                </c:pt>
                <c:pt idx="1922">
                  <c:v>1.4467391176493716</c:v>
                </c:pt>
                <c:pt idx="1923">
                  <c:v>1.4464975076870308</c:v>
                </c:pt>
                <c:pt idx="1924">
                  <c:v>1.4462563977745027</c:v>
                </c:pt>
                <c:pt idx="1925">
                  <c:v>1.4460157868768553</c:v>
                </c:pt>
                <c:pt idx="1926">
                  <c:v>1.445775673961299</c:v>
                </c:pt>
                <c:pt idx="1927">
                  <c:v>1.4455360579971817</c:v>
                </c:pt>
                <c:pt idx="1928">
                  <c:v>1.4452969379559839</c:v>
                </c:pt>
                <c:pt idx="1929">
                  <c:v>1.4450583128113155</c:v>
                </c:pt>
                <c:pt idx="1930">
                  <c:v>1.4448201815389099</c:v>
                </c:pt>
                <c:pt idx="1931">
                  <c:v>1.444582543116621</c:v>
                </c:pt>
                <c:pt idx="1932">
                  <c:v>1.4443453965244182</c:v>
                </c:pt>
                <c:pt idx="1933">
                  <c:v>1.4441087407443816</c:v>
                </c:pt>
                <c:pt idx="1934">
                  <c:v>1.443872574760698</c:v>
                </c:pt>
                <c:pt idx="1935">
                  <c:v>1.4436368975596572</c:v>
                </c:pt>
                <c:pt idx="1936">
                  <c:v>1.4434017081296464</c:v>
                </c:pt>
                <c:pt idx="1937">
                  <c:v>1.443167005461147</c:v>
                </c:pt>
                <c:pt idx="1938">
                  <c:v>1.4429327885467291</c:v>
                </c:pt>
                <c:pt idx="1939">
                  <c:v>1.4426990563810487</c:v>
                </c:pt>
                <c:pt idx="1940">
                  <c:v>1.4424658079608417</c:v>
                </c:pt>
                <c:pt idx="1941">
                  <c:v>1.442233042284921</c:v>
                </c:pt>
                <c:pt idx="1942">
                  <c:v>1.4420007583541712</c:v>
                </c:pt>
                <c:pt idx="1943">
                  <c:v>1.4417689551715451</c:v>
                </c:pt>
                <c:pt idx="1944">
                  <c:v>1.4415376317420587</c:v>
                </c:pt>
                <c:pt idx="1945">
                  <c:v>1.4413067870727876</c:v>
                </c:pt>
                <c:pt idx="1946">
                  <c:v>1.4410764201728621</c:v>
                </c:pt>
                <c:pt idx="1947">
                  <c:v>1.4408465300534634</c:v>
                </c:pt>
                <c:pt idx="1948">
                  <c:v>1.4406171157278191</c:v>
                </c:pt>
                <c:pt idx="1949">
                  <c:v>1.4403881762111996</c:v>
                </c:pt>
                <c:pt idx="1950">
                  <c:v>1.4401597105209127</c:v>
                </c:pt>
                <c:pt idx="1951">
                  <c:v>1.4399317176763002</c:v>
                </c:pt>
                <c:pt idx="1952">
                  <c:v>1.4397041966987338</c:v>
                </c:pt>
                <c:pt idx="1953">
                  <c:v>1.4394771466116103</c:v>
                </c:pt>
                <c:pt idx="1954">
                  <c:v>1.4392505664403479</c:v>
                </c:pt>
                <c:pt idx="1955">
                  <c:v>1.4390244552123819</c:v>
                </c:pt>
                <c:pt idx="1956">
                  <c:v>1.4387988119571604</c:v>
                </c:pt>
                <c:pt idx="1957">
                  <c:v>1.4385736357061403</c:v>
                </c:pt>
                <c:pt idx="1958">
                  <c:v>1.4383489254927826</c:v>
                </c:pt>
                <c:pt idx="1959">
                  <c:v>1.4381246803525494</c:v>
                </c:pt>
                <c:pt idx="1960">
                  <c:v>1.4379008993228986</c:v>
                </c:pt>
                <c:pt idx="1961">
                  <c:v>1.4376775814432805</c:v>
                </c:pt>
                <c:pt idx="1962">
                  <c:v>1.4374547257551331</c:v>
                </c:pt>
                <c:pt idx="1963">
                  <c:v>1.4372323313018787</c:v>
                </c:pt>
                <c:pt idx="1964">
                  <c:v>1.437010397128919</c:v>
                </c:pt>
                <c:pt idx="1965">
                  <c:v>1.4367889222836314</c:v>
                </c:pt>
                <c:pt idx="1966">
                  <c:v>1.4365679058153653</c:v>
                </c:pt>
                <c:pt idx="1967">
                  <c:v>1.4363473467754373</c:v>
                </c:pt>
                <c:pt idx="1968">
                  <c:v>1.4361272442171276</c:v>
                </c:pt>
                <c:pt idx="1969">
                  <c:v>1.4359075971956754</c:v>
                </c:pt>
                <c:pt idx="1970">
                  <c:v>1.4356884047682759</c:v>
                </c:pt>
                <c:pt idx="1971">
                  <c:v>1.4354696659940749</c:v>
                </c:pt>
                <c:pt idx="1972">
                  <c:v>1.435251379934166</c:v>
                </c:pt>
                <c:pt idx="1973">
                  <c:v>1.4350335456515857</c:v>
                </c:pt>
                <c:pt idx="1974">
                  <c:v>1.4348161622113098</c:v>
                </c:pt>
                <c:pt idx="1975">
                  <c:v>1.4345992286802491</c:v>
                </c:pt>
                <c:pt idx="1976">
                  <c:v>1.4343827441272459</c:v>
                </c:pt>
                <c:pt idx="1977">
                  <c:v>1.4341667076230693</c:v>
                </c:pt>
                <c:pt idx="1978">
                  <c:v>1.4339511182404121</c:v>
                </c:pt>
                <c:pt idx="1979">
                  <c:v>1.4337359750538858</c:v>
                </c:pt>
                <c:pt idx="1980">
                  <c:v>1.4335212771400174</c:v>
                </c:pt>
                <c:pt idx="1981">
                  <c:v>1.4333070235772452</c:v>
                </c:pt>
                <c:pt idx="1982">
                  <c:v>1.4330932134459144</c:v>
                </c:pt>
                <c:pt idx="1983">
                  <c:v>1.4328798458282743</c:v>
                </c:pt>
                <c:pt idx="1984">
                  <c:v>1.4326669198084729</c:v>
                </c:pt>
                <c:pt idx="1985">
                  <c:v>1.4324544344725543</c:v>
                </c:pt>
                <c:pt idx="1986">
                  <c:v>1.4322423889084537</c:v>
                </c:pt>
                <c:pt idx="1987">
                  <c:v>1.4320307822059943</c:v>
                </c:pt>
                <c:pt idx="1988">
                  <c:v>1.4318196134568828</c:v>
                </c:pt>
                <c:pt idx="1989">
                  <c:v>1.4316088817547059</c:v>
                </c:pt>
                <c:pt idx="1990">
                  <c:v>1.4313985861949263</c:v>
                </c:pt>
                <c:pt idx="1991">
                  <c:v>1.4311887258748788</c:v>
                </c:pt>
                <c:pt idx="1992">
                  <c:v>1.430979299893766</c:v>
                </c:pt>
                <c:pt idx="1993">
                  <c:v>1.4307703073526556</c:v>
                </c:pt>
                <c:pt idx="1994">
                  <c:v>1.4305617473544752</c:v>
                </c:pt>
                <c:pt idx="1995">
                  <c:v>1.4303536190040089</c:v>
                </c:pt>
                <c:pt idx="1996">
                  <c:v>1.4301459214078942</c:v>
                </c:pt>
                <c:pt idx="1997">
                  <c:v>1.4299386536746173</c:v>
                </c:pt>
                <c:pt idx="1998">
                  <c:v>1.4297318149145091</c:v>
                </c:pt>
                <c:pt idx="1999">
                  <c:v>1.4295254042397423</c:v>
                </c:pt>
                <c:pt idx="2000">
                  <c:v>1.4293194207643272</c:v>
                </c:pt>
                <c:pt idx="2001">
                  <c:v>1.4291138636041072</c:v>
                </c:pt>
                <c:pt idx="2002">
                  <c:v>1.4289087318767562</c:v>
                </c:pt>
                <c:pt idx="2003">
                  <c:v>1.4287040247017739</c:v>
                </c:pt>
                <c:pt idx="2004">
                  <c:v>1.4284997412004825</c:v>
                </c:pt>
                <c:pt idx="2005">
                  <c:v>1.4282958804960226</c:v>
                </c:pt>
                <c:pt idx="2006">
                  <c:v>1.4280924417133496</c:v>
                </c:pt>
                <c:pt idx="2007">
                  <c:v>1.4278894239792301</c:v>
                </c:pt>
                <c:pt idx="2008">
                  <c:v>1.427686826422238</c:v>
                </c:pt>
                <c:pt idx="2009">
                  <c:v>1.4274846481727503</c:v>
                </c:pt>
                <c:pt idx="2010">
                  <c:v>1.4272828883629447</c:v>
                </c:pt>
                <c:pt idx="2011">
                  <c:v>1.4270815461267941</c:v>
                </c:pt>
                <c:pt idx="2012">
                  <c:v>1.4268806206000642</c:v>
                </c:pt>
                <c:pt idx="2013">
                  <c:v>1.4266801109203093</c:v>
                </c:pt>
                <c:pt idx="2014">
                  <c:v>1.4264800162268689</c:v>
                </c:pt>
                <c:pt idx="2015">
                  <c:v>1.4262803356608633</c:v>
                </c:pt>
                <c:pt idx="2016">
                  <c:v>1.4260810683651908</c:v>
                </c:pt>
                <c:pt idx="2017">
                  <c:v>1.4258822134845235</c:v>
                </c:pt>
                <c:pt idx="2018">
                  <c:v>1.4256837701653036</c:v>
                </c:pt>
                <c:pt idx="2019">
                  <c:v>1.4254857375557399</c:v>
                </c:pt>
                <c:pt idx="2020">
                  <c:v>1.4252881148058043</c:v>
                </c:pt>
                <c:pt idx="2021">
                  <c:v>1.4250909010672277</c:v>
                </c:pt>
                <c:pt idx="2022">
                  <c:v>1.424894095493497</c:v>
                </c:pt>
                <c:pt idx="2023">
                  <c:v>1.4246976972398506</c:v>
                </c:pt>
                <c:pt idx="2024">
                  <c:v>1.4245017054632758</c:v>
                </c:pt>
                <c:pt idx="2025">
                  <c:v>1.4243061193225042</c:v>
                </c:pt>
                <c:pt idx="2026">
                  <c:v>1.4241109379780088</c:v>
                </c:pt>
                <c:pt idx="2027">
                  <c:v>1.4239161605919999</c:v>
                </c:pt>
                <c:pt idx="2028">
                  <c:v>1.4237217863284219</c:v>
                </c:pt>
                <c:pt idx="2029">
                  <c:v>1.4235278143529497</c:v>
                </c:pt>
                <c:pt idx="2030">
                  <c:v>1.4233342438329848</c:v>
                </c:pt>
                <c:pt idx="2031">
                  <c:v>1.4231410739376518</c:v>
                </c:pt>
                <c:pt idx="2032">
                  <c:v>1.422948303837795</c:v>
                </c:pt>
                <c:pt idx="2033">
                  <c:v>1.4227559327059749</c:v>
                </c:pt>
                <c:pt idx="2034">
                  <c:v>1.4225639597164643</c:v>
                </c:pt>
                <c:pt idx="2035">
                  <c:v>1.4223723840452451</c:v>
                </c:pt>
                <c:pt idx="2036">
                  <c:v>1.4221812048700047</c:v>
                </c:pt>
                <c:pt idx="2037">
                  <c:v>1.4219904213701322</c:v>
                </c:pt>
                <c:pt idx="2038">
                  <c:v>1.4218000327267153</c:v>
                </c:pt>
                <c:pt idx="2039">
                  <c:v>1.4216100381225363</c:v>
                </c:pt>
                <c:pt idx="2040">
                  <c:v>1.4214204367420693</c:v>
                </c:pt>
                <c:pt idx="2041">
                  <c:v>1.4212312277714758</c:v>
                </c:pt>
                <c:pt idx="2042">
                  <c:v>1.4210424103986019</c:v>
                </c:pt>
                <c:pt idx="2043">
                  <c:v>1.4208539838129746</c:v>
                </c:pt>
                <c:pt idx="2044">
                  <c:v>1.4206659472057981</c:v>
                </c:pt>
                <c:pt idx="2045">
                  <c:v>1.4204782997699508</c:v>
                </c:pt>
                <c:pt idx="2046">
                  <c:v>1.4202910406999814</c:v>
                </c:pt>
                <c:pt idx="2047">
                  <c:v>1.4201041691921055</c:v>
                </c:pt>
                <c:pt idx="2048">
                  <c:v>1.4199176844442025</c:v>
                </c:pt>
                <c:pt idx="2049">
                  <c:v>1.4197315856558119</c:v>
                </c:pt>
                <c:pt idx="2050">
                  <c:v>1.4195458720281298</c:v>
                </c:pt>
                <c:pt idx="2051">
                  <c:v>1.4193605427640053</c:v>
                </c:pt>
                <c:pt idx="2052">
                  <c:v>1.4191755970679378</c:v>
                </c:pt>
                <c:pt idx="2053">
                  <c:v>1.418991034146073</c:v>
                </c:pt>
                <c:pt idx="2054">
                  <c:v>1.418806853206199</c:v>
                </c:pt>
                <c:pt idx="2055">
                  <c:v>1.4186230534577444</c:v>
                </c:pt>
                <c:pt idx="2056">
                  <c:v>1.4184396341117735</c:v>
                </c:pt>
                <c:pt idx="2057">
                  <c:v>1.4182565943809837</c:v>
                </c:pt>
                <c:pt idx="2058">
                  <c:v>1.4180739334797017</c:v>
                </c:pt>
                <c:pt idx="2059">
                  <c:v>1.4178916506238799</c:v>
                </c:pt>
                <c:pt idx="2060">
                  <c:v>1.417709745031094</c:v>
                </c:pt>
                <c:pt idx="2061">
                  <c:v>1.4175282159205389</c:v>
                </c:pt>
                <c:pt idx="2062">
                  <c:v>1.4173470625130253</c:v>
                </c:pt>
                <c:pt idx="2063">
                  <c:v>1.4171662840309767</c:v>
                </c:pt>
                <c:pt idx="2064">
                  <c:v>1.4169858796984258</c:v>
                </c:pt>
                <c:pt idx="2065">
                  <c:v>1.4168058487410116</c:v>
                </c:pt>
                <c:pt idx="2066">
                  <c:v>1.4166261903859751</c:v>
                </c:pt>
                <c:pt idx="2067">
                  <c:v>1.4164469038621577</c:v>
                </c:pt>
                <c:pt idx="2068">
                  <c:v>1.4162679883999958</c:v>
                </c:pt>
                <c:pt idx="2069">
                  <c:v>1.416089443231519</c:v>
                </c:pt>
                <c:pt idx="2070">
                  <c:v>1.4159112675903462</c:v>
                </c:pt>
                <c:pt idx="2071">
                  <c:v>1.4157334607116829</c:v>
                </c:pt>
                <c:pt idx="2072">
                  <c:v>1.4155560218323169</c:v>
                </c:pt>
                <c:pt idx="2073">
                  <c:v>1.4153789501906155</c:v>
                </c:pt>
                <c:pt idx="2074">
                  <c:v>1.4152022450265229</c:v>
                </c:pt>
                <c:pt idx="2075">
                  <c:v>1.4150259055815562</c:v>
                </c:pt>
                <c:pt idx="2076">
                  <c:v>1.4148499310988019</c:v>
                </c:pt>
                <c:pt idx="2077">
                  <c:v>1.4146743208229133</c:v>
                </c:pt>
                <c:pt idx="2078">
                  <c:v>1.4144990740001071</c:v>
                </c:pt>
                <c:pt idx="2079">
                  <c:v>1.41432418987816</c:v>
                </c:pt>
                <c:pt idx="2080">
                  <c:v>1.4141496677064054</c:v>
                </c:pt>
                <c:pt idx="2081">
                  <c:v>1.4139755067357305</c:v>
                </c:pt>
                <c:pt idx="2082">
                  <c:v>1.413801706218573</c:v>
                </c:pt>
                <c:pt idx="2083">
                  <c:v>1.4136282654089176</c:v>
                </c:pt>
                <c:pt idx="2084">
                  <c:v>1.413455183562293</c:v>
                </c:pt>
                <c:pt idx="2085">
                  <c:v>1.413282459935769</c:v>
                </c:pt>
                <c:pt idx="2086">
                  <c:v>1.4131100937879524</c:v>
                </c:pt>
                <c:pt idx="2087">
                  <c:v>1.4129380843789849</c:v>
                </c:pt>
                <c:pt idx="2088">
                  <c:v>1.4127664309705394</c:v>
                </c:pt>
                <c:pt idx="2089">
                  <c:v>1.4125951328258171</c:v>
                </c:pt>
                <c:pt idx="2090">
                  <c:v>1.4124241892095435</c:v>
                </c:pt>
                <c:pt idx="2091">
                  <c:v>1.4122535993879664</c:v>
                </c:pt>
                <c:pt idx="2092">
                  <c:v>1.4120833626288518</c:v>
                </c:pt>
                <c:pt idx="2093">
                  <c:v>1.4119134782014817</c:v>
                </c:pt>
                <c:pt idx="2094">
                  <c:v>1.41174394537665</c:v>
                </c:pt>
                <c:pt idx="2095">
                  <c:v>1.41157476342666</c:v>
                </c:pt>
                <c:pt idx="2096">
                  <c:v>1.4114059316253209</c:v>
                </c:pt>
                <c:pt idx="2097">
                  <c:v>1.4112374492479451</c:v>
                </c:pt>
                <c:pt idx="2098">
                  <c:v>1.411069315571345</c:v>
                </c:pt>
                <c:pt idx="2099">
                  <c:v>1.410901529873829</c:v>
                </c:pt>
                <c:pt idx="2100">
                  <c:v>1.4107340914352</c:v>
                </c:pt>
                <c:pt idx="2101">
                  <c:v>1.4105669995367511</c:v>
                </c:pt>
                <c:pt idx="2102">
                  <c:v>1.410400253461263</c:v>
                </c:pt>
                <c:pt idx="2103">
                  <c:v>1.4102338524930005</c:v>
                </c:pt>
                <c:pt idx="2104">
                  <c:v>1.4100677959177099</c:v>
                </c:pt>
                <c:pt idx="2105">
                  <c:v>1.4099020830226159</c:v>
                </c:pt>
                <c:pt idx="2106">
                  <c:v>1.4097367130964182</c:v>
                </c:pt>
                <c:pt idx="2107">
                  <c:v>1.409571685429289</c:v>
                </c:pt>
                <c:pt idx="2108">
                  <c:v>1.4094069993128691</c:v>
                </c:pt>
                <c:pt idx="2109">
                  <c:v>1.4092426540402656</c:v>
                </c:pt>
                <c:pt idx="2110">
                  <c:v>1.4090786489060487</c:v>
                </c:pt>
                <c:pt idx="2111">
                  <c:v>1.4089149832062484</c:v>
                </c:pt>
                <c:pt idx="2112">
                  <c:v>1.408751656238352</c:v>
                </c:pt>
                <c:pt idx="2113">
                  <c:v>1.4085886673013002</c:v>
                </c:pt>
                <c:pt idx="2114">
                  <c:v>1.4084260156954853</c:v>
                </c:pt>
                <c:pt idx="2115">
                  <c:v>1.4082637007227472</c:v>
                </c:pt>
                <c:pt idx="2116">
                  <c:v>1.4081017216863707</c:v>
                </c:pt>
                <c:pt idx="2117">
                  <c:v>1.4079400778910829</c:v>
                </c:pt>
                <c:pt idx="2118">
                  <c:v>1.4077787686430494</c:v>
                </c:pt>
                <c:pt idx="2119">
                  <c:v>1.4076177932498724</c:v>
                </c:pt>
                <c:pt idx="2120">
                  <c:v>1.4074571510205862</c:v>
                </c:pt>
                <c:pt idx="2121">
                  <c:v>1.4072968412656564</c:v>
                </c:pt>
                <c:pt idx="2122">
                  <c:v>1.4071368632969745</c:v>
                </c:pt>
                <c:pt idx="2123">
                  <c:v>1.4069772164278569</c:v>
                </c:pt>
                <c:pt idx="2124">
                  <c:v>1.406817899973041</c:v>
                </c:pt>
                <c:pt idx="2125">
                  <c:v>1.4066589132486824</c:v>
                </c:pt>
                <c:pt idx="2126">
                  <c:v>1.406500255572352</c:v>
                </c:pt>
                <c:pt idx="2127">
                  <c:v>1.4063419262630334</c:v>
                </c:pt>
                <c:pt idx="2128">
                  <c:v>1.4061839246411192</c:v>
                </c:pt>
                <c:pt idx="2129">
                  <c:v>1.4060262500284089</c:v>
                </c:pt>
                <c:pt idx="2130">
                  <c:v>1.4058689017481054</c:v>
                </c:pt>
                <c:pt idx="2131">
                  <c:v>1.4057118791248127</c:v>
                </c:pt>
                <c:pt idx="2132">
                  <c:v>1.405555181484532</c:v>
                </c:pt>
                <c:pt idx="2133">
                  <c:v>1.4053988081546602</c:v>
                </c:pt>
                <c:pt idx="2134">
                  <c:v>1.4052427584639857</c:v>
                </c:pt>
                <c:pt idx="2135">
                  <c:v>1.4050870317426865</c:v>
                </c:pt>
                <c:pt idx="2136">
                  <c:v>1.4049316273223265</c:v>
                </c:pt>
                <c:pt idx="2137">
                  <c:v>1.4047765445358533</c:v>
                </c:pt>
                <c:pt idx="2138">
                  <c:v>1.4046217827175951</c:v>
                </c:pt>
                <c:pt idx="2139">
                  <c:v>1.4044673412032576</c:v>
                </c:pt>
                <c:pt idx="2140">
                  <c:v>1.4043132193299213</c:v>
                </c:pt>
                <c:pt idx="2141">
                  <c:v>1.4041594164360391</c:v>
                </c:pt>
                <c:pt idx="2142">
                  <c:v>1.4040059318614329</c:v>
                </c:pt>
                <c:pt idx="2143">
                  <c:v>1.4038527649472907</c:v>
                </c:pt>
                <c:pt idx="2144">
                  <c:v>1.4036999150361644</c:v>
                </c:pt>
                <c:pt idx="2145">
                  <c:v>1.4035473814719663</c:v>
                </c:pt>
                <c:pt idx="2146">
                  <c:v>1.4033951635999666</c:v>
                </c:pt>
                <c:pt idx="2147">
                  <c:v>1.4032432607667908</c:v>
                </c:pt>
                <c:pt idx="2148">
                  <c:v>1.4030916723204165</c:v>
                </c:pt>
                <c:pt idx="2149">
                  <c:v>1.4029403976101706</c:v>
                </c:pt>
                <c:pt idx="2150">
                  <c:v>1.402789435986727</c:v>
                </c:pt>
                <c:pt idx="2151">
                  <c:v>1.4026387868021033</c:v>
                </c:pt>
                <c:pt idx="2152">
                  <c:v>1.4024884494096583</c:v>
                </c:pt>
                <c:pt idx="2153">
                  <c:v>1.402338423164089</c:v>
                </c:pt>
                <c:pt idx="2154">
                  <c:v>1.4021887074214279</c:v>
                </c:pt>
                <c:pt idx="2155">
                  <c:v>1.4020393015390404</c:v>
                </c:pt>
                <c:pt idx="2156">
                  <c:v>1.4018902048756223</c:v>
                </c:pt>
                <c:pt idx="2157">
                  <c:v>1.4017414167911959</c:v>
                </c:pt>
                <c:pt idx="2158">
                  <c:v>1.4015929366471087</c:v>
                </c:pt>
                <c:pt idx="2159">
                  <c:v>1.4014447638060297</c:v>
                </c:pt>
                <c:pt idx="2160">
                  <c:v>1.4012968976319469</c:v>
                </c:pt>
                <c:pt idx="2161">
                  <c:v>1.4011493374901647</c:v>
                </c:pt>
                <c:pt idx="2162">
                  <c:v>1.4010020827473011</c:v>
                </c:pt>
                <c:pt idx="2163">
                  <c:v>1.4008551327712853</c:v>
                </c:pt>
                <c:pt idx="2164">
                  <c:v>1.400708486931354</c:v>
                </c:pt>
                <c:pt idx="2165">
                  <c:v>1.4005621445980501</c:v>
                </c:pt>
                <c:pt idx="2166">
                  <c:v>1.4004161051432187</c:v>
                </c:pt>
                <c:pt idx="2167">
                  <c:v>1.400270367940005</c:v>
                </c:pt>
                <c:pt idx="2168">
                  <c:v>1.4001249323628522</c:v>
                </c:pt>
                <c:pt idx="2169">
                  <c:v>1.3999797977874973</c:v>
                </c:pt>
                <c:pt idx="2170">
                  <c:v>1.3998349635909699</c:v>
                </c:pt>
                <c:pt idx="2171">
                  <c:v>1.3996904291515888</c:v>
                </c:pt>
                <c:pt idx="2172">
                  <c:v>1.3995461938489595</c:v>
                </c:pt>
                <c:pt idx="2173">
                  <c:v>1.3994022570639715</c:v>
                </c:pt>
                <c:pt idx="2174">
                  <c:v>1.3992586181787954</c:v>
                </c:pt>
                <c:pt idx="2175">
                  <c:v>1.3991152765768808</c:v>
                </c:pt>
                <c:pt idx="2176">
                  <c:v>1.3989722316429534</c:v>
                </c:pt>
                <c:pt idx="2177">
                  <c:v>1.3988294827630119</c:v>
                </c:pt>
                <c:pt idx="2178">
                  <c:v>1.3986870293243261</c:v>
                </c:pt>
                <c:pt idx="2179">
                  <c:v>1.3985448707154338</c:v>
                </c:pt>
                <c:pt idx="2180">
                  <c:v>1.3984030063261383</c:v>
                </c:pt>
                <c:pt idx="2181">
                  <c:v>1.3982614355475063</c:v>
                </c:pt>
                <c:pt idx="2182">
                  <c:v>1.3981201577718638</c:v>
                </c:pt>
                <c:pt idx="2183">
                  <c:v>1.3979791723927955</c:v>
                </c:pt>
                <c:pt idx="2184">
                  <c:v>1.3978384788051403</c:v>
                </c:pt>
                <c:pt idx="2185">
                  <c:v>1.3976980764049902</c:v>
                </c:pt>
                <c:pt idx="2186">
                  <c:v>1.397557964589687</c:v>
                </c:pt>
                <c:pt idx="2187">
                  <c:v>1.3974181427578194</c:v>
                </c:pt>
                <c:pt idx="2188">
                  <c:v>1.3972786103092212</c:v>
                </c:pt>
                <c:pt idx="2189">
                  <c:v>1.3971393666449683</c:v>
                </c:pt>
                <c:pt idx="2190">
                  <c:v>1.3970004111673759</c:v>
                </c:pt>
                <c:pt idx="2191">
                  <c:v>1.3968617432799966</c:v>
                </c:pt>
                <c:pt idx="2192">
                  <c:v>1.396723362387617</c:v>
                </c:pt>
                <c:pt idx="2193">
                  <c:v>1.396585267896256</c:v>
                </c:pt>
                <c:pt idx="2194">
                  <c:v>1.3964474592131615</c:v>
                </c:pt>
                <c:pt idx="2195">
                  <c:v>1.3963099357468085</c:v>
                </c:pt>
                <c:pt idx="2196">
                  <c:v>1.3961726969068959</c:v>
                </c:pt>
                <c:pt idx="2197">
                  <c:v>1.3960357421043448</c:v>
                </c:pt>
                <c:pt idx="2198">
                  <c:v>1.395899070751295</c:v>
                </c:pt>
                <c:pt idx="2199">
                  <c:v>1.3957626822611033</c:v>
                </c:pt>
                <c:pt idx="2200">
                  <c:v>1.3956265760483404</c:v>
                </c:pt>
                <c:pt idx="2201">
                  <c:v>1.3954907515287889</c:v>
                </c:pt>
                <c:pt idx="2202">
                  <c:v>1.3953552081194402</c:v>
                </c:pt>
                <c:pt idx="2203">
                  <c:v>1.3952199452384928</c:v>
                </c:pt>
                <c:pt idx="2204">
                  <c:v>1.395084962305349</c:v>
                </c:pt>
                <c:pt idx="2205">
                  <c:v>1.3949502587406126</c:v>
                </c:pt>
                <c:pt idx="2206">
                  <c:v>1.394815833966087</c:v>
                </c:pt>
                <c:pt idx="2207">
                  <c:v>1.3946816874047718</c:v>
                </c:pt>
                <c:pt idx="2208">
                  <c:v>1.3945478184808611</c:v>
                </c:pt>
                <c:pt idx="2209">
                  <c:v>1.3944142266197406</c:v>
                </c:pt>
                <c:pt idx="2210">
                  <c:v>1.3942809112479853</c:v>
                </c:pt>
                <c:pt idx="2211">
                  <c:v>1.3941478717933571</c:v>
                </c:pt>
                <c:pt idx="2212">
                  <c:v>1.394015107684802</c:v>
                </c:pt>
                <c:pt idx="2213">
                  <c:v>1.393882618352448</c:v>
                </c:pt>
                <c:pt idx="2214">
                  <c:v>1.3937504032276025</c:v>
                </c:pt>
                <c:pt idx="2215">
                  <c:v>1.3936184617427498</c:v>
                </c:pt>
                <c:pt idx="2216">
                  <c:v>1.3934867933315493</c:v>
                </c:pt>
                <c:pt idx="2217">
                  <c:v>1.393355397428832</c:v>
                </c:pt>
                <c:pt idx="2218">
                  <c:v>1.3932242734705984</c:v>
                </c:pt>
                <c:pt idx="2219">
                  <c:v>1.3930934208940171</c:v>
                </c:pt>
                <c:pt idx="2220">
                  <c:v>1.3929628391374209</c:v>
                </c:pt>
                <c:pt idx="2221">
                  <c:v>1.3928325276403051</c:v>
                </c:pt>
                <c:pt idx="2222">
                  <c:v>1.3927024858433255</c:v>
                </c:pt>
                <c:pt idx="2223">
                  <c:v>1.392572713188295</c:v>
                </c:pt>
                <c:pt idx="2224">
                  <c:v>1.392443209118182</c:v>
                </c:pt>
                <c:pt idx="2225">
                  <c:v>1.3923139730771079</c:v>
                </c:pt>
                <c:pt idx="2226">
                  <c:v>1.3921850045103445</c:v>
                </c:pt>
                <c:pt idx="2227">
                  <c:v>1.3920563028643116</c:v>
                </c:pt>
                <c:pt idx="2228">
                  <c:v>1.3919278675865747</c:v>
                </c:pt>
                <c:pt idx="2229">
                  <c:v>1.3917996981258427</c:v>
                </c:pt>
                <c:pt idx="2230">
                  <c:v>1.3916717939319656</c:v>
                </c:pt>
                <c:pt idx="2231">
                  <c:v>1.3915441544559319</c:v>
                </c:pt>
                <c:pt idx="2232">
                  <c:v>1.3914167791498666</c:v>
                </c:pt>
                <c:pt idx="2233">
                  <c:v>1.3912896674670281</c:v>
                </c:pt>
                <c:pt idx="2234">
                  <c:v>1.3911628188618068</c:v>
                </c:pt>
                <c:pt idx="2235">
                  <c:v>1.3910362327897221</c:v>
                </c:pt>
                <c:pt idx="2236">
                  <c:v>1.3909099087074206</c:v>
                </c:pt>
                <c:pt idx="2237">
                  <c:v>1.3907838460726731</c:v>
                </c:pt>
                <c:pt idx="2238">
                  <c:v>1.3906580443443728</c:v>
                </c:pt>
                <c:pt idx="2239">
                  <c:v>1.3905325029825326</c:v>
                </c:pt>
                <c:pt idx="2240">
                  <c:v>1.3904072214482834</c:v>
                </c:pt>
                <c:pt idx="2241">
                  <c:v>1.3902821992038712</c:v>
                </c:pt>
                <c:pt idx="2242">
                  <c:v>1.3901574357126547</c:v>
                </c:pt>
                <c:pt idx="2243">
                  <c:v>1.3900329304391035</c:v>
                </c:pt>
                <c:pt idx="2244">
                  <c:v>1.3899086828487957</c:v>
                </c:pt>
                <c:pt idx="2245">
                  <c:v>1.3897846924084152</c:v>
                </c:pt>
                <c:pt idx="2246">
                  <c:v>1.3896609585857498</c:v>
                </c:pt>
                <c:pt idx="2247">
                  <c:v>1.3895374808496885</c:v>
                </c:pt>
                <c:pt idx="2248">
                  <c:v>1.3894142586702203</c:v>
                </c:pt>
                <c:pt idx="2249">
                  <c:v>1.3892912915184303</c:v>
                </c:pt>
                <c:pt idx="2250">
                  <c:v>1.3891685788664987</c:v>
                </c:pt>
                <c:pt idx="2251">
                  <c:v>1.389046120187698</c:v>
                </c:pt>
                <c:pt idx="2252">
                  <c:v>1.388923914956391</c:v>
                </c:pt>
                <c:pt idx="2253">
                  <c:v>1.3888019626480281</c:v>
                </c:pt>
                <c:pt idx="2254">
                  <c:v>1.3886802627391457</c:v>
                </c:pt>
                <c:pt idx="2255">
                  <c:v>1.3885588147073631</c:v>
                </c:pt>
                <c:pt idx="2256">
                  <c:v>1.3884376180313811</c:v>
                </c:pt>
                <c:pt idx="2257">
                  <c:v>1.3883166721909794</c:v>
                </c:pt>
                <c:pt idx="2258">
                  <c:v>1.3881959766670144</c:v>
                </c:pt>
                <c:pt idx="2259">
                  <c:v>1.3880755309414168</c:v>
                </c:pt>
                <c:pt idx="2260">
                  <c:v>1.3879553344971896</c:v>
                </c:pt>
                <c:pt idx="2261">
                  <c:v>1.3878353868184057</c:v>
                </c:pt>
                <c:pt idx="2262">
                  <c:v>1.3877156873902061</c:v>
                </c:pt>
                <c:pt idx="2263">
                  <c:v>1.387596235698797</c:v>
                </c:pt>
                <c:pt idx="2264">
                  <c:v>1.3874770312314482</c:v>
                </c:pt>
                <c:pt idx="2265">
                  <c:v>1.3873580734764905</c:v>
                </c:pt>
                <c:pt idx="2266">
                  <c:v>1.3872393619233141</c:v>
                </c:pt>
                <c:pt idx="2267">
                  <c:v>1.3871208960623655</c:v>
                </c:pt>
                <c:pt idx="2268">
                  <c:v>1.3870026753851461</c:v>
                </c:pt>
                <c:pt idx="2269">
                  <c:v>1.3868846993842097</c:v>
                </c:pt>
                <c:pt idx="2270">
                  <c:v>1.38676696755316</c:v>
                </c:pt>
                <c:pt idx="2271">
                  <c:v>1.3866494793866491</c:v>
                </c:pt>
                <c:pt idx="2272">
                  <c:v>1.386532234380375</c:v>
                </c:pt>
                <c:pt idx="2273">
                  <c:v>1.3864152320310792</c:v>
                </c:pt>
                <c:pt idx="2274">
                  <c:v>1.3862984718365452</c:v>
                </c:pt>
                <c:pt idx="2275">
                  <c:v>1.3861819532955955</c:v>
                </c:pt>
                <c:pt idx="2276">
                  <c:v>1.3860656759080898</c:v>
                </c:pt>
                <c:pt idx="2277">
                  <c:v>1.3859496391749233</c:v>
                </c:pt>
                <c:pt idx="2278">
                  <c:v>1.3858338425980241</c:v>
                </c:pt>
                <c:pt idx="2279">
                  <c:v>1.3857182856803509</c:v>
                </c:pt>
                <c:pt idx="2280">
                  <c:v>1.3856029679258912</c:v>
                </c:pt>
                <c:pt idx="2281">
                  <c:v>1.3854878888396593</c:v>
                </c:pt>
                <c:pt idx="2282">
                  <c:v>1.3853730479276938</c:v>
                </c:pt>
                <c:pt idx="2283">
                  <c:v>1.3852584446970553</c:v>
                </c:pt>
                <c:pt idx="2284">
                  <c:v>1.3851440786558251</c:v>
                </c:pt>
                <c:pt idx="2285">
                  <c:v>1.3850299493131024</c:v>
                </c:pt>
                <c:pt idx="2286">
                  <c:v>1.3849160561790024</c:v>
                </c:pt>
                <c:pt idx="2287">
                  <c:v>1.3848023987646543</c:v>
                </c:pt>
                <c:pt idx="2288">
                  <c:v>1.3846889765821988</c:v>
                </c:pt>
                <c:pt idx="2289">
                  <c:v>1.3845757891447867</c:v>
                </c:pt>
                <c:pt idx="2290">
                  <c:v>1.3844628359665763</c:v>
                </c:pt>
                <c:pt idx="2291">
                  <c:v>1.384350116562731</c:v>
                </c:pt>
                <c:pt idx="2292">
                  <c:v>1.3842376304494182</c:v>
                </c:pt>
                <c:pt idx="2293">
                  <c:v>1.3841253771438065</c:v>
                </c:pt>
                <c:pt idx="2294">
                  <c:v>1.3840133561640635</c:v>
                </c:pt>
                <c:pt idx="2295">
                  <c:v>1.3839015670293546</c:v>
                </c:pt>
                <c:pt idx="2296">
                  <c:v>1.3837900092598401</c:v>
                </c:pt>
                <c:pt idx="2297">
                  <c:v>1.3836786823766729</c:v>
                </c:pt>
                <c:pt idx="2298">
                  <c:v>1.3835675859019978</c:v>
                </c:pt>
                <c:pt idx="2299">
                  <c:v>1.383456719358948</c:v>
                </c:pt>
                <c:pt idx="2300">
                  <c:v>1.3833460822716439</c:v>
                </c:pt>
                <c:pt idx="2301">
                  <c:v>1.3832356741651908</c:v>
                </c:pt>
                <c:pt idx="2302">
                  <c:v>1.3831254945656766</c:v>
                </c:pt>
                <c:pt idx="2303">
                  <c:v>1.3830155430001705</c:v>
                </c:pt>
                <c:pt idx="2304">
                  <c:v>1.38290581899672</c:v>
                </c:pt>
                <c:pt idx="2305">
                  <c:v>1.38279632208435</c:v>
                </c:pt>
                <c:pt idx="2306">
                  <c:v>1.3826870517930596</c:v>
                </c:pt>
                <c:pt idx="2307">
                  <c:v>1.3825780076538208</c:v>
                </c:pt>
                <c:pt idx="2308">
                  <c:v>1.3824691891985763</c:v>
                </c:pt>
                <c:pt idx="2309">
                  <c:v>1.3823605959602379</c:v>
                </c:pt>
                <c:pt idx="2310">
                  <c:v>1.3822522274726834</c:v>
                </c:pt>
                <c:pt idx="2311">
                  <c:v>1.3821440832707561</c:v>
                </c:pt>
                <c:pt idx="2312">
                  <c:v>1.3820361628902613</c:v>
                </c:pt>
                <c:pt idx="2313">
                  <c:v>1.3819284658679656</c:v>
                </c:pt>
                <c:pt idx="2314">
                  <c:v>1.3818209917415938</c:v>
                </c:pt>
                <c:pt idx="2315">
                  <c:v>1.3817137400498278</c:v>
                </c:pt>
                <c:pt idx="2316">
                  <c:v>1.3816067103323044</c:v>
                </c:pt>
                <c:pt idx="2317">
                  <c:v>1.3814999021296128</c:v>
                </c:pt>
                <c:pt idx="2318">
                  <c:v>1.3813933149832933</c:v>
                </c:pt>
                <c:pt idx="2319">
                  <c:v>1.381286948435835</c:v>
                </c:pt>
                <c:pt idx="2320">
                  <c:v>1.3811808020306739</c:v>
                </c:pt>
                <c:pt idx="2321">
                  <c:v>1.3810748753121909</c:v>
                </c:pt>
                <c:pt idx="2322">
                  <c:v>1.3809691678257097</c:v>
                </c:pt>
                <c:pt idx="2323">
                  <c:v>1.3808636791174953</c:v>
                </c:pt>
                <c:pt idx="2324">
                  <c:v>1.3807584087347518</c:v>
                </c:pt>
                <c:pt idx="2325">
                  <c:v>1.38065335622562</c:v>
                </c:pt>
                <c:pt idx="2326">
                  <c:v>1.3805485211391766</c:v>
                </c:pt>
                <c:pt idx="2327">
                  <c:v>1.3804439030254307</c:v>
                </c:pt>
                <c:pt idx="2328">
                  <c:v>1.3803395014353237</c:v>
                </c:pt>
                <c:pt idx="2329">
                  <c:v>1.3802353159207255</c:v>
                </c:pt>
                <c:pt idx="2330">
                  <c:v>1.3801313460344338</c:v>
                </c:pt>
                <c:pt idx="2331">
                  <c:v>1.3800275913301721</c:v>
                </c:pt>
                <c:pt idx="2332">
                  <c:v>1.3799240513625874</c:v>
                </c:pt>
                <c:pt idx="2333">
                  <c:v>1.3798207256872483</c:v>
                </c:pt>
                <c:pt idx="2334">
                  <c:v>1.3797176138606433</c:v>
                </c:pt>
                <c:pt idx="2335">
                  <c:v>1.3796147154401788</c:v>
                </c:pt>
                <c:pt idx="2336">
                  <c:v>1.3795120299841772</c:v>
                </c:pt>
                <c:pt idx="2337">
                  <c:v>1.3794095570518752</c:v>
                </c:pt>
                <c:pt idx="2338">
                  <c:v>1.3793072962034214</c:v>
                </c:pt>
                <c:pt idx="2339">
                  <c:v>1.379205246999875</c:v>
                </c:pt>
                <c:pt idx="2340">
                  <c:v>1.3791034090032035</c:v>
                </c:pt>
                <c:pt idx="2341">
                  <c:v>1.3790017817762812</c:v>
                </c:pt>
                <c:pt idx="2342">
                  <c:v>1.3789003648828868</c:v>
                </c:pt>
                <c:pt idx="2343">
                  <c:v>1.3787991578877021</c:v>
                </c:pt>
                <c:pt idx="2344">
                  <c:v>1.3786981603563098</c:v>
                </c:pt>
                <c:pt idx="2345">
                  <c:v>1.3785973718551914</c:v>
                </c:pt>
                <c:pt idx="2346">
                  <c:v>1.3784967919517261</c:v>
                </c:pt>
                <c:pt idx="2347">
                  <c:v>1.3783964202141883</c:v>
                </c:pt>
                <c:pt idx="2348">
                  <c:v>1.3782962562117458</c:v>
                </c:pt>
                <c:pt idx="2349">
                  <c:v>1.3781962995144581</c:v>
                </c:pt>
                <c:pt idx="2350">
                  <c:v>1.3780965496932744</c:v>
                </c:pt>
                <c:pt idx="2351">
                  <c:v>1.3779970063200324</c:v>
                </c:pt>
                <c:pt idx="2352">
                  <c:v>1.3778976689674556</c:v>
                </c:pt>
                <c:pt idx="2353">
                  <c:v>1.3777985372091517</c:v>
                </c:pt>
                <c:pt idx="2354">
                  <c:v>1.3776996106196109</c:v>
                </c:pt>
                <c:pt idx="2355">
                  <c:v>1.3776008887742044</c:v>
                </c:pt>
                <c:pt idx="2356">
                  <c:v>1.3775023712491818</c:v>
                </c:pt>
                <c:pt idx="2357">
                  <c:v>1.3774040576216702</c:v>
                </c:pt>
                <c:pt idx="2358">
                  <c:v>1.3773059474696714</c:v>
                </c:pt>
                <c:pt idx="2359">
                  <c:v>1.377208040372061</c:v>
                </c:pt>
                <c:pt idx="2360">
                  <c:v>1.3771103359085861</c:v>
                </c:pt>
                <c:pt idx="2361">
                  <c:v>1.3770128336598633</c:v>
                </c:pt>
                <c:pt idx="2362">
                  <c:v>1.3769155332073773</c:v>
                </c:pt>
                <c:pt idx="2363">
                  <c:v>1.3768184341334793</c:v>
                </c:pt>
                <c:pt idx="2364">
                  <c:v>1.3767215360213845</c:v>
                </c:pt>
                <c:pt idx="2365">
                  <c:v>1.3766248384551707</c:v>
                </c:pt>
                <c:pt idx="2366">
                  <c:v>1.3765283410197768</c:v>
                </c:pt>
                <c:pt idx="2367">
                  <c:v>1.3764320433010007</c:v>
                </c:pt>
                <c:pt idx="2368">
                  <c:v>1.3763359448854973</c:v>
                </c:pt>
                <c:pt idx="2369">
                  <c:v>1.3762400453607773</c:v>
                </c:pt>
                <c:pt idx="2370">
                  <c:v>1.3761443443152048</c:v>
                </c:pt>
                <c:pt idx="2371">
                  <c:v>1.3760488413379961</c:v>
                </c:pt>
                <c:pt idx="2372">
                  <c:v>1.3759535360192174</c:v>
                </c:pt>
                <c:pt idx="2373">
                  <c:v>1.3758584279497836</c:v>
                </c:pt>
                <c:pt idx="2374">
                  <c:v>1.3757635167214564</c:v>
                </c:pt>
                <c:pt idx="2375">
                  <c:v>1.3756688019268417</c:v>
                </c:pt>
                <c:pt idx="2376">
                  <c:v>1.3755742831593893</c:v>
                </c:pt>
                <c:pt idx="2377">
                  <c:v>1.3754799600133902</c:v>
                </c:pt>
                <c:pt idx="2378">
                  <c:v>1.3753858320839749</c:v>
                </c:pt>
                <c:pt idx="2379">
                  <c:v>1.3752918989671121</c:v>
                </c:pt>
                <c:pt idx="2380">
                  <c:v>1.3751981602596066</c:v>
                </c:pt>
                <c:pt idx="2381">
                  <c:v>1.3751046155590976</c:v>
                </c:pt>
                <c:pt idx="2382">
                  <c:v>1.3750112644640571</c:v>
                </c:pt>
                <c:pt idx="2383">
                  <c:v>1.3749181065737881</c:v>
                </c:pt>
                <c:pt idx="2384">
                  <c:v>1.3748251414884232</c:v>
                </c:pt>
                <c:pt idx="2385">
                  <c:v>1.3747323688089219</c:v>
                </c:pt>
                <c:pt idx="2386">
                  <c:v>1.3746397881370704</c:v>
                </c:pt>
                <c:pt idx="2387">
                  <c:v>1.3745473990754784</c:v>
                </c:pt>
                <c:pt idx="2388">
                  <c:v>1.3744552012275786</c:v>
                </c:pt>
                <c:pt idx="2389">
                  <c:v>1.374363194197624</c:v>
                </c:pt>
                <c:pt idx="2390">
                  <c:v>1.3742713775906867</c:v>
                </c:pt>
                <c:pt idx="2391">
                  <c:v>1.3741797510126568</c:v>
                </c:pt>
                <c:pt idx="2392">
                  <c:v>1.3740883140702391</c:v>
                </c:pt>
                <c:pt idx="2393">
                  <c:v>1.3739970663709531</c:v>
                </c:pt>
                <c:pt idx="2394">
                  <c:v>1.3739060075231304</c:v>
                </c:pt>
                <c:pt idx="2395">
                  <c:v>1.3738151371359131</c:v>
                </c:pt>
                <c:pt idx="2396">
                  <c:v>1.3737244548192524</c:v>
                </c:pt>
                <c:pt idx="2397">
                  <c:v>1.3736339601839067</c:v>
                </c:pt>
                <c:pt idx="2398">
                  <c:v>1.37354365284144</c:v>
                </c:pt>
                <c:pt idx="2399">
                  <c:v>1.3734535324042203</c:v>
                </c:pt>
                <c:pt idx="2400">
                  <c:v>1.3733635984854178</c:v>
                </c:pt>
                <c:pt idx="2401">
                  <c:v>1.3732738506990032</c:v>
                </c:pt>
                <c:pt idx="2402">
                  <c:v>1.3731842886597463</c:v>
                </c:pt>
                <c:pt idx="2403">
                  <c:v>1.3730949119832141</c:v>
                </c:pt>
                <c:pt idx="2404">
                  <c:v>1.3730057202857693</c:v>
                </c:pt>
                <c:pt idx="2405">
                  <c:v>1.3729167131845688</c:v>
                </c:pt>
                <c:pt idx="2406">
                  <c:v>1.3728278902975612</c:v>
                </c:pt>
                <c:pt idx="2407">
                  <c:v>1.3727392512434868</c:v>
                </c:pt>
                <c:pt idx="2408">
                  <c:v>1.3726507956418741</c:v>
                </c:pt>
                <c:pt idx="2409">
                  <c:v>1.3725625231130394</c:v>
                </c:pt>
                <c:pt idx="2410">
                  <c:v>1.3724744332780849</c:v>
                </c:pt>
                <c:pt idx="2411">
                  <c:v>1.3723865257588967</c:v>
                </c:pt>
                <c:pt idx="2412">
                  <c:v>1.372298800178144</c:v>
                </c:pt>
                <c:pt idx="2413">
                  <c:v>1.3722112561592763</c:v>
                </c:pt>
                <c:pt idx="2414">
                  <c:v>1.3721238933265227</c:v>
                </c:pt>
                <c:pt idx="2415">
                  <c:v>1.3720367113048901</c:v>
                </c:pt>
                <c:pt idx="2416">
                  <c:v>1.3719497097201616</c:v>
                </c:pt>
                <c:pt idx="2417">
                  <c:v>1.3718628881988946</c:v>
                </c:pt>
                <c:pt idx="2418">
                  <c:v>1.3717762463684193</c:v>
                </c:pt>
                <c:pt idx="2419">
                  <c:v>1.3716897838568374</c:v>
                </c:pt>
                <c:pt idx="2420">
                  <c:v>1.3716035002930203</c:v>
                </c:pt>
                <c:pt idx="2421">
                  <c:v>1.3715173953066075</c:v>
                </c:pt>
                <c:pt idx="2422">
                  <c:v>1.3714314685280049</c:v>
                </c:pt>
                <c:pt idx="2423">
                  <c:v>1.3713457195883834</c:v>
                </c:pt>
                <c:pt idx="2424">
                  <c:v>1.3712601481196773</c:v>
                </c:pt>
                <c:pt idx="2425">
                  <c:v>1.3711747537545826</c:v>
                </c:pt>
                <c:pt idx="2426">
                  <c:v>1.3710895361265556</c:v>
                </c:pt>
                <c:pt idx="2427">
                  <c:v>1.3710044948698112</c:v>
                </c:pt>
                <c:pt idx="2428">
                  <c:v>1.3709196296193211</c:v>
                </c:pt>
                <c:pt idx="2429">
                  <c:v>1.3708349400108129</c:v>
                </c:pt>
                <c:pt idx="2430">
                  <c:v>1.3707504256807677</c:v>
                </c:pt>
                <c:pt idx="2431">
                  <c:v>1.3706660862664193</c:v>
                </c:pt>
                <c:pt idx="2432">
                  <c:v>1.370581921405752</c:v>
                </c:pt>
                <c:pt idx="2433">
                  <c:v>1.3704979307374996</c:v>
                </c:pt>
                <c:pt idx="2434">
                  <c:v>1.3704141139011434</c:v>
                </c:pt>
                <c:pt idx="2435">
                  <c:v>1.3703304705369113</c:v>
                </c:pt>
                <c:pt idx="2436">
                  <c:v>1.3702470002857752</c:v>
                </c:pt>
                <c:pt idx="2437">
                  <c:v>1.3701637027894502</c:v>
                </c:pt>
                <c:pt idx="2438">
                  <c:v>1.3700805776903933</c:v>
                </c:pt>
                <c:pt idx="2439">
                  <c:v>1.3699976246318011</c:v>
                </c:pt>
                <c:pt idx="2440">
                  <c:v>1.3699148432576087</c:v>
                </c:pt>
                <c:pt idx="2441">
                  <c:v>1.3698322332124884</c:v>
                </c:pt>
                <c:pt idx="2442">
                  <c:v>1.3697497941418477</c:v>
                </c:pt>
                <c:pt idx="2443">
                  <c:v>1.369667525691828</c:v>
                </c:pt>
                <c:pt idx="2444">
                  <c:v>1.3695854275093033</c:v>
                </c:pt>
                <c:pt idx="2445">
                  <c:v>1.369503499241878</c:v>
                </c:pt>
                <c:pt idx="2446">
                  <c:v>1.3694217405378861</c:v>
                </c:pt>
                <c:pt idx="2447">
                  <c:v>1.3693401510463896</c:v>
                </c:pt>
                <c:pt idx="2448">
                  <c:v>1.3692587304171764</c:v>
                </c:pt>
                <c:pt idx="2449">
                  <c:v>1.3691774783007595</c:v>
                </c:pt>
                <c:pt idx="2450">
                  <c:v>1.3690963943483754</c:v>
                </c:pt>
                <c:pt idx="2451">
                  <c:v>1.3690154782119819</c:v>
                </c:pt>
                <c:pt idx="2452">
                  <c:v>1.3689347295442575</c:v>
                </c:pt>
                <c:pt idx="2453">
                  <c:v>1.3688541479985996</c:v>
                </c:pt>
                <c:pt idx="2454">
                  <c:v>1.3687737332291225</c:v>
                </c:pt>
                <c:pt idx="2455">
                  <c:v>1.3686934848906569</c:v>
                </c:pt>
                <c:pt idx="2456">
                  <c:v>1.3686134026387475</c:v>
                </c:pt>
                <c:pt idx="2457">
                  <c:v>1.3685334861296523</c:v>
                </c:pt>
                <c:pt idx="2458">
                  <c:v>1.3684537350203403</c:v>
                </c:pt>
                <c:pt idx="2459">
                  <c:v>1.3683741489684906</c:v>
                </c:pt>
                <c:pt idx="2460">
                  <c:v>1.368294727632491</c:v>
                </c:pt>
                <c:pt idx="2461">
                  <c:v>1.368215470671436</c:v>
                </c:pt>
                <c:pt idx="2462">
                  <c:v>1.3681363777451259</c:v>
                </c:pt>
                <c:pt idx="2463">
                  <c:v>1.3680574485140649</c:v>
                </c:pt>
                <c:pt idx="2464">
                  <c:v>1.3679786826394598</c:v>
                </c:pt>
                <c:pt idx="2465">
                  <c:v>1.367900079783219</c:v>
                </c:pt>
                <c:pt idx="2466">
                  <c:v>1.3678216396079503</c:v>
                </c:pt>
                <c:pt idx="2467">
                  <c:v>1.3677433617769599</c:v>
                </c:pt>
                <c:pt idx="2468">
                  <c:v>1.3676652459542504</c:v>
                </c:pt>
                <c:pt idx="2469">
                  <c:v>1.3675872918045207</c:v>
                </c:pt>
                <c:pt idx="2470">
                  <c:v>1.3675094989931629</c:v>
                </c:pt>
                <c:pt idx="2471">
                  <c:v>1.3674318671862618</c:v>
                </c:pt>
                <c:pt idx="2472">
                  <c:v>1.3673543960505934</c:v>
                </c:pt>
                <c:pt idx="2473">
                  <c:v>1.3672770852536233</c:v>
                </c:pt>
                <c:pt idx="2474">
                  <c:v>1.3671999344635055</c:v>
                </c:pt>
                <c:pt idx="2475">
                  <c:v>1.3671229433490806</c:v>
                </c:pt>
                <c:pt idx="2476">
                  <c:v>1.3670461115798747</c:v>
                </c:pt>
                <c:pt idx="2477">
                  <c:v>1.3669694388260976</c:v>
                </c:pt>
                <c:pt idx="2478">
                  <c:v>1.3668929247586419</c:v>
                </c:pt>
                <c:pt idx="2479">
                  <c:v>1.3668165690490814</c:v>
                </c:pt>
                <c:pt idx="2480">
                  <c:v>1.3667403713696695</c:v>
                </c:pt>
                <c:pt idx="2481">
                  <c:v>1.366664331393338</c:v>
                </c:pt>
                <c:pt idx="2482">
                  <c:v>1.3665884487936957</c:v>
                </c:pt>
                <c:pt idx="2483">
                  <c:v>1.3665127232450265</c:v>
                </c:pt>
                <c:pt idx="2484">
                  <c:v>1.3664371544222889</c:v>
                </c:pt>
                <c:pt idx="2485">
                  <c:v>1.3663617420011138</c:v>
                </c:pt>
                <c:pt idx="2486">
                  <c:v>1.3662864856578039</c:v>
                </c:pt>
                <c:pt idx="2487">
                  <c:v>1.3662113850693312</c:v>
                </c:pt>
                <c:pt idx="2488">
                  <c:v>1.3661364399133364</c:v>
                </c:pt>
                <c:pt idx="2489">
                  <c:v>1.3660616498681279</c:v>
                </c:pt>
                <c:pt idx="2490">
                  <c:v>1.3659870146126796</c:v>
                </c:pt>
                <c:pt idx="2491">
                  <c:v>1.3659125338266294</c:v>
                </c:pt>
                <c:pt idx="2492">
                  <c:v>1.3658382071902788</c:v>
                </c:pt>
                <c:pt idx="2493">
                  <c:v>1.3657640343845907</c:v>
                </c:pt>
                <c:pt idx="2494">
                  <c:v>1.3656900150911884</c:v>
                </c:pt>
                <c:pt idx="2495">
                  <c:v>1.365616148992354</c:v>
                </c:pt>
                <c:pt idx="2496">
                  <c:v>1.3655424357710273</c:v>
                </c:pt>
                <c:pt idx="2497">
                  <c:v>1.3654688751108044</c:v>
                </c:pt>
                <c:pt idx="2498">
                  <c:v>1.3653954666959358</c:v>
                </c:pt>
                <c:pt idx="2499">
                  <c:v>1.365322210211326</c:v>
                </c:pt>
                <c:pt idx="2500">
                  <c:v>1.3652491053425315</c:v>
                </c:pt>
                <c:pt idx="2501">
                  <c:v>1.3651761517757595</c:v>
                </c:pt>
                <c:pt idx="2502">
                  <c:v>1.3651033491978664</c:v>
                </c:pt>
                <c:pt idx="2503">
                  <c:v>1.3650306972963571</c:v>
                </c:pt>
                <c:pt idx="2504">
                  <c:v>1.3649581957593833</c:v>
                </c:pt>
                <c:pt idx="2505">
                  <c:v>1.3648858442757419</c:v>
                </c:pt>
                <c:pt idx="2506">
                  <c:v>1.3648136425348738</c:v>
                </c:pt>
                <c:pt idx="2507">
                  <c:v>1.3647415902268629</c:v>
                </c:pt>
                <c:pt idx="2508">
                  <c:v>1.3646696870424344</c:v>
                </c:pt>
                <c:pt idx="2509">
                  <c:v>1.3645979326729534</c:v>
                </c:pt>
                <c:pt idx="2510">
                  <c:v>1.3645263268104242</c:v>
                </c:pt>
                <c:pt idx="2511">
                  <c:v>1.3644548691474883</c:v>
                </c:pt>
                <c:pt idx="2512">
                  <c:v>1.3643835593774232</c:v>
                </c:pt>
                <c:pt idx="2513">
                  <c:v>1.3643123971941413</c:v>
                </c:pt>
                <c:pt idx="2514">
                  <c:v>1.3642413822921888</c:v>
                </c:pt>
                <c:pt idx="2515">
                  <c:v>1.3641705143667437</c:v>
                </c:pt>
                <c:pt idx="2516">
                  <c:v>1.364099793113615</c:v>
                </c:pt>
                <c:pt idx="2517">
                  <c:v>1.3640292182292411</c:v>
                </c:pt>
                <c:pt idx="2518">
                  <c:v>1.363958789410689</c:v>
                </c:pt>
                <c:pt idx="2519">
                  <c:v>1.3638885063556525</c:v>
                </c:pt>
                <c:pt idx="2520">
                  <c:v>1.3638183687624512</c:v>
                </c:pt>
                <c:pt idx="2521">
                  <c:v>1.3637483763300289</c:v>
                </c:pt>
                <c:pt idx="2522">
                  <c:v>1.3636785287579525</c:v>
                </c:pt>
                <c:pt idx="2523">
                  <c:v>1.3636088257464105</c:v>
                </c:pt>
                <c:pt idx="2524">
                  <c:v>1.3635392669962125</c:v>
                </c:pt>
                <c:pt idx="2525">
                  <c:v>1.3634698522087869</c:v>
                </c:pt>
                <c:pt idx="2526">
                  <c:v>1.36340058108618</c:v>
                </c:pt>
                <c:pt idx="2527">
                  <c:v>1.3633314533310548</c:v>
                </c:pt>
                <c:pt idx="2528">
                  <c:v>1.3632624686466899</c:v>
                </c:pt>
                <c:pt idx="2529">
                  <c:v>1.3631936267369777</c:v>
                </c:pt>
                <c:pt idx="2530">
                  <c:v>1.3631249273064239</c:v>
                </c:pt>
                <c:pt idx="2531">
                  <c:v>1.3630563700601452</c:v>
                </c:pt>
                <c:pt idx="2532">
                  <c:v>1.362987954703869</c:v>
                </c:pt>
                <c:pt idx="2533">
                  <c:v>1.3629196809439317</c:v>
                </c:pt>
                <c:pt idx="2534">
                  <c:v>1.3628515484872772</c:v>
                </c:pt>
                <c:pt idx="2535">
                  <c:v>1.3627835570414562</c:v>
                </c:pt>
                <c:pt idx="2536">
                  <c:v>1.3627157063146247</c:v>
                </c:pt>
                <c:pt idx="2537">
                  <c:v>1.3626479960155424</c:v>
                </c:pt>
                <c:pt idx="2538">
                  <c:v>1.3625804258535723</c:v>
                </c:pt>
                <c:pt idx="2539">
                  <c:v>1.3625129955386786</c:v>
                </c:pt>
                <c:pt idx="2540">
                  <c:v>1.3624457047814253</c:v>
                </c:pt>
                <c:pt idx="2541">
                  <c:v>1.3623785532929764</c:v>
                </c:pt>
                <c:pt idx="2542">
                  <c:v>1.3623115407850932</c:v>
                </c:pt>
                <c:pt idx="2543">
                  <c:v>1.3622446669701334</c:v>
                </c:pt>
                <c:pt idx="2544">
                  <c:v>1.36217793156105</c:v>
                </c:pt>
                <c:pt idx="2545">
                  <c:v>1.3621113342713906</c:v>
                </c:pt>
                <c:pt idx="2546">
                  <c:v>1.3620448748152953</c:v>
                </c:pt>
                <c:pt idx="2547">
                  <c:v>1.3619785529074959</c:v>
                </c:pt>
                <c:pt idx="2548">
                  <c:v>1.3619123682633143</c:v>
                </c:pt>
                <c:pt idx="2549">
                  <c:v>1.361846320598662</c:v>
                </c:pt>
                <c:pt idx="2550">
                  <c:v>1.3617804096300383</c:v>
                </c:pt>
                <c:pt idx="2551">
                  <c:v>1.3617146350745295</c:v>
                </c:pt>
                <c:pt idx="2552">
                  <c:v>1.3616489966498069</c:v>
                </c:pt>
                <c:pt idx="2553">
                  <c:v>1.3615834940741265</c:v>
                </c:pt>
                <c:pt idx="2554">
                  <c:v>1.3615181270663275</c:v>
                </c:pt>
                <c:pt idx="2555">
                  <c:v>1.3614528953458307</c:v>
                </c:pt>
                <c:pt idx="2556">
                  <c:v>1.3613877986326377</c:v>
                </c:pt>
                <c:pt idx="2557">
                  <c:v>1.3613228366473298</c:v>
                </c:pt>
                <c:pt idx="2558">
                  <c:v>1.3612580091110664</c:v>
                </c:pt>
                <c:pt idx="2559">
                  <c:v>1.3611933157455842</c:v>
                </c:pt>
                <c:pt idx="2560">
                  <c:v>1.3611287562731955</c:v>
                </c:pt>
                <c:pt idx="2561">
                  <c:v>1.3610643304167875</c:v>
                </c:pt>
                <c:pt idx="2562">
                  <c:v>1.3610000378998208</c:v>
                </c:pt>
                <c:pt idx="2563">
                  <c:v>1.3609358784463286</c:v>
                </c:pt>
                <c:pt idx="2564">
                  <c:v>1.3608718517809151</c:v>
                </c:pt>
                <c:pt idx="2565">
                  <c:v>1.3608079576287546</c:v>
                </c:pt>
                <c:pt idx="2566">
                  <c:v>1.3607441957155899</c:v>
                </c:pt>
                <c:pt idx="2567">
                  <c:v>1.3606805657677317</c:v>
                </c:pt>
                <c:pt idx="2568">
                  <c:v>1.360617067512057</c:v>
                </c:pt>
                <c:pt idx="2569">
                  <c:v>1.3605537006760082</c:v>
                </c:pt>
                <c:pt idx="2570">
                  <c:v>1.3604904649875917</c:v>
                </c:pt>
                <c:pt idx="2571">
                  <c:v>1.3604273601753767</c:v>
                </c:pt>
                <c:pt idx="2572">
                  <c:v>1.3603643859684944</c:v>
                </c:pt>
                <c:pt idx="2573">
                  <c:v>1.3603015420966367</c:v>
                </c:pt>
                <c:pt idx="2574">
                  <c:v>1.3602388282900546</c:v>
                </c:pt>
                <c:pt idx="2575">
                  <c:v>1.3601762442795575</c:v>
                </c:pt>
                <c:pt idx="2576">
                  <c:v>1.3601137897965121</c:v>
                </c:pt>
                <c:pt idx="2577">
                  <c:v>1.360051464572841</c:v>
                </c:pt>
                <c:pt idx="2578">
                  <c:v>1.3599892683410215</c:v>
                </c:pt>
                <c:pt idx="2579">
                  <c:v>1.3599272008340846</c:v>
                </c:pt>
                <c:pt idx="2580">
                  <c:v>1.3598652617856142</c:v>
                </c:pt>
                <c:pt idx="2581">
                  <c:v>1.359803450929745</c:v>
                </c:pt>
                <c:pt idx="2582">
                  <c:v>1.3597417680011623</c:v>
                </c:pt>
                <c:pt idx="2583">
                  <c:v>1.3596802127351006</c:v>
                </c:pt>
                <c:pt idx="2584">
                  <c:v>1.3596187848673422</c:v>
                </c:pt>
                <c:pt idx="2585">
                  <c:v>1.3595574841342164</c:v>
                </c:pt>
                <c:pt idx="2586">
                  <c:v>1.3594963102725979</c:v>
                </c:pt>
                <c:pt idx="2587">
                  <c:v>1.359435263019906</c:v>
                </c:pt>
                <c:pt idx="2588">
                  <c:v>1.359374342114104</c:v>
                </c:pt>
                <c:pt idx="2589">
                  <c:v>1.359313547293697</c:v>
                </c:pt>
                <c:pt idx="2590">
                  <c:v>1.3592528782977313</c:v>
                </c:pt>
                <c:pt idx="2591">
                  <c:v>1.3591923348657937</c:v>
                </c:pt>
                <c:pt idx="2592">
                  <c:v>1.3591319167380094</c:v>
                </c:pt>
                <c:pt idx="2593">
                  <c:v>1.359071623655042</c:v>
                </c:pt>
                <c:pt idx="2594">
                  <c:v>1.3590114553580914</c:v>
                </c:pt>
                <c:pt idx="2595">
                  <c:v>1.3589514115888934</c:v>
                </c:pt>
                <c:pt idx="2596">
                  <c:v>1.3588914920897182</c:v>
                </c:pt>
                <c:pt idx="2597">
                  <c:v>1.3588316966033693</c:v>
                </c:pt>
                <c:pt idx="2598">
                  <c:v>1.3587720248731829</c:v>
                </c:pt>
                <c:pt idx="2599">
                  <c:v>1.3587124766430263</c:v>
                </c:pt>
                <c:pt idx="2600">
                  <c:v>1.3586530516572963</c:v>
                </c:pt>
                <c:pt idx="2601">
                  <c:v>1.3585937496609195</c:v>
                </c:pt>
                <c:pt idx="2602">
                  <c:v>1.3585345703993501</c:v>
                </c:pt>
                <c:pt idx="2603">
                  <c:v>1.3584755136185691</c:v>
                </c:pt>
                <c:pt idx="2604">
                  <c:v>1.3584165790650831</c:v>
                </c:pt>
                <c:pt idx="2605">
                  <c:v>1.3583577664859234</c:v>
                </c:pt>
                <c:pt idx="2606">
                  <c:v>1.3582990756286453</c:v>
                </c:pt>
                <c:pt idx="2607">
                  <c:v>1.3582405062413261</c:v>
                </c:pt>
                <c:pt idx="2608">
                  <c:v>1.3581820580725645</c:v>
                </c:pt>
                <c:pt idx="2609">
                  <c:v>1.3581237308714798</c:v>
                </c:pt>
                <c:pt idx="2610">
                  <c:v>1.35806552438771</c:v>
                </c:pt>
                <c:pt idx="2611">
                  <c:v>1.358007438371412</c:v>
                </c:pt>
                <c:pt idx="2612">
                  <c:v>1.3579494725732595</c:v>
                </c:pt>
                <c:pt idx="2613">
                  <c:v>1.3578916267444419</c:v>
                </c:pt>
                <c:pt idx="2614">
                  <c:v>1.3578339006366638</c:v>
                </c:pt>
                <c:pt idx="2615">
                  <c:v>1.3577762940021436</c:v>
                </c:pt>
                <c:pt idx="2616">
                  <c:v>1.357718806593613</c:v>
                </c:pt>
                <c:pt idx="2617">
                  <c:v>1.3576614381643146</c:v>
                </c:pt>
                <c:pt idx="2618">
                  <c:v>1.3576041884680026</c:v>
                </c:pt>
                <c:pt idx="2619">
                  <c:v>1.3575470572589401</c:v>
                </c:pt>
                <c:pt idx="2620">
                  <c:v>1.3574900442918991</c:v>
                </c:pt>
                <c:pt idx="2621">
                  <c:v>1.3574331493221594</c:v>
                </c:pt>
                <c:pt idx="2622">
                  <c:v>1.3573763721055068</c:v>
                </c:pt>
                <c:pt idx="2623">
                  <c:v>1.3573197123982328</c:v>
                </c:pt>
                <c:pt idx="2624">
                  <c:v>1.3572631699571334</c:v>
                </c:pt>
                <c:pt idx="2625">
                  <c:v>1.3572067445395075</c:v>
                </c:pt>
                <c:pt idx="2626">
                  <c:v>1.357150435903157</c:v>
                </c:pt>
                <c:pt idx="2627">
                  <c:v>1.3570942438063844</c:v>
                </c:pt>
                <c:pt idx="2628">
                  <c:v>1.3570381680079928</c:v>
                </c:pt>
                <c:pt idx="2629">
                  <c:v>1.3569822082672844</c:v>
                </c:pt>
                <c:pt idx="2630">
                  <c:v>1.3569263643440597</c:v>
                </c:pt>
                <c:pt idx="2631">
                  <c:v>1.356870635998616</c:v>
                </c:pt>
                <c:pt idx="2632">
                  <c:v>1.3568150229917471</c:v>
                </c:pt>
                <c:pt idx="2633">
                  <c:v>1.3567595250847415</c:v>
                </c:pt>
                <c:pt idx="2634">
                  <c:v>1.3567041420393822</c:v>
                </c:pt>
                <c:pt idx="2635">
                  <c:v>1.3566488736179447</c:v>
                </c:pt>
                <c:pt idx="2636">
                  <c:v>1.356593719583197</c:v>
                </c:pt>
                <c:pt idx="2637">
                  <c:v>1.3565386796983976</c:v>
                </c:pt>
                <c:pt idx="2638">
                  <c:v>1.3564837537272953</c:v>
                </c:pt>
                <c:pt idx="2639">
                  <c:v>1.356428941434128</c:v>
                </c:pt>
                <c:pt idx="2640">
                  <c:v>1.3563742425836212</c:v>
                </c:pt>
                <c:pt idx="2641">
                  <c:v>1.3563196569409874</c:v>
                </c:pt>
                <c:pt idx="2642">
                  <c:v>1.3562651842719251</c:v>
                </c:pt>
                <c:pt idx="2643">
                  <c:v>1.3562108243426179</c:v>
                </c:pt>
                <c:pt idx="2644">
                  <c:v>1.356156576919733</c:v>
                </c:pt>
                <c:pt idx="2645">
                  <c:v>1.3561024417704206</c:v>
                </c:pt>
                <c:pt idx="2646">
                  <c:v>1.356048418662313</c:v>
                </c:pt>
                <c:pt idx="2647">
                  <c:v>1.3559945073635233</c:v>
                </c:pt>
                <c:pt idx="2648">
                  <c:v>1.3559407076426446</c:v>
                </c:pt>
                <c:pt idx="2649">
                  <c:v>1.3558870192687487</c:v>
                </c:pt>
                <c:pt idx="2650">
                  <c:v>1.3558334420113856</c:v>
                </c:pt>
                <c:pt idx="2651">
                  <c:v>1.3557799756405822</c:v>
                </c:pt>
                <c:pt idx="2652">
                  <c:v>1.3557266199268412</c:v>
                </c:pt>
                <c:pt idx="2653">
                  <c:v>1.3556733746411405</c:v>
                </c:pt>
                <c:pt idx="2654">
                  <c:v>1.3556202395549319</c:v>
                </c:pt>
                <c:pt idx="2655">
                  <c:v>1.3555672144401403</c:v>
                </c:pt>
                <c:pt idx="2656">
                  <c:v>1.3555142990691624</c:v>
                </c:pt>
                <c:pt idx="2657">
                  <c:v>1.3554614932148663</c:v>
                </c:pt>
                <c:pt idx="2658">
                  <c:v>1.3554087966505899</c:v>
                </c:pt>
                <c:pt idx="2659">
                  <c:v>1.3553562091501403</c:v>
                </c:pt>
                <c:pt idx="2660">
                  <c:v>1.3553037304877928</c:v>
                </c:pt>
                <c:pt idx="2661">
                  <c:v>1.3552513604382899</c:v>
                </c:pt>
                <c:pt idx="2662">
                  <c:v>1.3551990987768401</c:v>
                </c:pt>
                <c:pt idx="2663">
                  <c:v>1.3551469452791172</c:v>
                </c:pt>
                <c:pt idx="2664">
                  <c:v>1.3550948997212595</c:v>
                </c:pt>
                <c:pt idx="2665">
                  <c:v>1.3550429618798685</c:v>
                </c:pt>
                <c:pt idx="2666">
                  <c:v>1.354991131532008</c:v>
                </c:pt>
                <c:pt idx="2667">
                  <c:v>1.3549394084552031</c:v>
                </c:pt>
                <c:pt idx="2668">
                  <c:v>1.3548877924274396</c:v>
                </c:pt>
                <c:pt idx="2669">
                  <c:v>1.3548362832271628</c:v>
                </c:pt>
                <c:pt idx="2670">
                  <c:v>1.3547848806332763</c:v>
                </c:pt>
                <c:pt idx="2671">
                  <c:v>1.3547335844251414</c:v>
                </c:pt>
                <c:pt idx="2672">
                  <c:v>1.3546823943825761</c:v>
                </c:pt>
                <c:pt idx="2673">
                  <c:v>1.354631310285854</c:v>
                </c:pt>
                <c:pt idx="2674">
                  <c:v>1.3545803319157035</c:v>
                </c:pt>
                <c:pt idx="2675">
                  <c:v>1.3545294590533068</c:v>
                </c:pt>
                <c:pt idx="2676">
                  <c:v>1.3544786914802991</c:v>
                </c:pt>
                <c:pt idx="2677">
                  <c:v>1.3544280289787676</c:v>
                </c:pt>
                <c:pt idx="2678">
                  <c:v>1.35437747133125</c:v>
                </c:pt>
                <c:pt idx="2679">
                  <c:v>1.3543270183207348</c:v>
                </c:pt>
                <c:pt idx="2680">
                  <c:v>1.354276669730659</c:v>
                </c:pt>
                <c:pt idx="2681">
                  <c:v>1.3542264253449081</c:v>
                </c:pt>
                <c:pt idx="2682">
                  <c:v>1.3541762849478149</c:v>
                </c:pt>
                <c:pt idx="2683">
                  <c:v>1.3541262483241587</c:v>
                </c:pt>
                <c:pt idx="2684">
                  <c:v>1.3540763152591639</c:v>
                </c:pt>
                <c:pt idx="2685">
                  <c:v>1.3540264855384996</c:v>
                </c:pt>
                <c:pt idx="2686">
                  <c:v>1.3539767589482783</c:v>
                </c:pt>
                <c:pt idx="2687">
                  <c:v>1.3539271352750555</c:v>
                </c:pt>
                <c:pt idx="2688">
                  <c:v>1.3538776143058282</c:v>
                </c:pt>
                <c:pt idx="2689">
                  <c:v>1.3538281958280345</c:v>
                </c:pt>
                <c:pt idx="2690">
                  <c:v>1.353778879629552</c:v>
                </c:pt>
                <c:pt idx="2691">
                  <c:v>1.3537296654986979</c:v>
                </c:pt>
                <c:pt idx="2692">
                  <c:v>1.3536805532242269</c:v>
                </c:pt>
                <c:pt idx="2693">
                  <c:v>1.3536315425953314</c:v>
                </c:pt>
                <c:pt idx="2694">
                  <c:v>1.3535826334016396</c:v>
                </c:pt>
                <c:pt idx="2695">
                  <c:v>1.3535338254332157</c:v>
                </c:pt>
                <c:pt idx="2696">
                  <c:v>1.3534851184805579</c:v>
                </c:pt>
                <c:pt idx="2697">
                  <c:v>1.3534365123345984</c:v>
                </c:pt>
                <c:pt idx="2698">
                  <c:v>1.3533880067867017</c:v>
                </c:pt>
                <c:pt idx="2699">
                  <c:v>1.3533396016286643</c:v>
                </c:pt>
                <c:pt idx="2700">
                  <c:v>1.3532912966527137</c:v>
                </c:pt>
                <c:pt idx="2701">
                  <c:v>1.3532430916515072</c:v>
                </c:pt>
                <c:pt idx="2702">
                  <c:v>1.3531949864181314</c:v>
                </c:pt>
                <c:pt idx="2703">
                  <c:v>1.3531469807461012</c:v>
                </c:pt>
                <c:pt idx="2704">
                  <c:v>1.3530990744293585</c:v>
                </c:pt>
                <c:pt idx="2705">
                  <c:v>1.3530512672622721</c:v>
                </c:pt>
                <c:pt idx="2706">
                  <c:v>1.3530035590396361</c:v>
                </c:pt>
                <c:pt idx="2707">
                  <c:v>1.3529559495566694</c:v>
                </c:pt>
                <c:pt idx="2708">
                  <c:v>1.3529084386090149</c:v>
                </c:pt>
                <c:pt idx="2709">
                  <c:v>1.3528610259927381</c:v>
                </c:pt>
                <c:pt idx="2710">
                  <c:v>1.3528137115043266</c:v>
                </c:pt>
                <c:pt idx="2711">
                  <c:v>1.3527664949406897</c:v>
                </c:pt>
                <c:pt idx="2712">
                  <c:v>1.3527193760991565</c:v>
                </c:pt>
                <c:pt idx="2713">
                  <c:v>1.3526723547774757</c:v>
                </c:pt>
                <c:pt idx="2714">
                  <c:v>1.3526254307738146</c:v>
                </c:pt>
                <c:pt idx="2715">
                  <c:v>1.3525786038867584</c:v>
                </c:pt>
                <c:pt idx="2716">
                  <c:v>1.3525318739153089</c:v>
                </c:pt>
                <c:pt idx="2717">
                  <c:v>1.3524852406588841</c:v>
                </c:pt>
                <c:pt idx="2718">
                  <c:v>1.3524387039173169</c:v>
                </c:pt>
                <c:pt idx="2719">
                  <c:v>1.352392263490855</c:v>
                </c:pt>
                <c:pt idx="2720">
                  <c:v>1.3523459191801588</c:v>
                </c:pt>
                <c:pt idx="2721">
                  <c:v>1.3522996707863015</c:v>
                </c:pt>
                <c:pt idx="2722">
                  <c:v>1.3522535181107684</c:v>
                </c:pt>
                <c:pt idx="2723">
                  <c:v>1.3522074609554553</c:v>
                </c:pt>
                <c:pt idx="2724">
                  <c:v>1.352161499122668</c:v>
                </c:pt>
                <c:pt idx="2725">
                  <c:v>1.3521156324151218</c:v>
                </c:pt>
                <c:pt idx="2726">
                  <c:v>1.3520698606359396</c:v>
                </c:pt>
                <c:pt idx="2727">
                  <c:v>1.3520241835886526</c:v>
                </c:pt>
                <c:pt idx="2728">
                  <c:v>1.3519786010771981</c:v>
                </c:pt>
                <c:pt idx="2729">
                  <c:v>1.3519331129059193</c:v>
                </c:pt>
                <c:pt idx="2730">
                  <c:v>1.3518877188795646</c:v>
                </c:pt>
                <c:pt idx="2731">
                  <c:v>1.351842418803286</c:v>
                </c:pt>
                <c:pt idx="2732">
                  <c:v>1.3517972124826392</c:v>
                </c:pt>
                <c:pt idx="2733">
                  <c:v>1.3517520997235819</c:v>
                </c:pt>
                <c:pt idx="2734">
                  <c:v>1.351707080332474</c:v>
                </c:pt>
                <c:pt idx="2735">
                  <c:v>1.3516621541160758</c:v>
                </c:pt>
                <c:pt idx="2736">
                  <c:v>1.3516173208815474</c:v>
                </c:pt>
                <c:pt idx="2737">
                  <c:v>1.3515725804364485</c:v>
                </c:pt>
                <c:pt idx="2738">
                  <c:v>1.3515279325887364</c:v>
                </c:pt>
                <c:pt idx="2739">
                  <c:v>1.3514833771467665</c:v>
                </c:pt>
                <c:pt idx="2740">
                  <c:v>1.3514389139192906</c:v>
                </c:pt>
                <c:pt idx="2741">
                  <c:v>1.3513945427154561</c:v>
                </c:pt>
                <c:pt idx="2742">
                  <c:v>1.3513502633448058</c:v>
                </c:pt>
                <c:pt idx="2743">
                  <c:v>1.3513060756172766</c:v>
                </c:pt>
                <c:pt idx="2744">
                  <c:v>1.3512619793431984</c:v>
                </c:pt>
                <c:pt idx="2745">
                  <c:v>1.3512179743332939</c:v>
                </c:pt>
                <c:pt idx="2746">
                  <c:v>1.3511740603986777</c:v>
                </c:pt>
                <c:pt idx="2747">
                  <c:v>1.3511302373508551</c:v>
                </c:pt>
                <c:pt idx="2748">
                  <c:v>1.3510865050017216</c:v>
                </c:pt>
                <c:pt idx="2749">
                  <c:v>1.3510428631635618</c:v>
                </c:pt>
                <c:pt idx="2750">
                  <c:v>1.3509993116490493</c:v>
                </c:pt>
                <c:pt idx="2751">
                  <c:v>1.3509558502712449</c:v>
                </c:pt>
                <c:pt idx="2752">
                  <c:v>1.3509124788435967</c:v>
                </c:pt>
                <c:pt idx="2753">
                  <c:v>1.3508691971799385</c:v>
                </c:pt>
                <c:pt idx="2754">
                  <c:v>1.3508260050944896</c:v>
                </c:pt>
                <c:pt idx="2755">
                  <c:v>1.3507829024018541</c:v>
                </c:pt>
                <c:pt idx="2756">
                  <c:v>1.3507398889170192</c:v>
                </c:pt>
                <c:pt idx="2757">
                  <c:v>1.3506969644553555</c:v>
                </c:pt>
                <c:pt idx="2758">
                  <c:v>1.3506541288326155</c:v>
                </c:pt>
                <c:pt idx="2759">
                  <c:v>1.350611381864933</c:v>
                </c:pt>
                <c:pt idx="2760">
                  <c:v>1.3505687233688226</c:v>
                </c:pt>
                <c:pt idx="2761">
                  <c:v>1.3505261531611783</c:v>
                </c:pt>
                <c:pt idx="2762">
                  <c:v>1.3504836710592734</c:v>
                </c:pt>
                <c:pt idx="2763">
                  <c:v>1.350441276880759</c:v>
                </c:pt>
                <c:pt idx="2764">
                  <c:v>1.3503989704436641</c:v>
                </c:pt>
                <c:pt idx="2765">
                  <c:v>1.3503567515663937</c:v>
                </c:pt>
                <c:pt idx="2766">
                  <c:v>1.3503146200677292</c:v>
                </c:pt>
                <c:pt idx="2767">
                  <c:v>1.3502725757668268</c:v>
                </c:pt>
                <c:pt idx="2768">
                  <c:v>1.3502306184832169</c:v>
                </c:pt>
                <c:pt idx="2769">
                  <c:v>1.3501887480368038</c:v>
                </c:pt>
                <c:pt idx="2770">
                  <c:v>1.3501469642478641</c:v>
                </c:pt>
                <c:pt idx="2771">
                  <c:v>1.3501052669370464</c:v>
                </c:pt>
                <c:pt idx="2772">
                  <c:v>1.3500636559253707</c:v>
                </c:pt>
                <c:pt idx="2773">
                  <c:v>1.3500221310342275</c:v>
                </c:pt>
                <c:pt idx="2774">
                  <c:v>1.3499806920853767</c:v>
                </c:pt>
                <c:pt idx="2775">
                  <c:v>1.3499393389009473</c:v>
                </c:pt>
                <c:pt idx="2776">
                  <c:v>1.3498980713034361</c:v>
                </c:pt>
                <c:pt idx="2777">
                  <c:v>1.3498568891157077</c:v>
                </c:pt>
                <c:pt idx="2778">
                  <c:v>1.3498157921609932</c:v>
                </c:pt>
                <c:pt idx="2779">
                  <c:v>1.3497747802628894</c:v>
                </c:pt>
                <c:pt idx="2780">
                  <c:v>1.3497338532453582</c:v>
                </c:pt>
                <c:pt idx="2781">
                  <c:v>1.3496930109327259</c:v>
                </c:pt>
                <c:pt idx="2782">
                  <c:v>1.3496522531496824</c:v>
                </c:pt>
                <c:pt idx="2783">
                  <c:v>1.3496115797212807</c:v>
                </c:pt>
                <c:pt idx="2784">
                  <c:v>1.3495709904729352</c:v>
                </c:pt>
                <c:pt idx="2785">
                  <c:v>1.3495304852304222</c:v>
                </c:pt>
                <c:pt idx="2786">
                  <c:v>1.3494900638198783</c:v>
                </c:pt>
                <c:pt idx="2787">
                  <c:v>1.3494497260678004</c:v>
                </c:pt>
                <c:pt idx="2788">
                  <c:v>1.3494094718010439</c:v>
                </c:pt>
                <c:pt idx="2789">
                  <c:v>1.3493693008468228</c:v>
                </c:pt>
                <c:pt idx="2790">
                  <c:v>1.3493292130327088</c:v>
                </c:pt>
                <c:pt idx="2791">
                  <c:v>1.3492892081866303</c:v>
                </c:pt>
                <c:pt idx="2792">
                  <c:v>1.3492492861368719</c:v>
                </c:pt>
                <c:pt idx="2793">
                  <c:v>1.3492094467120737</c:v>
                </c:pt>
                <c:pt idx="2794">
                  <c:v>1.34916968974123</c:v>
                </c:pt>
                <c:pt idx="2795">
                  <c:v>1.3491300150536898</c:v>
                </c:pt>
                <c:pt idx="2796">
                  <c:v>1.3490904224791547</c:v>
                </c:pt>
                <c:pt idx="2797">
                  <c:v>1.3490509118476788</c:v>
                </c:pt>
                <c:pt idx="2798">
                  <c:v>1.3490114829896682</c:v>
                </c:pt>
                <c:pt idx="2799">
                  <c:v>1.3489721357358799</c:v>
                </c:pt>
                <c:pt idx="2800">
                  <c:v>1.348932869917421</c:v>
                </c:pt>
                <c:pt idx="2801">
                  <c:v>1.3488936853657483</c:v>
                </c:pt>
                <c:pt idx="2802">
                  <c:v>1.3488545819126674</c:v>
                </c:pt>
                <c:pt idx="2803">
                  <c:v>1.3488155593903322</c:v>
                </c:pt>
                <c:pt idx="2804">
                  <c:v>1.3487766176312435</c:v>
                </c:pt>
                <c:pt idx="2805">
                  <c:v>1.3487377564682492</c:v>
                </c:pt>
                <c:pt idx="2806">
                  <c:v>1.3486989757345431</c:v>
                </c:pt>
                <c:pt idx="2807">
                  <c:v>1.3486602752636641</c:v>
                </c:pt>
                <c:pt idx="2808">
                  <c:v>1.3486216548894956</c:v>
                </c:pt>
                <c:pt idx="2809">
                  <c:v>1.3485831144462648</c:v>
                </c:pt>
                <c:pt idx="2810">
                  <c:v>1.3485446537685422</c:v>
                </c:pt>
                <c:pt idx="2811">
                  <c:v>1.3485062726912405</c:v>
                </c:pt>
                <c:pt idx="2812">
                  <c:v>1.3484679710496139</c:v>
                </c:pt>
                <c:pt idx="2813">
                  <c:v>1.348429748679258</c:v>
                </c:pt>
                <c:pt idx="2814">
                  <c:v>1.3483916054161085</c:v>
                </c:pt>
                <c:pt idx="2815">
                  <c:v>1.3483535410964405</c:v>
                </c:pt>
                <c:pt idx="2816">
                  <c:v>1.348315555556868</c:v>
                </c:pt>
                <c:pt idx="2817">
                  <c:v>1.3482776486343433</c:v>
                </c:pt>
                <c:pt idx="2818">
                  <c:v>1.3482398201661558</c:v>
                </c:pt>
                <c:pt idx="2819">
                  <c:v>1.3482020699899322</c:v>
                </c:pt>
                <c:pt idx="2820">
                  <c:v>1.3481643979436349</c:v>
                </c:pt>
                <c:pt idx="2821">
                  <c:v>1.3481268038655616</c:v>
                </c:pt>
                <c:pt idx="2822">
                  <c:v>1.3480892875943451</c:v>
                </c:pt>
                <c:pt idx="2823">
                  <c:v>1.3480518489689517</c:v>
                </c:pt>
                <c:pt idx="2824">
                  <c:v>1.3480144878286811</c:v>
                </c:pt>
                <c:pt idx="2825">
                  <c:v>1.3479772040131657</c:v>
                </c:pt>
                <c:pt idx="2826">
                  <c:v>1.3479399973623696</c:v>
                </c:pt>
                <c:pt idx="2827">
                  <c:v>1.3479028677165885</c:v>
                </c:pt>
                <c:pt idx="2828">
                  <c:v>1.3478658149164484</c:v>
                </c:pt>
                <c:pt idx="2829">
                  <c:v>1.3478288388029052</c:v>
                </c:pt>
                <c:pt idx="2830">
                  <c:v>1.3477919392172437</c:v>
                </c:pt>
                <c:pt idx="2831">
                  <c:v>1.3477551160010777</c:v>
                </c:pt>
                <c:pt idx="2832">
                  <c:v>1.3477183689963481</c:v>
                </c:pt>
                <c:pt idx="2833">
                  <c:v>1.3476816980453237</c:v>
                </c:pt>
                <c:pt idx="2834">
                  <c:v>1.3476451029905994</c:v>
                </c:pt>
                <c:pt idx="2835">
                  <c:v>1.3476085836750957</c:v>
                </c:pt>
                <c:pt idx="2836">
                  <c:v>1.3475721399420586</c:v>
                </c:pt>
                <c:pt idx="2837">
                  <c:v>1.347535771635058</c:v>
                </c:pt>
                <c:pt idx="2838">
                  <c:v>1.3474994785979881</c:v>
                </c:pt>
                <c:pt idx="2839">
                  <c:v>1.3474632606750658</c:v>
                </c:pt>
                <c:pt idx="2840">
                  <c:v>1.3474271177108306</c:v>
                </c:pt>
                <c:pt idx="2841">
                  <c:v>1.3473910495501438</c:v>
                </c:pt>
                <c:pt idx="2842">
                  <c:v>1.3473550560381875</c:v>
                </c:pt>
                <c:pt idx="2843">
                  <c:v>1.3473191370204645</c:v>
                </c:pt>
                <c:pt idx="2844">
                  <c:v>1.3472832923427973</c:v>
                </c:pt>
                <c:pt idx="2845">
                  <c:v>1.3472475218513276</c:v>
                </c:pt>
                <c:pt idx="2846">
                  <c:v>1.3472118253925152</c:v>
                </c:pt>
                <c:pt idx="2847">
                  <c:v>1.3471762028131378</c:v>
                </c:pt>
                <c:pt idx="2848">
                  <c:v>1.3471406539602904</c:v>
                </c:pt>
                <c:pt idx="2849">
                  <c:v>1.3471051786813844</c:v>
                </c:pt>
                <c:pt idx="2850">
                  <c:v>1.3470697768241469</c:v>
                </c:pt>
                <c:pt idx="2851">
                  <c:v>1.3470344482366203</c:v>
                </c:pt>
                <c:pt idx="2852">
                  <c:v>1.3469991927671614</c:v>
                </c:pt>
                <c:pt idx="2853">
                  <c:v>1.3469640102644409</c:v>
                </c:pt>
                <c:pt idx="2854">
                  <c:v>1.3469289005774425</c:v>
                </c:pt>
                <c:pt idx="2855">
                  <c:v>1.3468938635554626</c:v>
                </c:pt>
                <c:pt idx="2856">
                  <c:v>1.3468588990481096</c:v>
                </c:pt>
                <c:pt idx="2857">
                  <c:v>1.3468240069053032</c:v>
                </c:pt>
                <c:pt idx="2858">
                  <c:v>1.3467891869772735</c:v>
                </c:pt>
                <c:pt idx="2859">
                  <c:v>1.3467544391145605</c:v>
                </c:pt>
                <c:pt idx="2860">
                  <c:v>1.3467197631680139</c:v>
                </c:pt>
                <c:pt idx="2861">
                  <c:v>1.3466851589887918</c:v>
                </c:pt>
                <c:pt idx="2862">
                  <c:v>1.3466506264283604</c:v>
                </c:pt>
                <c:pt idx="2863">
                  <c:v>1.3466161653384934</c:v>
                </c:pt>
                <c:pt idx="2864">
                  <c:v>1.3465817755712712</c:v>
                </c:pt>
                <c:pt idx="2865">
                  <c:v>1.3465474569790805</c:v>
                </c:pt>
                <c:pt idx="2866">
                  <c:v>1.3465132094146133</c:v>
                </c:pt>
                <c:pt idx="2867">
                  <c:v>1.3464790327308664</c:v>
                </c:pt>
                <c:pt idx="2868">
                  <c:v>1.3464449267811411</c:v>
                </c:pt>
                <c:pt idx="2869">
                  <c:v>1.3464108914190422</c:v>
                </c:pt>
                <c:pt idx="2870">
                  <c:v>1.3463769264984777</c:v>
                </c:pt>
                <c:pt idx="2871">
                  <c:v>1.3463430318736576</c:v>
                </c:pt>
                <c:pt idx="2872">
                  <c:v>1.3463092073990939</c:v>
                </c:pt>
                <c:pt idx="2873">
                  <c:v>1.3462754529295995</c:v>
                </c:pt>
                <c:pt idx="2874">
                  <c:v>1.3462417683202879</c:v>
                </c:pt>
                <c:pt idx="2875">
                  <c:v>1.3462081534265724</c:v>
                </c:pt>
                <c:pt idx="2876">
                  <c:v>1.3461746081041659</c:v>
                </c:pt>
                <c:pt idx="2877">
                  <c:v>1.3461411322090793</c:v>
                </c:pt>
                <c:pt idx="2878">
                  <c:v>1.3461077255976219</c:v>
                </c:pt>
                <c:pt idx="2879">
                  <c:v>1.3460743881264006</c:v>
                </c:pt>
                <c:pt idx="2880">
                  <c:v>1.3460411196523185</c:v>
                </c:pt>
                <c:pt idx="2881">
                  <c:v>1.3460079200325754</c:v>
                </c:pt>
                <c:pt idx="2882">
                  <c:v>1.3459747891246663</c:v>
                </c:pt>
                <c:pt idx="2883">
                  <c:v>1.3459417267863814</c:v>
                </c:pt>
                <c:pt idx="2884">
                  <c:v>1.3459087328758048</c:v>
                </c:pt>
                <c:pt idx="2885">
                  <c:v>1.3458758072513148</c:v>
                </c:pt>
                <c:pt idx="2886">
                  <c:v>1.3458429497715827</c:v>
                </c:pt>
                <c:pt idx="2887">
                  <c:v>1.3458101602955719</c:v>
                </c:pt>
                <c:pt idx="2888">
                  <c:v>1.3457774386825383</c:v>
                </c:pt>
                <c:pt idx="2889">
                  <c:v>1.3457447847920285</c:v>
                </c:pt>
                <c:pt idx="2890">
                  <c:v>1.3457121984838805</c:v>
                </c:pt>
                <c:pt idx="2891">
                  <c:v>1.3456796796182215</c:v>
                </c:pt>
                <c:pt idx="2892">
                  <c:v>1.345647228055469</c:v>
                </c:pt>
                <c:pt idx="2893">
                  <c:v>1.3456148436563289</c:v>
                </c:pt>
                <c:pt idx="2894">
                  <c:v>1.3455825262817955</c:v>
                </c:pt>
                <c:pt idx="2895">
                  <c:v>1.345550275793151</c:v>
                </c:pt>
                <c:pt idx="2896">
                  <c:v>1.3455180920519645</c:v>
                </c:pt>
                <c:pt idx="2897">
                  <c:v>1.3454859749200916</c:v>
                </c:pt>
                <c:pt idx="2898">
                  <c:v>1.3454539242596737</c:v>
                </c:pt>
                <c:pt idx="2899">
                  <c:v>1.345421939933138</c:v>
                </c:pt>
                <c:pt idx="2900">
                  <c:v>1.3453900218031958</c:v>
                </c:pt>
                <c:pt idx="2901">
                  <c:v>1.3453581697328429</c:v>
                </c:pt>
                <c:pt idx="2902">
                  <c:v>1.3453263835853588</c:v>
                </c:pt>
                <c:pt idx="2903">
                  <c:v>1.3452946632243055</c:v>
                </c:pt>
                <c:pt idx="2904">
                  <c:v>1.3452630085135278</c:v>
                </c:pt>
                <c:pt idx="2905">
                  <c:v>1.345231419317152</c:v>
                </c:pt>
                <c:pt idx="2906">
                  <c:v>1.3451998954995859</c:v>
                </c:pt>
                <c:pt idx="2907">
                  <c:v>1.3451684369255175</c:v>
                </c:pt>
                <c:pt idx="2908">
                  <c:v>1.3451370434599155</c:v>
                </c:pt>
                <c:pt idx="2909">
                  <c:v>1.3451057149680274</c:v>
                </c:pt>
                <c:pt idx="2910">
                  <c:v>1.3450744513153801</c:v>
                </c:pt>
                <c:pt idx="2911">
                  <c:v>1.3450432523677782</c:v>
                </c:pt>
                <c:pt idx="2912">
                  <c:v>1.3450121179913048</c:v>
                </c:pt>
                <c:pt idx="2913">
                  <c:v>1.3449810480523197</c:v>
                </c:pt>
                <c:pt idx="2914">
                  <c:v>1.3449500424174594</c:v>
                </c:pt>
                <c:pt idx="2915">
                  <c:v>1.3449191009536363</c:v>
                </c:pt>
                <c:pt idx="2916">
                  <c:v>1.3448882235280386</c:v>
                </c:pt>
                <c:pt idx="2917">
                  <c:v>1.344857410008129</c:v>
                </c:pt>
                <c:pt idx="2918">
                  <c:v>1.3448266602616445</c:v>
                </c:pt>
                <c:pt idx="2919">
                  <c:v>1.344795974156596</c:v>
                </c:pt>
                <c:pt idx="2920">
                  <c:v>1.3447653515612676</c:v>
                </c:pt>
                <c:pt idx="2921">
                  <c:v>1.3447347923442159</c:v>
                </c:pt>
                <c:pt idx="2922">
                  <c:v>1.3447042963742697</c:v>
                </c:pt>
                <c:pt idx="2923">
                  <c:v>1.3446738635205291</c:v>
                </c:pt>
                <c:pt idx="2924">
                  <c:v>1.344643493652365</c:v>
                </c:pt>
                <c:pt idx="2925">
                  <c:v>1.3446131866394191</c:v>
                </c:pt>
                <c:pt idx="2926">
                  <c:v>1.3445829423516027</c:v>
                </c:pt>
                <c:pt idx="2927">
                  <c:v>1.3445527606590961</c:v>
                </c:pt>
                <c:pt idx="2928">
                  <c:v>1.3445226414323486</c:v>
                </c:pt>
                <c:pt idx="2929">
                  <c:v>1.3444925845420772</c:v>
                </c:pt>
                <c:pt idx="2930">
                  <c:v>1.344462589859267</c:v>
                </c:pt>
                <c:pt idx="2931">
                  <c:v>1.3444326572551699</c:v>
                </c:pt>
                <c:pt idx="2932">
                  <c:v>1.3444027866013042</c:v>
                </c:pt>
                <c:pt idx="2933">
                  <c:v>1.344372977769454</c:v>
                </c:pt>
                <c:pt idx="2934">
                  <c:v>1.3443432306316692</c:v>
                </c:pt>
                <c:pt idx="2935">
                  <c:v>1.3443135450602639</c:v>
                </c:pt>
                <c:pt idx="2936">
                  <c:v>1.344283920927817</c:v>
                </c:pt>
                <c:pt idx="2937">
                  <c:v>1.3442543581071709</c:v>
                </c:pt>
                <c:pt idx="2938">
                  <c:v>1.3442248564714312</c:v>
                </c:pt>
                <c:pt idx="2939">
                  <c:v>1.3441954158939662</c:v>
                </c:pt>
                <c:pt idx="2940">
                  <c:v>1.344166036248406</c:v>
                </c:pt>
                <c:pt idx="2941">
                  <c:v>1.3441367174086425</c:v>
                </c:pt>
                <c:pt idx="2942">
                  <c:v>1.3441074592488285</c:v>
                </c:pt>
                <c:pt idx="2943">
                  <c:v>1.3440782616433773</c:v>
                </c:pt>
                <c:pt idx="2944">
                  <c:v>1.3440491244669623</c:v>
                </c:pt>
                <c:pt idx="2945">
                  <c:v>1.3440200475945161</c:v>
                </c:pt>
                <c:pt idx="2946">
                  <c:v>1.34399103090123</c:v>
                </c:pt>
                <c:pt idx="2947">
                  <c:v>1.3439620742625538</c:v>
                </c:pt>
                <c:pt idx="2948">
                  <c:v>1.3439331775541949</c:v>
                </c:pt>
                <c:pt idx="2949">
                  <c:v>1.3439043406521185</c:v>
                </c:pt>
                <c:pt idx="2950">
                  <c:v>1.3438755634325457</c:v>
                </c:pt>
                <c:pt idx="2951">
                  <c:v>1.3438468457719543</c:v>
                </c:pt>
                <c:pt idx="2952">
                  <c:v>1.3438181875470776</c:v>
                </c:pt>
                <c:pt idx="2953">
                  <c:v>1.3437895886349041</c:v>
                </c:pt>
                <c:pt idx="2954">
                  <c:v>1.3437610489126768</c:v>
                </c:pt>
                <c:pt idx="2955">
                  <c:v>1.3437325682578927</c:v>
                </c:pt>
                <c:pt idx="2956">
                  <c:v>1.3437041465483026</c:v>
                </c:pt>
                <c:pt idx="2957">
                  <c:v>1.3436757836619102</c:v>
                </c:pt>
                <c:pt idx="2958">
                  <c:v>1.3436474794769715</c:v>
                </c:pt>
                <c:pt idx="2959">
                  <c:v>1.3436192338719946</c:v>
                </c:pt>
                <c:pt idx="2960">
                  <c:v>1.343591046725739</c:v>
                </c:pt>
                <c:pt idx="2961">
                  <c:v>1.3435629179172155</c:v>
                </c:pt>
                <c:pt idx="2962">
                  <c:v>1.3435348473256845</c:v>
                </c:pt>
                <c:pt idx="2963">
                  <c:v>1.3435068348306571</c:v>
                </c:pt>
                <c:pt idx="2964">
                  <c:v>1.3434788803118936</c:v>
                </c:pt>
                <c:pt idx="2965">
                  <c:v>1.3434509836494026</c:v>
                </c:pt>
                <c:pt idx="2966">
                  <c:v>1.3434231447234417</c:v>
                </c:pt>
                <c:pt idx="2967">
                  <c:v>1.3433953634145162</c:v>
                </c:pt>
                <c:pt idx="2968">
                  <c:v>1.3433676396033782</c:v>
                </c:pt>
                <c:pt idx="2969">
                  <c:v>1.3433399731710274</c:v>
                </c:pt>
                <c:pt idx="2970">
                  <c:v>1.343312363998709</c:v>
                </c:pt>
                <c:pt idx="2971">
                  <c:v>1.3432848119679146</c:v>
                </c:pt>
                <c:pt idx="2972">
                  <c:v>1.3432573169603808</c:v>
                </c:pt>
                <c:pt idx="2973">
                  <c:v>1.3432298788580888</c:v>
                </c:pt>
                <c:pt idx="2974">
                  <c:v>1.3432024975432644</c:v>
                </c:pt>
                <c:pt idx="2975">
                  <c:v>1.343175172898377</c:v>
                </c:pt>
                <c:pt idx="2976">
                  <c:v>1.3431479048061392</c:v>
                </c:pt>
                <c:pt idx="2977">
                  <c:v>1.3431206931495066</c:v>
                </c:pt>
                <c:pt idx="2978">
                  <c:v>1.3430935378116766</c:v>
                </c:pt>
                <c:pt idx="2979">
                  <c:v>1.3430664386760887</c:v>
                </c:pt>
                <c:pt idx="2980">
                  <c:v>1.3430393956264235</c:v>
                </c:pt>
                <c:pt idx="2981">
                  <c:v>1.3430124085466024</c:v>
                </c:pt>
                <c:pt idx="2982">
                  <c:v>1.342985477320787</c:v>
                </c:pt>
                <c:pt idx="2983">
                  <c:v>1.3429586018333786</c:v>
                </c:pt>
                <c:pt idx="2984">
                  <c:v>1.3429317819690179</c:v>
                </c:pt>
                <c:pt idx="2985">
                  <c:v>1.3429050176125841</c:v>
                </c:pt>
                <c:pt idx="2986">
                  <c:v>1.3428783086491949</c:v>
                </c:pt>
                <c:pt idx="2987">
                  <c:v>1.3428516549642058</c:v>
                </c:pt>
                <c:pt idx="2988">
                  <c:v>1.3428250564432092</c:v>
                </c:pt>
                <c:pt idx="2989">
                  <c:v>1.3427985129720346</c:v>
                </c:pt>
                <c:pt idx="2990">
                  <c:v>1.3427720244367478</c:v>
                </c:pt>
                <c:pt idx="2991">
                  <c:v>1.3427455907236505</c:v>
                </c:pt>
                <c:pt idx="2992">
                  <c:v>1.3427192117192794</c:v>
                </c:pt>
                <c:pt idx="2993">
                  <c:v>1.3426928873104063</c:v>
                </c:pt>
                <c:pt idx="2994">
                  <c:v>1.3426666173840369</c:v>
                </c:pt>
                <c:pt idx="2995">
                  <c:v>1.3426404018274114</c:v>
                </c:pt>
                <c:pt idx="2996">
                  <c:v>1.342614240528003</c:v>
                </c:pt>
                <c:pt idx="2997">
                  <c:v>1.3425881333735179</c:v>
                </c:pt>
                <c:pt idx="2998">
                  <c:v>1.3425620802518945</c:v>
                </c:pt>
                <c:pt idx="2999">
                  <c:v>1.3425360810513034</c:v>
                </c:pt>
                <c:pt idx="3000">
                  <c:v>1.3425101356601465</c:v>
                </c:pt>
                <c:pt idx="3001">
                  <c:v>1.342484243967057</c:v>
                </c:pt>
                <c:pt idx="3002">
                  <c:v>1.3424584058608979</c:v>
                </c:pt>
                <c:pt idx="3003">
                  <c:v>1.3424326212307629</c:v>
                </c:pt>
                <c:pt idx="3004">
                  <c:v>1.3424068899659749</c:v>
                </c:pt>
                <c:pt idx="3005">
                  <c:v>1.3423812119560858</c:v>
                </c:pt>
                <c:pt idx="3006">
                  <c:v>1.3423555870908763</c:v>
                </c:pt>
                <c:pt idx="3007">
                  <c:v>1.342330015260355</c:v>
                </c:pt>
                <c:pt idx="3008">
                  <c:v>1.3423044963547586</c:v>
                </c:pt>
                <c:pt idx="3009">
                  <c:v>1.3422790302645502</c:v>
                </c:pt>
                <c:pt idx="3010">
                  <c:v>1.3422536168804204</c:v>
                </c:pt>
                <c:pt idx="3011">
                  <c:v>1.3422282560932857</c:v>
                </c:pt>
                <c:pt idx="3012">
                  <c:v>1.3422029477942881</c:v>
                </c:pt>
                <c:pt idx="3013">
                  <c:v>1.3421776918747952</c:v>
                </c:pt>
                <c:pt idx="3014">
                  <c:v>1.3421524882263993</c:v>
                </c:pt>
                <c:pt idx="3015">
                  <c:v>1.3421273367409174</c:v>
                </c:pt>
                <c:pt idx="3016">
                  <c:v>1.3421022373103901</c:v>
                </c:pt>
                <c:pt idx="3017">
                  <c:v>1.3420771898270814</c:v>
                </c:pt>
                <c:pt idx="3018">
                  <c:v>1.3420521941834782</c:v>
                </c:pt>
                <c:pt idx="3019">
                  <c:v>1.3420272502722903</c:v>
                </c:pt>
                <c:pt idx="3020">
                  <c:v>1.3420023579864493</c:v>
                </c:pt>
                <c:pt idx="3021">
                  <c:v>1.3419775172191084</c:v>
                </c:pt>
                <c:pt idx="3022">
                  <c:v>1.3419527278636421</c:v>
                </c:pt>
                <c:pt idx="3023">
                  <c:v>1.3419279898136451</c:v>
                </c:pt>
                <c:pt idx="3024">
                  <c:v>1.341903302962933</c:v>
                </c:pt>
                <c:pt idx="3025">
                  <c:v>1.3418786672055407</c:v>
                </c:pt>
                <c:pt idx="3026">
                  <c:v>1.3418540824357226</c:v>
                </c:pt>
                <c:pt idx="3027">
                  <c:v>1.3418295485479517</c:v>
                </c:pt>
                <c:pt idx="3028">
                  <c:v>1.3418050654369198</c:v>
                </c:pt>
                <c:pt idx="3029">
                  <c:v>1.3417806329975364</c:v>
                </c:pt>
                <c:pt idx="3030">
                  <c:v>1.3417562511249284</c:v>
                </c:pt>
                <c:pt idx="3031">
                  <c:v>1.3417319197144402</c:v>
                </c:pt>
                <c:pt idx="3032">
                  <c:v>1.3417076386616322</c:v>
                </c:pt>
                <c:pt idx="3033">
                  <c:v>1.3416834078622815</c:v>
                </c:pt>
                <c:pt idx="3034">
                  <c:v>1.3416592272123806</c:v>
                </c:pt>
                <c:pt idx="3035">
                  <c:v>1.3416350966081374</c:v>
                </c:pt>
                <c:pt idx="3036">
                  <c:v>1.3416110159459744</c:v>
                </c:pt>
                <c:pt idx="3037">
                  <c:v>1.3415869851225286</c:v>
                </c:pt>
                <c:pt idx="3038">
                  <c:v>1.3415630040346511</c:v>
                </c:pt>
                <c:pt idx="3039">
                  <c:v>1.3415390725794061</c:v>
                </c:pt>
                <c:pt idx="3040">
                  <c:v>1.3415151906540712</c:v>
                </c:pt>
                <c:pt idx="3041">
                  <c:v>1.3414913581561365</c:v>
                </c:pt>
                <c:pt idx="3042">
                  <c:v>1.3414675749833043</c:v>
                </c:pt>
                <c:pt idx="3043">
                  <c:v>1.3414438410334883</c:v>
                </c:pt>
                <c:pt idx="3044">
                  <c:v>1.3414201562048138</c:v>
                </c:pt>
                <c:pt idx="3045">
                  <c:v>1.3413965203956169</c:v>
                </c:pt>
                <c:pt idx="3046">
                  <c:v>1.341372933504444</c:v>
                </c:pt>
                <c:pt idx="3047">
                  <c:v>1.3413493954300517</c:v>
                </c:pt>
                <c:pt idx="3048">
                  <c:v>1.341325906071406</c:v>
                </c:pt>
                <c:pt idx="3049">
                  <c:v>1.3413024653276819</c:v>
                </c:pt>
                <c:pt idx="3050">
                  <c:v>1.3412790730982633</c:v>
                </c:pt>
                <c:pt idx="3051">
                  <c:v>1.3412557292827421</c:v>
                </c:pt>
                <c:pt idx="3052">
                  <c:v>1.3412324337809181</c:v>
                </c:pt>
                <c:pt idx="3053">
                  <c:v>1.3412091864927986</c:v>
                </c:pt>
                <c:pt idx="3054">
                  <c:v>1.3411859873185978</c:v>
                </c:pt>
                <c:pt idx="3055">
                  <c:v>1.3411628361587364</c:v>
                </c:pt>
                <c:pt idx="3056">
                  <c:v>1.341139732913841</c:v>
                </c:pt>
                <c:pt idx="3057">
                  <c:v>1.3411166774847441</c:v>
                </c:pt>
                <c:pt idx="3058">
                  <c:v>1.3410936697724833</c:v>
                </c:pt>
                <c:pt idx="3059">
                  <c:v>1.3410707096783014</c:v>
                </c:pt>
                <c:pt idx="3060">
                  <c:v>1.341047797103645</c:v>
                </c:pt>
                <c:pt idx="3061">
                  <c:v>1.341024931950165</c:v>
                </c:pt>
                <c:pt idx="3062">
                  <c:v>1.3410021141197159</c:v>
                </c:pt>
                <c:pt idx="3063">
                  <c:v>1.3409793435143553</c:v>
                </c:pt>
                <c:pt idx="3064">
                  <c:v>1.3409566200363434</c:v>
                </c:pt>
                <c:pt idx="3065">
                  <c:v>1.3409339435881429</c:v>
                </c:pt>
                <c:pt idx="3066">
                  <c:v>1.3409113140724178</c:v>
                </c:pt>
                <c:pt idx="3067">
                  <c:v>1.3408887313920343</c:v>
                </c:pt>
                <c:pt idx="3068">
                  <c:v>1.3408661954500594</c:v>
                </c:pt>
                <c:pt idx="3069">
                  <c:v>1.3408437061497602</c:v>
                </c:pt>
                <c:pt idx="3070">
                  <c:v>1.3408212633946046</c:v>
                </c:pt>
                <c:pt idx="3071">
                  <c:v>1.3407988670882602</c:v>
                </c:pt>
                <c:pt idx="3072">
                  <c:v>1.3407765171345938</c:v>
                </c:pt>
                <c:pt idx="3073">
                  <c:v>1.3407542134376713</c:v>
                </c:pt>
                <c:pt idx="3074">
                  <c:v>1.340731955901757</c:v>
                </c:pt>
                <c:pt idx="3075">
                  <c:v>1.3407097444313134</c:v>
                </c:pt>
                <c:pt idx="3076">
                  <c:v>1.3406875789310009</c:v>
                </c:pt>
                <c:pt idx="3077">
                  <c:v>1.340665459305677</c:v>
                </c:pt>
                <c:pt idx="3078">
                  <c:v>1.3406433854603963</c:v>
                </c:pt>
                <c:pt idx="3079">
                  <c:v>1.3406213573004098</c:v>
                </c:pt>
                <c:pt idx="3080">
                  <c:v>1.3405993747311644</c:v>
                </c:pt>
                <c:pt idx="3081">
                  <c:v>1.3405774376583031</c:v>
                </c:pt>
                <c:pt idx="3082">
                  <c:v>1.3405555459876639</c:v>
                </c:pt>
                <c:pt idx="3083">
                  <c:v>1.3405336996252799</c:v>
                </c:pt>
                <c:pt idx="3084">
                  <c:v>1.3405118984773783</c:v>
                </c:pt>
                <c:pt idx="3085">
                  <c:v>1.3404901424503808</c:v>
                </c:pt>
                <c:pt idx="3086">
                  <c:v>1.3404684314509026</c:v>
                </c:pt>
                <c:pt idx="3087">
                  <c:v>1.3404467653857519</c:v>
                </c:pt>
                <c:pt idx="3088">
                  <c:v>1.3404251441619304</c:v>
                </c:pt>
                <c:pt idx="3089">
                  <c:v>1.3404035676866317</c:v>
                </c:pt>
                <c:pt idx="3090">
                  <c:v>1.3403820358672416</c:v>
                </c:pt>
                <c:pt idx="3091">
                  <c:v>1.3403605486113379</c:v>
                </c:pt>
                <c:pt idx="3092">
                  <c:v>1.3403391058266894</c:v>
                </c:pt>
                <c:pt idx="3093">
                  <c:v>1.3403177074212558</c:v>
                </c:pt>
                <c:pt idx="3094">
                  <c:v>1.3402963533031873</c:v>
                </c:pt>
                <c:pt idx="3095">
                  <c:v>1.3402750433808244</c:v>
                </c:pt>
                <c:pt idx="3096">
                  <c:v>1.3402537775626968</c:v>
                </c:pt>
                <c:pt idx="3097">
                  <c:v>1.3402325557575243</c:v>
                </c:pt>
                <c:pt idx="3098">
                  <c:v>1.3402113778742148</c:v>
                </c:pt>
                <c:pt idx="3099">
                  <c:v>1.3401902438218654</c:v>
                </c:pt>
                <c:pt idx="3100">
                  <c:v>1.3401691535097606</c:v>
                </c:pt>
                <c:pt idx="3101">
                  <c:v>1.3401481068473735</c:v>
                </c:pt>
                <c:pt idx="3102">
                  <c:v>1.3401271037443641</c:v>
                </c:pt>
                <c:pt idx="3103">
                  <c:v>1.3401061441105793</c:v>
                </c:pt>
                <c:pt idx="3104">
                  <c:v>1.3400852278560527</c:v>
                </c:pt>
                <c:pt idx="3105">
                  <c:v>1.3400643548910041</c:v>
                </c:pt>
                <c:pt idx="3106">
                  <c:v>1.3400435251258391</c:v>
                </c:pt>
                <c:pt idx="3107">
                  <c:v>1.3400227384711489</c:v>
                </c:pt>
                <c:pt idx="3108">
                  <c:v>1.3400019948377095</c:v>
                </c:pt>
                <c:pt idx="3109">
                  <c:v>1.3399812941364817</c:v>
                </c:pt>
                <c:pt idx="3110">
                  <c:v>1.3399606362786103</c:v>
                </c:pt>
                <c:pt idx="3111">
                  <c:v>1.3399400211754244</c:v>
                </c:pt>
                <c:pt idx="3112">
                  <c:v>1.3399194487384365</c:v>
                </c:pt>
                <c:pt idx="3113">
                  <c:v>1.3398989188793422</c:v>
                </c:pt>
                <c:pt idx="3114">
                  <c:v>1.3398784315100198</c:v>
                </c:pt>
                <c:pt idx="3115">
                  <c:v>1.3398579865425302</c:v>
                </c:pt>
                <c:pt idx="3116">
                  <c:v>1.3398375838891159</c:v>
                </c:pt>
                <c:pt idx="3117">
                  <c:v>1.3398172234622012</c:v>
                </c:pt>
                <c:pt idx="3118">
                  <c:v>1.3397969051743921</c:v>
                </c:pt>
                <c:pt idx="3119">
                  <c:v>1.3397766289384747</c:v>
                </c:pt>
                <c:pt idx="3120">
                  <c:v>1.3397563946674163</c:v>
                </c:pt>
                <c:pt idx="3121">
                  <c:v>1.3397362022743637</c:v>
                </c:pt>
                <c:pt idx="3122">
                  <c:v>1.3397160516726441</c:v>
                </c:pt>
                <c:pt idx="3123">
                  <c:v>1.3396959427757635</c:v>
                </c:pt>
                <c:pt idx="3124">
                  <c:v>1.3396758754974074</c:v>
                </c:pt>
                <c:pt idx="3125">
                  <c:v>1.3396558497514397</c:v>
                </c:pt>
                <c:pt idx="3126">
                  <c:v>1.3396358654519025</c:v>
                </c:pt>
                <c:pt idx="3127">
                  <c:v>1.339615922513016</c:v>
                </c:pt>
                <c:pt idx="3128">
                  <c:v>1.3395960208491777</c:v>
                </c:pt>
                <c:pt idx="3129">
                  <c:v>1.3395761603749625</c:v>
                </c:pt>
                <c:pt idx="3130">
                  <c:v>1.3395563410051219</c:v>
                </c:pt>
                <c:pt idx="3131">
                  <c:v>1.3395365626545839</c:v>
                </c:pt>
                <c:pt idx="3132">
                  <c:v>1.3395168252384526</c:v>
                </c:pt>
                <c:pt idx="3133">
                  <c:v>1.3394971286720081</c:v>
                </c:pt>
                <c:pt idx="3134">
                  <c:v>1.3394774728707053</c:v>
                </c:pt>
                <c:pt idx="3135">
                  <c:v>1.3394578577501743</c:v>
                </c:pt>
                <c:pt idx="3136">
                  <c:v>1.3394382832262199</c:v>
                </c:pt>
                <c:pt idx="3137">
                  <c:v>1.3394187492148211</c:v>
                </c:pt>
                <c:pt idx="3138">
                  <c:v>1.3393992556321308</c:v>
                </c:pt>
                <c:pt idx="3139">
                  <c:v>1.3393798023944754</c:v>
                </c:pt>
                <c:pt idx="3140">
                  <c:v>1.3393603894183546</c:v>
                </c:pt>
                <c:pt idx="3141">
                  <c:v>1.3393410166204407</c:v>
                </c:pt>
                <c:pt idx="3142">
                  <c:v>1.3393216839175788</c:v>
                </c:pt>
                <c:pt idx="3143">
                  <c:v>1.3393023912267856</c:v>
                </c:pt>
                <c:pt idx="3144">
                  <c:v>1.3392831384652499</c:v>
                </c:pt>
                <c:pt idx="3145">
                  <c:v>1.339263925550332</c:v>
                </c:pt>
                <c:pt idx="3146">
                  <c:v>1.339244752399563</c:v>
                </c:pt>
                <c:pt idx="3147">
                  <c:v>1.3392256189306446</c:v>
                </c:pt>
                <c:pt idx="3148">
                  <c:v>1.3392065250614491</c:v>
                </c:pt>
                <c:pt idx="3149">
                  <c:v>1.3391874707100184</c:v>
                </c:pt>
                <c:pt idx="3150">
                  <c:v>1.3391684557945647</c:v>
                </c:pt>
                <c:pt idx="3151">
                  <c:v>1.3391494802334687</c:v>
                </c:pt>
                <c:pt idx="3152">
                  <c:v>1.3391305439452805</c:v>
                </c:pt>
                <c:pt idx="3153">
                  <c:v>1.3391116468487185</c:v>
                </c:pt>
                <c:pt idx="3154">
                  <c:v>1.3390927888626698</c:v>
                </c:pt>
                <c:pt idx="3155">
                  <c:v>1.3390739699061887</c:v>
                </c:pt>
                <c:pt idx="3156">
                  <c:v>1.3390551898984975</c:v>
                </c:pt>
                <c:pt idx="3157">
                  <c:v>1.3390364487589856</c:v>
                </c:pt>
                <c:pt idx="3158">
                  <c:v>1.3390177464072093</c:v>
                </c:pt>
                <c:pt idx="3159">
                  <c:v>1.338999082762891</c:v>
                </c:pt>
                <c:pt idx="3160">
                  <c:v>1.3389804577459197</c:v>
                </c:pt>
                <c:pt idx="3161">
                  <c:v>1.3389618712763498</c:v>
                </c:pt>
                <c:pt idx="3162">
                  <c:v>1.3389433232744017</c:v>
                </c:pt>
                <c:pt idx="3163">
                  <c:v>1.3389248136604603</c:v>
                </c:pt>
                <c:pt idx="3164">
                  <c:v>1.338906342355076</c:v>
                </c:pt>
                <c:pt idx="3165">
                  <c:v>1.338887909278963</c:v>
                </c:pt>
                <c:pt idx="3166">
                  <c:v>1.3388695143529996</c:v>
                </c:pt>
                <c:pt idx="3167">
                  <c:v>1.3388511574982285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C0D-492E-B9CD-E97DDE26CD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5872016"/>
        <c:axId val="645872344"/>
      </c:scatterChart>
      <c:valAx>
        <c:axId val="645872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Zeit [s]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45872344"/>
        <c:crosses val="autoZero"/>
        <c:crossBetween val="midCat"/>
      </c:valAx>
      <c:valAx>
        <c:axId val="645872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Sauerstoffkonzentration [mg/l]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4587201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9232190623864065"/>
          <c:y val="0.41373911543813607"/>
          <c:w val="0.30502343312836705"/>
          <c:h val="0.12202169983610651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6E294-8FAF-4ABB-9E38-FD0F64B7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4</Pages>
  <Words>399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8</cp:revision>
  <cp:lastPrinted>2020-02-13T13:20:00Z</cp:lastPrinted>
  <dcterms:created xsi:type="dcterms:W3CDTF">2020-11-09T17:10:00Z</dcterms:created>
  <dcterms:modified xsi:type="dcterms:W3CDTF">2022-02-16T12:51:00Z</dcterms:modified>
</cp:coreProperties>
</file>